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3F162FFF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D35FE">
        <w:rPr>
          <w:b/>
          <w:color w:val="FF5200" w:themeColor="accent2"/>
          <w:sz w:val="28"/>
          <w:szCs w:val="28"/>
        </w:rPr>
        <w:t>Dodávky výstražných oděvů zimních - 2021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č.j. </w:t>
      </w:r>
      <w:r w:rsidR="006D35FE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78860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E31EC96" w14:textId="77777777" w:rsidR="007A008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C4E1037" w14:textId="327E9FD8" w:rsidR="007A008C" w:rsidRDefault="003F274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2" w:history="1">
            <w:r w:rsidR="007A008C" w:rsidRPr="00B73E6F">
              <w:rPr>
                <w:rStyle w:val="Hypertextovodkaz"/>
                <w:noProof/>
              </w:rPr>
              <w:t>Kapitola 1.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Základní údaje k nabídce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_Toc45543092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09D10EB6" w14:textId="2A906AB6" w:rsidR="007A008C" w:rsidRDefault="003F274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3" w:history="1">
            <w:r w:rsidR="007A008C" w:rsidRPr="00B73E6F">
              <w:rPr>
                <w:rStyle w:val="Hypertextovodkaz"/>
                <w:noProof/>
              </w:rPr>
              <w:t>Kapitola 2.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o splnění základní způsobilosti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_Toc45543093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342E11FE" w14:textId="0BE1B2BE" w:rsidR="007A008C" w:rsidRDefault="003F274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4" w:history="1">
            <w:r w:rsidR="007A008C" w:rsidRPr="00B73E6F">
              <w:rPr>
                <w:rStyle w:val="Hypertextovodkaz"/>
                <w:noProof/>
              </w:rPr>
              <w:t>Kapitola 3.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účastníka k neuzavření zakázaných dohod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_Toc45543094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45543092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8EAE2F5" w14:textId="77777777" w:rsidR="006D35FE" w:rsidRDefault="006D35FE" w:rsidP="006D35FE">
      <w:r w:rsidRPr="00F24FBF">
        <w:t xml:space="preserve">Účastník uvede ceny dle požadavků v čl. 10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5"/>
        <w:gridCol w:w="1185"/>
        <w:gridCol w:w="832"/>
        <w:gridCol w:w="709"/>
        <w:gridCol w:w="815"/>
        <w:gridCol w:w="1134"/>
        <w:gridCol w:w="992"/>
        <w:gridCol w:w="1058"/>
      </w:tblGrid>
      <w:tr w:rsidR="006D35FE" w:rsidRPr="008D23D5" w14:paraId="31A25E85" w14:textId="77777777" w:rsidTr="008875F0">
        <w:trPr>
          <w:trHeight w:val="1373"/>
          <w:jc w:val="center"/>
        </w:trPr>
        <w:tc>
          <w:tcPr>
            <w:tcW w:w="1715" w:type="dxa"/>
            <w:shd w:val="clear" w:color="auto" w:fill="auto"/>
            <w:vAlign w:val="center"/>
            <w:hideMark/>
          </w:tcPr>
          <w:p w14:paraId="6A185BE5" w14:textId="46DD04B0" w:rsidR="006D35FE" w:rsidRPr="006048C7" w:rsidRDefault="006D35FE" w:rsidP="006D35F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výstražného oděvu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14:paraId="438A4C63" w14:textId="77777777" w:rsidR="006D35FE" w:rsidRPr="006048C7" w:rsidRDefault="006D35FE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BA156E5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8F5C5E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1D75F70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E7504A2" w14:textId="21299119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F967E" w14:textId="77777777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647D2FDF" w14:textId="5350DB51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6D35FE" w:rsidRPr="001F33F5" w14:paraId="79D4C06E" w14:textId="77777777" w:rsidTr="008875F0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  <w:hideMark/>
          </w:tcPr>
          <w:p w14:paraId="3D10EC5C" w14:textId="31FC7301" w:rsidR="006D35FE" w:rsidRPr="004A6709" w:rsidRDefault="006D35FE" w:rsidP="008875F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Bunda zimní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D48494E" w14:textId="1BDAE9B5" w:rsidR="006D35FE" w:rsidRPr="004A6709" w:rsidRDefault="0028050F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17</w:t>
            </w:r>
            <w:r w:rsidR="006D35FE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832" w:type="dxa"/>
            <w:shd w:val="clear" w:color="auto" w:fill="auto"/>
          </w:tcPr>
          <w:p w14:paraId="693124E7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1D619D84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4E4A480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12878A49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4D0C671" w14:textId="77777777" w:rsidR="006D35FE" w:rsidRPr="004A6709" w:rsidRDefault="006D35FE" w:rsidP="008875F0"/>
        </w:tc>
        <w:tc>
          <w:tcPr>
            <w:tcW w:w="1058" w:type="dxa"/>
            <w:shd w:val="clear" w:color="auto" w:fill="auto"/>
          </w:tcPr>
          <w:p w14:paraId="0859D889" w14:textId="77777777" w:rsidR="006D35FE" w:rsidRPr="004A6709" w:rsidRDefault="006D35FE" w:rsidP="008875F0"/>
        </w:tc>
      </w:tr>
      <w:tr w:rsidR="006D35FE" w:rsidRPr="001F33F5" w14:paraId="2044A55D" w14:textId="77777777" w:rsidTr="008875F0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</w:tcPr>
          <w:p w14:paraId="36993F25" w14:textId="3A447D7A" w:rsidR="006D35FE" w:rsidRDefault="006D35FE" w:rsidP="008875F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zimní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30184582" w14:textId="61E56AD6" w:rsidR="006D35FE" w:rsidRDefault="0028050F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</w:t>
            </w:r>
            <w:r w:rsidR="006D35FE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832" w:type="dxa"/>
            <w:shd w:val="clear" w:color="auto" w:fill="auto"/>
          </w:tcPr>
          <w:p w14:paraId="2E2F689D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6BCD2773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86F4D81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20FD28E7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B16F3FF" w14:textId="77777777" w:rsidR="006D35FE" w:rsidRPr="004A6709" w:rsidRDefault="006D35FE" w:rsidP="008875F0"/>
        </w:tc>
        <w:tc>
          <w:tcPr>
            <w:tcW w:w="1058" w:type="dxa"/>
            <w:shd w:val="clear" w:color="auto" w:fill="auto"/>
          </w:tcPr>
          <w:p w14:paraId="2A9B3B74" w14:textId="77777777" w:rsidR="006D35FE" w:rsidRPr="004A6709" w:rsidRDefault="006D35FE" w:rsidP="008875F0"/>
        </w:tc>
      </w:tr>
      <w:tr w:rsidR="006D35FE" w:rsidRPr="001F33F5" w14:paraId="3B1AC6E6" w14:textId="77777777" w:rsidTr="008875F0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</w:tcPr>
          <w:p w14:paraId="0E74F577" w14:textId="3A9CB916" w:rsidR="006D35FE" w:rsidRDefault="006D35FE" w:rsidP="008875F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Plášť výstražný nepromokavý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37F980DE" w14:textId="5EBF319A" w:rsidR="006D35FE" w:rsidRDefault="006D35FE" w:rsidP="0028050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</w:t>
            </w:r>
            <w:r w:rsidR="0028050F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6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832" w:type="dxa"/>
            <w:shd w:val="clear" w:color="auto" w:fill="auto"/>
          </w:tcPr>
          <w:p w14:paraId="79D185AF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76027DE3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8A45C48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347528DF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0DADD060" w14:textId="77777777" w:rsidR="006D35FE" w:rsidRPr="004A6709" w:rsidRDefault="006D35FE" w:rsidP="008875F0"/>
        </w:tc>
        <w:tc>
          <w:tcPr>
            <w:tcW w:w="1058" w:type="dxa"/>
            <w:shd w:val="clear" w:color="auto" w:fill="auto"/>
          </w:tcPr>
          <w:p w14:paraId="601FB2CA" w14:textId="77777777" w:rsidR="006D35FE" w:rsidRPr="004A6709" w:rsidRDefault="006D35FE" w:rsidP="008875F0"/>
        </w:tc>
      </w:tr>
      <w:tr w:rsidR="006D35FE" w:rsidRPr="001F33F5" w14:paraId="7B7DD795" w14:textId="77777777" w:rsidTr="008875F0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</w:tcPr>
          <w:p w14:paraId="6905885A" w14:textId="2A3FC857" w:rsidR="006D35FE" w:rsidRDefault="006D35FE" w:rsidP="008875F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výstražné nepromokavé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144CCEF2" w14:textId="7C2FCD36" w:rsidR="006D35FE" w:rsidRDefault="0028050F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35</w:t>
            </w:r>
            <w:r w:rsidR="006D35FE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61ABE31E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1A34E180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9BB98AE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2CDD395B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3DEE327F" w14:textId="77777777" w:rsidR="006D35FE" w:rsidRPr="004A6709" w:rsidRDefault="006D35FE" w:rsidP="008875F0"/>
        </w:tc>
        <w:tc>
          <w:tcPr>
            <w:tcW w:w="1058" w:type="dxa"/>
            <w:shd w:val="clear" w:color="auto" w:fill="auto"/>
          </w:tcPr>
          <w:p w14:paraId="76141530" w14:textId="77777777" w:rsidR="006D35FE" w:rsidRPr="004A6709" w:rsidRDefault="006D35FE" w:rsidP="008875F0"/>
        </w:tc>
      </w:tr>
      <w:tr w:rsidR="006D35FE" w14:paraId="65C8D385" w14:textId="77777777" w:rsidTr="008875F0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5" w:type="dxa"/>
            <w:shd w:val="clear" w:color="auto" w:fill="D0CECE" w:themeFill="background2" w:themeFillShade="E6"/>
          </w:tcPr>
          <w:p w14:paraId="71E732CB" w14:textId="77777777" w:rsidR="006D35FE" w:rsidRPr="005C145F" w:rsidRDefault="006D35FE" w:rsidP="008875F0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1" w:type="dxa"/>
            <w:gridSpan w:val="4"/>
            <w:shd w:val="clear" w:color="auto" w:fill="auto"/>
          </w:tcPr>
          <w:p w14:paraId="4D94993F" w14:textId="77777777" w:rsidR="006D35FE" w:rsidRPr="004A6709" w:rsidRDefault="006D35FE" w:rsidP="008875F0"/>
        </w:tc>
        <w:tc>
          <w:tcPr>
            <w:tcW w:w="1134" w:type="dxa"/>
            <w:shd w:val="clear" w:color="auto" w:fill="D0CECE" w:themeFill="background2" w:themeFillShade="E6"/>
          </w:tcPr>
          <w:p w14:paraId="58C7D755" w14:textId="77777777" w:rsidR="006D35FE" w:rsidRPr="004A6709" w:rsidRDefault="006D35FE" w:rsidP="008875F0"/>
        </w:tc>
        <w:tc>
          <w:tcPr>
            <w:tcW w:w="992" w:type="dxa"/>
            <w:shd w:val="clear" w:color="auto" w:fill="auto"/>
          </w:tcPr>
          <w:p w14:paraId="059CC2BB" w14:textId="77777777" w:rsidR="006D35FE" w:rsidRPr="004A6709" w:rsidRDefault="006D35FE" w:rsidP="008875F0"/>
        </w:tc>
        <w:tc>
          <w:tcPr>
            <w:tcW w:w="1058" w:type="dxa"/>
            <w:shd w:val="clear" w:color="auto" w:fill="auto"/>
          </w:tcPr>
          <w:p w14:paraId="69E73428" w14:textId="77777777" w:rsidR="006D35FE" w:rsidRPr="004A6709" w:rsidRDefault="006D35FE" w:rsidP="008875F0"/>
        </w:tc>
      </w:tr>
    </w:tbl>
    <w:p w14:paraId="6EAB0FBE" w14:textId="6ABA3B52" w:rsidR="00F24FBF" w:rsidRDefault="00F24FBF" w:rsidP="008B1A2C"/>
    <w:p w14:paraId="0582A36A" w14:textId="3C8F3443" w:rsidR="007818EB" w:rsidRDefault="007818EB" w:rsidP="008B1A2C"/>
    <w:p w14:paraId="5CD4BFB6" w14:textId="7A046C7A" w:rsidR="007818EB" w:rsidRDefault="007818EB" w:rsidP="008B1A2C"/>
    <w:p w14:paraId="16C2723E" w14:textId="58BC592C" w:rsidR="007818EB" w:rsidRDefault="007818EB" w:rsidP="008B1A2C"/>
    <w:p w14:paraId="4CB5D44F" w14:textId="2888667B" w:rsidR="007818EB" w:rsidRDefault="007818EB" w:rsidP="008B1A2C"/>
    <w:p w14:paraId="13D03E2D" w14:textId="5E3B4B40" w:rsidR="007818EB" w:rsidRDefault="007818EB" w:rsidP="008B1A2C"/>
    <w:p w14:paraId="23C2CFB6" w14:textId="576FA2F6" w:rsidR="007818EB" w:rsidRDefault="007818EB" w:rsidP="008B1A2C"/>
    <w:p w14:paraId="70CB93C9" w14:textId="77777777" w:rsidR="007818EB" w:rsidRDefault="007818EB" w:rsidP="008B1A2C"/>
    <w:p w14:paraId="5153A42C" w14:textId="12C8E1A3" w:rsidR="00F10DC5" w:rsidRDefault="00F10DC5" w:rsidP="008B1A2C"/>
    <w:p w14:paraId="10CE005B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3F274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3F2740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5543093"/>
      <w:r w:rsidRPr="006E5C6C"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r>
        <w:rPr>
          <w:lang w:eastAsia="cs-CZ"/>
        </w:rPr>
        <w:t>ú</w:t>
      </w:r>
      <w:r w:rsidR="0031280B">
        <w:rPr>
          <w:lang w:eastAsia="cs-CZ"/>
        </w:rPr>
        <w:t>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554309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6CA72B2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27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274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3007758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27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274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9184D"/>
    <w:rsid w:val="001F1151"/>
    <w:rsid w:val="001F49FF"/>
    <w:rsid w:val="00205242"/>
    <w:rsid w:val="00207DF5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3F2740"/>
    <w:rsid w:val="00441430"/>
    <w:rsid w:val="00450F07"/>
    <w:rsid w:val="00453CD3"/>
    <w:rsid w:val="00460660"/>
    <w:rsid w:val="00486107"/>
    <w:rsid w:val="00491827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B24EF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7774567-186B-4291-A0D6-E2E75C3D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4</Pages>
  <Words>572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2020-11-24T14:44:00Z</cp:lastPrinted>
  <dcterms:created xsi:type="dcterms:W3CDTF">2020-10-26T18:42:00Z</dcterms:created>
  <dcterms:modified xsi:type="dcterms:W3CDTF">2020-11-24T14:44:00Z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