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bookmarkStart w:id="0" w:name="_GoBack"/>
      <w:bookmarkEnd w:id="0"/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F8002C">
        <w:t xml:space="preserve">názvem </w:t>
      </w:r>
      <w:bookmarkStart w:id="1" w:name="_Toc403053768"/>
      <w:r w:rsidRPr="00F8002C">
        <w:rPr>
          <w:b/>
        </w:rPr>
        <w:t>„</w:t>
      </w:r>
      <w:bookmarkEnd w:id="1"/>
      <w:r w:rsidR="00584128" w:rsidRPr="00584128">
        <w:rPr>
          <w:b/>
          <w:bCs/>
        </w:rPr>
        <w:t xml:space="preserve">Opravy mechanizace u </w:t>
      </w:r>
      <w:proofErr w:type="gramStart"/>
      <w:r w:rsidR="00584128" w:rsidRPr="00584128">
        <w:rPr>
          <w:b/>
          <w:bCs/>
        </w:rPr>
        <w:t>OŘ</w:t>
      </w:r>
      <w:proofErr w:type="gramEnd"/>
      <w:r w:rsidR="00584128" w:rsidRPr="00584128">
        <w:rPr>
          <w:b/>
          <w:bCs/>
        </w:rPr>
        <w:t xml:space="preserve"> 2020 – Dílenská oprava (REV) na SHV MVTV2</w:t>
      </w:r>
      <w:r w:rsidR="00584128">
        <w:rPr>
          <w:b/>
          <w:bCs/>
        </w:rPr>
        <w:t xml:space="preserve">“ </w:t>
      </w:r>
      <w:r w:rsidRPr="00F8002C">
        <w:t xml:space="preserve">č.j. </w:t>
      </w:r>
      <w:r w:rsidR="00047F5F">
        <w:t>40447</w:t>
      </w:r>
      <w:r w:rsidRPr="00F8002C">
        <w:t>/</w:t>
      </w:r>
      <w:r w:rsidR="00EB21DA" w:rsidRPr="00F8002C">
        <w:t>2020</w:t>
      </w:r>
      <w:r w:rsidR="00511449">
        <w:t>-SŽ</w:t>
      </w:r>
      <w:r w:rsidRPr="00EB21DA">
        <w:t xml:space="preserve">-OŘ PHA-OVZ </w:t>
      </w:r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EC8" w:rsidRDefault="00E67EC8" w:rsidP="00962258">
      <w:pPr>
        <w:spacing w:after="0" w:line="240" w:lineRule="auto"/>
      </w:pPr>
      <w:r>
        <w:separator/>
      </w:r>
    </w:p>
  </w:endnote>
  <w:end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4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6A7E4B" wp14:editId="577BED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C0C78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4D2A9A" wp14:editId="536823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764C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39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39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8A54CED" wp14:editId="78850C8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D5557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33E2B80" wp14:editId="231797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C3C14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EC8" w:rsidRDefault="00E67EC8" w:rsidP="00962258">
      <w:pPr>
        <w:spacing w:after="0" w:line="240" w:lineRule="auto"/>
      </w:pPr>
      <w:r>
        <w:separator/>
      </w:r>
    </w:p>
  </w:footnote>
  <w:footnote w:type="continuationSeparator" w:id="0">
    <w:p w:rsidR="00E67EC8" w:rsidRDefault="00E67EC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7F5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17CE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449"/>
    <w:rsid w:val="00511AB9"/>
    <w:rsid w:val="00523EA7"/>
    <w:rsid w:val="00553375"/>
    <w:rsid w:val="00557C28"/>
    <w:rsid w:val="005736B7"/>
    <w:rsid w:val="00575E5A"/>
    <w:rsid w:val="0058412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1431"/>
    <w:rsid w:val="00845526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05A9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57800"/>
    <w:rsid w:val="00E67EC8"/>
    <w:rsid w:val="00E73974"/>
    <w:rsid w:val="00EB104F"/>
    <w:rsid w:val="00EB21DA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002C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efaultImageDpi w14:val="32767"/>
  <w15:docId w15:val="{A2EB818A-03F5-4DF4-8870-CAE0E252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  <ds:schemaRef ds:uri="http://purl.org/dc/elements/1.1/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778A71-5525-4BFC-8F57-4DD3FAE9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236</Words>
  <Characters>1393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2</cp:revision>
  <cp:lastPrinted>2020-03-10T11:53:00Z</cp:lastPrinted>
  <dcterms:created xsi:type="dcterms:W3CDTF">2020-11-11T10:53:00Z</dcterms:created>
  <dcterms:modified xsi:type="dcterms:W3CDTF">2020-11-11T10:53:00Z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