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5A01A764" w:rsidR="0035531B" w:rsidRDefault="0035531B" w:rsidP="001B6784">
      <w:pPr>
        <w:pStyle w:val="Tituldatum"/>
        <w:rPr>
          <w:sz w:val="28"/>
          <w:szCs w:val="28"/>
        </w:rPr>
      </w:pPr>
      <w:r w:rsidRPr="001B6784">
        <w:rPr>
          <w:b/>
          <w:sz w:val="28"/>
          <w:szCs w:val="28"/>
        </w:rPr>
        <w:t>„</w:t>
      </w:r>
      <w:r w:rsidR="00A401B4" w:rsidRPr="001B6784">
        <w:rPr>
          <w:b/>
          <w:sz w:val="28"/>
          <w:szCs w:val="28"/>
        </w:rPr>
        <w:t xml:space="preserve">Rekonstrukce </w:t>
      </w:r>
      <w:proofErr w:type="spellStart"/>
      <w:r w:rsidR="00A401B4" w:rsidRPr="001B6784">
        <w:rPr>
          <w:b/>
          <w:sz w:val="28"/>
          <w:szCs w:val="28"/>
        </w:rPr>
        <w:t>Negrelliho</w:t>
      </w:r>
      <w:proofErr w:type="spellEnd"/>
      <w:r w:rsidR="00A401B4" w:rsidRPr="001B6784">
        <w:rPr>
          <w:b/>
          <w:sz w:val="28"/>
          <w:szCs w:val="28"/>
        </w:rPr>
        <w:t xml:space="preserve"> viaduktu</w:t>
      </w:r>
      <w:r w:rsidRPr="001B6784">
        <w:rPr>
          <w:sz w:val="28"/>
          <w:szCs w:val="28"/>
        </w:rPr>
        <w:t>“</w:t>
      </w:r>
    </w:p>
    <w:p w14:paraId="0C7F928E" w14:textId="0AC1C2AC" w:rsidR="00A94C85" w:rsidRPr="00A94C85" w:rsidRDefault="00695DB8" w:rsidP="001B6784">
      <w:pPr>
        <w:pStyle w:val="Tituldatum"/>
      </w:pPr>
      <w:r>
        <w:t>(zhotovení stavby – doplnění elektrického ohřevu výhybek v </w:t>
      </w:r>
      <w:proofErr w:type="spellStart"/>
      <w:r>
        <w:t>žst</w:t>
      </w:r>
      <w:proofErr w:type="spellEnd"/>
      <w:r>
        <w:t>. Praha - Bubny</w:t>
      </w:r>
      <w:r w:rsidR="00A94C85" w:rsidRPr="00A94C85">
        <w:t>)</w:t>
      </w:r>
    </w:p>
    <w:p w14:paraId="140CECA0" w14:textId="77777777" w:rsidR="00AD0C7B" w:rsidRPr="006C2343" w:rsidRDefault="00AD0C7B" w:rsidP="00EB46E5">
      <w:pPr>
        <w:pStyle w:val="Titul2"/>
      </w:pPr>
    </w:p>
    <w:p w14:paraId="0D22A83E" w14:textId="77777777" w:rsidR="00A401B4" w:rsidRDefault="00A401B4" w:rsidP="00F46EA7">
      <w:pPr>
        <w:pStyle w:val="Text1-1"/>
        <w:numPr>
          <w:ilvl w:val="0"/>
          <w:numId w:val="0"/>
        </w:numPr>
        <w:tabs>
          <w:tab w:val="left" w:pos="708"/>
        </w:tabs>
        <w:ind w:left="737" w:hanging="737"/>
      </w:pPr>
    </w:p>
    <w:p w14:paraId="6742CF85" w14:textId="77777777" w:rsidR="00A401B4" w:rsidRDefault="00A401B4" w:rsidP="00F46EA7">
      <w:pPr>
        <w:pStyle w:val="Text1-1"/>
        <w:numPr>
          <w:ilvl w:val="0"/>
          <w:numId w:val="0"/>
        </w:numPr>
        <w:tabs>
          <w:tab w:val="left" w:pos="708"/>
        </w:tabs>
        <w:ind w:left="737" w:hanging="737"/>
      </w:pPr>
    </w:p>
    <w:p w14:paraId="2E7FE9A2" w14:textId="6B95D60A" w:rsidR="00A401B4" w:rsidRDefault="00A401B4" w:rsidP="00F46EA7">
      <w:pPr>
        <w:pStyle w:val="Text1-1"/>
        <w:numPr>
          <w:ilvl w:val="0"/>
          <w:numId w:val="0"/>
        </w:numPr>
        <w:tabs>
          <w:tab w:val="left" w:pos="708"/>
        </w:tabs>
        <w:ind w:left="737" w:hanging="737"/>
      </w:pPr>
    </w:p>
    <w:p w14:paraId="6E413956" w14:textId="6B4B3C5D" w:rsidR="00A46D47" w:rsidRDefault="00A46D47" w:rsidP="00F46EA7">
      <w:pPr>
        <w:pStyle w:val="Text1-1"/>
        <w:numPr>
          <w:ilvl w:val="0"/>
          <w:numId w:val="0"/>
        </w:numPr>
        <w:tabs>
          <w:tab w:val="left" w:pos="708"/>
        </w:tabs>
        <w:ind w:left="737" w:hanging="737"/>
      </w:pPr>
    </w:p>
    <w:p w14:paraId="40579F84" w14:textId="78B6E766" w:rsidR="00A46D47" w:rsidRDefault="00A46D47" w:rsidP="00F46EA7">
      <w:pPr>
        <w:pStyle w:val="Text1-1"/>
        <w:numPr>
          <w:ilvl w:val="0"/>
          <w:numId w:val="0"/>
        </w:numPr>
        <w:tabs>
          <w:tab w:val="left" w:pos="708"/>
        </w:tabs>
        <w:ind w:left="737" w:hanging="737"/>
      </w:pPr>
    </w:p>
    <w:p w14:paraId="1BD81A69" w14:textId="6DFC4720" w:rsidR="00A46D47" w:rsidRDefault="00A46D47" w:rsidP="00F46EA7">
      <w:pPr>
        <w:pStyle w:val="Text1-1"/>
        <w:numPr>
          <w:ilvl w:val="0"/>
          <w:numId w:val="0"/>
        </w:numPr>
        <w:tabs>
          <w:tab w:val="left" w:pos="708"/>
        </w:tabs>
        <w:ind w:left="737" w:hanging="737"/>
      </w:pPr>
    </w:p>
    <w:p w14:paraId="024199AE" w14:textId="4B2265C7" w:rsidR="00A46D47" w:rsidRDefault="00A46D47" w:rsidP="00F46EA7">
      <w:pPr>
        <w:pStyle w:val="Text1-1"/>
        <w:numPr>
          <w:ilvl w:val="0"/>
          <w:numId w:val="0"/>
        </w:numPr>
        <w:tabs>
          <w:tab w:val="left" w:pos="708"/>
        </w:tabs>
        <w:ind w:left="737" w:hanging="737"/>
      </w:pPr>
    </w:p>
    <w:p w14:paraId="01A75E09" w14:textId="7A7B00A2" w:rsidR="00A46D47" w:rsidRDefault="00A46D47" w:rsidP="00F46EA7">
      <w:pPr>
        <w:pStyle w:val="Text1-1"/>
        <w:numPr>
          <w:ilvl w:val="0"/>
          <w:numId w:val="0"/>
        </w:numPr>
        <w:tabs>
          <w:tab w:val="left" w:pos="708"/>
        </w:tabs>
        <w:ind w:left="737" w:hanging="737"/>
      </w:pPr>
    </w:p>
    <w:p w14:paraId="5BD447A7" w14:textId="77777777" w:rsidR="00A46D47" w:rsidRDefault="00A46D47" w:rsidP="00F46EA7">
      <w:pPr>
        <w:pStyle w:val="Text1-1"/>
        <w:numPr>
          <w:ilvl w:val="0"/>
          <w:numId w:val="0"/>
        </w:numPr>
        <w:tabs>
          <w:tab w:val="left" w:pos="708"/>
        </w:tabs>
        <w:ind w:left="737" w:hanging="737"/>
      </w:pPr>
    </w:p>
    <w:p w14:paraId="6DC6672B" w14:textId="77777777" w:rsidR="00A401B4" w:rsidRDefault="00A401B4" w:rsidP="00F46EA7">
      <w:pPr>
        <w:pStyle w:val="Text1-1"/>
        <w:numPr>
          <w:ilvl w:val="0"/>
          <w:numId w:val="0"/>
        </w:numPr>
        <w:tabs>
          <w:tab w:val="left" w:pos="708"/>
        </w:tabs>
        <w:ind w:left="737" w:hanging="737"/>
      </w:pPr>
    </w:p>
    <w:p w14:paraId="61F41E52" w14:textId="77777777" w:rsidR="00A401B4" w:rsidRDefault="00A401B4" w:rsidP="00F46EA7">
      <w:pPr>
        <w:pStyle w:val="Text1-1"/>
        <w:numPr>
          <w:ilvl w:val="0"/>
          <w:numId w:val="0"/>
        </w:numPr>
        <w:tabs>
          <w:tab w:val="left" w:pos="708"/>
        </w:tabs>
        <w:ind w:left="737" w:hanging="737"/>
      </w:pPr>
    </w:p>
    <w:p w14:paraId="633D379C" w14:textId="77777777" w:rsidR="00A401B4" w:rsidRDefault="00A401B4" w:rsidP="00F46EA7">
      <w:pPr>
        <w:pStyle w:val="Text1-1"/>
        <w:numPr>
          <w:ilvl w:val="0"/>
          <w:numId w:val="0"/>
        </w:numPr>
        <w:tabs>
          <w:tab w:val="left" w:pos="708"/>
        </w:tabs>
        <w:ind w:left="737" w:hanging="737"/>
      </w:pPr>
    </w:p>
    <w:p w14:paraId="60A5FA7F" w14:textId="77777777" w:rsidR="00374844" w:rsidRDefault="00374844" w:rsidP="00F46EA7">
      <w:pPr>
        <w:pStyle w:val="Text1-1"/>
        <w:numPr>
          <w:ilvl w:val="0"/>
          <w:numId w:val="0"/>
        </w:numPr>
        <w:tabs>
          <w:tab w:val="left" w:pos="708"/>
        </w:tabs>
        <w:ind w:left="737" w:hanging="737"/>
      </w:pPr>
    </w:p>
    <w:p w14:paraId="4EDE79A3" w14:textId="6ABA762C"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A46D47">
        <w:t>26242</w:t>
      </w:r>
      <w:r w:rsidR="00E03B1B">
        <w:t>/2020-SŽ-SSZ-OVZ</w:t>
      </w:r>
    </w:p>
    <w:p w14:paraId="7A168343" w14:textId="59B8A51F" w:rsidR="00A46D47" w:rsidRDefault="00A46D47" w:rsidP="00F46EA7">
      <w:pPr>
        <w:pStyle w:val="Text1-1"/>
        <w:numPr>
          <w:ilvl w:val="0"/>
          <w:numId w:val="0"/>
        </w:numPr>
        <w:tabs>
          <w:tab w:val="left" w:pos="708"/>
        </w:tabs>
        <w:ind w:left="737" w:hanging="737"/>
      </w:pPr>
    </w:p>
    <w:p w14:paraId="1BA36A2F" w14:textId="77777777" w:rsidR="00A46D47" w:rsidRDefault="00A46D47" w:rsidP="00F46EA7">
      <w:pPr>
        <w:pStyle w:val="Text1-1"/>
        <w:numPr>
          <w:ilvl w:val="0"/>
          <w:numId w:val="0"/>
        </w:numPr>
        <w:tabs>
          <w:tab w:val="left" w:pos="708"/>
        </w:tabs>
        <w:ind w:left="737" w:hanging="737"/>
      </w:pPr>
    </w:p>
    <w:p w14:paraId="57AB68D4" w14:textId="77777777" w:rsidR="00BD7E91" w:rsidRDefault="00BD7E91" w:rsidP="00FE4333">
      <w:pPr>
        <w:pStyle w:val="Nadpisbezsl1-1"/>
      </w:pPr>
      <w:r>
        <w:t>Obsah</w:t>
      </w:r>
      <w:r w:rsidR="00887F36">
        <w:t xml:space="preserve"> </w:t>
      </w:r>
    </w:p>
    <w:p w14:paraId="65E15F5C" w14:textId="632AFE39"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33345F">
          <w:rPr>
            <w:noProof/>
            <w:webHidden/>
          </w:rPr>
          <w:t>3</w:t>
        </w:r>
        <w:r w:rsidR="00CA1B90">
          <w:rPr>
            <w:noProof/>
            <w:webHidden/>
          </w:rPr>
          <w:fldChar w:fldCharType="end"/>
        </w:r>
      </w:hyperlink>
    </w:p>
    <w:p w14:paraId="12143E2B" w14:textId="406A5075" w:rsidR="00CA1B90" w:rsidRDefault="002025C4">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33345F">
          <w:rPr>
            <w:noProof/>
            <w:webHidden/>
          </w:rPr>
          <w:t>3</w:t>
        </w:r>
        <w:r w:rsidR="00CA1B90">
          <w:rPr>
            <w:noProof/>
            <w:webHidden/>
          </w:rPr>
          <w:fldChar w:fldCharType="end"/>
        </w:r>
      </w:hyperlink>
    </w:p>
    <w:p w14:paraId="2DA1A0C2" w14:textId="34EB51AA" w:rsidR="00CA1B90" w:rsidRDefault="002025C4">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33345F">
          <w:rPr>
            <w:noProof/>
            <w:webHidden/>
          </w:rPr>
          <w:t>4</w:t>
        </w:r>
        <w:r w:rsidR="00CA1B90">
          <w:rPr>
            <w:noProof/>
            <w:webHidden/>
          </w:rPr>
          <w:fldChar w:fldCharType="end"/>
        </w:r>
      </w:hyperlink>
    </w:p>
    <w:p w14:paraId="2CA1019A" w14:textId="5C791BB4" w:rsidR="00CA1B90" w:rsidRDefault="002025C4">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33345F">
          <w:rPr>
            <w:noProof/>
            <w:webHidden/>
          </w:rPr>
          <w:t>4</w:t>
        </w:r>
        <w:r w:rsidR="00CA1B90">
          <w:rPr>
            <w:noProof/>
            <w:webHidden/>
          </w:rPr>
          <w:fldChar w:fldCharType="end"/>
        </w:r>
      </w:hyperlink>
    </w:p>
    <w:p w14:paraId="37C74398" w14:textId="0E7699FC" w:rsidR="00CA1B90" w:rsidRDefault="002025C4">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33345F">
          <w:rPr>
            <w:noProof/>
            <w:webHidden/>
          </w:rPr>
          <w:t>4</w:t>
        </w:r>
        <w:r w:rsidR="00CA1B90">
          <w:rPr>
            <w:noProof/>
            <w:webHidden/>
          </w:rPr>
          <w:fldChar w:fldCharType="end"/>
        </w:r>
      </w:hyperlink>
    </w:p>
    <w:p w14:paraId="7278DF1B" w14:textId="0A231F3C" w:rsidR="00CA1B90" w:rsidRDefault="002025C4">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33345F">
          <w:rPr>
            <w:noProof/>
            <w:webHidden/>
          </w:rPr>
          <w:t>4</w:t>
        </w:r>
        <w:r w:rsidR="00CA1B90">
          <w:rPr>
            <w:noProof/>
            <w:webHidden/>
          </w:rPr>
          <w:fldChar w:fldCharType="end"/>
        </w:r>
      </w:hyperlink>
    </w:p>
    <w:p w14:paraId="2213F430" w14:textId="3144559E" w:rsidR="00CA1B90" w:rsidRDefault="002025C4">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33345F">
          <w:rPr>
            <w:noProof/>
            <w:webHidden/>
          </w:rPr>
          <w:t>5</w:t>
        </w:r>
        <w:r w:rsidR="00CA1B90">
          <w:rPr>
            <w:noProof/>
            <w:webHidden/>
          </w:rPr>
          <w:fldChar w:fldCharType="end"/>
        </w:r>
      </w:hyperlink>
    </w:p>
    <w:p w14:paraId="728BA622" w14:textId="6CE72AB2" w:rsidR="00CA1B90" w:rsidRDefault="002025C4">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33345F">
          <w:rPr>
            <w:noProof/>
            <w:webHidden/>
          </w:rPr>
          <w:t>5</w:t>
        </w:r>
        <w:r w:rsidR="00CA1B90">
          <w:rPr>
            <w:noProof/>
            <w:webHidden/>
          </w:rPr>
          <w:fldChar w:fldCharType="end"/>
        </w:r>
      </w:hyperlink>
    </w:p>
    <w:p w14:paraId="7271583D" w14:textId="5E1E96CE" w:rsidR="00CA1B90" w:rsidRDefault="002025C4">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33345F">
          <w:rPr>
            <w:noProof/>
            <w:webHidden/>
          </w:rPr>
          <w:t>12</w:t>
        </w:r>
        <w:r w:rsidR="00CA1B90">
          <w:rPr>
            <w:noProof/>
            <w:webHidden/>
          </w:rPr>
          <w:fldChar w:fldCharType="end"/>
        </w:r>
      </w:hyperlink>
    </w:p>
    <w:p w14:paraId="01531FF7" w14:textId="5F7E7576" w:rsidR="00CA1B90" w:rsidRDefault="002025C4">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33345F">
          <w:rPr>
            <w:noProof/>
            <w:webHidden/>
          </w:rPr>
          <w:t>14</w:t>
        </w:r>
        <w:r w:rsidR="00CA1B90">
          <w:rPr>
            <w:noProof/>
            <w:webHidden/>
          </w:rPr>
          <w:fldChar w:fldCharType="end"/>
        </w:r>
      </w:hyperlink>
    </w:p>
    <w:p w14:paraId="6CFDE752" w14:textId="223F1237" w:rsidR="00CA1B90" w:rsidRDefault="002025C4">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33345F">
          <w:rPr>
            <w:noProof/>
            <w:webHidden/>
          </w:rPr>
          <w:t>15</w:t>
        </w:r>
        <w:r w:rsidR="00CA1B90">
          <w:rPr>
            <w:noProof/>
            <w:webHidden/>
          </w:rPr>
          <w:fldChar w:fldCharType="end"/>
        </w:r>
      </w:hyperlink>
    </w:p>
    <w:p w14:paraId="63A03584" w14:textId="748A8CE8" w:rsidR="00CA1B90" w:rsidRDefault="002025C4">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33345F">
          <w:rPr>
            <w:noProof/>
            <w:webHidden/>
          </w:rPr>
          <w:t>15</w:t>
        </w:r>
        <w:r w:rsidR="00CA1B90">
          <w:rPr>
            <w:noProof/>
            <w:webHidden/>
          </w:rPr>
          <w:fldChar w:fldCharType="end"/>
        </w:r>
      </w:hyperlink>
    </w:p>
    <w:p w14:paraId="1431F095" w14:textId="504E0B73" w:rsidR="00CA1B90" w:rsidRDefault="002025C4">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33345F">
          <w:rPr>
            <w:noProof/>
            <w:webHidden/>
          </w:rPr>
          <w:t>17</w:t>
        </w:r>
        <w:r w:rsidR="00CA1B90">
          <w:rPr>
            <w:noProof/>
            <w:webHidden/>
          </w:rPr>
          <w:fldChar w:fldCharType="end"/>
        </w:r>
      </w:hyperlink>
    </w:p>
    <w:p w14:paraId="5AE73F9F" w14:textId="4CCC779E" w:rsidR="00CA1B90" w:rsidRDefault="002025C4">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33345F">
          <w:rPr>
            <w:noProof/>
            <w:webHidden/>
          </w:rPr>
          <w:t>17</w:t>
        </w:r>
        <w:r w:rsidR="00CA1B90">
          <w:rPr>
            <w:noProof/>
            <w:webHidden/>
          </w:rPr>
          <w:fldChar w:fldCharType="end"/>
        </w:r>
      </w:hyperlink>
    </w:p>
    <w:p w14:paraId="74809924" w14:textId="6B2002F8" w:rsidR="00CA1B90" w:rsidRDefault="002025C4">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33345F">
          <w:rPr>
            <w:noProof/>
            <w:webHidden/>
          </w:rPr>
          <w:t>18</w:t>
        </w:r>
        <w:r w:rsidR="00CA1B90">
          <w:rPr>
            <w:noProof/>
            <w:webHidden/>
          </w:rPr>
          <w:fldChar w:fldCharType="end"/>
        </w:r>
      </w:hyperlink>
    </w:p>
    <w:p w14:paraId="047FE6E1" w14:textId="298250DC" w:rsidR="00CA1B90" w:rsidRDefault="002025C4">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33345F">
          <w:rPr>
            <w:noProof/>
            <w:webHidden/>
          </w:rPr>
          <w:t>18</w:t>
        </w:r>
        <w:r w:rsidR="00CA1B90">
          <w:rPr>
            <w:noProof/>
            <w:webHidden/>
          </w:rPr>
          <w:fldChar w:fldCharType="end"/>
        </w:r>
      </w:hyperlink>
    </w:p>
    <w:p w14:paraId="39C8EF53" w14:textId="40C34F37" w:rsidR="00CA1B90" w:rsidRDefault="002025C4">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33345F">
          <w:rPr>
            <w:noProof/>
            <w:webHidden/>
          </w:rPr>
          <w:t>19</w:t>
        </w:r>
        <w:r w:rsidR="00CA1B90">
          <w:rPr>
            <w:noProof/>
            <w:webHidden/>
          </w:rPr>
          <w:fldChar w:fldCharType="end"/>
        </w:r>
      </w:hyperlink>
    </w:p>
    <w:p w14:paraId="6C9215B9" w14:textId="0EBACE2A" w:rsidR="00CA1B90" w:rsidRDefault="002025C4">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33345F">
          <w:rPr>
            <w:noProof/>
            <w:webHidden/>
          </w:rPr>
          <w:t>19</w:t>
        </w:r>
        <w:r w:rsidR="00CA1B90">
          <w:rPr>
            <w:noProof/>
            <w:webHidden/>
          </w:rPr>
          <w:fldChar w:fldCharType="end"/>
        </w:r>
      </w:hyperlink>
    </w:p>
    <w:p w14:paraId="3B583A7E" w14:textId="6E73EE41" w:rsidR="00CA1B90" w:rsidRDefault="002025C4">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33345F">
          <w:rPr>
            <w:noProof/>
            <w:webHidden/>
          </w:rPr>
          <w:t>19</w:t>
        </w:r>
        <w:r w:rsidR="00CA1B90">
          <w:rPr>
            <w:noProof/>
            <w:webHidden/>
          </w:rPr>
          <w:fldChar w:fldCharType="end"/>
        </w:r>
      </w:hyperlink>
    </w:p>
    <w:p w14:paraId="42C8B6FC" w14:textId="2F958029" w:rsidR="00CA1B90" w:rsidRDefault="002025C4">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33345F">
          <w:rPr>
            <w:noProof/>
            <w:webHidden/>
          </w:rPr>
          <w:t>21</w:t>
        </w:r>
        <w:r w:rsidR="00CA1B90">
          <w:rPr>
            <w:noProof/>
            <w:webHidden/>
          </w:rPr>
          <w:fldChar w:fldCharType="end"/>
        </w:r>
      </w:hyperlink>
    </w:p>
    <w:p w14:paraId="2920B8C4" w14:textId="7D06D697" w:rsidR="00CA1B90" w:rsidRDefault="002025C4">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33345F">
          <w:rPr>
            <w:noProof/>
            <w:webHidden/>
          </w:rPr>
          <w:t>21</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ED030E7" w14:textId="7CBC05CF" w:rsidR="00052D8B" w:rsidRDefault="00DD7A41" w:rsidP="00D32FA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5AA08973"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 xml:space="preserve">Identifikátor datové schránky: </w:t>
      </w:r>
      <w:proofErr w:type="spellStart"/>
      <w:r>
        <w:t>uccchjm</w:t>
      </w:r>
      <w:proofErr w:type="spellEnd"/>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 xml:space="preserve">Ing. Petrem </w:t>
      </w:r>
      <w:proofErr w:type="spellStart"/>
      <w:r w:rsidR="001058E9" w:rsidRPr="00233EB0">
        <w:rPr>
          <w:rFonts w:ascii="Verdana" w:hAnsi="Verdana" w:cs="Calibri"/>
          <w:b/>
        </w:rPr>
        <w:t>Hofhanzlem</w:t>
      </w:r>
      <w:proofErr w:type="spellEnd"/>
      <w:r w:rsidR="001058E9" w:rsidRPr="00233EB0">
        <w:rPr>
          <w:rFonts w:ascii="Verdana" w:hAnsi="Verdana" w:cs="Calibri"/>
          <w:b/>
        </w:rPr>
        <w:t>,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47F47F31" w:rsidR="0035531B" w:rsidRDefault="0035531B" w:rsidP="0035531B">
      <w:pPr>
        <w:pStyle w:val="Text1-1"/>
      </w:pPr>
      <w:r>
        <w:t xml:space="preserve">Kontaktní osobou zadavatele pro </w:t>
      </w:r>
      <w:r w:rsidR="009531C1">
        <w:t xml:space="preserve">výběrové </w:t>
      </w:r>
      <w:r>
        <w:t xml:space="preserve">řízení je: </w:t>
      </w:r>
      <w:r w:rsidR="00EC545C">
        <w:t>Ing. Martin Kosmál</w:t>
      </w:r>
    </w:p>
    <w:p w14:paraId="51A6C167" w14:textId="7CCA792D" w:rsidR="0035531B" w:rsidRDefault="0035531B" w:rsidP="0035531B">
      <w:pPr>
        <w:pStyle w:val="Textbezslovn"/>
        <w:spacing w:after="0"/>
      </w:pPr>
      <w:r>
        <w:t xml:space="preserve">telefon: </w:t>
      </w:r>
      <w:r>
        <w:tab/>
      </w:r>
      <w:r w:rsidR="004069DC" w:rsidRPr="005F2A1F">
        <w:t>+420</w:t>
      </w:r>
      <w:r w:rsidR="00DC6D2D">
        <w:t> 602 741 737</w:t>
      </w:r>
    </w:p>
    <w:p w14:paraId="05566EE1" w14:textId="3F135287" w:rsidR="0035531B" w:rsidRDefault="0035531B" w:rsidP="0035531B">
      <w:pPr>
        <w:pStyle w:val="Textbezslovn"/>
        <w:spacing w:after="0"/>
      </w:pPr>
      <w:r>
        <w:t xml:space="preserve">e-mail: </w:t>
      </w:r>
      <w:r>
        <w:tab/>
      </w:r>
      <w:hyperlink r:id="rId12" w:history="1">
        <w:r w:rsidR="00C3125E" w:rsidRPr="00593C71">
          <w:rPr>
            <w:rStyle w:val="Hypertextovodkaz"/>
            <w:rFonts w:ascii="Verdana" w:hAnsi="Verdana" w:cs="Calibri"/>
          </w:rPr>
          <w:t>kosmal@spravazeleznic.cz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68BCA175" w14:textId="3331EACC" w:rsidR="00734CFC" w:rsidRDefault="00D32FA3" w:rsidP="00D32FA3">
      <w:pPr>
        <w:pStyle w:val="Textbezslovn"/>
        <w:spacing w:after="0" w:line="240" w:lineRule="auto"/>
      </w:pPr>
      <w:r>
        <w:tab/>
      </w:r>
      <w:r>
        <w:tab/>
        <w:t>190 00 Praha 9</w:t>
      </w:r>
    </w:p>
    <w:p w14:paraId="3721AD9C" w14:textId="3B4FEF17" w:rsidR="007633CF" w:rsidRDefault="0035531B" w:rsidP="0096035B">
      <w:pPr>
        <w:pStyle w:val="Nadpis1-1"/>
      </w:pPr>
      <w:bookmarkStart w:id="7" w:name="_Toc34047333"/>
      <w:r>
        <w:t>ÚČEL</w:t>
      </w:r>
      <w:r w:rsidR="00845C50">
        <w:t xml:space="preserve"> </w:t>
      </w:r>
      <w:r w:rsidR="00776A8A">
        <w:t>A</w:t>
      </w:r>
      <w:r w:rsidR="00845C50">
        <w:t> </w:t>
      </w:r>
      <w:r>
        <w:t>PŘEDMĚT PLNĚNÍ VEŘEJNÉ ZAKÁZKY</w:t>
      </w:r>
      <w:bookmarkEnd w:id="7"/>
    </w:p>
    <w:p w14:paraId="32F6D60D" w14:textId="77777777" w:rsidR="0035531B" w:rsidRDefault="0035531B" w:rsidP="0035531B">
      <w:pPr>
        <w:pStyle w:val="Text1-1"/>
      </w:pPr>
      <w:r>
        <w:t>Předmět plnění veřejné zakázky</w:t>
      </w:r>
    </w:p>
    <w:p w14:paraId="048FFBCC" w14:textId="323A18BC" w:rsidR="0096035B" w:rsidRDefault="0096035B" w:rsidP="008A7666">
      <w:pPr>
        <w:pStyle w:val="Textbezslovn"/>
        <w:spacing w:after="60"/>
        <w:ind w:left="709"/>
      </w:pPr>
      <w:r w:rsidRPr="0096035B">
        <w:t>Předmětem díla je zhotovení stav</w:t>
      </w:r>
      <w:r w:rsidR="008A7666">
        <w:t xml:space="preserve">ebních prací </w:t>
      </w:r>
      <w:r w:rsidR="00A46D47">
        <w:t xml:space="preserve">včetně zpracování projektové dokumentace provedení stavby (PDPS) </w:t>
      </w:r>
      <w:r w:rsidRPr="008A7666">
        <w:rPr>
          <w:b/>
        </w:rPr>
        <w:t>„</w:t>
      </w:r>
      <w:r w:rsidR="008A7666" w:rsidRPr="008A7666">
        <w:rPr>
          <w:b/>
        </w:rPr>
        <w:t xml:space="preserve">Rekonstrukce </w:t>
      </w:r>
      <w:proofErr w:type="spellStart"/>
      <w:r w:rsidR="008A7666" w:rsidRPr="008A7666">
        <w:rPr>
          <w:b/>
        </w:rPr>
        <w:t>Negrelliho</w:t>
      </w:r>
      <w:proofErr w:type="spellEnd"/>
      <w:r w:rsidR="008A7666" w:rsidRPr="008A7666">
        <w:rPr>
          <w:b/>
        </w:rPr>
        <w:t xml:space="preserve"> viaduktu</w:t>
      </w:r>
      <w:r w:rsidRPr="008A7666">
        <w:rPr>
          <w:b/>
        </w:rPr>
        <w:t>"</w:t>
      </w:r>
      <w:r w:rsidRPr="0096035B">
        <w:t xml:space="preserve">, </w:t>
      </w:r>
      <w:r w:rsidR="008A7666">
        <w:t xml:space="preserve">konkrétně se jedná o </w:t>
      </w:r>
      <w:r w:rsidR="00A46D47">
        <w:t>doplnění elektrického ohřevu výhybek č. 1-6 a 11 v </w:t>
      </w:r>
      <w:proofErr w:type="spellStart"/>
      <w:r w:rsidR="00A46D47">
        <w:t>žst</w:t>
      </w:r>
      <w:proofErr w:type="spellEnd"/>
      <w:r w:rsidR="00A46D47">
        <w:t>. Praha -  Bubny</w:t>
      </w:r>
      <w:r w:rsidR="008A7666">
        <w:t xml:space="preserve">. </w:t>
      </w:r>
    </w:p>
    <w:p w14:paraId="64DE0058" w14:textId="50C65631" w:rsidR="0096035B" w:rsidRDefault="0096035B" w:rsidP="00362FB8">
      <w:pPr>
        <w:pStyle w:val="Textbezslovn"/>
      </w:pPr>
      <w:r w:rsidRPr="0096035B">
        <w:t xml:space="preserve">Rozsah Díla je </w:t>
      </w:r>
      <w:r w:rsidR="00844659">
        <w:t>dán</w:t>
      </w:r>
      <w:r w:rsidRPr="0096035B">
        <w:t xml:space="preserve"> </w:t>
      </w:r>
      <w:r w:rsidR="00A46D47">
        <w:t xml:space="preserve">realizační </w:t>
      </w:r>
      <w:r w:rsidR="00183EEA">
        <w:t>dokumentací</w:t>
      </w:r>
      <w:r w:rsidR="00A46D47">
        <w:t xml:space="preserve"> stavby „Rekonstrukce </w:t>
      </w:r>
      <w:proofErr w:type="spellStart"/>
      <w:r w:rsidR="00A46D47">
        <w:t>Negrelliho</w:t>
      </w:r>
      <w:proofErr w:type="spellEnd"/>
      <w:r w:rsidR="00A46D47">
        <w:t xml:space="preserve"> viaduktu – Doplnění EOV v </w:t>
      </w:r>
      <w:proofErr w:type="spellStart"/>
      <w:r w:rsidR="00A46D47">
        <w:t>žst</w:t>
      </w:r>
      <w:proofErr w:type="spellEnd"/>
      <w:r w:rsidR="00A46D47">
        <w:t>. Praha – Bubny“.</w:t>
      </w:r>
    </w:p>
    <w:p w14:paraId="0C799DC5" w14:textId="751940F5" w:rsidR="0035531B" w:rsidRDefault="0035531B" w:rsidP="00362FB8">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013397C6" w:rsidR="00AA46C6" w:rsidRDefault="0096035B" w:rsidP="00AA46C6">
      <w:pPr>
        <w:pStyle w:val="Text1-1"/>
        <w:numPr>
          <w:ilvl w:val="0"/>
          <w:numId w:val="0"/>
        </w:numPr>
        <w:ind w:left="737"/>
      </w:pPr>
      <w:r>
        <w:t>Neobsazeno.</w:t>
      </w:r>
    </w:p>
    <w:p w14:paraId="6AD9415A" w14:textId="66A2709A" w:rsidR="00734CFC" w:rsidRDefault="007354E9" w:rsidP="00D32FA3">
      <w:pPr>
        <w:pStyle w:val="Text1-1"/>
      </w:pPr>
      <w:r w:rsidRPr="007354E9">
        <w:t>Doba plnění veřejné zakázky je uvedena ve Smlouvě o dílo na plnění veřejné zakázky, jejíž závazný vzor tvoří Díl 2 zadávací dokumentace</w:t>
      </w:r>
      <w:r w:rsidR="00D32FA3">
        <w:t>.</w:t>
      </w: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D401E6">
        <w:rPr>
          <w:b/>
        </w:rPr>
        <w:t>České republiky - Státního</w:t>
      </w:r>
      <w:r w:rsidR="00192BA0" w:rsidRPr="00D401E6">
        <w:rPr>
          <w:b/>
        </w:rPr>
        <w:t xml:space="preserve"> fondu dopravní infrastruktury.</w:t>
      </w:r>
    </w:p>
    <w:p w14:paraId="397A0BD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E405AF6" w14:textId="7D27042E" w:rsidR="00E03B1B" w:rsidRPr="00EB42D5" w:rsidRDefault="00D950DF" w:rsidP="00D950DF">
      <w:pPr>
        <w:pStyle w:val="Text1-1"/>
        <w:rPr>
          <w:rStyle w:val="Tun9b"/>
          <w:b w:val="0"/>
        </w:rPr>
      </w:pPr>
      <w:bookmarkStart w:id="9" w:name="_Toc34047335"/>
      <w:r w:rsidRPr="00D950DF">
        <w:t xml:space="preserve">Předpokládaná hodnota veřejné zakázky činí </w:t>
      </w:r>
      <w:r w:rsidR="00E86842" w:rsidRPr="00E86842">
        <w:rPr>
          <w:b/>
        </w:rPr>
        <w:t>6 100 000</w:t>
      </w:r>
      <w:r w:rsidRPr="00D950DF">
        <w:rPr>
          <w:b/>
        </w:rPr>
        <w:t>,- Kč</w:t>
      </w:r>
      <w:r w:rsidRPr="00D950DF">
        <w:t xml:space="preserve"> (bez DPH).</w:t>
      </w:r>
    </w:p>
    <w:p w14:paraId="4805FF61" w14:textId="77777777" w:rsidR="0035531B" w:rsidRDefault="0035531B" w:rsidP="006F6B09">
      <w:pPr>
        <w:pStyle w:val="Nadpis1-1"/>
      </w:pPr>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F7A5EE9" w14:textId="7CF4406D" w:rsidR="00972CB1"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86842">
        <w:rPr>
          <w:rStyle w:val="Tun9b"/>
        </w:rPr>
        <w:t xml:space="preserve">REALIZAČNÍ </w:t>
      </w:r>
      <w:r w:rsidRPr="00FD39DE">
        <w:rPr>
          <w:rStyle w:val="Tun9b"/>
        </w:rPr>
        <w:t>DOKUMENTACE STAVBY</w:t>
      </w:r>
    </w:p>
    <w:p w14:paraId="7EBBFAC9" w14:textId="2CEA3184" w:rsidR="00FD39DE" w:rsidRPr="005108DD" w:rsidRDefault="00FD39DE" w:rsidP="00FD39DE">
      <w:pPr>
        <w:pStyle w:val="Textbezslovn"/>
        <w:tabs>
          <w:tab w:val="left" w:pos="1701"/>
        </w:tabs>
        <w:ind w:left="1701" w:hanging="964"/>
        <w:rPr>
          <w:rStyle w:val="Tun9b"/>
          <w:color w:val="FF0000"/>
        </w:rPr>
      </w:pPr>
      <w:r w:rsidRPr="00FD39DE">
        <w:rPr>
          <w:rStyle w:val="Tun9b"/>
        </w:rPr>
        <w:t>DÍL 4</w:t>
      </w:r>
      <w:r w:rsidRPr="00FD39DE">
        <w:rPr>
          <w:rStyle w:val="Tun9b"/>
        </w:rPr>
        <w:tab/>
      </w:r>
      <w:r w:rsidR="00246B0B" w:rsidRPr="00E40DBD">
        <w:rPr>
          <w:rStyle w:val="Tun9b"/>
        </w:rPr>
        <w:t>SOUPIS PRACÍ S VÝKAZEM VÝMĚR</w:t>
      </w:r>
    </w:p>
    <w:p w14:paraId="57DDAF17" w14:textId="2BD6EBE7" w:rsidR="002810A5" w:rsidRPr="004D33DD" w:rsidRDefault="002810A5" w:rsidP="00E40DBD">
      <w:pPr>
        <w:pStyle w:val="Textbezslovn"/>
        <w:tabs>
          <w:tab w:val="left" w:pos="1701"/>
        </w:tabs>
        <w:spacing w:after="0"/>
        <w:ind w:left="1701" w:hanging="964"/>
      </w:pPr>
      <w:r w:rsidRPr="004D33DD">
        <w:lastRenderedPageBreak/>
        <w:t>Část 1</w:t>
      </w:r>
      <w:r w:rsidRPr="004D33DD">
        <w:tab/>
        <w:t xml:space="preserve">Soupis prací </w:t>
      </w:r>
      <w:r w:rsidR="00E40DBD" w:rsidRPr="004D33DD">
        <w:t xml:space="preserve">včetně </w:t>
      </w:r>
      <w:r w:rsidR="004D33DD" w:rsidRPr="004D33DD">
        <w:t xml:space="preserve">souhrnného přehledu </w:t>
      </w:r>
      <w:r w:rsidR="002025C4">
        <w:t>Rekapitulace členění soupisu prací</w:t>
      </w:r>
    </w:p>
    <w:p w14:paraId="04B3B090" w14:textId="77777777" w:rsidR="00E40DBD" w:rsidRPr="005108DD" w:rsidRDefault="00E40DBD" w:rsidP="00E40DBD">
      <w:pPr>
        <w:pStyle w:val="Textbezslovn"/>
        <w:tabs>
          <w:tab w:val="left" w:pos="1701"/>
        </w:tabs>
        <w:spacing w:after="0"/>
        <w:ind w:left="1701" w:hanging="964"/>
        <w:rPr>
          <w:rStyle w:val="Tun9b"/>
          <w:b w:val="0"/>
          <w:color w:val="FF0000"/>
        </w:rPr>
      </w:pP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4DBB5ED9"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FE0A4A" w:rsidRPr="00200449">
          <w:rPr>
            <w:rStyle w:val="Hypertextovodkaz"/>
          </w:rPr>
          <w:t>https://www.spravazeleznic.cz/</w:t>
        </w:r>
      </w:hyperlink>
      <w:r w:rsidR="001D5DE6">
        <w:t xml:space="preserve"> (v sekci „O </w:t>
      </w:r>
      <w:proofErr w:type="gramStart"/>
      <w:r w:rsidR="001D5DE6">
        <w:t>nás“ –&gt; „Vnitřní</w:t>
      </w:r>
      <w:proofErr w:type="gramEnd"/>
      <w:r w:rsidR="001D5DE6">
        <w:t xml:space="preserve">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3FE4B37A" w:rsidR="0035531B" w:rsidRPr="008513D8" w:rsidRDefault="00FD39DE" w:rsidP="00725309">
      <w:pPr>
        <w:pStyle w:val="Text1-1"/>
      </w:pPr>
      <w:r w:rsidRPr="008513D8">
        <w:t>Zadavatel sděluje, že následující části zadávací dokumentace vypracovala osoba odlišná</w:t>
      </w:r>
      <w:r w:rsidRPr="00FD39DE">
        <w:t xml:space="preserve"> od zadavatele, a to:</w:t>
      </w:r>
      <w:r w:rsidR="00BE3C66">
        <w:t xml:space="preserve"> </w:t>
      </w:r>
      <w:r w:rsidR="003866CC">
        <w:t>Realizační dokumentace stavby</w:t>
      </w:r>
      <w:r w:rsidR="00BE3C66">
        <w:t xml:space="preserve"> „</w:t>
      </w:r>
      <w:r w:rsidR="00F17584">
        <w:t xml:space="preserve">Rekonstrukce </w:t>
      </w:r>
      <w:proofErr w:type="spellStart"/>
      <w:r w:rsidR="00F17584">
        <w:t>Negrelliho</w:t>
      </w:r>
      <w:proofErr w:type="spellEnd"/>
      <w:r w:rsidR="00F17584">
        <w:t xml:space="preserve"> viaduktu, </w:t>
      </w:r>
      <w:r w:rsidR="003866CC">
        <w:t>Doplnění EOV v </w:t>
      </w:r>
      <w:proofErr w:type="spellStart"/>
      <w:r w:rsidR="003866CC">
        <w:t>žst</w:t>
      </w:r>
      <w:proofErr w:type="spellEnd"/>
      <w:r w:rsidR="003866CC">
        <w:t>. Praha - Bubny“</w:t>
      </w:r>
      <w:r w:rsidR="007E424B">
        <w:t xml:space="preserve">, </w:t>
      </w:r>
      <w:r w:rsidR="00725309" w:rsidRPr="00725309">
        <w:t xml:space="preserve">zpracovatel </w:t>
      </w:r>
      <w:proofErr w:type="spellStart"/>
      <w:r w:rsidR="003866CC">
        <w:t>Elektroline</w:t>
      </w:r>
      <w:proofErr w:type="spellEnd"/>
      <w:r w:rsidR="003866CC">
        <w:t xml:space="preserve"> a.s., K Ládví 1805/20, 184 00 Praha 8, IČO:45312338, 10/2020</w:t>
      </w:r>
      <w:r w:rsidR="00725309" w:rsidRPr="00725309">
        <w:t>.</w:t>
      </w:r>
    </w:p>
    <w:p w14:paraId="6B38693B" w14:textId="5A968A76" w:rsidR="00734CFC" w:rsidRDefault="00FD39DE" w:rsidP="00D32FA3">
      <w:pPr>
        <w:pStyle w:val="Text1-1"/>
      </w:pPr>
      <w:r>
        <w:t>Pro vyloučení pochybností zadavatel uvádí, že ohledně této veřejné zakázky nevedl předběžné t</w:t>
      </w:r>
      <w:r w:rsidR="00D32FA3">
        <w:t>ržní konzultace.</w:t>
      </w: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2BEEFEFE"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795DF7">
        <w:rPr>
          <w:b/>
        </w:rPr>
        <w:t>4</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0520170D" w:rsidR="0035531B" w:rsidRDefault="00FD39DE" w:rsidP="00FD39DE">
      <w:pPr>
        <w:pStyle w:val="Text1-1"/>
      </w:pPr>
      <w:r w:rsidRPr="007366CD">
        <w:t xml:space="preserve">Zadavatel poskytne vysvětlení zadávací dokumentace </w:t>
      </w:r>
      <w:r w:rsidRPr="00DA4626">
        <w:rPr>
          <w:b/>
        </w:rPr>
        <w:t xml:space="preserve">nejpozději do </w:t>
      </w:r>
      <w:r w:rsidR="00795DF7">
        <w:rPr>
          <w:b/>
        </w:rPr>
        <w:t>2</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3A7A7EA9"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859F9E8" w14:textId="273517E4" w:rsidR="00B36FAC" w:rsidRDefault="00B36FAC" w:rsidP="00B36FAC">
      <w:pPr>
        <w:pStyle w:val="Text1-1"/>
      </w:pPr>
      <w:r w:rsidRPr="00B36FAC">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lastRenderedPageBreak/>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7754CE74"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B812311" w14:textId="77777777" w:rsidR="00246B0B" w:rsidRDefault="00246B0B" w:rsidP="00246B0B">
      <w:pPr>
        <w:pStyle w:val="Odrka1-1"/>
        <w:numPr>
          <w:ilvl w:val="0"/>
          <w:numId w:val="0"/>
        </w:numPr>
        <w:spacing w:after="0"/>
        <w:ind w:left="1077"/>
      </w:pPr>
    </w:p>
    <w:p w14:paraId="085BE4CC" w14:textId="77777777" w:rsidR="000E4DCD" w:rsidRDefault="000E4DCD" w:rsidP="000E4DCD">
      <w:pPr>
        <w:pStyle w:val="Odrka1-1"/>
        <w:numPr>
          <w:ilvl w:val="0"/>
          <w:numId w:val="0"/>
        </w:numPr>
        <w:spacing w:after="0"/>
        <w:ind w:left="1077"/>
      </w:pPr>
    </w:p>
    <w:p w14:paraId="3C0C0414" w14:textId="079A8D1E" w:rsidR="0035531B" w:rsidRDefault="0035531B" w:rsidP="00D10A2D">
      <w:pPr>
        <w:pStyle w:val="Odrka1-2-"/>
        <w:rPr>
          <w:b/>
        </w:rPr>
      </w:pPr>
      <w:r w:rsidRPr="00995E4D">
        <w:rPr>
          <w:b/>
        </w:rPr>
        <w:t>Provádění staveb, jejich změn</w:t>
      </w:r>
      <w:r w:rsidR="00845C50" w:rsidRPr="00995E4D">
        <w:rPr>
          <w:b/>
        </w:rPr>
        <w:t xml:space="preserve"> a </w:t>
      </w:r>
      <w:r w:rsidRPr="00995E4D">
        <w:rPr>
          <w:b/>
        </w:rPr>
        <w:t>odstraňování,</w:t>
      </w:r>
    </w:p>
    <w:p w14:paraId="7FEC2F01" w14:textId="1AA1205D" w:rsidR="00632267" w:rsidRDefault="00AB112A" w:rsidP="00AB112A">
      <w:pPr>
        <w:pStyle w:val="Odrka1-2-"/>
        <w:rPr>
          <w:b/>
        </w:rPr>
      </w:pPr>
      <w:r w:rsidRPr="00AB112A">
        <w:rPr>
          <w:b/>
        </w:rPr>
        <w:t>Revize, prohlídky a zkoušky určených technických zařízení v</w:t>
      </w:r>
      <w:r w:rsidR="000F3B55">
        <w:rPr>
          <w:b/>
        </w:rPr>
        <w:t> </w:t>
      </w:r>
      <w:r w:rsidRPr="00AB112A">
        <w:rPr>
          <w:b/>
        </w:rPr>
        <w:t>provozu</w:t>
      </w:r>
    </w:p>
    <w:p w14:paraId="23861403" w14:textId="7C045B60" w:rsidR="000F3B55" w:rsidRPr="00AB112A" w:rsidRDefault="000F3B55" w:rsidP="00AB112A">
      <w:pPr>
        <w:pStyle w:val="Odrka1-2-"/>
        <w:rPr>
          <w:b/>
        </w:rPr>
      </w:pPr>
      <w:r>
        <w:rPr>
          <w:b/>
        </w:rPr>
        <w:t>Projektová činnost ve výstavbě</w:t>
      </w:r>
    </w:p>
    <w:p w14:paraId="28735E91" w14:textId="2F4D6C12" w:rsidR="0035531B" w:rsidRDefault="0035531B" w:rsidP="002200EB">
      <w:pPr>
        <w:pStyle w:val="Odrka1-2-"/>
        <w:numPr>
          <w:ilvl w:val="0"/>
          <w:numId w:val="0"/>
        </w:numPr>
        <w:ind w:left="1531"/>
      </w:pPr>
    </w:p>
    <w:p w14:paraId="6CFFA7B5" w14:textId="77777777" w:rsidR="0035531B" w:rsidRDefault="0035531B" w:rsidP="00092CC9">
      <w:pPr>
        <w:pStyle w:val="Odrka1-1"/>
      </w:pPr>
      <w:r>
        <w:t>Odborná způsobilost:</w:t>
      </w:r>
    </w:p>
    <w:p w14:paraId="12B362C0" w14:textId="6194561A" w:rsidR="00B36FAC" w:rsidRPr="00B36FAC" w:rsidRDefault="00B36FAC" w:rsidP="00B36FAC">
      <w:pPr>
        <w:pStyle w:val="Odrka1-2-"/>
      </w:pPr>
      <w:r w:rsidRPr="00B36FAC">
        <w:lastRenderedPageBreak/>
        <w:t>Zadavatel požaduje předložení dokladu o autorizaci v rozsahu dle § 5 odst. 3 písm.</w:t>
      </w:r>
      <w:r w:rsidR="00FF66EA">
        <w:rPr>
          <w:b/>
        </w:rPr>
        <w:t xml:space="preserve"> b</w:t>
      </w:r>
      <w:r w:rsidR="00FF66EA" w:rsidRPr="00C06E7A">
        <w:rPr>
          <w:b/>
        </w:rPr>
        <w:t>)</w:t>
      </w:r>
      <w:r w:rsidR="002F539F">
        <w:rPr>
          <w:b/>
        </w:rPr>
        <w:t xml:space="preserve"> a</w:t>
      </w:r>
      <w:r w:rsidR="00A23D66" w:rsidRPr="00C06E7A">
        <w:rPr>
          <w:b/>
        </w:rPr>
        <w:t xml:space="preserve"> </w:t>
      </w:r>
      <w:r w:rsidR="001305E9" w:rsidRPr="00C06E7A">
        <w:rPr>
          <w:b/>
        </w:rPr>
        <w:t xml:space="preserve">e) </w:t>
      </w:r>
      <w:r w:rsidRPr="00B36FAC">
        <w:t>zákona č. 360/1992 Sb., o výkonu povolání autorizovaných architektů a o výkonu povolání autorizovaných inženýrů a techniků činných ve výstavbě, ve znění pozdějších předpisů.</w:t>
      </w:r>
    </w:p>
    <w:p w14:paraId="0CE2E7C4" w14:textId="77777777" w:rsidR="00B36FAC" w:rsidRDefault="00B36FAC" w:rsidP="00B36FAC">
      <w:pPr>
        <w:pStyle w:val="Odrka1-2-"/>
        <w:numPr>
          <w:ilvl w:val="0"/>
          <w:numId w:val="0"/>
        </w:numPr>
        <w:ind w:left="1531"/>
      </w:pP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556147BA" w:rsidR="00F95A2C" w:rsidRDefault="00F95A2C" w:rsidP="00F95A2C">
      <w:pPr>
        <w:pStyle w:val="Textbezslovn"/>
      </w:pPr>
      <w:r>
        <w:t xml:space="preserve">Zadavatel požaduje předložení seznamu stavebních prací poskytnutých dodavatelem na </w:t>
      </w:r>
      <w:r w:rsidRPr="00600F81">
        <w:t xml:space="preserve">stavbách </w:t>
      </w:r>
      <w:r w:rsidR="00DC51AA" w:rsidRPr="00600F81">
        <w:t xml:space="preserve">pozemních </w:t>
      </w:r>
      <w:r w:rsidR="00600F81" w:rsidRPr="00600F81">
        <w:t>komunikací</w:t>
      </w:r>
      <w:r w:rsidRPr="00600F81">
        <w:t xml:space="preserve">, </w:t>
      </w:r>
      <w:r w:rsidR="00600F81">
        <w:t>jak jsou vymezeny v § 2</w:t>
      </w:r>
      <w:r>
        <w:t xml:space="preserve"> </w:t>
      </w:r>
      <w:r w:rsidRPr="00E26058">
        <w:t xml:space="preserve">odst. 1 </w:t>
      </w:r>
      <w:r>
        <w:t xml:space="preserve">zákona č. </w:t>
      </w:r>
      <w:r w:rsidR="00600F81">
        <w:t>13</w:t>
      </w:r>
      <w:r>
        <w:t>/199</w:t>
      </w:r>
      <w:r w:rsidR="00600F81">
        <w:t>7</w:t>
      </w:r>
      <w:r>
        <w:t xml:space="preserve"> Sb., o </w:t>
      </w:r>
      <w:r w:rsidR="00600F81">
        <w:t>pozemních komunikacích</w:t>
      </w:r>
      <w:r>
        <w:t xml:space="preserve">, ve znění pozdějších předpisů, za posledních </w:t>
      </w:r>
      <w:r w:rsidR="001E3C71" w:rsidRPr="001E3C71">
        <w:rPr>
          <w:b/>
        </w:rPr>
        <w:t>5</w:t>
      </w:r>
      <w:r w:rsidRPr="00E26058">
        <w:rPr>
          <w:b/>
        </w:rPr>
        <w:t xml:space="preserve"> let</w:t>
      </w:r>
      <w:r>
        <w:t xml:space="preserve"> před zahájením výběrového řízení (dále jako „</w:t>
      </w:r>
      <w:r w:rsidRPr="00F95A2C">
        <w:rPr>
          <w:b/>
        </w:rPr>
        <w:t>stavební práce</w:t>
      </w:r>
      <w:r>
        <w:t xml:space="preserve">“). </w:t>
      </w:r>
    </w:p>
    <w:p w14:paraId="186D928F" w14:textId="0D577642" w:rsidR="00126E09" w:rsidRDefault="00126E09" w:rsidP="00F95A2C">
      <w:pPr>
        <w:pStyle w:val="Textbezslovn"/>
      </w:pPr>
      <w:r w:rsidRPr="00126E0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1E3C71" w:rsidRPr="001E3C71">
        <w:rPr>
          <w:b/>
        </w:rPr>
        <w:t>5</w:t>
      </w:r>
      <w:r w:rsidRPr="00126E09">
        <w:rPr>
          <w:b/>
        </w:rPr>
        <w:t xml:space="preserve"> letech</w:t>
      </w:r>
      <w:r w:rsidRPr="00126E09">
        <w:t xml:space="preserve"> před zahájením výběrového řízení řádně poskytl a dokončil </w:t>
      </w:r>
      <w:r w:rsidRPr="00126E09">
        <w:rPr>
          <w:b/>
        </w:rPr>
        <w:t>minimálně 2 stavební práce</w:t>
      </w:r>
      <w:r w:rsidRPr="00126E09">
        <w:t xml:space="preserve"> v celkové hodnotě v součtu, včetně případných poddodávek, alespoň ve výši </w:t>
      </w:r>
      <w:r w:rsidR="00774FD1" w:rsidRPr="00774FD1">
        <w:rPr>
          <w:b/>
        </w:rPr>
        <w:t>6 000 000</w:t>
      </w:r>
      <w:r w:rsidRPr="00126E09">
        <w:rPr>
          <w:b/>
        </w:rPr>
        <w:t>,- Kč bez DPH</w:t>
      </w:r>
      <w:r w:rsidR="00774FD1">
        <w:t>, jejichž součástí byl</w:t>
      </w:r>
      <w:r w:rsidR="006A74CA">
        <w:t>a instalace</w:t>
      </w:r>
      <w:r w:rsidR="00774FD1">
        <w:t xml:space="preserve"> </w:t>
      </w:r>
      <w:r w:rsidR="00774FD1" w:rsidRPr="00774FD1">
        <w:rPr>
          <w:b/>
        </w:rPr>
        <w:t>elektrick</w:t>
      </w:r>
      <w:r w:rsidR="006A74CA">
        <w:rPr>
          <w:b/>
        </w:rPr>
        <w:t>ého</w:t>
      </w:r>
      <w:r w:rsidR="00774FD1" w:rsidRPr="00774FD1">
        <w:rPr>
          <w:b/>
        </w:rPr>
        <w:t xml:space="preserve"> ohřev</w:t>
      </w:r>
      <w:r w:rsidR="006A74CA">
        <w:rPr>
          <w:b/>
        </w:rPr>
        <w:t>u</w:t>
      </w:r>
      <w:r w:rsidR="00774FD1" w:rsidRPr="00774FD1">
        <w:rPr>
          <w:b/>
        </w:rPr>
        <w:t xml:space="preserve"> výhybek</w:t>
      </w:r>
      <w:r w:rsidRPr="00126E09">
        <w:t xml:space="preserve">, přičemž celková hodnota alespoň jedné provedené stavební práce musí, včetně případných poddodávek, činit alespoň </w:t>
      </w:r>
      <w:r w:rsidR="00774FD1">
        <w:rPr>
          <w:b/>
        </w:rPr>
        <w:t>3</w:t>
      </w:r>
      <w:r w:rsidRPr="00632267">
        <w:rPr>
          <w:b/>
        </w:rPr>
        <w:t xml:space="preserve"> </w:t>
      </w:r>
      <w:r w:rsidRPr="00126E09">
        <w:rPr>
          <w:b/>
        </w:rPr>
        <w:t>000 000,- Kč bez DPH</w:t>
      </w:r>
      <w:r w:rsidRPr="00126E09">
        <w:t xml:space="preserve">. </w:t>
      </w:r>
    </w:p>
    <w:p w14:paraId="3195D018" w14:textId="24FCFC73"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19687BB" w14:textId="11988BC8" w:rsidR="00246B0B" w:rsidRDefault="00AF4A09" w:rsidP="00126E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w:t>
      </w:r>
      <w:r w:rsidR="00126E09">
        <w:t>ňující definici stavební práce.</w:t>
      </w:r>
    </w:p>
    <w:p w14:paraId="33CBA4C0" w14:textId="77777777" w:rsidR="0035531B" w:rsidRPr="00930B79" w:rsidRDefault="0035531B" w:rsidP="0035531B">
      <w:pPr>
        <w:pStyle w:val="Text1-1"/>
        <w:rPr>
          <w:rStyle w:val="Tun9b"/>
        </w:rPr>
      </w:pPr>
      <w:r w:rsidRPr="00930B79">
        <w:rPr>
          <w:rStyle w:val="Tun9b"/>
        </w:rPr>
        <w:t>Technická kvalifikace – seznam odborného personálu</w:t>
      </w:r>
    </w:p>
    <w:p w14:paraId="267C2A60" w14:textId="781EE21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8E7474">
        <w:t xml:space="preserve"> </w:t>
      </w:r>
      <w:r>
        <w:t>může být za účelem splnění kvalifikace doložena pouze jedna fyzická osoba. Jednotlivé požadavky na kvalifikační kritéria u každé jednotlivé funkce tedy</w:t>
      </w:r>
      <w:r w:rsidR="008E7474">
        <w:t xml:space="preserve"> </w:t>
      </w:r>
      <w:r>
        <w:t>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lastRenderedPageBreak/>
        <w:t>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3C0549B8" w14:textId="77777777" w:rsidR="00126E09" w:rsidRDefault="00126E09" w:rsidP="00126E09">
      <w:pPr>
        <w:pStyle w:val="Odstavec1-1a"/>
        <w:numPr>
          <w:ilvl w:val="0"/>
          <w:numId w:val="33"/>
        </w:numPr>
        <w:spacing w:after="60"/>
      </w:pPr>
      <w:r>
        <w:t>minimálně středoškolské vzdělání;</w:t>
      </w:r>
    </w:p>
    <w:p w14:paraId="31E9E64B" w14:textId="54C64956" w:rsidR="00126E09" w:rsidRPr="00141E78" w:rsidRDefault="00126E09" w:rsidP="00126E09">
      <w:pPr>
        <w:pStyle w:val="Odstavec1-1a"/>
        <w:numPr>
          <w:ilvl w:val="0"/>
          <w:numId w:val="33"/>
        </w:numPr>
        <w:spacing w:after="60"/>
      </w:pPr>
      <w:r>
        <w:t xml:space="preserve">nejméně 5 let praxe v řízení provádění staveb </w:t>
      </w:r>
      <w:r w:rsidR="006A74CA" w:rsidRPr="00141E78">
        <w:t>železničních drah</w:t>
      </w:r>
      <w:r w:rsidRPr="00141E78">
        <w:t xml:space="preserve">; </w:t>
      </w:r>
    </w:p>
    <w:p w14:paraId="7534ABE7" w14:textId="294F79A0" w:rsidR="00126E09" w:rsidRPr="00141E78" w:rsidRDefault="00126E09" w:rsidP="00126E09">
      <w:pPr>
        <w:pStyle w:val="Odstavec1-1a"/>
        <w:numPr>
          <w:ilvl w:val="0"/>
          <w:numId w:val="33"/>
        </w:numPr>
        <w:spacing w:after="60"/>
      </w:pPr>
      <w:r w:rsidRPr="00141E78">
        <w:t xml:space="preserve">musí předložit doklad o autorizaci v rozsahu dle § 5 odst. 3 písm. </w:t>
      </w:r>
      <w:r w:rsidR="006A74CA" w:rsidRPr="00141E78">
        <w:rPr>
          <w:b/>
        </w:rPr>
        <w:t>b)</w:t>
      </w:r>
      <w:r w:rsidRPr="00141E78">
        <w:t xml:space="preserve"> </w:t>
      </w:r>
      <w:r>
        <w:t xml:space="preserve">zákona č. 360/1992 Sb., o výkonu povolání autorizovaných architektů a o výkonu povolání autorizovaných inženýrů a techniků činných ve výstavbě, ve znění pozdějších předpisů (dále jen „autorizační zákon“), tedy v oboru </w:t>
      </w:r>
      <w:r w:rsidR="006A74CA" w:rsidRPr="00141E78">
        <w:t>dopravní stavby</w:t>
      </w:r>
      <w:r w:rsidRPr="00141E78">
        <w:t xml:space="preserve">; </w:t>
      </w:r>
    </w:p>
    <w:p w14:paraId="1AD82000" w14:textId="77777777" w:rsidR="00B8533B" w:rsidRPr="00141E78" w:rsidRDefault="00B8533B" w:rsidP="00B8533B">
      <w:pPr>
        <w:pStyle w:val="Odstavec1-1a"/>
        <w:numPr>
          <w:ilvl w:val="0"/>
          <w:numId w:val="0"/>
        </w:numPr>
        <w:spacing w:after="60"/>
        <w:ind w:left="1417"/>
      </w:pPr>
    </w:p>
    <w:p w14:paraId="13716C48" w14:textId="174207DA" w:rsidR="00725309" w:rsidRPr="00141E78" w:rsidRDefault="000F492C" w:rsidP="002D2709">
      <w:pPr>
        <w:pStyle w:val="Odstavec1-1a"/>
        <w:rPr>
          <w:rStyle w:val="Tun9b"/>
        </w:rPr>
      </w:pPr>
      <w:r w:rsidRPr="00EE4803">
        <w:rPr>
          <w:rStyle w:val="Tun9b"/>
        </w:rPr>
        <w:t>specialist</w:t>
      </w:r>
      <w:r>
        <w:rPr>
          <w:rStyle w:val="Tun9b"/>
        </w:rPr>
        <w:t xml:space="preserve">a </w:t>
      </w:r>
      <w:r w:rsidR="00725309" w:rsidRPr="004716B8">
        <w:rPr>
          <w:rStyle w:val="Tun9b"/>
        </w:rPr>
        <w:t>(</w:t>
      </w:r>
      <w:r w:rsidR="00DB0C73">
        <w:rPr>
          <w:rStyle w:val="Tun9b"/>
        </w:rPr>
        <w:t xml:space="preserve">vedoucí prací) na </w:t>
      </w:r>
      <w:r w:rsidR="00DB0C73" w:rsidRPr="00141E78">
        <w:rPr>
          <w:rStyle w:val="Tun9b"/>
        </w:rPr>
        <w:t>technologická zařízení staveb</w:t>
      </w:r>
      <w:r w:rsidR="00725309" w:rsidRPr="00141E78">
        <w:rPr>
          <w:rStyle w:val="Tun9b"/>
        </w:rPr>
        <w:t xml:space="preserve"> </w:t>
      </w:r>
    </w:p>
    <w:p w14:paraId="0153B07F" w14:textId="77777777" w:rsidR="00725309" w:rsidRPr="004716B8" w:rsidRDefault="00725309" w:rsidP="00725309">
      <w:pPr>
        <w:pStyle w:val="Odrka1-2-"/>
      </w:pPr>
      <w:r w:rsidRPr="004716B8">
        <w:t>minimálně středoškolské vzdělání;</w:t>
      </w:r>
    </w:p>
    <w:p w14:paraId="02A69D4E" w14:textId="0015E7EE" w:rsidR="00725309" w:rsidRPr="004716B8" w:rsidRDefault="00725309" w:rsidP="00725309">
      <w:pPr>
        <w:pStyle w:val="Odrka1-2-"/>
      </w:pPr>
      <w:r w:rsidRPr="004716B8">
        <w:t>nejméně 5 let praxe v o</w:t>
      </w:r>
      <w:r w:rsidR="00DB0C73">
        <w:t>boru své specializace (</w:t>
      </w:r>
      <w:r w:rsidR="00DB0C73" w:rsidRPr="00141E78">
        <w:t>technologická zařízení staveb</w:t>
      </w:r>
      <w:r w:rsidRPr="00141E78">
        <w:t xml:space="preserve">) </w:t>
      </w:r>
      <w:r w:rsidRPr="004716B8">
        <w:t>při provádění staveb;</w:t>
      </w:r>
    </w:p>
    <w:p w14:paraId="68669513" w14:textId="7518BAB1" w:rsidR="00725309" w:rsidRDefault="00725309" w:rsidP="00725309">
      <w:pPr>
        <w:pStyle w:val="Odrka1-2-"/>
      </w:pPr>
      <w:r w:rsidRPr="004716B8">
        <w:t xml:space="preserve">musí předložit doklad o autorizaci v rozsahu dle § 5 odst. 3 písm. </w:t>
      </w:r>
      <w:r w:rsidRPr="004716B8">
        <w:rPr>
          <w:b/>
        </w:rPr>
        <w:t>e)</w:t>
      </w:r>
      <w:r w:rsidRPr="004716B8">
        <w:t xml:space="preserve"> autorizačního zákona, </w:t>
      </w:r>
      <w:r w:rsidRPr="004716B8">
        <w:rPr>
          <w:b/>
        </w:rPr>
        <w:t>tedy v oboru technologická zařízení staveb</w:t>
      </w:r>
      <w:r w:rsidRPr="004716B8">
        <w:t>;</w:t>
      </w:r>
    </w:p>
    <w:p w14:paraId="50BEFFB3" w14:textId="77777777" w:rsidR="00B8533B" w:rsidRDefault="00B8533B" w:rsidP="00B8533B">
      <w:pPr>
        <w:pStyle w:val="Odrka1-2-"/>
        <w:numPr>
          <w:ilvl w:val="0"/>
          <w:numId w:val="0"/>
        </w:numPr>
        <w:ind w:left="1531"/>
      </w:pPr>
    </w:p>
    <w:p w14:paraId="5E9F34F8" w14:textId="77777777" w:rsidR="00126E09" w:rsidRPr="005B5D49" w:rsidRDefault="00126E09" w:rsidP="00126E09">
      <w:pPr>
        <w:pStyle w:val="Odstavec1-1a"/>
        <w:rPr>
          <w:rStyle w:val="Tun9b"/>
        </w:rPr>
      </w:pPr>
      <w:r w:rsidRPr="005B5D49">
        <w:rPr>
          <w:rStyle w:val="Tun9b"/>
        </w:rPr>
        <w:t>osoba odpovědná za kontrolu kvality</w:t>
      </w:r>
    </w:p>
    <w:p w14:paraId="1CBFFF03" w14:textId="77777777" w:rsidR="00126E09" w:rsidRPr="009C399B" w:rsidRDefault="00126E09" w:rsidP="00126E09">
      <w:pPr>
        <w:pStyle w:val="Odrka1-2-"/>
      </w:pPr>
      <w:r w:rsidRPr="009C399B">
        <w:t>minimálně středoškolské vzdělání;</w:t>
      </w:r>
    </w:p>
    <w:p w14:paraId="0CA6E5AB" w14:textId="059573AF" w:rsidR="00126E09" w:rsidRDefault="00126E09" w:rsidP="00126E09">
      <w:pPr>
        <w:pStyle w:val="Odrka1-2-"/>
      </w:pPr>
      <w:r w:rsidRPr="009C399B">
        <w:t>nejméně 5 let praxe v oboru kontroly kvality, se znalostí ověřování kvality stavebních materiálů;</w:t>
      </w:r>
    </w:p>
    <w:p w14:paraId="5183C43C" w14:textId="77777777" w:rsidR="00B8533B" w:rsidRPr="009C399B" w:rsidRDefault="00B8533B" w:rsidP="00B8533B">
      <w:pPr>
        <w:pStyle w:val="Odrka1-2-"/>
        <w:numPr>
          <w:ilvl w:val="0"/>
          <w:numId w:val="0"/>
        </w:numPr>
        <w:ind w:left="1531"/>
      </w:pPr>
    </w:p>
    <w:p w14:paraId="79C580D9" w14:textId="77777777" w:rsidR="00126E09" w:rsidRPr="005B5D49" w:rsidRDefault="00126E09" w:rsidP="00126E09">
      <w:pPr>
        <w:pStyle w:val="Odstavec1-1a"/>
        <w:rPr>
          <w:rStyle w:val="Tun9b"/>
        </w:rPr>
      </w:pPr>
      <w:r w:rsidRPr="005B5D49">
        <w:rPr>
          <w:rStyle w:val="Tun9b"/>
        </w:rPr>
        <w:t>osoba odpovědná za bezpečnost a ochranu zdraví při práci</w:t>
      </w:r>
    </w:p>
    <w:p w14:paraId="28ECF9B9" w14:textId="77777777" w:rsidR="00126E09" w:rsidRPr="009C399B" w:rsidRDefault="00126E09" w:rsidP="00126E09">
      <w:pPr>
        <w:pStyle w:val="Odrka1-2-"/>
      </w:pPr>
      <w:r w:rsidRPr="009C399B">
        <w:t>minimálně středoškolské vzdělání;</w:t>
      </w:r>
    </w:p>
    <w:p w14:paraId="4A9EAA53" w14:textId="4A6BF671" w:rsidR="00867408" w:rsidRDefault="00126E09" w:rsidP="00867408">
      <w:pPr>
        <w:pStyle w:val="Odrka1-2-"/>
      </w:pPr>
      <w:r w:rsidRPr="009C399B">
        <w:t>nejméně 5 let praxe v oboru bezpečnosti a ochrany zdraví při práci;</w:t>
      </w:r>
    </w:p>
    <w:p w14:paraId="2ADA18A4" w14:textId="77777777" w:rsidR="00560357" w:rsidRDefault="00560357" w:rsidP="00560357">
      <w:pPr>
        <w:pStyle w:val="Odrka1-2-"/>
        <w:numPr>
          <w:ilvl w:val="0"/>
          <w:numId w:val="0"/>
        </w:numPr>
        <w:ind w:left="1531"/>
      </w:pPr>
    </w:p>
    <w:p w14:paraId="52318C3A" w14:textId="4E8AC617" w:rsidR="00867408" w:rsidRPr="00D82976" w:rsidRDefault="00867408" w:rsidP="00867408">
      <w:pPr>
        <w:pStyle w:val="Odstavec1-1a"/>
        <w:rPr>
          <w:rStyle w:val="Tun9b"/>
        </w:rPr>
      </w:pPr>
      <w:r w:rsidRPr="00D82976">
        <w:rPr>
          <w:rStyle w:val="Tun9b"/>
        </w:rPr>
        <w:t xml:space="preserve">osoba odpovědná za </w:t>
      </w:r>
      <w:r w:rsidR="00592E85">
        <w:rPr>
          <w:rStyle w:val="Tun9b"/>
        </w:rPr>
        <w:t>o</w:t>
      </w:r>
      <w:r w:rsidR="00703455">
        <w:rPr>
          <w:rStyle w:val="Tun9b"/>
        </w:rPr>
        <w:t>chranu životního prostředí</w:t>
      </w:r>
      <w:r w:rsidR="00592E85">
        <w:rPr>
          <w:rStyle w:val="Tun9b"/>
        </w:rPr>
        <w:t xml:space="preserve"> a odpadové hospodářství</w:t>
      </w:r>
    </w:p>
    <w:p w14:paraId="51DD7A8A" w14:textId="77777777" w:rsidR="00867408" w:rsidRPr="00D82976" w:rsidRDefault="00867408" w:rsidP="00867408">
      <w:pPr>
        <w:pStyle w:val="Odrka1-2-"/>
      </w:pPr>
      <w:r w:rsidRPr="00D82976">
        <w:t>minimálně středoškolské vzdělání;</w:t>
      </w:r>
    </w:p>
    <w:p w14:paraId="058500BB" w14:textId="01740EEF" w:rsidR="00867408" w:rsidRDefault="00867408" w:rsidP="00867408">
      <w:pPr>
        <w:pStyle w:val="Odrka1-2-"/>
      </w:pPr>
      <w:r w:rsidRPr="00D82976">
        <w:t>nejméně 5 let praxe v oboru odpadového hospodářství</w:t>
      </w:r>
      <w:r w:rsidR="00703455">
        <w:t xml:space="preserve"> nebo ochrany životního prostředí</w:t>
      </w:r>
      <w:r w:rsidRPr="00D82976">
        <w:t>;</w:t>
      </w:r>
    </w:p>
    <w:p w14:paraId="53100347" w14:textId="77777777" w:rsidR="00560357" w:rsidRPr="009C399B" w:rsidRDefault="00560357" w:rsidP="00560357">
      <w:pPr>
        <w:pStyle w:val="Odrka1-2-"/>
        <w:numPr>
          <w:ilvl w:val="0"/>
          <w:numId w:val="0"/>
        </w:numPr>
        <w:ind w:left="1531"/>
      </w:pPr>
    </w:p>
    <w:p w14:paraId="49F85300" w14:textId="77777777" w:rsidR="00F27080" w:rsidRDefault="00F27080" w:rsidP="008B2021">
      <w:pPr>
        <w:pStyle w:val="Textbezslovn"/>
      </w:pPr>
    </w:p>
    <w:p w14:paraId="13AC341E" w14:textId="1A22F57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ECD2A7A" w14:textId="3E21A32E" w:rsidR="003C3953" w:rsidRDefault="008B70C7" w:rsidP="006A55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B7DECA3" w14:textId="77777777" w:rsidR="006A55D7" w:rsidRPr="006A55D7" w:rsidRDefault="006A55D7" w:rsidP="006A55D7">
      <w:pPr>
        <w:pStyle w:val="Textbezslovn"/>
        <w:rPr>
          <w:rStyle w:val="Tun9b"/>
          <w:b w:val="0"/>
        </w:rPr>
      </w:pPr>
    </w:p>
    <w:p w14:paraId="05496B6B" w14:textId="22942A82"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6FDF33E" w14:textId="74DD3FB2" w:rsidR="0035531B" w:rsidRPr="00FD38F9" w:rsidRDefault="0035531B" w:rsidP="00BA3AD6">
      <w:pPr>
        <w:pStyle w:val="Textbezslovn"/>
        <w:spacing w:after="0"/>
        <w:ind w:left="1077"/>
      </w:pPr>
      <w:r w:rsidRPr="00FD38F9">
        <w:t>Doklady</w:t>
      </w:r>
      <w:r w:rsidR="00092CC9" w:rsidRPr="00FD38F9">
        <w:t xml:space="preserve"> o </w:t>
      </w:r>
      <w:r w:rsidRPr="00FD38F9">
        <w:t>splnění výše uvedených povinností dokládá vybraný dodavatel jako podmínku pro uzavření smlouvy.</w:t>
      </w:r>
    </w:p>
    <w:p w14:paraId="66E18047" w14:textId="77777777" w:rsidR="00BA3AD6" w:rsidRDefault="00BA3AD6" w:rsidP="00BA3AD6">
      <w:pPr>
        <w:pStyle w:val="Textbezslovn"/>
        <w:spacing w:after="0"/>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lastRenderedPageBreak/>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rsidRPr="00C6082F">
        <w:t>Požadavek ohledně písemného závazku jiné osoby je splněn, resp. poskytnutí plnění určeného</w:t>
      </w:r>
      <w:r w:rsidR="00BC6D2B" w:rsidRPr="00C6082F">
        <w:t xml:space="preserve"> k </w:t>
      </w:r>
      <w:r w:rsidRPr="00C6082F">
        <w:t>plnění veřejné zakázky nebo poskytnutí věcí nebo práv jinou osobou odpovídá rozsahu,</w:t>
      </w:r>
      <w:r w:rsidR="00092CC9" w:rsidRPr="00C6082F">
        <w:t xml:space="preserve"> v </w:t>
      </w:r>
      <w:r w:rsidRPr="00C6082F">
        <w:t xml:space="preserve">jakém tato osoba prokázala kvalifikaci za dodavatele, pokud obsahem písemného závazku jiné osoby je </w:t>
      </w:r>
      <w:r w:rsidRPr="00C6082F">
        <w:rPr>
          <w:rStyle w:val="Tun9b"/>
        </w:rPr>
        <w:t>společná</w:t>
      </w:r>
      <w:r w:rsidR="00845C50" w:rsidRPr="00C6082F">
        <w:rPr>
          <w:rStyle w:val="Tun9b"/>
        </w:rPr>
        <w:t xml:space="preserve"> a </w:t>
      </w:r>
      <w:r w:rsidRPr="00C6082F">
        <w:rPr>
          <w:rStyle w:val="Tun9b"/>
        </w:rPr>
        <w:t>nerozdílná odpovědnost</w:t>
      </w:r>
      <w:r w:rsidRPr="00C6082F">
        <w:t xml:space="preserve"> této osoby za plnění veřejné zakázky společně</w:t>
      </w:r>
      <w:r w:rsidR="00845C50" w:rsidRPr="00C6082F">
        <w:t xml:space="preserve"> s </w:t>
      </w:r>
      <w:r w:rsidRPr="00C6082F">
        <w:t>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6581E4" w14:textId="68B657FA" w:rsidR="00734CFC" w:rsidRDefault="0035531B" w:rsidP="00322BC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2BCC">
        <w:t>íku nebo jiné obdobné evidence.</w:t>
      </w:r>
    </w:p>
    <w:p w14:paraId="6E00154E" w14:textId="77777777" w:rsidR="0035531B" w:rsidRDefault="0035531B" w:rsidP="00193D8F">
      <w:pPr>
        <w:pStyle w:val="Nadpis1-1"/>
      </w:pPr>
      <w:bookmarkStart w:id="12" w:name="_Toc34047338"/>
      <w:r>
        <w:t>DALŠÍ INFORMACE/DOKUMENTY PŘEDKLÁDANÉ DODAVATELEM</w:t>
      </w:r>
      <w:r w:rsidR="00092CC9">
        <w:t xml:space="preserve"> </w:t>
      </w:r>
      <w:r w:rsidR="00776A8A">
        <w:t>V</w:t>
      </w:r>
      <w:r w:rsidR="00092CC9">
        <w:t> </w:t>
      </w:r>
      <w:r>
        <w:t>NABÍDCE</w:t>
      </w:r>
      <w:bookmarkEnd w:id="12"/>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0447AACE"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w:t>
      </w:r>
      <w:r w:rsidR="00845C50">
        <w:lastRenderedPageBreak/>
        <w:t>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0685927D"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lastRenderedPageBreak/>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3" w:name="_Toc34047339"/>
      <w:r>
        <w:t>PROHLÍDKA MÍSTA PLNĚNÍ (STAVENIŠTĚ)</w:t>
      </w:r>
      <w:bookmarkEnd w:id="13"/>
    </w:p>
    <w:p w14:paraId="1DC83E5E" w14:textId="36D49AC7" w:rsidR="00734CFC" w:rsidRDefault="00FD2EA2" w:rsidP="00D32FA3">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D32FA3">
        <w:t xml:space="preserve">. </w:t>
      </w:r>
    </w:p>
    <w:p w14:paraId="4F5FB0F0" w14:textId="77777777" w:rsidR="0035531B" w:rsidRDefault="0035531B" w:rsidP="00BC6D2B">
      <w:pPr>
        <w:pStyle w:val="Nadpis1-1"/>
      </w:pPr>
      <w:bookmarkStart w:id="14" w:name="_Toc34047340"/>
      <w:r>
        <w:t>JAZYK NABÍDEK</w:t>
      </w:r>
      <w:bookmarkEnd w:id="14"/>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93B89C" w14:textId="53871A6C" w:rsidR="00734CFC" w:rsidRDefault="00FD2EA2" w:rsidP="00D32FA3">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D32FA3">
        <w:t>.</w:t>
      </w:r>
    </w:p>
    <w:p w14:paraId="5A2102D8" w14:textId="77777777" w:rsidR="0035531B" w:rsidRDefault="0035531B" w:rsidP="00BC6D2B">
      <w:pPr>
        <w:pStyle w:val="Nadpis1-1"/>
      </w:pPr>
      <w:bookmarkStart w:id="15" w:name="_Toc34047341"/>
      <w:r>
        <w:t>OBSAH</w:t>
      </w:r>
      <w:r w:rsidR="00845C50">
        <w:t xml:space="preserve"> </w:t>
      </w:r>
      <w:r w:rsidR="00776A8A">
        <w:t>A</w:t>
      </w:r>
      <w:r w:rsidR="00845C50">
        <w:t> </w:t>
      </w:r>
      <w:r>
        <w:t>PODÁVÁNÍ NABÍDEK</w:t>
      </w:r>
      <w:bookmarkEnd w:id="15"/>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19B1C9D7" w:rsidR="00AB5AE0" w:rsidRPr="005F122B" w:rsidRDefault="00AB5AE0" w:rsidP="005F122B">
      <w:pPr>
        <w:pStyle w:val="Textbezslovn"/>
        <w:rPr>
          <w:b/>
        </w:rPr>
      </w:pPr>
      <w:r w:rsidRPr="009510A1">
        <w:rPr>
          <w:b/>
        </w:rPr>
        <w:t xml:space="preserve">Nabídky musí být podány </w:t>
      </w:r>
      <w:r w:rsidRPr="005403AB">
        <w:rPr>
          <w:b/>
        </w:rPr>
        <w:t xml:space="preserve">nejpozději do </w:t>
      </w:r>
      <w:r w:rsidR="00DB0C73">
        <w:rPr>
          <w:b/>
        </w:rPr>
        <w:t>19. 11</w:t>
      </w:r>
      <w:r w:rsidR="00322BCC" w:rsidRPr="005403AB">
        <w:rPr>
          <w:b/>
        </w:rPr>
        <w:t>. 2020</w:t>
      </w:r>
      <w:r w:rsidRPr="005403AB">
        <w:rPr>
          <w:b/>
        </w:rPr>
        <w:t xml:space="preserve"> do </w:t>
      </w:r>
      <w:r w:rsidR="00E03B1B">
        <w:rPr>
          <w:b/>
        </w:rPr>
        <w:t>09</w:t>
      </w:r>
      <w:r w:rsidR="005F122B" w:rsidRPr="005403AB">
        <w:rPr>
          <w:b/>
        </w:rPr>
        <w:t>:</w:t>
      </w:r>
      <w:r w:rsidR="00E03B1B">
        <w:rPr>
          <w:b/>
        </w:rPr>
        <w:t>0</w:t>
      </w:r>
      <w:r w:rsidR="005F122B" w:rsidRPr="005403AB">
        <w:rPr>
          <w:b/>
        </w:rPr>
        <w:t>0</w:t>
      </w:r>
      <w:r w:rsidRPr="005403AB">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w:t>
      </w:r>
      <w:r w:rsidRPr="009B3CC4">
        <w:t xml:space="preserve">omezena. Oceněný Soupis prací bude dodavatelem v nabídce předložen ve formátu </w:t>
      </w:r>
      <w:proofErr w:type="spellStart"/>
      <w:r w:rsidRPr="009B3CC4">
        <w:t>xls</w:t>
      </w:r>
      <w:proofErr w:type="spellEnd"/>
      <w:r w:rsidRPr="009B3CC4">
        <w:t>/</w:t>
      </w:r>
      <w:proofErr w:type="spellStart"/>
      <w:r w:rsidRPr="009B3CC4">
        <w:t>xlsx</w:t>
      </w:r>
      <w:proofErr w:type="spellEnd"/>
      <w:r w:rsidRPr="009B3CC4">
        <w:t>.</w:t>
      </w:r>
      <w:r w:rsidR="0035531B" w:rsidRPr="009B3CC4">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05BF2295"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t>Harmonogram postupu prací zpracovaný podle požadavků zadavatele stanovených v článku 9.1 této Výzvy.</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34020953" w:rsidR="0035531B" w:rsidRPr="004F5322" w:rsidRDefault="00695DAA" w:rsidP="00695DAA">
      <w:pPr>
        <w:pStyle w:val="Odrka1-1"/>
      </w:pPr>
      <w:r w:rsidRPr="004F5322">
        <w:t xml:space="preserve">Oceněný Soupis prací včetně </w:t>
      </w:r>
      <w:r w:rsidR="00290140">
        <w:t xml:space="preserve">přehledu </w:t>
      </w:r>
      <w:r w:rsidRPr="004F5322">
        <w:t xml:space="preserve">Rekapitulace </w:t>
      </w:r>
      <w:r w:rsidR="00290140">
        <w:t>členění soupisu prací</w:t>
      </w:r>
      <w:bookmarkStart w:id="16" w:name="_GoBack"/>
      <w:bookmarkEnd w:id="16"/>
      <w:r w:rsidRPr="004F5322">
        <w:t>,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51C2C0" w14:textId="549AFCD9" w:rsidR="00734CFC" w:rsidRPr="00BA3AD6" w:rsidRDefault="00695DAA" w:rsidP="00BA3AD6">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7" w:name="_Toc34047342"/>
      <w:r>
        <w:lastRenderedPageBreak/>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1BA2645F" w:rsidR="0035531B" w:rsidRPr="00833F74" w:rsidRDefault="004C086E" w:rsidP="004C086E">
      <w:pPr>
        <w:pStyle w:val="Text1-1"/>
      </w:pPr>
      <w:r w:rsidRPr="00833F74">
        <w:t xml:space="preserve">Dodavatelé ocení všechny položky Soupisu prací </w:t>
      </w:r>
      <w:r w:rsidR="00D302E5" w:rsidRPr="00833F74">
        <w:t>(není-li v Soupisu prací</w:t>
      </w:r>
      <w:r w:rsidR="00E44495">
        <w:t xml:space="preserve"> s</w:t>
      </w:r>
      <w:r w:rsidR="00D302E5" w:rsidRPr="00833F74">
        <w:t xml:space="preserve">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6E9C4646" w14:textId="422BCD46" w:rsidR="00734CFC" w:rsidRPr="00525A4A" w:rsidRDefault="004C086E" w:rsidP="00BA3AD6">
      <w:pPr>
        <w:pStyle w:val="Text1-1"/>
      </w:pPr>
      <w:r w:rsidRPr="00525A4A">
        <w:t xml:space="preserve">Nabídková cena bude v návrhu Smlouvy o dílo uvedena v Kč bez DPH. Nabídková cena bude zaokrouhlená na dvě desetinná místa. V případě rozporu mezi nabídkovou cenou uvedenou v návrhu Smlouvy o dílo a nabídkovou cenou uvedenou v Rekapitulaci </w:t>
      </w:r>
      <w:r w:rsidR="00601235">
        <w:t>stavby</w:t>
      </w:r>
      <w:r w:rsidRPr="00525A4A">
        <w:t xml:space="preserve">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217E803D" w14:textId="05041B06" w:rsidR="00734CFC" w:rsidRDefault="004C086E" w:rsidP="00BA3AD6">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9" w:name="_Toc34047344"/>
      <w:r>
        <w:t>OTEVÍRÁNÍ NABÍDEK</w:t>
      </w:r>
      <w:bookmarkEnd w:id="19"/>
      <w:r>
        <w:t xml:space="preserve"> </w:t>
      </w:r>
    </w:p>
    <w:p w14:paraId="7B41BCE5" w14:textId="2E62BB65" w:rsidR="00734CFC" w:rsidRDefault="004C086E" w:rsidP="00BA3AD6">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5EAEA1A8"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D774A">
        <w:t>,</w:t>
      </w:r>
      <w:r>
        <w:t xml:space="preserve">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2ED629D" w14:textId="69B6D3A2" w:rsidR="00734CFC" w:rsidRDefault="00C154A5" w:rsidP="00BA3AD6">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1" w:name="_Toc34047346"/>
      <w:r>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ADED842" w14:textId="484D0EA2" w:rsidR="00734CFC" w:rsidRDefault="007B3D4D" w:rsidP="00BA3AD6">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02F4C72C" w14:textId="63A4A647" w:rsidR="00734CFC" w:rsidRDefault="007B3D4D" w:rsidP="00BA3AD6">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w:t>
      </w:r>
      <w:r w:rsidRPr="00F4537A">
        <w:lastRenderedPageBreak/>
        <w:t xml:space="preserve">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Pr="00510E6F" w:rsidRDefault="00C759F1" w:rsidP="00C759F1">
      <w:pPr>
        <w:pStyle w:val="Odrka1-1"/>
      </w:pPr>
      <w:r w:rsidRPr="00510E6F">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w:t>
      </w:r>
      <w:r w:rsidR="00AA0E4D" w:rsidRPr="00510E6F">
        <w:t>odpisem;</w:t>
      </w:r>
    </w:p>
    <w:p w14:paraId="43D5319E" w14:textId="21CEACB5" w:rsidR="00981FBD" w:rsidRPr="00510E6F" w:rsidRDefault="00981FBD" w:rsidP="007038DC">
      <w:pPr>
        <w:pStyle w:val="Odrka1-1"/>
      </w:pPr>
      <w:r w:rsidRPr="00510E6F">
        <w:t>kopii dokladu o elektrotechnické kvalifikaci při činnostech na určených technických zařízeních dle vyhlášky č. 50/1978 Sb., o odborné způsobilosti v elektrotechnice, ve znění pozdějších předpisů, §10 požadovaná kvalifikace – Pracovníci pro samostatné projektování a pracovníci pro řízení projektování</w:t>
      </w:r>
      <w:r w:rsidR="00964AFF" w:rsidRPr="00510E6F">
        <w:t>;</w:t>
      </w:r>
    </w:p>
    <w:p w14:paraId="2B8A9FA1" w14:textId="77777777" w:rsidR="007F53A2" w:rsidRPr="00510E6F" w:rsidRDefault="007F53A2" w:rsidP="007F53A2">
      <w:pPr>
        <w:pStyle w:val="Odrka1-1"/>
      </w:pPr>
      <w:r w:rsidRPr="00510E6F">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970E45F" w14:textId="7EED16E7" w:rsidR="00734CFC" w:rsidRDefault="00AF20AA" w:rsidP="00BA3AD6">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4" w:name="_Toc34047349"/>
      <w:r>
        <w:lastRenderedPageBreak/>
        <w:t>OCHRANA INFORMACÍ</w:t>
      </w:r>
      <w:bookmarkEnd w:id="24"/>
    </w:p>
    <w:p w14:paraId="01242607"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684AC0" w14:textId="7A915879" w:rsidR="00734CFC" w:rsidRDefault="00484026" w:rsidP="00BA3AD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5" w:name="_Toc34047350"/>
      <w:r>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16668735" w14:textId="6247788D" w:rsidR="00BA3AD6" w:rsidRDefault="00BA3AD6" w:rsidP="00564DDD">
      <w:pPr>
        <w:pStyle w:val="Textbezslovn"/>
        <w:spacing w:after="0"/>
      </w:pPr>
    </w:p>
    <w:p w14:paraId="6456518D" w14:textId="77777777" w:rsidR="00BA3AD6" w:rsidRDefault="00BA3AD6" w:rsidP="00564DDD">
      <w:pPr>
        <w:pStyle w:val="Textbezslovn"/>
        <w:spacing w:after="0"/>
      </w:pPr>
    </w:p>
    <w:p w14:paraId="0D84C813" w14:textId="0DA070D4" w:rsidR="0035531B" w:rsidRDefault="0035531B" w:rsidP="00564DDD">
      <w:pPr>
        <w:pStyle w:val="Textbezslovn"/>
        <w:spacing w:after="0"/>
      </w:pPr>
      <w:r w:rsidRPr="00615330">
        <w:t>V</w:t>
      </w:r>
      <w:r w:rsidR="00B36181" w:rsidRPr="00615330">
        <w:t> </w:t>
      </w:r>
      <w:r w:rsidRPr="00615330">
        <w:t xml:space="preserve">Praze </w:t>
      </w:r>
      <w:r>
        <w:t xml:space="preserve"> </w:t>
      </w:r>
    </w:p>
    <w:p w14:paraId="39FC3AF9" w14:textId="77777777" w:rsidR="0035531B" w:rsidRDefault="0035531B" w:rsidP="00564DDD">
      <w:pPr>
        <w:pStyle w:val="Textbezslovn"/>
        <w:spacing w:after="0"/>
      </w:pPr>
    </w:p>
    <w:p w14:paraId="79F9A854" w14:textId="7395731A" w:rsidR="00BA3AD6" w:rsidRDefault="00BA3AD6"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Pr="00856EFE" w:rsidRDefault="00615330" w:rsidP="00615330">
      <w:pPr>
        <w:pStyle w:val="Textbezslovn"/>
        <w:spacing w:after="0"/>
        <w:rPr>
          <w:b/>
        </w:rPr>
      </w:pPr>
      <w:r w:rsidRPr="00856EFE">
        <w:rPr>
          <w:b/>
        </w:rPr>
        <w:t>Ing. Petr Hofhanzl</w:t>
      </w:r>
    </w:p>
    <w:p w14:paraId="6064AE92" w14:textId="77777777" w:rsidR="00615330" w:rsidRDefault="00615330" w:rsidP="00615330">
      <w:pPr>
        <w:pStyle w:val="Textbezslovn"/>
        <w:spacing w:after="0"/>
      </w:pPr>
      <w:r>
        <w:t>ředitel Stavební správy západ</w:t>
      </w:r>
    </w:p>
    <w:p w14:paraId="76ADD998" w14:textId="342343FD" w:rsidR="00564DDD" w:rsidRDefault="00615330" w:rsidP="00BA3AD6">
      <w:pPr>
        <w:pStyle w:val="Textbezslovn"/>
        <w:spacing w:after="0"/>
      </w:pPr>
      <w:r>
        <w:t>Správa železni</w:t>
      </w:r>
      <w:r w:rsidR="00BA3AD6">
        <w:t>c</w:t>
      </w:r>
      <w:r>
        <w:t>,</w:t>
      </w:r>
      <w:r w:rsidR="00BA3AD6">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4FB2A425" w:rsidR="008C65E0" w:rsidRDefault="006A6AF2" w:rsidP="006A6AF2">
      <w:pPr>
        <w:pStyle w:val="Textbezslovn"/>
        <w:ind w:left="0"/>
      </w:pPr>
      <w:r w:rsidRPr="006A6AF2">
        <w:t xml:space="preserve">Řádně jsme se seznámili se zněním zadávacích podmínek veřejné zakázky s názvem </w:t>
      </w:r>
      <w:r w:rsidR="007762D7" w:rsidRPr="007762D7">
        <w:rPr>
          <w:b/>
        </w:rPr>
        <w:t xml:space="preserve">„Rekonstrukce </w:t>
      </w:r>
      <w:proofErr w:type="spellStart"/>
      <w:r w:rsidR="007762D7" w:rsidRPr="007762D7">
        <w:rPr>
          <w:b/>
        </w:rPr>
        <w:t>Negrelliho</w:t>
      </w:r>
      <w:proofErr w:type="spellEnd"/>
      <w:r w:rsidR="007762D7" w:rsidRPr="007762D7">
        <w:rPr>
          <w:b/>
        </w:rPr>
        <w:t xml:space="preserve"> viaduktu“</w:t>
      </w:r>
      <w:r w:rsidR="001E6E37" w:rsidRPr="001E6E37">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3A9F4FED" w:rsidR="00DD63D8" w:rsidRPr="00AD792A" w:rsidRDefault="00DD63D8" w:rsidP="001E3C7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1E3C71">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8E905" w14:textId="77777777" w:rsidR="00E1042A" w:rsidRDefault="00E1042A" w:rsidP="00962258">
      <w:pPr>
        <w:spacing w:after="0" w:line="240" w:lineRule="auto"/>
      </w:pPr>
      <w:r>
        <w:separator/>
      </w:r>
    </w:p>
  </w:endnote>
  <w:endnote w:type="continuationSeparator" w:id="0">
    <w:p w14:paraId="14577945" w14:textId="77777777" w:rsidR="00E1042A" w:rsidRDefault="00E104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25C4" w14:paraId="2F132D39" w14:textId="77777777" w:rsidTr="00EB46E5">
      <w:tc>
        <w:tcPr>
          <w:tcW w:w="1361" w:type="dxa"/>
          <w:tcMar>
            <w:left w:w="0" w:type="dxa"/>
            <w:right w:w="0" w:type="dxa"/>
          </w:tcMar>
          <w:vAlign w:val="bottom"/>
        </w:tcPr>
        <w:p w14:paraId="0FED6983" w14:textId="76DE38C7" w:rsidR="002025C4" w:rsidRPr="00B8518B" w:rsidRDefault="002025C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0140">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0140">
            <w:rPr>
              <w:rStyle w:val="slostrnky"/>
              <w:noProof/>
            </w:rPr>
            <w:t>31</w:t>
          </w:r>
          <w:r w:rsidRPr="00B8518B">
            <w:rPr>
              <w:rStyle w:val="slostrnky"/>
            </w:rPr>
            <w:fldChar w:fldCharType="end"/>
          </w:r>
        </w:p>
      </w:tc>
      <w:tc>
        <w:tcPr>
          <w:tcW w:w="284" w:type="dxa"/>
          <w:shd w:val="clear" w:color="auto" w:fill="auto"/>
          <w:tcMar>
            <w:left w:w="0" w:type="dxa"/>
            <w:right w:w="0" w:type="dxa"/>
          </w:tcMar>
        </w:tcPr>
        <w:p w14:paraId="21F571AD" w14:textId="77777777" w:rsidR="002025C4" w:rsidRDefault="002025C4" w:rsidP="00B8518B">
          <w:pPr>
            <w:pStyle w:val="Zpat"/>
          </w:pPr>
        </w:p>
      </w:tc>
      <w:tc>
        <w:tcPr>
          <w:tcW w:w="425" w:type="dxa"/>
          <w:shd w:val="clear" w:color="auto" w:fill="auto"/>
          <w:tcMar>
            <w:left w:w="0" w:type="dxa"/>
            <w:right w:w="0" w:type="dxa"/>
          </w:tcMar>
        </w:tcPr>
        <w:p w14:paraId="6016BE55" w14:textId="77777777" w:rsidR="002025C4" w:rsidRDefault="002025C4" w:rsidP="00B8518B">
          <w:pPr>
            <w:pStyle w:val="Zpat"/>
          </w:pPr>
        </w:p>
      </w:tc>
      <w:tc>
        <w:tcPr>
          <w:tcW w:w="8505" w:type="dxa"/>
        </w:tcPr>
        <w:p w14:paraId="63909D77" w14:textId="2BDA8CF8" w:rsidR="002025C4" w:rsidRDefault="002025C4" w:rsidP="00EB46E5">
          <w:pPr>
            <w:pStyle w:val="Zpat0"/>
          </w:pPr>
          <w:r w:rsidRPr="001058E9">
            <w:t>„</w:t>
          </w:r>
          <w:r>
            <w:t xml:space="preserve">Rekonstrukce </w:t>
          </w:r>
          <w:proofErr w:type="spellStart"/>
          <w:r>
            <w:t>Negrelliho</w:t>
          </w:r>
          <w:proofErr w:type="spellEnd"/>
          <w:r>
            <w:t xml:space="preserve"> viaduktu</w:t>
          </w:r>
          <w:r w:rsidRPr="001058E9">
            <w:t>“</w:t>
          </w:r>
        </w:p>
        <w:p w14:paraId="3DF5CF39" w14:textId="77777777" w:rsidR="002025C4" w:rsidRDefault="002025C4" w:rsidP="00EB46E5">
          <w:pPr>
            <w:pStyle w:val="Zpat0"/>
          </w:pPr>
          <w:r>
            <w:t>Díl 1 – VÝZVA K PODÁNÍ NABÍDKY</w:t>
          </w:r>
        </w:p>
        <w:p w14:paraId="1A1B9440" w14:textId="77777777" w:rsidR="002025C4" w:rsidRDefault="002025C4" w:rsidP="0035531B">
          <w:pPr>
            <w:pStyle w:val="Zpat0"/>
          </w:pPr>
        </w:p>
      </w:tc>
    </w:tr>
  </w:tbl>
  <w:p w14:paraId="0DBAB29C" w14:textId="77777777" w:rsidR="002025C4" w:rsidRPr="00B8518B" w:rsidRDefault="002025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2025C4" w:rsidRPr="00B8518B" w:rsidRDefault="002025C4" w:rsidP="00460660">
    <w:pPr>
      <w:pStyle w:val="Zpat"/>
      <w:rPr>
        <w:sz w:val="2"/>
        <w:szCs w:val="2"/>
      </w:rPr>
    </w:pPr>
  </w:p>
  <w:p w14:paraId="63C87F10" w14:textId="77777777" w:rsidR="002025C4" w:rsidRPr="00460660" w:rsidRDefault="002025C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EB5E2" w14:textId="77777777" w:rsidR="00E1042A" w:rsidRDefault="00E1042A" w:rsidP="00962258">
      <w:pPr>
        <w:spacing w:after="0" w:line="240" w:lineRule="auto"/>
      </w:pPr>
      <w:r>
        <w:separator/>
      </w:r>
    </w:p>
  </w:footnote>
  <w:footnote w:type="continuationSeparator" w:id="0">
    <w:p w14:paraId="043573A5" w14:textId="77777777" w:rsidR="00E1042A" w:rsidRDefault="00E1042A" w:rsidP="00962258">
      <w:pPr>
        <w:spacing w:after="0" w:line="240" w:lineRule="auto"/>
      </w:pPr>
      <w:r>
        <w:continuationSeparator/>
      </w:r>
    </w:p>
  </w:footnote>
  <w:footnote w:id="1">
    <w:p w14:paraId="5B7C6880" w14:textId="77777777" w:rsidR="002025C4" w:rsidRDefault="002025C4">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2025C4" w:rsidRDefault="002025C4">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2025C4" w:rsidRDefault="002025C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2025C4" w:rsidRDefault="002025C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25C4" w14:paraId="4CA425FE" w14:textId="77777777" w:rsidTr="00C02D0A">
      <w:trPr>
        <w:trHeight w:hRule="exact" w:val="454"/>
      </w:trPr>
      <w:tc>
        <w:tcPr>
          <w:tcW w:w="1361" w:type="dxa"/>
          <w:tcMar>
            <w:top w:w="57" w:type="dxa"/>
            <w:left w:w="0" w:type="dxa"/>
            <w:right w:w="0" w:type="dxa"/>
          </w:tcMar>
        </w:tcPr>
        <w:p w14:paraId="406B8F95" w14:textId="77777777" w:rsidR="002025C4" w:rsidRPr="00B8518B" w:rsidRDefault="002025C4" w:rsidP="00523EA7">
          <w:pPr>
            <w:pStyle w:val="Zpat"/>
            <w:rPr>
              <w:rStyle w:val="slostrnky"/>
            </w:rPr>
          </w:pPr>
        </w:p>
      </w:tc>
      <w:tc>
        <w:tcPr>
          <w:tcW w:w="3458" w:type="dxa"/>
          <w:shd w:val="clear" w:color="auto" w:fill="auto"/>
          <w:tcMar>
            <w:top w:w="57" w:type="dxa"/>
            <w:left w:w="0" w:type="dxa"/>
            <w:right w:w="0" w:type="dxa"/>
          </w:tcMar>
        </w:tcPr>
        <w:p w14:paraId="7970222A" w14:textId="77777777" w:rsidR="002025C4" w:rsidRDefault="002025C4" w:rsidP="00523EA7">
          <w:pPr>
            <w:pStyle w:val="Zpat"/>
          </w:pPr>
        </w:p>
      </w:tc>
      <w:tc>
        <w:tcPr>
          <w:tcW w:w="5698" w:type="dxa"/>
          <w:shd w:val="clear" w:color="auto" w:fill="auto"/>
          <w:tcMar>
            <w:top w:w="57" w:type="dxa"/>
            <w:left w:w="0" w:type="dxa"/>
            <w:right w:w="0" w:type="dxa"/>
          </w:tcMar>
        </w:tcPr>
        <w:p w14:paraId="5DDB99B2" w14:textId="77777777" w:rsidR="002025C4" w:rsidRPr="00D6163D" w:rsidRDefault="002025C4" w:rsidP="00D6163D">
          <w:pPr>
            <w:pStyle w:val="Druhdokumentu"/>
          </w:pPr>
        </w:p>
      </w:tc>
    </w:tr>
  </w:tbl>
  <w:p w14:paraId="5052636E" w14:textId="77777777" w:rsidR="002025C4" w:rsidRPr="00D6163D" w:rsidRDefault="002025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25C4" w14:paraId="4D461746" w14:textId="77777777" w:rsidTr="00B22106">
      <w:trPr>
        <w:trHeight w:hRule="exact" w:val="936"/>
      </w:trPr>
      <w:tc>
        <w:tcPr>
          <w:tcW w:w="1361" w:type="dxa"/>
          <w:tcMar>
            <w:left w:w="0" w:type="dxa"/>
            <w:right w:w="0" w:type="dxa"/>
          </w:tcMar>
        </w:tcPr>
        <w:p w14:paraId="3EAF57C2" w14:textId="77777777" w:rsidR="002025C4" w:rsidRPr="00B8518B" w:rsidRDefault="002025C4" w:rsidP="00FC6389">
          <w:pPr>
            <w:pStyle w:val="Zpat"/>
            <w:rPr>
              <w:rStyle w:val="slostrnky"/>
            </w:rPr>
          </w:pPr>
        </w:p>
      </w:tc>
      <w:tc>
        <w:tcPr>
          <w:tcW w:w="3458" w:type="dxa"/>
          <w:shd w:val="clear" w:color="auto" w:fill="auto"/>
          <w:tcMar>
            <w:left w:w="0" w:type="dxa"/>
            <w:right w:w="0" w:type="dxa"/>
          </w:tcMar>
        </w:tcPr>
        <w:p w14:paraId="67C691BA" w14:textId="77777777" w:rsidR="002025C4" w:rsidRDefault="002025C4" w:rsidP="00FC6389">
          <w:pPr>
            <w:pStyle w:val="Zpat"/>
          </w:pPr>
        </w:p>
      </w:tc>
      <w:tc>
        <w:tcPr>
          <w:tcW w:w="5756" w:type="dxa"/>
          <w:shd w:val="clear" w:color="auto" w:fill="auto"/>
          <w:tcMar>
            <w:left w:w="0" w:type="dxa"/>
            <w:right w:w="0" w:type="dxa"/>
          </w:tcMar>
        </w:tcPr>
        <w:p w14:paraId="47D18E1F" w14:textId="77777777" w:rsidR="002025C4" w:rsidRPr="00D6163D" w:rsidRDefault="002025C4" w:rsidP="00FC6389">
          <w:pPr>
            <w:pStyle w:val="Druhdokumentu"/>
          </w:pPr>
        </w:p>
      </w:tc>
    </w:tr>
    <w:tr w:rsidR="002025C4" w14:paraId="498164B3" w14:textId="77777777" w:rsidTr="00B22106">
      <w:trPr>
        <w:trHeight w:hRule="exact" w:val="936"/>
      </w:trPr>
      <w:tc>
        <w:tcPr>
          <w:tcW w:w="1361" w:type="dxa"/>
          <w:tcMar>
            <w:left w:w="0" w:type="dxa"/>
            <w:right w:w="0" w:type="dxa"/>
          </w:tcMar>
        </w:tcPr>
        <w:p w14:paraId="14F7B45F" w14:textId="77777777" w:rsidR="002025C4" w:rsidRPr="00B8518B" w:rsidRDefault="002025C4" w:rsidP="00FC6389">
          <w:pPr>
            <w:pStyle w:val="Zpat"/>
            <w:rPr>
              <w:rStyle w:val="slostrnky"/>
            </w:rPr>
          </w:pPr>
        </w:p>
      </w:tc>
      <w:tc>
        <w:tcPr>
          <w:tcW w:w="3458" w:type="dxa"/>
          <w:shd w:val="clear" w:color="auto" w:fill="auto"/>
          <w:tcMar>
            <w:left w:w="0" w:type="dxa"/>
            <w:right w:w="0" w:type="dxa"/>
          </w:tcMar>
        </w:tcPr>
        <w:p w14:paraId="7DCF4F1D" w14:textId="77777777" w:rsidR="002025C4" w:rsidRDefault="002025C4" w:rsidP="00FC6389">
          <w:pPr>
            <w:pStyle w:val="Zpat"/>
          </w:pPr>
        </w:p>
      </w:tc>
      <w:tc>
        <w:tcPr>
          <w:tcW w:w="5756" w:type="dxa"/>
          <w:shd w:val="clear" w:color="auto" w:fill="auto"/>
          <w:tcMar>
            <w:left w:w="0" w:type="dxa"/>
            <w:right w:w="0" w:type="dxa"/>
          </w:tcMar>
        </w:tcPr>
        <w:p w14:paraId="151B0AFE" w14:textId="77777777" w:rsidR="002025C4" w:rsidRPr="00D6163D" w:rsidRDefault="002025C4" w:rsidP="00FC6389">
          <w:pPr>
            <w:pStyle w:val="Druhdokumentu"/>
          </w:pPr>
        </w:p>
      </w:tc>
    </w:tr>
  </w:tbl>
  <w:p w14:paraId="04010A3D" w14:textId="77777777" w:rsidR="002025C4" w:rsidRPr="00D6163D" w:rsidRDefault="002025C4"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2025C4" w:rsidRPr="00460660" w:rsidRDefault="002025C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9111D1"/>
    <w:multiLevelType w:val="multilevel"/>
    <w:tmpl w:val="60F8A11A"/>
    <w:lvl w:ilvl="0">
      <w:start w:val="1"/>
      <w:numFmt w:val="bullet"/>
      <w:lvlText w:val=""/>
      <w:lvlJc w:val="left"/>
      <w:pPr>
        <w:tabs>
          <w:tab w:val="num" w:pos="1417"/>
        </w:tabs>
        <w:ind w:left="141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8247D7"/>
    <w:multiLevelType w:val="multilevel"/>
    <w:tmpl w:val="B334483A"/>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9"/>
  </w:num>
  <w:num w:numId="3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120"/>
    <w:rsid w:val="00015417"/>
    <w:rsid w:val="00017297"/>
    <w:rsid w:val="000174E8"/>
    <w:rsid w:val="00017F3C"/>
    <w:rsid w:val="000226A7"/>
    <w:rsid w:val="00026942"/>
    <w:rsid w:val="000325A6"/>
    <w:rsid w:val="000338E9"/>
    <w:rsid w:val="00034213"/>
    <w:rsid w:val="00036EE6"/>
    <w:rsid w:val="00041EC8"/>
    <w:rsid w:val="00046545"/>
    <w:rsid w:val="00052D8B"/>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10E1"/>
    <w:rsid w:val="000A524D"/>
    <w:rsid w:val="000A6775"/>
    <w:rsid w:val="000B4EB8"/>
    <w:rsid w:val="000B7A92"/>
    <w:rsid w:val="000C41F2"/>
    <w:rsid w:val="000C6205"/>
    <w:rsid w:val="000D22C4"/>
    <w:rsid w:val="000D27D1"/>
    <w:rsid w:val="000D290F"/>
    <w:rsid w:val="000D44A9"/>
    <w:rsid w:val="000D5300"/>
    <w:rsid w:val="000D5E72"/>
    <w:rsid w:val="000D7437"/>
    <w:rsid w:val="000E1A7F"/>
    <w:rsid w:val="000E491A"/>
    <w:rsid w:val="000E4D93"/>
    <w:rsid w:val="000E4DCD"/>
    <w:rsid w:val="000F3B55"/>
    <w:rsid w:val="000F492C"/>
    <w:rsid w:val="000F51A0"/>
    <w:rsid w:val="000F55B2"/>
    <w:rsid w:val="000F7FCA"/>
    <w:rsid w:val="001058E9"/>
    <w:rsid w:val="00106A0E"/>
    <w:rsid w:val="00112301"/>
    <w:rsid w:val="00112864"/>
    <w:rsid w:val="00112AC6"/>
    <w:rsid w:val="00113CC9"/>
    <w:rsid w:val="00114472"/>
    <w:rsid w:val="00114988"/>
    <w:rsid w:val="00115069"/>
    <w:rsid w:val="001150F2"/>
    <w:rsid w:val="00116813"/>
    <w:rsid w:val="00116CFE"/>
    <w:rsid w:val="00122AE3"/>
    <w:rsid w:val="00126E09"/>
    <w:rsid w:val="001305E9"/>
    <w:rsid w:val="00137E71"/>
    <w:rsid w:val="00141E78"/>
    <w:rsid w:val="001462A2"/>
    <w:rsid w:val="00146BCB"/>
    <w:rsid w:val="00146E2D"/>
    <w:rsid w:val="001472A9"/>
    <w:rsid w:val="00155F9F"/>
    <w:rsid w:val="00156ED8"/>
    <w:rsid w:val="001656A2"/>
    <w:rsid w:val="00166451"/>
    <w:rsid w:val="001664F4"/>
    <w:rsid w:val="00166806"/>
    <w:rsid w:val="00170521"/>
    <w:rsid w:val="00170EC5"/>
    <w:rsid w:val="001747C1"/>
    <w:rsid w:val="00177D6B"/>
    <w:rsid w:val="00183EEA"/>
    <w:rsid w:val="00186281"/>
    <w:rsid w:val="001902D3"/>
    <w:rsid w:val="00191F90"/>
    <w:rsid w:val="0019229F"/>
    <w:rsid w:val="00192880"/>
    <w:rsid w:val="00192BA0"/>
    <w:rsid w:val="00193D8F"/>
    <w:rsid w:val="001950C2"/>
    <w:rsid w:val="00196E81"/>
    <w:rsid w:val="001A06C7"/>
    <w:rsid w:val="001B23A1"/>
    <w:rsid w:val="001B4E74"/>
    <w:rsid w:val="001B6784"/>
    <w:rsid w:val="001C645F"/>
    <w:rsid w:val="001D14CB"/>
    <w:rsid w:val="001D1EEE"/>
    <w:rsid w:val="001D31D1"/>
    <w:rsid w:val="001D4B4A"/>
    <w:rsid w:val="001D5DE6"/>
    <w:rsid w:val="001D6434"/>
    <w:rsid w:val="001E31D4"/>
    <w:rsid w:val="001E3C71"/>
    <w:rsid w:val="001E651D"/>
    <w:rsid w:val="001E678E"/>
    <w:rsid w:val="001E6E37"/>
    <w:rsid w:val="001F1A0B"/>
    <w:rsid w:val="001F2A51"/>
    <w:rsid w:val="001F4F9E"/>
    <w:rsid w:val="001F6BA7"/>
    <w:rsid w:val="0020259D"/>
    <w:rsid w:val="002025C4"/>
    <w:rsid w:val="002048DE"/>
    <w:rsid w:val="002071BB"/>
    <w:rsid w:val="00207DF5"/>
    <w:rsid w:val="002113EA"/>
    <w:rsid w:val="002200EB"/>
    <w:rsid w:val="002213EA"/>
    <w:rsid w:val="00223FB9"/>
    <w:rsid w:val="002262A8"/>
    <w:rsid w:val="00233A53"/>
    <w:rsid w:val="002351BC"/>
    <w:rsid w:val="00235EB5"/>
    <w:rsid w:val="00240B81"/>
    <w:rsid w:val="0024699F"/>
    <w:rsid w:val="00246B0B"/>
    <w:rsid w:val="00247D01"/>
    <w:rsid w:val="0025030F"/>
    <w:rsid w:val="00261920"/>
    <w:rsid w:val="00261A5B"/>
    <w:rsid w:val="00262E5B"/>
    <w:rsid w:val="00263CBA"/>
    <w:rsid w:val="00270FF3"/>
    <w:rsid w:val="00273581"/>
    <w:rsid w:val="00276AFE"/>
    <w:rsid w:val="002810A5"/>
    <w:rsid w:val="00283302"/>
    <w:rsid w:val="002863C1"/>
    <w:rsid w:val="00290140"/>
    <w:rsid w:val="002924B8"/>
    <w:rsid w:val="00294244"/>
    <w:rsid w:val="002A3B57"/>
    <w:rsid w:val="002A3E85"/>
    <w:rsid w:val="002A7844"/>
    <w:rsid w:val="002B5721"/>
    <w:rsid w:val="002C04EE"/>
    <w:rsid w:val="002C31BF"/>
    <w:rsid w:val="002C3325"/>
    <w:rsid w:val="002C635F"/>
    <w:rsid w:val="002C7837"/>
    <w:rsid w:val="002D6881"/>
    <w:rsid w:val="002D6AC5"/>
    <w:rsid w:val="002D774A"/>
    <w:rsid w:val="002D7FD6"/>
    <w:rsid w:val="002E0CD7"/>
    <w:rsid w:val="002E0CFB"/>
    <w:rsid w:val="002E294C"/>
    <w:rsid w:val="002E2A08"/>
    <w:rsid w:val="002E2AB1"/>
    <w:rsid w:val="002E5C7B"/>
    <w:rsid w:val="002E7F43"/>
    <w:rsid w:val="002F023E"/>
    <w:rsid w:val="002F33F2"/>
    <w:rsid w:val="002F4333"/>
    <w:rsid w:val="002F4AAD"/>
    <w:rsid w:val="002F539F"/>
    <w:rsid w:val="00307641"/>
    <w:rsid w:val="0030774B"/>
    <w:rsid w:val="00311F11"/>
    <w:rsid w:val="003137C5"/>
    <w:rsid w:val="00314DE4"/>
    <w:rsid w:val="00321E17"/>
    <w:rsid w:val="00322579"/>
    <w:rsid w:val="00322BCC"/>
    <w:rsid w:val="0032385D"/>
    <w:rsid w:val="00324C4C"/>
    <w:rsid w:val="00327EEF"/>
    <w:rsid w:val="0033239F"/>
    <w:rsid w:val="0033345F"/>
    <w:rsid w:val="00335D15"/>
    <w:rsid w:val="0034274B"/>
    <w:rsid w:val="0034719F"/>
    <w:rsid w:val="00350A35"/>
    <w:rsid w:val="00351A00"/>
    <w:rsid w:val="0035531B"/>
    <w:rsid w:val="00355346"/>
    <w:rsid w:val="003571D8"/>
    <w:rsid w:val="003573ED"/>
    <w:rsid w:val="00357BC6"/>
    <w:rsid w:val="00361422"/>
    <w:rsid w:val="00362FB8"/>
    <w:rsid w:val="003648D8"/>
    <w:rsid w:val="003717A3"/>
    <w:rsid w:val="00373F0C"/>
    <w:rsid w:val="00374844"/>
    <w:rsid w:val="003753A9"/>
    <w:rsid w:val="0037545D"/>
    <w:rsid w:val="00376EF7"/>
    <w:rsid w:val="00386061"/>
    <w:rsid w:val="003866CC"/>
    <w:rsid w:val="00386FF1"/>
    <w:rsid w:val="00387C2D"/>
    <w:rsid w:val="00392EB6"/>
    <w:rsid w:val="00394D03"/>
    <w:rsid w:val="003956C6"/>
    <w:rsid w:val="003A03F9"/>
    <w:rsid w:val="003A0E3D"/>
    <w:rsid w:val="003A4513"/>
    <w:rsid w:val="003A5DA4"/>
    <w:rsid w:val="003B6E7B"/>
    <w:rsid w:val="003B7282"/>
    <w:rsid w:val="003B734D"/>
    <w:rsid w:val="003C0C64"/>
    <w:rsid w:val="003C33F2"/>
    <w:rsid w:val="003C3953"/>
    <w:rsid w:val="003C41B1"/>
    <w:rsid w:val="003D428C"/>
    <w:rsid w:val="003D756E"/>
    <w:rsid w:val="003E3CE3"/>
    <w:rsid w:val="003E420D"/>
    <w:rsid w:val="003E4C13"/>
    <w:rsid w:val="003E79F5"/>
    <w:rsid w:val="003F2CA4"/>
    <w:rsid w:val="003F5249"/>
    <w:rsid w:val="003F60FD"/>
    <w:rsid w:val="003F6C36"/>
    <w:rsid w:val="003F78E7"/>
    <w:rsid w:val="004018B6"/>
    <w:rsid w:val="004020D8"/>
    <w:rsid w:val="00403189"/>
    <w:rsid w:val="00404BA2"/>
    <w:rsid w:val="004069DC"/>
    <w:rsid w:val="004078F3"/>
    <w:rsid w:val="0041130C"/>
    <w:rsid w:val="00411DDA"/>
    <w:rsid w:val="00416B06"/>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4BC1"/>
    <w:rsid w:val="0048535A"/>
    <w:rsid w:val="00486107"/>
    <w:rsid w:val="00491827"/>
    <w:rsid w:val="0049433C"/>
    <w:rsid w:val="004960FC"/>
    <w:rsid w:val="0049707A"/>
    <w:rsid w:val="004A147A"/>
    <w:rsid w:val="004B34E9"/>
    <w:rsid w:val="004B693C"/>
    <w:rsid w:val="004C086E"/>
    <w:rsid w:val="004C4399"/>
    <w:rsid w:val="004C63D4"/>
    <w:rsid w:val="004C787C"/>
    <w:rsid w:val="004D33DD"/>
    <w:rsid w:val="004E21EC"/>
    <w:rsid w:val="004E77B2"/>
    <w:rsid w:val="004E7A1F"/>
    <w:rsid w:val="004F1D17"/>
    <w:rsid w:val="004F2655"/>
    <w:rsid w:val="004F3CA6"/>
    <w:rsid w:val="004F4597"/>
    <w:rsid w:val="004F4B9B"/>
    <w:rsid w:val="004F5322"/>
    <w:rsid w:val="00500DB2"/>
    <w:rsid w:val="00501B32"/>
    <w:rsid w:val="0050417D"/>
    <w:rsid w:val="00505679"/>
    <w:rsid w:val="005065EE"/>
    <w:rsid w:val="0050666E"/>
    <w:rsid w:val="005069A0"/>
    <w:rsid w:val="00506E0A"/>
    <w:rsid w:val="005101A1"/>
    <w:rsid w:val="005108DD"/>
    <w:rsid w:val="00510E6F"/>
    <w:rsid w:val="00511AB9"/>
    <w:rsid w:val="00513C9D"/>
    <w:rsid w:val="005210B3"/>
    <w:rsid w:val="0052305D"/>
    <w:rsid w:val="00523BB5"/>
    <w:rsid w:val="00523EA7"/>
    <w:rsid w:val="00525A4A"/>
    <w:rsid w:val="00525AB3"/>
    <w:rsid w:val="00527FA1"/>
    <w:rsid w:val="005303B4"/>
    <w:rsid w:val="005403AB"/>
    <w:rsid w:val="005406EB"/>
    <w:rsid w:val="00542A90"/>
    <w:rsid w:val="005466C5"/>
    <w:rsid w:val="00551E4C"/>
    <w:rsid w:val="00553375"/>
    <w:rsid w:val="00555884"/>
    <w:rsid w:val="005569BF"/>
    <w:rsid w:val="00560357"/>
    <w:rsid w:val="00561EA4"/>
    <w:rsid w:val="00562254"/>
    <w:rsid w:val="00564DDD"/>
    <w:rsid w:val="0056691F"/>
    <w:rsid w:val="005736B7"/>
    <w:rsid w:val="00575E5A"/>
    <w:rsid w:val="00577A3C"/>
    <w:rsid w:val="00577D56"/>
    <w:rsid w:val="00580245"/>
    <w:rsid w:val="00582640"/>
    <w:rsid w:val="005863DA"/>
    <w:rsid w:val="00590DE2"/>
    <w:rsid w:val="00592E85"/>
    <w:rsid w:val="005971DD"/>
    <w:rsid w:val="005A1F44"/>
    <w:rsid w:val="005A29AA"/>
    <w:rsid w:val="005A29E7"/>
    <w:rsid w:val="005A3D2F"/>
    <w:rsid w:val="005A7BD5"/>
    <w:rsid w:val="005B13AA"/>
    <w:rsid w:val="005B434C"/>
    <w:rsid w:val="005B5145"/>
    <w:rsid w:val="005B64BB"/>
    <w:rsid w:val="005C20F5"/>
    <w:rsid w:val="005C33E3"/>
    <w:rsid w:val="005D3C39"/>
    <w:rsid w:val="005D4D78"/>
    <w:rsid w:val="005E2B9C"/>
    <w:rsid w:val="005E3049"/>
    <w:rsid w:val="005E457D"/>
    <w:rsid w:val="005E608A"/>
    <w:rsid w:val="005F122B"/>
    <w:rsid w:val="005F18E9"/>
    <w:rsid w:val="005F5119"/>
    <w:rsid w:val="005F7739"/>
    <w:rsid w:val="00600135"/>
    <w:rsid w:val="00600F81"/>
    <w:rsid w:val="0060115D"/>
    <w:rsid w:val="00601235"/>
    <w:rsid w:val="006015EA"/>
    <w:rsid w:val="00601A8C"/>
    <w:rsid w:val="006032A2"/>
    <w:rsid w:val="006036F3"/>
    <w:rsid w:val="0061068E"/>
    <w:rsid w:val="006115D3"/>
    <w:rsid w:val="00614FEE"/>
    <w:rsid w:val="00615330"/>
    <w:rsid w:val="00616090"/>
    <w:rsid w:val="0061763C"/>
    <w:rsid w:val="00632267"/>
    <w:rsid w:val="00636AB3"/>
    <w:rsid w:val="00640B30"/>
    <w:rsid w:val="0064434F"/>
    <w:rsid w:val="00652061"/>
    <w:rsid w:val="00655976"/>
    <w:rsid w:val="0065610E"/>
    <w:rsid w:val="00656F4A"/>
    <w:rsid w:val="00657597"/>
    <w:rsid w:val="00660AD3"/>
    <w:rsid w:val="0066172A"/>
    <w:rsid w:val="00665F2C"/>
    <w:rsid w:val="00674F76"/>
    <w:rsid w:val="006776B6"/>
    <w:rsid w:val="00680709"/>
    <w:rsid w:val="00683049"/>
    <w:rsid w:val="00686462"/>
    <w:rsid w:val="00693150"/>
    <w:rsid w:val="00693188"/>
    <w:rsid w:val="00695DAA"/>
    <w:rsid w:val="00695DB8"/>
    <w:rsid w:val="006A3038"/>
    <w:rsid w:val="006A5570"/>
    <w:rsid w:val="006A55D7"/>
    <w:rsid w:val="006A689C"/>
    <w:rsid w:val="006A6AF2"/>
    <w:rsid w:val="006A74CA"/>
    <w:rsid w:val="006B00DF"/>
    <w:rsid w:val="006B3D79"/>
    <w:rsid w:val="006B6FE4"/>
    <w:rsid w:val="006C04A0"/>
    <w:rsid w:val="006C2343"/>
    <w:rsid w:val="006C3264"/>
    <w:rsid w:val="006C442A"/>
    <w:rsid w:val="006C64BC"/>
    <w:rsid w:val="006C78A7"/>
    <w:rsid w:val="006D34B2"/>
    <w:rsid w:val="006E0578"/>
    <w:rsid w:val="006E05F3"/>
    <w:rsid w:val="006E2A40"/>
    <w:rsid w:val="006E314D"/>
    <w:rsid w:val="006E37AC"/>
    <w:rsid w:val="006F6B09"/>
    <w:rsid w:val="00703455"/>
    <w:rsid w:val="007038DC"/>
    <w:rsid w:val="00705244"/>
    <w:rsid w:val="00706AB3"/>
    <w:rsid w:val="00706F4C"/>
    <w:rsid w:val="00710723"/>
    <w:rsid w:val="00710C2C"/>
    <w:rsid w:val="007134F3"/>
    <w:rsid w:val="00723ED1"/>
    <w:rsid w:val="00725309"/>
    <w:rsid w:val="007317D5"/>
    <w:rsid w:val="00734CFC"/>
    <w:rsid w:val="007354E9"/>
    <w:rsid w:val="007356BD"/>
    <w:rsid w:val="007366CD"/>
    <w:rsid w:val="0074088F"/>
    <w:rsid w:val="00740AF5"/>
    <w:rsid w:val="00743525"/>
    <w:rsid w:val="00744F6A"/>
    <w:rsid w:val="00745555"/>
    <w:rsid w:val="007541A2"/>
    <w:rsid w:val="00755818"/>
    <w:rsid w:val="0075602A"/>
    <w:rsid w:val="00760647"/>
    <w:rsid w:val="0076286B"/>
    <w:rsid w:val="007633CF"/>
    <w:rsid w:val="00764AF4"/>
    <w:rsid w:val="00766846"/>
    <w:rsid w:val="0076790E"/>
    <w:rsid w:val="0077218F"/>
    <w:rsid w:val="00773DC0"/>
    <w:rsid w:val="00774FD1"/>
    <w:rsid w:val="007762D7"/>
    <w:rsid w:val="0077673A"/>
    <w:rsid w:val="00776A8A"/>
    <w:rsid w:val="007832F4"/>
    <w:rsid w:val="007846E1"/>
    <w:rsid w:val="00784729"/>
    <w:rsid w:val="007847D6"/>
    <w:rsid w:val="00787E52"/>
    <w:rsid w:val="00792824"/>
    <w:rsid w:val="00795DF7"/>
    <w:rsid w:val="007967C5"/>
    <w:rsid w:val="007A2107"/>
    <w:rsid w:val="007A2108"/>
    <w:rsid w:val="007A5172"/>
    <w:rsid w:val="007A67A0"/>
    <w:rsid w:val="007B3D4D"/>
    <w:rsid w:val="007B570C"/>
    <w:rsid w:val="007B589B"/>
    <w:rsid w:val="007D0559"/>
    <w:rsid w:val="007D384C"/>
    <w:rsid w:val="007D3ADE"/>
    <w:rsid w:val="007D5A8D"/>
    <w:rsid w:val="007E06C1"/>
    <w:rsid w:val="007E2234"/>
    <w:rsid w:val="007E424B"/>
    <w:rsid w:val="007E4A6E"/>
    <w:rsid w:val="007E5310"/>
    <w:rsid w:val="007F1F9F"/>
    <w:rsid w:val="007F53A2"/>
    <w:rsid w:val="007F56A7"/>
    <w:rsid w:val="007F6C3B"/>
    <w:rsid w:val="007F7DAF"/>
    <w:rsid w:val="00800851"/>
    <w:rsid w:val="008008A3"/>
    <w:rsid w:val="00807DD0"/>
    <w:rsid w:val="00813628"/>
    <w:rsid w:val="00813BA0"/>
    <w:rsid w:val="008154C6"/>
    <w:rsid w:val="00816423"/>
    <w:rsid w:val="00821D01"/>
    <w:rsid w:val="008224DE"/>
    <w:rsid w:val="00822B88"/>
    <w:rsid w:val="00825555"/>
    <w:rsid w:val="00826B7B"/>
    <w:rsid w:val="00827022"/>
    <w:rsid w:val="008301CB"/>
    <w:rsid w:val="00831DE9"/>
    <w:rsid w:val="00833899"/>
    <w:rsid w:val="00833F74"/>
    <w:rsid w:val="00840A6F"/>
    <w:rsid w:val="0084207C"/>
    <w:rsid w:val="00844659"/>
    <w:rsid w:val="00845C50"/>
    <w:rsid w:val="00846789"/>
    <w:rsid w:val="008513D8"/>
    <w:rsid w:val="0085251B"/>
    <w:rsid w:val="00855670"/>
    <w:rsid w:val="00856EFE"/>
    <w:rsid w:val="0086182F"/>
    <w:rsid w:val="00862169"/>
    <w:rsid w:val="008647B8"/>
    <w:rsid w:val="0086497B"/>
    <w:rsid w:val="00867408"/>
    <w:rsid w:val="008709A6"/>
    <w:rsid w:val="00872044"/>
    <w:rsid w:val="0087339A"/>
    <w:rsid w:val="00876D73"/>
    <w:rsid w:val="008858F2"/>
    <w:rsid w:val="00887139"/>
    <w:rsid w:val="00887F36"/>
    <w:rsid w:val="00887FEB"/>
    <w:rsid w:val="008910DD"/>
    <w:rsid w:val="00893119"/>
    <w:rsid w:val="008970AF"/>
    <w:rsid w:val="008A3568"/>
    <w:rsid w:val="008A7666"/>
    <w:rsid w:val="008B2021"/>
    <w:rsid w:val="008B2ECF"/>
    <w:rsid w:val="008B6F8F"/>
    <w:rsid w:val="008B70C7"/>
    <w:rsid w:val="008C50F3"/>
    <w:rsid w:val="008C65BC"/>
    <w:rsid w:val="008C65E0"/>
    <w:rsid w:val="008C7EFE"/>
    <w:rsid w:val="008D03B9"/>
    <w:rsid w:val="008D30C7"/>
    <w:rsid w:val="008D342E"/>
    <w:rsid w:val="008D552B"/>
    <w:rsid w:val="008D770C"/>
    <w:rsid w:val="008E05B6"/>
    <w:rsid w:val="008E1138"/>
    <w:rsid w:val="008E360B"/>
    <w:rsid w:val="008E7474"/>
    <w:rsid w:val="008F18D6"/>
    <w:rsid w:val="008F2C9B"/>
    <w:rsid w:val="008F47F4"/>
    <w:rsid w:val="008F797B"/>
    <w:rsid w:val="00900344"/>
    <w:rsid w:val="00904780"/>
    <w:rsid w:val="00905270"/>
    <w:rsid w:val="0090635B"/>
    <w:rsid w:val="00912607"/>
    <w:rsid w:val="009174ED"/>
    <w:rsid w:val="00920DEB"/>
    <w:rsid w:val="009217A4"/>
    <w:rsid w:val="00922385"/>
    <w:rsid w:val="009223DF"/>
    <w:rsid w:val="009245D1"/>
    <w:rsid w:val="00924FDA"/>
    <w:rsid w:val="00930B79"/>
    <w:rsid w:val="00933044"/>
    <w:rsid w:val="00936091"/>
    <w:rsid w:val="009367D5"/>
    <w:rsid w:val="00940257"/>
    <w:rsid w:val="00940D8A"/>
    <w:rsid w:val="009414D7"/>
    <w:rsid w:val="009464B6"/>
    <w:rsid w:val="0094783A"/>
    <w:rsid w:val="009510A1"/>
    <w:rsid w:val="009531C1"/>
    <w:rsid w:val="00953825"/>
    <w:rsid w:val="00956089"/>
    <w:rsid w:val="0096035B"/>
    <w:rsid w:val="00962258"/>
    <w:rsid w:val="00964860"/>
    <w:rsid w:val="00964AFF"/>
    <w:rsid w:val="009678B7"/>
    <w:rsid w:val="00970D4B"/>
    <w:rsid w:val="00972CB1"/>
    <w:rsid w:val="0097361C"/>
    <w:rsid w:val="00981FBD"/>
    <w:rsid w:val="0098426C"/>
    <w:rsid w:val="00992D9C"/>
    <w:rsid w:val="00995E4D"/>
    <w:rsid w:val="00996CB8"/>
    <w:rsid w:val="009A7A46"/>
    <w:rsid w:val="009B0422"/>
    <w:rsid w:val="009B2E97"/>
    <w:rsid w:val="009B3CC4"/>
    <w:rsid w:val="009B3F75"/>
    <w:rsid w:val="009B5146"/>
    <w:rsid w:val="009C1837"/>
    <w:rsid w:val="009C2747"/>
    <w:rsid w:val="009C357E"/>
    <w:rsid w:val="009C418E"/>
    <w:rsid w:val="009C442C"/>
    <w:rsid w:val="009C51F0"/>
    <w:rsid w:val="009D20A1"/>
    <w:rsid w:val="009D3B22"/>
    <w:rsid w:val="009D5581"/>
    <w:rsid w:val="009E07F4"/>
    <w:rsid w:val="009E0B79"/>
    <w:rsid w:val="009E3B2A"/>
    <w:rsid w:val="009F2042"/>
    <w:rsid w:val="009F309B"/>
    <w:rsid w:val="009F3436"/>
    <w:rsid w:val="009F392E"/>
    <w:rsid w:val="009F486C"/>
    <w:rsid w:val="009F53C5"/>
    <w:rsid w:val="009F58E7"/>
    <w:rsid w:val="009F7BC9"/>
    <w:rsid w:val="00A01C9E"/>
    <w:rsid w:val="00A0740E"/>
    <w:rsid w:val="00A11A1A"/>
    <w:rsid w:val="00A14FE4"/>
    <w:rsid w:val="00A15262"/>
    <w:rsid w:val="00A159AC"/>
    <w:rsid w:val="00A23688"/>
    <w:rsid w:val="00A23D66"/>
    <w:rsid w:val="00A3411F"/>
    <w:rsid w:val="00A352D3"/>
    <w:rsid w:val="00A378C6"/>
    <w:rsid w:val="00A37BB5"/>
    <w:rsid w:val="00A401B4"/>
    <w:rsid w:val="00A4050F"/>
    <w:rsid w:val="00A46D47"/>
    <w:rsid w:val="00A47271"/>
    <w:rsid w:val="00A50641"/>
    <w:rsid w:val="00A530BF"/>
    <w:rsid w:val="00A6177B"/>
    <w:rsid w:val="00A66136"/>
    <w:rsid w:val="00A70665"/>
    <w:rsid w:val="00A71189"/>
    <w:rsid w:val="00A7364A"/>
    <w:rsid w:val="00A74DCC"/>
    <w:rsid w:val="00A753ED"/>
    <w:rsid w:val="00A77512"/>
    <w:rsid w:val="00A82376"/>
    <w:rsid w:val="00A94C2F"/>
    <w:rsid w:val="00A94C85"/>
    <w:rsid w:val="00AA0E4D"/>
    <w:rsid w:val="00AA257A"/>
    <w:rsid w:val="00AA2C03"/>
    <w:rsid w:val="00AA3E17"/>
    <w:rsid w:val="00AA46C6"/>
    <w:rsid w:val="00AA4CBB"/>
    <w:rsid w:val="00AA5255"/>
    <w:rsid w:val="00AA65FA"/>
    <w:rsid w:val="00AA7351"/>
    <w:rsid w:val="00AB1063"/>
    <w:rsid w:val="00AB112A"/>
    <w:rsid w:val="00AB5AE0"/>
    <w:rsid w:val="00AC51A8"/>
    <w:rsid w:val="00AD056F"/>
    <w:rsid w:val="00AD0C7B"/>
    <w:rsid w:val="00AD1771"/>
    <w:rsid w:val="00AD1786"/>
    <w:rsid w:val="00AD3AE0"/>
    <w:rsid w:val="00AD434C"/>
    <w:rsid w:val="00AD5F1A"/>
    <w:rsid w:val="00AD6731"/>
    <w:rsid w:val="00AD792A"/>
    <w:rsid w:val="00AE1D4A"/>
    <w:rsid w:val="00AE38C9"/>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36FAC"/>
    <w:rsid w:val="00B37018"/>
    <w:rsid w:val="00B429CF"/>
    <w:rsid w:val="00B42C3B"/>
    <w:rsid w:val="00B467BC"/>
    <w:rsid w:val="00B475EE"/>
    <w:rsid w:val="00B4798C"/>
    <w:rsid w:val="00B5175E"/>
    <w:rsid w:val="00B5431A"/>
    <w:rsid w:val="00B56FC1"/>
    <w:rsid w:val="00B60046"/>
    <w:rsid w:val="00B61530"/>
    <w:rsid w:val="00B70C67"/>
    <w:rsid w:val="00B71CC3"/>
    <w:rsid w:val="00B75EE1"/>
    <w:rsid w:val="00B77481"/>
    <w:rsid w:val="00B77C6D"/>
    <w:rsid w:val="00B80D2D"/>
    <w:rsid w:val="00B80E53"/>
    <w:rsid w:val="00B8518B"/>
    <w:rsid w:val="00B8533B"/>
    <w:rsid w:val="00B87063"/>
    <w:rsid w:val="00B91925"/>
    <w:rsid w:val="00B97CC3"/>
    <w:rsid w:val="00BA3937"/>
    <w:rsid w:val="00BA3AD6"/>
    <w:rsid w:val="00BA422F"/>
    <w:rsid w:val="00BA7F12"/>
    <w:rsid w:val="00BB4AF2"/>
    <w:rsid w:val="00BB72CC"/>
    <w:rsid w:val="00BC06C4"/>
    <w:rsid w:val="00BC07B8"/>
    <w:rsid w:val="00BC53AF"/>
    <w:rsid w:val="00BC6D00"/>
    <w:rsid w:val="00BC6D2B"/>
    <w:rsid w:val="00BD11CE"/>
    <w:rsid w:val="00BD7498"/>
    <w:rsid w:val="00BD7E91"/>
    <w:rsid w:val="00BD7F0D"/>
    <w:rsid w:val="00BE3C66"/>
    <w:rsid w:val="00BE49F4"/>
    <w:rsid w:val="00BF4815"/>
    <w:rsid w:val="00BF4A71"/>
    <w:rsid w:val="00BF5A81"/>
    <w:rsid w:val="00BF5FB4"/>
    <w:rsid w:val="00C00D40"/>
    <w:rsid w:val="00C02D0A"/>
    <w:rsid w:val="00C03A6E"/>
    <w:rsid w:val="00C06370"/>
    <w:rsid w:val="00C06E7A"/>
    <w:rsid w:val="00C06F66"/>
    <w:rsid w:val="00C1197B"/>
    <w:rsid w:val="00C12B45"/>
    <w:rsid w:val="00C12FC0"/>
    <w:rsid w:val="00C142DF"/>
    <w:rsid w:val="00C154A5"/>
    <w:rsid w:val="00C16E0A"/>
    <w:rsid w:val="00C226C0"/>
    <w:rsid w:val="00C23F40"/>
    <w:rsid w:val="00C3125E"/>
    <w:rsid w:val="00C370EE"/>
    <w:rsid w:val="00C40C79"/>
    <w:rsid w:val="00C42FE6"/>
    <w:rsid w:val="00C44F6A"/>
    <w:rsid w:val="00C6082F"/>
    <w:rsid w:val="00C6198E"/>
    <w:rsid w:val="00C62E4B"/>
    <w:rsid w:val="00C708EA"/>
    <w:rsid w:val="00C71BD1"/>
    <w:rsid w:val="00C73EAD"/>
    <w:rsid w:val="00C7406B"/>
    <w:rsid w:val="00C759F1"/>
    <w:rsid w:val="00C7649B"/>
    <w:rsid w:val="00C776E5"/>
    <w:rsid w:val="00C778A5"/>
    <w:rsid w:val="00C819D5"/>
    <w:rsid w:val="00C92CA5"/>
    <w:rsid w:val="00C95162"/>
    <w:rsid w:val="00CA1B90"/>
    <w:rsid w:val="00CA7B72"/>
    <w:rsid w:val="00CB0E87"/>
    <w:rsid w:val="00CB0F90"/>
    <w:rsid w:val="00CB3151"/>
    <w:rsid w:val="00CB6A37"/>
    <w:rsid w:val="00CB7684"/>
    <w:rsid w:val="00CC4380"/>
    <w:rsid w:val="00CC6E93"/>
    <w:rsid w:val="00CC7C8F"/>
    <w:rsid w:val="00CD1FC4"/>
    <w:rsid w:val="00CE0A5B"/>
    <w:rsid w:val="00CF4257"/>
    <w:rsid w:val="00CF6EB9"/>
    <w:rsid w:val="00D019D7"/>
    <w:rsid w:val="00D034A0"/>
    <w:rsid w:val="00D0362E"/>
    <w:rsid w:val="00D03C1F"/>
    <w:rsid w:val="00D04DA1"/>
    <w:rsid w:val="00D07DBF"/>
    <w:rsid w:val="00D10A2D"/>
    <w:rsid w:val="00D11249"/>
    <w:rsid w:val="00D139AC"/>
    <w:rsid w:val="00D1410D"/>
    <w:rsid w:val="00D15814"/>
    <w:rsid w:val="00D21061"/>
    <w:rsid w:val="00D26838"/>
    <w:rsid w:val="00D302E5"/>
    <w:rsid w:val="00D31A89"/>
    <w:rsid w:val="00D32FA3"/>
    <w:rsid w:val="00D37B14"/>
    <w:rsid w:val="00D401E6"/>
    <w:rsid w:val="00D405BA"/>
    <w:rsid w:val="00D4108E"/>
    <w:rsid w:val="00D44E25"/>
    <w:rsid w:val="00D44ECC"/>
    <w:rsid w:val="00D50FE0"/>
    <w:rsid w:val="00D54D57"/>
    <w:rsid w:val="00D5631D"/>
    <w:rsid w:val="00D6163D"/>
    <w:rsid w:val="00D6259C"/>
    <w:rsid w:val="00D62FF0"/>
    <w:rsid w:val="00D70D13"/>
    <w:rsid w:val="00D81393"/>
    <w:rsid w:val="00D82976"/>
    <w:rsid w:val="00D831A3"/>
    <w:rsid w:val="00D950DF"/>
    <w:rsid w:val="00D962AC"/>
    <w:rsid w:val="00D97BE3"/>
    <w:rsid w:val="00DA318C"/>
    <w:rsid w:val="00DA3711"/>
    <w:rsid w:val="00DA4626"/>
    <w:rsid w:val="00DA6C74"/>
    <w:rsid w:val="00DB0C73"/>
    <w:rsid w:val="00DB48DC"/>
    <w:rsid w:val="00DB4CE5"/>
    <w:rsid w:val="00DB50D2"/>
    <w:rsid w:val="00DB619A"/>
    <w:rsid w:val="00DC3204"/>
    <w:rsid w:val="00DC51AA"/>
    <w:rsid w:val="00DC56B4"/>
    <w:rsid w:val="00DC6D2D"/>
    <w:rsid w:val="00DD0C7C"/>
    <w:rsid w:val="00DD46F3"/>
    <w:rsid w:val="00DD63D8"/>
    <w:rsid w:val="00DD7A41"/>
    <w:rsid w:val="00DD7E24"/>
    <w:rsid w:val="00DE1DB2"/>
    <w:rsid w:val="00DE2C1C"/>
    <w:rsid w:val="00DE51A5"/>
    <w:rsid w:val="00DE56F2"/>
    <w:rsid w:val="00DF0216"/>
    <w:rsid w:val="00DF116D"/>
    <w:rsid w:val="00DF62B9"/>
    <w:rsid w:val="00DF651A"/>
    <w:rsid w:val="00DF656F"/>
    <w:rsid w:val="00E0171D"/>
    <w:rsid w:val="00E01EA1"/>
    <w:rsid w:val="00E03B1B"/>
    <w:rsid w:val="00E1042A"/>
    <w:rsid w:val="00E163CA"/>
    <w:rsid w:val="00E16FF7"/>
    <w:rsid w:val="00E20A91"/>
    <w:rsid w:val="00E22C30"/>
    <w:rsid w:val="00E23D59"/>
    <w:rsid w:val="00E24F78"/>
    <w:rsid w:val="00E26058"/>
    <w:rsid w:val="00E26D68"/>
    <w:rsid w:val="00E37347"/>
    <w:rsid w:val="00E40BE3"/>
    <w:rsid w:val="00E40DBD"/>
    <w:rsid w:val="00E413C9"/>
    <w:rsid w:val="00E414EA"/>
    <w:rsid w:val="00E4353D"/>
    <w:rsid w:val="00E437B0"/>
    <w:rsid w:val="00E44045"/>
    <w:rsid w:val="00E44495"/>
    <w:rsid w:val="00E44B9D"/>
    <w:rsid w:val="00E50B83"/>
    <w:rsid w:val="00E53D16"/>
    <w:rsid w:val="00E6178C"/>
    <w:rsid w:val="00E618C4"/>
    <w:rsid w:val="00E7218A"/>
    <w:rsid w:val="00E742BF"/>
    <w:rsid w:val="00E807F3"/>
    <w:rsid w:val="00E86842"/>
    <w:rsid w:val="00E878EE"/>
    <w:rsid w:val="00E92F01"/>
    <w:rsid w:val="00EA268B"/>
    <w:rsid w:val="00EA3252"/>
    <w:rsid w:val="00EA6EC7"/>
    <w:rsid w:val="00EA7F3A"/>
    <w:rsid w:val="00EB104F"/>
    <w:rsid w:val="00EB46E5"/>
    <w:rsid w:val="00EB4ECA"/>
    <w:rsid w:val="00EB5D4D"/>
    <w:rsid w:val="00EC0AB1"/>
    <w:rsid w:val="00EC10AE"/>
    <w:rsid w:val="00EC1FD9"/>
    <w:rsid w:val="00EC429E"/>
    <w:rsid w:val="00EC545C"/>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17584"/>
    <w:rsid w:val="00F202DA"/>
    <w:rsid w:val="00F20F19"/>
    <w:rsid w:val="00F235F9"/>
    <w:rsid w:val="00F27080"/>
    <w:rsid w:val="00F3107D"/>
    <w:rsid w:val="00F310F8"/>
    <w:rsid w:val="00F358C9"/>
    <w:rsid w:val="00F35939"/>
    <w:rsid w:val="00F37B63"/>
    <w:rsid w:val="00F4537A"/>
    <w:rsid w:val="00F45524"/>
    <w:rsid w:val="00F45607"/>
    <w:rsid w:val="00F46000"/>
    <w:rsid w:val="00F46EA7"/>
    <w:rsid w:val="00F4722B"/>
    <w:rsid w:val="00F54432"/>
    <w:rsid w:val="00F55E93"/>
    <w:rsid w:val="00F569C6"/>
    <w:rsid w:val="00F659EB"/>
    <w:rsid w:val="00F67EE5"/>
    <w:rsid w:val="00F7046B"/>
    <w:rsid w:val="00F72008"/>
    <w:rsid w:val="00F72651"/>
    <w:rsid w:val="00F80014"/>
    <w:rsid w:val="00F81054"/>
    <w:rsid w:val="00F86BA6"/>
    <w:rsid w:val="00F911D1"/>
    <w:rsid w:val="00F92F06"/>
    <w:rsid w:val="00F95A2C"/>
    <w:rsid w:val="00FA64F2"/>
    <w:rsid w:val="00FB2735"/>
    <w:rsid w:val="00FB51BB"/>
    <w:rsid w:val="00FB6342"/>
    <w:rsid w:val="00FC36EB"/>
    <w:rsid w:val="00FC6389"/>
    <w:rsid w:val="00FC661E"/>
    <w:rsid w:val="00FD2EA2"/>
    <w:rsid w:val="00FD38F9"/>
    <w:rsid w:val="00FD39DE"/>
    <w:rsid w:val="00FD4743"/>
    <w:rsid w:val="00FD4FDA"/>
    <w:rsid w:val="00FD5AFE"/>
    <w:rsid w:val="00FD6982"/>
    <w:rsid w:val="00FE0A4A"/>
    <w:rsid w:val="00FE4333"/>
    <w:rsid w:val="00FE443C"/>
    <w:rsid w:val="00FE4A0E"/>
    <w:rsid w:val="00FE542D"/>
    <w:rsid w:val="00FE6AEC"/>
    <w:rsid w:val="00FF08AB"/>
    <w:rsid w:val="00FF13FD"/>
    <w:rsid w:val="00FF2A62"/>
    <w:rsid w:val="00FF66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kosmal@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555B24-9A70-45F3-8381-56570976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167</TotalTime>
  <Pages>31</Pages>
  <Words>12407</Words>
  <Characters>73203</Characters>
  <Application>Microsoft Office Word</Application>
  <DocSecurity>0</DocSecurity>
  <Lines>610</Lines>
  <Paragraphs>170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174</cp:revision>
  <cp:lastPrinted>2020-06-30T08:25:00Z</cp:lastPrinted>
  <dcterms:created xsi:type="dcterms:W3CDTF">2020-06-11T06:41:00Z</dcterms:created>
  <dcterms:modified xsi:type="dcterms:W3CDTF">2020-11-05T08:44:00Z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