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1757492" w14:textId="77777777" w:rsidTr="00F862D6">
        <w:tc>
          <w:tcPr>
            <w:tcW w:w="1020" w:type="dxa"/>
          </w:tcPr>
          <w:p w14:paraId="197C513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4A40B69" wp14:editId="14568840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290C20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34A40B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13290C20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14455D7" w14:textId="77777777" w:rsidR="00F64786" w:rsidRDefault="00F64786" w:rsidP="0077673A"/>
        </w:tc>
        <w:tc>
          <w:tcPr>
            <w:tcW w:w="823" w:type="dxa"/>
          </w:tcPr>
          <w:p w14:paraId="459DEF0C" w14:textId="77777777" w:rsidR="00F64786" w:rsidRDefault="00F64786" w:rsidP="0077673A"/>
        </w:tc>
        <w:tc>
          <w:tcPr>
            <w:tcW w:w="3685" w:type="dxa"/>
          </w:tcPr>
          <w:p w14:paraId="56E8864F" w14:textId="77777777" w:rsidR="00F64786" w:rsidRDefault="00F64786" w:rsidP="0077673A"/>
        </w:tc>
      </w:tr>
      <w:tr w:rsidR="00F862D6" w14:paraId="0B110D92" w14:textId="77777777" w:rsidTr="00596C7E">
        <w:tc>
          <w:tcPr>
            <w:tcW w:w="1020" w:type="dxa"/>
          </w:tcPr>
          <w:p w14:paraId="0205BFC9" w14:textId="77777777" w:rsidR="00F862D6" w:rsidRDefault="00F862D6" w:rsidP="0077673A"/>
        </w:tc>
        <w:tc>
          <w:tcPr>
            <w:tcW w:w="2552" w:type="dxa"/>
          </w:tcPr>
          <w:p w14:paraId="319B4515" w14:textId="77777777" w:rsidR="00F862D6" w:rsidRDefault="00F862D6" w:rsidP="00764595"/>
        </w:tc>
        <w:tc>
          <w:tcPr>
            <w:tcW w:w="823" w:type="dxa"/>
          </w:tcPr>
          <w:p w14:paraId="2CB5FFEA" w14:textId="77777777" w:rsidR="00F862D6" w:rsidRDefault="00F862D6" w:rsidP="0077673A"/>
        </w:tc>
        <w:tc>
          <w:tcPr>
            <w:tcW w:w="3685" w:type="dxa"/>
            <w:vMerge w:val="restart"/>
          </w:tcPr>
          <w:p w14:paraId="5D2770D9" w14:textId="77777777" w:rsidR="00596C7E" w:rsidRDefault="00596C7E" w:rsidP="00596C7E">
            <w:pPr>
              <w:rPr>
                <w:rStyle w:val="Potovnadresa"/>
              </w:rPr>
            </w:pPr>
          </w:p>
          <w:p w14:paraId="4D21218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C25DF7" w14:textId="77777777" w:rsidTr="00F862D6">
        <w:tc>
          <w:tcPr>
            <w:tcW w:w="1020" w:type="dxa"/>
          </w:tcPr>
          <w:p w14:paraId="28424A5F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22BD80F" w14:textId="04C2B75D" w:rsidR="00F862D6" w:rsidRPr="009F569B" w:rsidRDefault="00CA3137" w:rsidP="0037111D">
            <w:pPr>
              <w:rPr>
                <w:highlight w:val="green"/>
              </w:rPr>
            </w:pPr>
            <w:r w:rsidRPr="00544B1E">
              <w:rPr>
                <w:rFonts w:ascii="Helvetica" w:hAnsi="Helvetica"/>
              </w:rPr>
              <w:t>12113/2020-SŽ-SSV-Ú3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14:paraId="370C7E1C" w14:textId="77777777" w:rsidR="00F862D6" w:rsidRDefault="00F862D6" w:rsidP="0077673A"/>
        </w:tc>
        <w:tc>
          <w:tcPr>
            <w:tcW w:w="3685" w:type="dxa"/>
            <w:vMerge/>
          </w:tcPr>
          <w:p w14:paraId="754EB6A9" w14:textId="77777777" w:rsidR="00F862D6" w:rsidRDefault="00F862D6" w:rsidP="0077673A"/>
        </w:tc>
      </w:tr>
      <w:tr w:rsidR="00F862D6" w14:paraId="34C1D988" w14:textId="77777777" w:rsidTr="00F862D6">
        <w:tc>
          <w:tcPr>
            <w:tcW w:w="1020" w:type="dxa"/>
          </w:tcPr>
          <w:p w14:paraId="269BAE37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D773385" w14:textId="6C971D2B" w:rsidR="00F862D6" w:rsidRPr="009F569B" w:rsidRDefault="00CA3137" w:rsidP="00CC1E2B">
            <w:pPr>
              <w:rPr>
                <w:highlight w:val="green"/>
              </w:rPr>
            </w:pPr>
            <w:r w:rsidRPr="00CA3137">
              <w:t>5</w:t>
            </w:r>
            <w:r w:rsidR="003E6B9A" w:rsidRPr="00CA3137">
              <w:t>/0</w:t>
            </w:r>
          </w:p>
        </w:tc>
        <w:tc>
          <w:tcPr>
            <w:tcW w:w="823" w:type="dxa"/>
          </w:tcPr>
          <w:p w14:paraId="2100505B" w14:textId="77777777" w:rsidR="00F862D6" w:rsidRDefault="00F862D6" w:rsidP="0077673A"/>
        </w:tc>
        <w:tc>
          <w:tcPr>
            <w:tcW w:w="3685" w:type="dxa"/>
            <w:vMerge/>
          </w:tcPr>
          <w:p w14:paraId="24178123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45ED275" w14:textId="77777777" w:rsidTr="00B23CA3">
        <w:trPr>
          <w:trHeight w:val="77"/>
        </w:trPr>
        <w:tc>
          <w:tcPr>
            <w:tcW w:w="1020" w:type="dxa"/>
          </w:tcPr>
          <w:p w14:paraId="0BC30AA1" w14:textId="77777777" w:rsidR="00F862D6" w:rsidRDefault="00F862D6" w:rsidP="0077673A"/>
        </w:tc>
        <w:tc>
          <w:tcPr>
            <w:tcW w:w="2552" w:type="dxa"/>
          </w:tcPr>
          <w:p w14:paraId="547B7C42" w14:textId="77777777" w:rsidR="00F862D6" w:rsidRPr="003E6B9A" w:rsidRDefault="00F862D6" w:rsidP="0077673A"/>
        </w:tc>
        <w:tc>
          <w:tcPr>
            <w:tcW w:w="823" w:type="dxa"/>
          </w:tcPr>
          <w:p w14:paraId="205ACB8B" w14:textId="77777777" w:rsidR="00F862D6" w:rsidRDefault="00F862D6" w:rsidP="0077673A"/>
        </w:tc>
        <w:tc>
          <w:tcPr>
            <w:tcW w:w="3685" w:type="dxa"/>
            <w:vMerge/>
          </w:tcPr>
          <w:p w14:paraId="563F459F" w14:textId="77777777" w:rsidR="00F862D6" w:rsidRDefault="00F862D6" w:rsidP="0077673A"/>
        </w:tc>
      </w:tr>
      <w:tr w:rsidR="00F862D6" w14:paraId="2592C3C9" w14:textId="77777777" w:rsidTr="00F862D6">
        <w:tc>
          <w:tcPr>
            <w:tcW w:w="1020" w:type="dxa"/>
          </w:tcPr>
          <w:p w14:paraId="54BCA958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4B982D0" w14:textId="77777777" w:rsidR="00F862D6" w:rsidRPr="003E6B9A" w:rsidRDefault="009F569B" w:rsidP="00FE3455">
            <w:r>
              <w:t>Ing. Magdaléna Holá</w:t>
            </w:r>
          </w:p>
        </w:tc>
        <w:tc>
          <w:tcPr>
            <w:tcW w:w="823" w:type="dxa"/>
          </w:tcPr>
          <w:p w14:paraId="3BDC4A57" w14:textId="77777777" w:rsidR="00F862D6" w:rsidRDefault="00F862D6" w:rsidP="0077673A"/>
        </w:tc>
        <w:tc>
          <w:tcPr>
            <w:tcW w:w="3685" w:type="dxa"/>
            <w:vMerge/>
          </w:tcPr>
          <w:p w14:paraId="0D1CD136" w14:textId="77777777" w:rsidR="00F862D6" w:rsidRDefault="00F862D6" w:rsidP="0077673A"/>
        </w:tc>
      </w:tr>
      <w:tr w:rsidR="009A7568" w14:paraId="3C02C8A1" w14:textId="77777777" w:rsidTr="00F862D6">
        <w:tc>
          <w:tcPr>
            <w:tcW w:w="1020" w:type="dxa"/>
          </w:tcPr>
          <w:p w14:paraId="0A6DAE38" w14:textId="77777777" w:rsidR="009A7568" w:rsidRDefault="009A7568" w:rsidP="009A7568"/>
        </w:tc>
        <w:tc>
          <w:tcPr>
            <w:tcW w:w="2552" w:type="dxa"/>
          </w:tcPr>
          <w:p w14:paraId="2CC156AA" w14:textId="77777777" w:rsidR="009A7568" w:rsidRPr="003E6B9A" w:rsidRDefault="009A7568" w:rsidP="009A7568"/>
        </w:tc>
        <w:tc>
          <w:tcPr>
            <w:tcW w:w="823" w:type="dxa"/>
          </w:tcPr>
          <w:p w14:paraId="102673B4" w14:textId="77777777" w:rsidR="009A7568" w:rsidRDefault="009A7568" w:rsidP="009A7568"/>
        </w:tc>
        <w:tc>
          <w:tcPr>
            <w:tcW w:w="3685" w:type="dxa"/>
            <w:vMerge/>
          </w:tcPr>
          <w:p w14:paraId="2E317FDB" w14:textId="77777777" w:rsidR="009A7568" w:rsidRDefault="009A7568" w:rsidP="009A7568"/>
        </w:tc>
      </w:tr>
      <w:tr w:rsidR="009A7568" w14:paraId="6419D1A3" w14:textId="77777777" w:rsidTr="00F862D6">
        <w:tc>
          <w:tcPr>
            <w:tcW w:w="1020" w:type="dxa"/>
          </w:tcPr>
          <w:p w14:paraId="51D79AAF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7560F61" w14:textId="77777777" w:rsidR="009A7568" w:rsidRPr="003E6B9A" w:rsidRDefault="009F569B" w:rsidP="009A7568">
            <w:r>
              <w:t>724 932 387</w:t>
            </w:r>
          </w:p>
        </w:tc>
        <w:tc>
          <w:tcPr>
            <w:tcW w:w="823" w:type="dxa"/>
          </w:tcPr>
          <w:p w14:paraId="1B98D3FB" w14:textId="77777777" w:rsidR="009A7568" w:rsidRDefault="009A7568" w:rsidP="009A7568"/>
        </w:tc>
        <w:tc>
          <w:tcPr>
            <w:tcW w:w="3685" w:type="dxa"/>
            <w:vMerge/>
          </w:tcPr>
          <w:p w14:paraId="5109128F" w14:textId="77777777" w:rsidR="009A7568" w:rsidRDefault="009A7568" w:rsidP="009A7568"/>
        </w:tc>
      </w:tr>
      <w:tr w:rsidR="009A7568" w14:paraId="4FD2FF33" w14:textId="77777777" w:rsidTr="00F862D6">
        <w:tc>
          <w:tcPr>
            <w:tcW w:w="1020" w:type="dxa"/>
          </w:tcPr>
          <w:p w14:paraId="4D8C4450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92592B2" w14:textId="77777777" w:rsidR="009A7568" w:rsidRPr="003E6B9A" w:rsidRDefault="009F569B" w:rsidP="006104F6">
            <w:r>
              <w:t>HolaM@spravazeleznic.cz</w:t>
            </w:r>
          </w:p>
        </w:tc>
        <w:tc>
          <w:tcPr>
            <w:tcW w:w="823" w:type="dxa"/>
          </w:tcPr>
          <w:p w14:paraId="51798424" w14:textId="77777777" w:rsidR="009A7568" w:rsidRDefault="009A7568" w:rsidP="009A7568"/>
        </w:tc>
        <w:tc>
          <w:tcPr>
            <w:tcW w:w="3685" w:type="dxa"/>
            <w:vMerge/>
          </w:tcPr>
          <w:p w14:paraId="3DCF2BE0" w14:textId="77777777" w:rsidR="009A7568" w:rsidRDefault="009A7568" w:rsidP="009A7568"/>
        </w:tc>
      </w:tr>
      <w:tr w:rsidR="009A7568" w14:paraId="71733674" w14:textId="77777777" w:rsidTr="00F862D6">
        <w:tc>
          <w:tcPr>
            <w:tcW w:w="1020" w:type="dxa"/>
          </w:tcPr>
          <w:p w14:paraId="6C9524A9" w14:textId="77777777" w:rsidR="009A7568" w:rsidRDefault="009A7568" w:rsidP="009A7568"/>
        </w:tc>
        <w:tc>
          <w:tcPr>
            <w:tcW w:w="2552" w:type="dxa"/>
          </w:tcPr>
          <w:p w14:paraId="30AC5F22" w14:textId="77777777" w:rsidR="009A7568" w:rsidRPr="003E6B9A" w:rsidRDefault="009A7568" w:rsidP="009A7568"/>
        </w:tc>
        <w:tc>
          <w:tcPr>
            <w:tcW w:w="823" w:type="dxa"/>
          </w:tcPr>
          <w:p w14:paraId="5FCA5904" w14:textId="77777777" w:rsidR="009A7568" w:rsidRDefault="009A7568" w:rsidP="009A7568"/>
        </w:tc>
        <w:tc>
          <w:tcPr>
            <w:tcW w:w="3685" w:type="dxa"/>
          </w:tcPr>
          <w:p w14:paraId="70C5DB19" w14:textId="77777777" w:rsidR="009A7568" w:rsidRDefault="009A7568" w:rsidP="009A7568"/>
        </w:tc>
      </w:tr>
      <w:tr w:rsidR="009A7568" w14:paraId="5A637FCD" w14:textId="77777777" w:rsidTr="00F862D6">
        <w:tc>
          <w:tcPr>
            <w:tcW w:w="1020" w:type="dxa"/>
          </w:tcPr>
          <w:p w14:paraId="6BFD0164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42B3FE7" w14:textId="35F7BCE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03EC9">
              <w:rPr>
                <w:noProof/>
              </w:rPr>
              <w:t>6. listopadu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6A3F7461" w14:textId="77777777" w:rsidR="009A7568" w:rsidRDefault="009A7568" w:rsidP="009A7568"/>
        </w:tc>
        <w:tc>
          <w:tcPr>
            <w:tcW w:w="3685" w:type="dxa"/>
          </w:tcPr>
          <w:p w14:paraId="1F60A9EC" w14:textId="77777777" w:rsidR="009A7568" w:rsidRDefault="009A7568" w:rsidP="009A7568"/>
        </w:tc>
      </w:tr>
      <w:tr w:rsidR="00F64786" w14:paraId="58158118" w14:textId="77777777" w:rsidTr="00F862D6">
        <w:tc>
          <w:tcPr>
            <w:tcW w:w="1020" w:type="dxa"/>
          </w:tcPr>
          <w:p w14:paraId="362AB6BC" w14:textId="77777777" w:rsidR="00F64786" w:rsidRDefault="00F64786" w:rsidP="0077673A"/>
        </w:tc>
        <w:tc>
          <w:tcPr>
            <w:tcW w:w="2552" w:type="dxa"/>
          </w:tcPr>
          <w:p w14:paraId="1FB12D4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B22D49B" w14:textId="77777777" w:rsidR="00F64786" w:rsidRDefault="00F64786" w:rsidP="0077673A"/>
        </w:tc>
        <w:tc>
          <w:tcPr>
            <w:tcW w:w="3685" w:type="dxa"/>
          </w:tcPr>
          <w:p w14:paraId="32433A04" w14:textId="77777777" w:rsidR="00F64786" w:rsidRDefault="00F64786" w:rsidP="0077673A"/>
        </w:tc>
      </w:tr>
      <w:tr w:rsidR="00F862D6" w14:paraId="04C6CCAE" w14:textId="77777777" w:rsidTr="00B45E9E">
        <w:trPr>
          <w:trHeight w:val="794"/>
        </w:trPr>
        <w:tc>
          <w:tcPr>
            <w:tcW w:w="1020" w:type="dxa"/>
          </w:tcPr>
          <w:p w14:paraId="4C066729" w14:textId="77777777" w:rsidR="00F862D6" w:rsidRDefault="00F862D6" w:rsidP="0077673A"/>
        </w:tc>
        <w:tc>
          <w:tcPr>
            <w:tcW w:w="2552" w:type="dxa"/>
          </w:tcPr>
          <w:p w14:paraId="2CB069E3" w14:textId="77777777" w:rsidR="00F862D6" w:rsidRDefault="00F862D6" w:rsidP="00F310F8"/>
        </w:tc>
        <w:tc>
          <w:tcPr>
            <w:tcW w:w="823" w:type="dxa"/>
          </w:tcPr>
          <w:p w14:paraId="06DAE2B7" w14:textId="77777777" w:rsidR="00F862D6" w:rsidRDefault="00F862D6" w:rsidP="0077673A"/>
        </w:tc>
        <w:tc>
          <w:tcPr>
            <w:tcW w:w="3685" w:type="dxa"/>
          </w:tcPr>
          <w:p w14:paraId="16383144" w14:textId="77777777" w:rsidR="00F862D6" w:rsidRDefault="00F862D6" w:rsidP="0077673A"/>
        </w:tc>
      </w:tr>
    </w:tbl>
    <w:p w14:paraId="59A6F3EB" w14:textId="77777777" w:rsidR="009F569B" w:rsidRPr="009F569B" w:rsidRDefault="00CB7B5A" w:rsidP="009F569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F569B" w:rsidRPr="009F569B">
        <w:rPr>
          <w:rFonts w:eastAsia="Calibri" w:cs="Times New Roman"/>
          <w:b/>
          <w:lang w:eastAsia="cs-CZ"/>
        </w:rPr>
        <w:t>Soubor tří staveb</w:t>
      </w:r>
    </w:p>
    <w:p w14:paraId="74E86DDD" w14:textId="77777777" w:rsidR="009F569B" w:rsidRPr="009F569B" w:rsidRDefault="009F569B" w:rsidP="009F569B">
      <w:pPr>
        <w:spacing w:after="0" w:line="240" w:lineRule="auto"/>
        <w:rPr>
          <w:rFonts w:eastAsia="Calibri" w:cs="Times New Roman"/>
          <w:b/>
          <w:lang w:eastAsia="cs-CZ"/>
        </w:rPr>
      </w:pPr>
      <w:r w:rsidRPr="009F569B">
        <w:rPr>
          <w:rFonts w:eastAsia="Calibri" w:cs="Times New Roman"/>
          <w:b/>
          <w:lang w:eastAsia="cs-CZ"/>
        </w:rPr>
        <w:t>1) „Rekonstrukce PZZ včetně přejezdové konstrukce v km 34,239 (P5288); 33,625 (P5287) a 33,183 (P5286) trati Havlíčkův Brod – Pardubice – Rosice nad Labem“</w:t>
      </w:r>
    </w:p>
    <w:p w14:paraId="13CB9BEB" w14:textId="77777777" w:rsidR="009F569B" w:rsidRPr="009F569B" w:rsidRDefault="009F569B" w:rsidP="009F569B">
      <w:pPr>
        <w:spacing w:after="0" w:line="240" w:lineRule="auto"/>
        <w:rPr>
          <w:rFonts w:eastAsia="Calibri" w:cs="Times New Roman"/>
          <w:b/>
          <w:lang w:eastAsia="cs-CZ"/>
        </w:rPr>
      </w:pPr>
      <w:r w:rsidRPr="009F569B">
        <w:rPr>
          <w:rFonts w:eastAsia="Calibri" w:cs="Times New Roman"/>
          <w:b/>
          <w:lang w:eastAsia="cs-CZ"/>
        </w:rPr>
        <w:t>2) „Rekonstrukce PZZ včetně přejezdové konstrukce v km 36,017 (P5290) a 35,359 (P5289) trati Havlíčkův Brod – Pardubice - Rosice nad Labem“</w:t>
      </w:r>
    </w:p>
    <w:p w14:paraId="052937C1" w14:textId="77777777" w:rsidR="00CB7B5A" w:rsidRDefault="009F569B" w:rsidP="009F569B">
      <w:pPr>
        <w:spacing w:after="0" w:line="240" w:lineRule="auto"/>
        <w:rPr>
          <w:rFonts w:eastAsia="Calibri" w:cs="Times New Roman"/>
          <w:lang w:eastAsia="cs-CZ"/>
        </w:rPr>
      </w:pPr>
      <w:r w:rsidRPr="009F569B">
        <w:rPr>
          <w:rFonts w:eastAsia="Calibri" w:cs="Times New Roman"/>
          <w:b/>
          <w:lang w:eastAsia="cs-CZ"/>
        </w:rPr>
        <w:t>3) „Rekonstrukce PZZ včetně přejezdové konstrukce v km 36,832 (P5293); 36,593 (P5292) a 36,326 (P5291) trati Havlíčkův Brod – Pardubice - Rosice nad Labem“</w:t>
      </w:r>
    </w:p>
    <w:p w14:paraId="194C8F2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A3137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27D2B">
        <w:rPr>
          <w:rFonts w:eastAsia="Times New Roman" w:cs="Times New Roman"/>
          <w:lang w:eastAsia="cs-CZ"/>
        </w:rPr>
        <w:t>3</w:t>
      </w:r>
    </w:p>
    <w:p w14:paraId="291B9851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30DB4C" w14:textId="77777777" w:rsidR="008F558C" w:rsidRPr="00CB7B5A" w:rsidRDefault="008F558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AF1F2A" w14:textId="77777777" w:rsidR="009F569B" w:rsidRDefault="002612E9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="00CB7B5A" w:rsidRPr="00CB7B5A">
        <w:rPr>
          <w:rFonts w:eastAsia="Calibri" w:cs="Times New Roman"/>
          <w:b/>
          <w:lang w:eastAsia="cs-CZ"/>
        </w:rPr>
        <w:t>:</w:t>
      </w:r>
      <w:r w:rsidR="009F569B">
        <w:rPr>
          <w:rFonts w:eastAsia="Calibri" w:cs="Times New Roman"/>
          <w:b/>
          <w:lang w:eastAsia="cs-CZ"/>
        </w:rPr>
        <w:t xml:space="preserve"> </w:t>
      </w:r>
    </w:p>
    <w:p w14:paraId="334B4987" w14:textId="77777777" w:rsidR="002612E9" w:rsidRPr="00342EEF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342EEF">
        <w:rPr>
          <w:rFonts w:ascii="Arial" w:hAnsi="Arial" w:cs="Arial"/>
          <w:b/>
          <w:bCs/>
          <w:u w:val="single"/>
        </w:rPr>
        <w:t>Rekonstrukce PZS P5288, P5287 a P5286</w:t>
      </w:r>
    </w:p>
    <w:p w14:paraId="6A508D84" w14:textId="77777777" w:rsidR="002612E9" w:rsidRDefault="002612E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51FA1D" w14:textId="77777777" w:rsidR="002612E9" w:rsidRPr="002612E9" w:rsidRDefault="002612E9" w:rsidP="002612E9">
      <w:pPr>
        <w:spacing w:after="0"/>
        <w:rPr>
          <w:rFonts w:ascii="Arial" w:hAnsi="Arial" w:cs="Arial"/>
          <w:b/>
          <w:bCs/>
        </w:rPr>
      </w:pPr>
      <w:r w:rsidRPr="00342EEF">
        <w:rPr>
          <w:rFonts w:ascii="Arial" w:hAnsi="Arial" w:cs="Arial"/>
          <w:b/>
          <w:bCs/>
        </w:rPr>
        <w:t>PS 101 Rekonstrukce PZS P5288, P5287 a P5286</w:t>
      </w:r>
    </w:p>
    <w:p w14:paraId="76F4F95B" w14:textId="77777777" w:rsidR="00D74B0B" w:rsidRPr="008F558C" w:rsidRDefault="002612E9" w:rsidP="008F558C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Ve výkazu výměr je u položek č. 63 „HLOUBENÍ JAM ZAPAŽ I NEPAŽ TŘ III“ a č. 64 „HLOUBENÍ RÝH ŠÍŘ DO 2M PAŽ I NEPAŽ TŘ. III“ uvažováno s třídou zeminy III, což jsou pevné horniny těžko a velmi těžko trhatelné. Domníváme se správně, že se ve skutečnosti jedná o třídu zeminy 3 dle již neplatné ČSN 73 3050? Žádáme zadavatele o prověření.</w:t>
      </w:r>
    </w:p>
    <w:p w14:paraId="2F0F1B8F" w14:textId="77777777" w:rsidR="002612E9" w:rsidRPr="00BC78AA" w:rsidRDefault="002612E9" w:rsidP="00CB7B5A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71A10E65" w14:textId="77777777" w:rsidR="00CB7B5A" w:rsidRPr="00F03EC9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F03EC9">
        <w:rPr>
          <w:rFonts w:eastAsia="Calibri" w:cs="Times New Roman"/>
          <w:b/>
          <w:lang w:eastAsia="cs-CZ"/>
        </w:rPr>
        <w:t xml:space="preserve">Odpověď: </w:t>
      </w:r>
    </w:p>
    <w:p w14:paraId="2F1FBFD4" w14:textId="77777777" w:rsidR="000336E5" w:rsidRPr="008F558C" w:rsidRDefault="000336E5" w:rsidP="00821AA4">
      <w:pPr>
        <w:spacing w:after="0" w:line="240" w:lineRule="auto"/>
        <w:rPr>
          <w:rFonts w:eastAsia="Times New Roman" w:cs="Tahoma"/>
          <w:color w:val="000000"/>
          <w:sz w:val="19"/>
          <w:szCs w:val="19"/>
          <w:lang w:eastAsia="cs-CZ"/>
        </w:rPr>
      </w:pPr>
      <w:r w:rsidRPr="00F03EC9">
        <w:rPr>
          <w:rFonts w:eastAsia="Times New Roman" w:cs="Tahoma"/>
          <w:color w:val="000000"/>
          <w:sz w:val="19"/>
          <w:szCs w:val="19"/>
          <w:lang w:eastAsia="cs-CZ"/>
        </w:rPr>
        <w:t>Jedná se o třídu zeminy 3 dle již neplatné ČSN 73 3050.</w:t>
      </w:r>
    </w:p>
    <w:p w14:paraId="2F0A3FDF" w14:textId="77777777" w:rsidR="00140551" w:rsidRDefault="00140551" w:rsidP="00D74B0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4608E2" w14:textId="77777777" w:rsidR="00CA3137" w:rsidRDefault="00CA3137" w:rsidP="00D74B0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412694" w14:textId="77777777" w:rsidR="00D74B0B" w:rsidRDefault="002612E9" w:rsidP="00D74B0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="00D74B0B" w:rsidRPr="00CB7B5A">
        <w:rPr>
          <w:rFonts w:eastAsia="Calibri" w:cs="Times New Roman"/>
          <w:b/>
          <w:lang w:eastAsia="cs-CZ"/>
        </w:rPr>
        <w:t>:</w:t>
      </w:r>
      <w:r w:rsidR="00D74B0B">
        <w:rPr>
          <w:rFonts w:eastAsia="Calibri" w:cs="Times New Roman"/>
          <w:b/>
          <w:lang w:eastAsia="cs-CZ"/>
        </w:rPr>
        <w:t xml:space="preserve"> </w:t>
      </w:r>
    </w:p>
    <w:p w14:paraId="5971CA11" w14:textId="77777777" w:rsidR="002612E9" w:rsidRPr="00342EEF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342EEF">
        <w:rPr>
          <w:rFonts w:ascii="Arial" w:hAnsi="Arial" w:cs="Arial"/>
          <w:b/>
          <w:bCs/>
          <w:u w:val="single"/>
        </w:rPr>
        <w:t>Rekonstrukce PZS P5288, P5287 a P5286</w:t>
      </w:r>
    </w:p>
    <w:p w14:paraId="7D61C0E5" w14:textId="77777777" w:rsidR="002612E9" w:rsidRDefault="002612E9" w:rsidP="00D74B0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31FF6A" w14:textId="77777777" w:rsidR="002612E9" w:rsidRPr="002612E9" w:rsidRDefault="002612E9" w:rsidP="002612E9">
      <w:pPr>
        <w:spacing w:after="0"/>
        <w:rPr>
          <w:rFonts w:ascii="Arial" w:hAnsi="Arial" w:cs="Arial"/>
          <w:b/>
          <w:bCs/>
        </w:rPr>
      </w:pPr>
      <w:r w:rsidRPr="00342EEF">
        <w:rPr>
          <w:rFonts w:ascii="Arial" w:hAnsi="Arial" w:cs="Arial"/>
          <w:b/>
          <w:bCs/>
        </w:rPr>
        <w:t>PS 101 Rekon</w:t>
      </w:r>
      <w:r>
        <w:rPr>
          <w:rFonts w:ascii="Arial" w:hAnsi="Arial" w:cs="Arial"/>
          <w:b/>
          <w:bCs/>
        </w:rPr>
        <w:t xml:space="preserve">strukce PZS P5288, P5287 a </w:t>
      </w:r>
      <w:r w:rsidRPr="00342EEF">
        <w:rPr>
          <w:rFonts w:ascii="Arial" w:hAnsi="Arial" w:cs="Arial"/>
          <w:b/>
          <w:bCs/>
        </w:rPr>
        <w:t>P5286</w:t>
      </w:r>
    </w:p>
    <w:p w14:paraId="5B20407A" w14:textId="77777777" w:rsidR="002612E9" w:rsidRPr="008F558C" w:rsidRDefault="002612E9" w:rsidP="008F558C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Ve výkazu výměr u položky č. 73 „OSTATNÍ POŽADAVKY - GEODETICKÉ ZAMĚŘENÍ“ je uvedena hodnota množství v HM, což odpovídá délce 12,5 km. Tato hodnota neodpovídá délce vyznačených hranic stavby ve výkresové dokumentaci.</w:t>
      </w:r>
    </w:p>
    <w:p w14:paraId="7F566048" w14:textId="77777777" w:rsidR="002612E9" w:rsidRPr="008F558C" w:rsidRDefault="002612E9" w:rsidP="008F558C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Žádáme zadavatele o prověření.</w:t>
      </w:r>
    </w:p>
    <w:p w14:paraId="2FB8B3CD" w14:textId="77777777" w:rsidR="002612E9" w:rsidRDefault="002612E9" w:rsidP="002612E9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</w:p>
    <w:p w14:paraId="5BD68CDF" w14:textId="77777777" w:rsidR="00D74B0B" w:rsidRDefault="00D74B0B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18A52D6" w14:textId="5DCAB498" w:rsidR="00D74B0B" w:rsidRPr="008F558C" w:rsidRDefault="00A75D68" w:rsidP="008F558C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K výpočtu byla použita výměra „Vytyčení trasy kabelového vedení ve volném terénu“ v km násobená cenou za 1 km dle nabídky od zpracovatele geodetické části a dělená jednotkovou cenou dle OTSKP.</w:t>
      </w:r>
    </w:p>
    <w:p w14:paraId="447F20C8" w14:textId="77777777" w:rsidR="00CA3137" w:rsidRDefault="00CA3137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9C8F44" w14:textId="77777777" w:rsidR="008F558C" w:rsidRDefault="008F558C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98B881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7EB01C1" w14:textId="77777777" w:rsidR="002612E9" w:rsidRPr="00342EEF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342EEF">
        <w:rPr>
          <w:rFonts w:ascii="Arial" w:hAnsi="Arial" w:cs="Arial"/>
          <w:b/>
          <w:bCs/>
          <w:u w:val="single"/>
        </w:rPr>
        <w:t>Rekonstrukce PZS P5288, P5287 a P5286</w:t>
      </w:r>
    </w:p>
    <w:p w14:paraId="0DAF419A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74676C" w14:textId="77777777" w:rsidR="002612E9" w:rsidRPr="002612E9" w:rsidRDefault="002612E9" w:rsidP="002612E9">
      <w:pPr>
        <w:spacing w:after="0"/>
        <w:rPr>
          <w:rFonts w:ascii="Arial" w:hAnsi="Arial" w:cs="Arial"/>
          <w:b/>
          <w:bCs/>
        </w:rPr>
      </w:pPr>
      <w:r w:rsidRPr="00342EEF">
        <w:rPr>
          <w:rFonts w:ascii="Arial" w:hAnsi="Arial" w:cs="Arial"/>
          <w:b/>
          <w:bCs/>
        </w:rPr>
        <w:t>PS 101 Rekonstrukce PZS P5288, P5287 a P5286</w:t>
      </w:r>
    </w:p>
    <w:p w14:paraId="67B04FBB" w14:textId="77777777" w:rsidR="002612E9" w:rsidRPr="008F558C" w:rsidRDefault="002612E9" w:rsidP="008F558C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Ve výkazu výměr chybí položky pro ocenění kabelových forem. Žádáme zadavatele o doplnění.</w:t>
      </w:r>
    </w:p>
    <w:p w14:paraId="71EFAD4B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D819D3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5060FE97" w14:textId="3264ED4B" w:rsidR="00240983" w:rsidRPr="008F558C" w:rsidRDefault="00240983" w:rsidP="008F558C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Dle Technické specifikace položky v OTSKP jsou kabelové formy obsaženy v položce č. 33 a 35 ZATAŽENÍ A SPOJKOVÁNÍ KABELŮ</w:t>
      </w:r>
      <w:r w:rsidR="00CA3137" w:rsidRPr="008F558C">
        <w:rPr>
          <w:rFonts w:eastAsia="Calibri" w:cs="Times New Roman"/>
          <w:lang w:eastAsia="cs-CZ"/>
        </w:rPr>
        <w:t>.</w:t>
      </w:r>
      <w:r w:rsidRPr="008F558C">
        <w:rPr>
          <w:rFonts w:eastAsia="Calibri" w:cs="Times New Roman"/>
          <w:lang w:eastAsia="cs-CZ"/>
        </w:rPr>
        <w:t xml:space="preserve"> </w:t>
      </w:r>
    </w:p>
    <w:p w14:paraId="17746FC9" w14:textId="77777777" w:rsidR="008F558C" w:rsidRDefault="008F558C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F13574" w14:textId="77777777" w:rsidR="008F558C" w:rsidRDefault="008F558C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3EB140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F229CF8" w14:textId="77777777" w:rsidR="002612E9" w:rsidRPr="00342EEF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342EEF">
        <w:rPr>
          <w:rFonts w:ascii="Arial" w:hAnsi="Arial" w:cs="Arial"/>
          <w:b/>
          <w:bCs/>
          <w:u w:val="single"/>
        </w:rPr>
        <w:t>Rekonstrukce PZS P5288, P5287 a P5286</w:t>
      </w:r>
    </w:p>
    <w:p w14:paraId="6DECC330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08F443" w14:textId="77777777" w:rsidR="002612E9" w:rsidRPr="00821AA4" w:rsidRDefault="002612E9" w:rsidP="002612E9">
      <w:pPr>
        <w:spacing w:after="0"/>
        <w:rPr>
          <w:rFonts w:ascii="Arial" w:hAnsi="Arial" w:cs="Arial"/>
          <w:b/>
          <w:bCs/>
        </w:rPr>
      </w:pPr>
      <w:r w:rsidRPr="00821AA4">
        <w:rPr>
          <w:rFonts w:ascii="Arial" w:hAnsi="Arial" w:cs="Arial"/>
          <w:b/>
          <w:bCs/>
        </w:rPr>
        <w:t>SO 98-98 Všeobecný objekt</w:t>
      </w:r>
    </w:p>
    <w:p w14:paraId="058F7081" w14:textId="77777777" w:rsidR="002612E9" w:rsidRPr="008F558C" w:rsidRDefault="002612E9" w:rsidP="002612E9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 xml:space="preserve">Ve výkazu výměr je u položky č. 9 „Nájmy hrazené zhotovitelem stavby“ uvažován nájem za umístění zařízení staveniště v </w:t>
      </w:r>
      <w:proofErr w:type="spellStart"/>
      <w:r w:rsidRPr="008F558C">
        <w:rPr>
          <w:rFonts w:eastAsia="Calibri" w:cs="Times New Roman"/>
          <w:lang w:eastAsia="cs-CZ"/>
        </w:rPr>
        <w:t>žst</w:t>
      </w:r>
      <w:proofErr w:type="spellEnd"/>
      <w:r w:rsidRPr="008F558C">
        <w:rPr>
          <w:rFonts w:eastAsia="Calibri" w:cs="Times New Roman"/>
          <w:lang w:eastAsia="cs-CZ"/>
        </w:rPr>
        <w:t xml:space="preserve">. Ždírec nad Doubravou na pozemku ČD, a.s. Podle Průvodní zprávy A bod </w:t>
      </w:r>
      <w:proofErr w:type="gramStart"/>
      <w:r w:rsidRPr="008F558C">
        <w:rPr>
          <w:rFonts w:eastAsia="Calibri" w:cs="Times New Roman"/>
          <w:lang w:eastAsia="cs-CZ"/>
        </w:rPr>
        <w:t>A.1.1</w:t>
      </w:r>
      <w:proofErr w:type="gramEnd"/>
      <w:r w:rsidRPr="008F558C">
        <w:rPr>
          <w:rFonts w:eastAsia="Calibri" w:cs="Times New Roman"/>
          <w:lang w:eastAsia="cs-CZ"/>
        </w:rPr>
        <w:t xml:space="preserve"> Údaje o stavbě je pozemek pro zařízení staveniště určen: č.p. 1167/1 KÚ Všeradov ve vlastnictví Správy železnic, </w:t>
      </w:r>
      <w:proofErr w:type="spellStart"/>
      <w:r w:rsidRPr="008F558C">
        <w:rPr>
          <w:rFonts w:eastAsia="Calibri" w:cs="Times New Roman"/>
          <w:lang w:eastAsia="cs-CZ"/>
        </w:rPr>
        <w:t>s.o</w:t>
      </w:r>
      <w:proofErr w:type="spellEnd"/>
      <w:r w:rsidRPr="008F558C">
        <w:rPr>
          <w:rFonts w:eastAsia="Calibri" w:cs="Times New Roman"/>
          <w:lang w:eastAsia="cs-CZ"/>
        </w:rPr>
        <w:t>. a č.p. 275 KÚ Ždírec nad Doubravou ve vlastnictví ČD, a.s.</w:t>
      </w:r>
    </w:p>
    <w:p w14:paraId="6ADBC73F" w14:textId="77777777" w:rsidR="002612E9" w:rsidRPr="008F558C" w:rsidRDefault="002612E9" w:rsidP="002612E9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 xml:space="preserve">Žádáme zadavatele o upřesnění, na kterém pozemku bude zařízení staveniště umístěno. V případě využití pozemku ve vlastnictví ČD, a.s. žádáme o stanovení výměry z celkové plochy pozemku (16 604 m2), kterou lze využít pro umístění zařízení staveniště, v případě využití pozemku ve vlastnictví Správy železnic, </w:t>
      </w:r>
      <w:proofErr w:type="spellStart"/>
      <w:proofErr w:type="gramStart"/>
      <w:r w:rsidRPr="008F558C">
        <w:rPr>
          <w:rFonts w:eastAsia="Calibri" w:cs="Times New Roman"/>
          <w:lang w:eastAsia="cs-CZ"/>
        </w:rPr>
        <w:t>s.o</w:t>
      </w:r>
      <w:proofErr w:type="spellEnd"/>
      <w:r w:rsidRPr="008F558C">
        <w:rPr>
          <w:rFonts w:eastAsia="Calibri" w:cs="Times New Roman"/>
          <w:lang w:eastAsia="cs-CZ"/>
        </w:rPr>
        <w:t>.</w:t>
      </w:r>
      <w:proofErr w:type="gramEnd"/>
      <w:r w:rsidRPr="008F558C">
        <w:rPr>
          <w:rFonts w:eastAsia="Calibri" w:cs="Times New Roman"/>
          <w:lang w:eastAsia="cs-CZ"/>
        </w:rPr>
        <w:t xml:space="preserve"> se domníváme, že tato položka nemá být oceněna.</w:t>
      </w:r>
    </w:p>
    <w:p w14:paraId="0C77B98C" w14:textId="77777777" w:rsidR="002612E9" w:rsidRPr="00821AA4" w:rsidRDefault="002612E9" w:rsidP="002612E9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</w:p>
    <w:p w14:paraId="6815D47F" w14:textId="77777777" w:rsidR="002612E9" w:rsidRPr="00821AA4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821AA4">
        <w:rPr>
          <w:rFonts w:eastAsia="Calibri" w:cs="Times New Roman"/>
          <w:b/>
          <w:lang w:eastAsia="cs-CZ"/>
        </w:rPr>
        <w:t xml:space="preserve">Odpověď: </w:t>
      </w:r>
    </w:p>
    <w:p w14:paraId="62ACB546" w14:textId="2C04143F" w:rsidR="00587B83" w:rsidRPr="008F558C" w:rsidRDefault="00821AA4" w:rsidP="008F558C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Projekt předpokládá, že z</w:t>
      </w:r>
      <w:r w:rsidR="00587B83" w:rsidRPr="008F558C">
        <w:rPr>
          <w:rFonts w:eastAsia="Calibri" w:cs="Times New Roman"/>
          <w:lang w:eastAsia="cs-CZ"/>
        </w:rPr>
        <w:t>ařízení staveniště bude umístěno na těchto pozemcích. Výměra záboru pozemku č. 275/14 byla stanovena na 150 m2</w:t>
      </w:r>
      <w:r w:rsidR="00146909" w:rsidRPr="008F558C">
        <w:rPr>
          <w:rFonts w:eastAsia="Calibri" w:cs="Times New Roman"/>
          <w:lang w:eastAsia="cs-CZ"/>
        </w:rPr>
        <w:t>. U</w:t>
      </w:r>
      <w:r w:rsidR="005352A8" w:rsidRPr="008F558C">
        <w:rPr>
          <w:rFonts w:eastAsia="Calibri" w:cs="Times New Roman"/>
          <w:lang w:eastAsia="cs-CZ"/>
        </w:rPr>
        <w:t xml:space="preserve">místění dle části </w:t>
      </w:r>
      <w:proofErr w:type="gramStart"/>
      <w:r w:rsidR="005352A8" w:rsidRPr="008F558C">
        <w:rPr>
          <w:rFonts w:eastAsia="Calibri" w:cs="Times New Roman"/>
          <w:lang w:eastAsia="cs-CZ"/>
        </w:rPr>
        <w:t>dokumentace F.2.</w:t>
      </w:r>
      <w:proofErr w:type="gramEnd"/>
    </w:p>
    <w:p w14:paraId="65DDC5E4" w14:textId="69E7BF14" w:rsidR="00587B83" w:rsidRPr="008F558C" w:rsidRDefault="00587B83" w:rsidP="008F558C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 xml:space="preserve">Zhotovitel si nad rámec pozemků zajištěných </w:t>
      </w:r>
      <w:r w:rsidR="000336E5" w:rsidRPr="008F558C">
        <w:rPr>
          <w:rFonts w:eastAsia="Calibri" w:cs="Times New Roman"/>
          <w:lang w:eastAsia="cs-CZ"/>
        </w:rPr>
        <w:t xml:space="preserve">v </w:t>
      </w:r>
      <w:r w:rsidRPr="008F558C">
        <w:rPr>
          <w:rFonts w:eastAsia="Calibri" w:cs="Times New Roman"/>
          <w:lang w:eastAsia="cs-CZ"/>
        </w:rPr>
        <w:t>projek</w:t>
      </w:r>
      <w:r w:rsidR="000336E5" w:rsidRPr="008F558C">
        <w:rPr>
          <w:rFonts w:eastAsia="Calibri" w:cs="Times New Roman"/>
          <w:lang w:eastAsia="cs-CZ"/>
        </w:rPr>
        <w:t>tu</w:t>
      </w:r>
      <w:r w:rsidRPr="008F558C">
        <w:rPr>
          <w:rFonts w:eastAsia="Calibri" w:cs="Times New Roman"/>
          <w:lang w:eastAsia="cs-CZ"/>
        </w:rPr>
        <w:t xml:space="preserve">, může </w:t>
      </w:r>
      <w:r w:rsidR="00821AA4" w:rsidRPr="008F558C">
        <w:rPr>
          <w:rFonts w:eastAsia="Calibri" w:cs="Times New Roman"/>
          <w:lang w:eastAsia="cs-CZ"/>
        </w:rPr>
        <w:t>smluvně zajistit i jiné</w:t>
      </w:r>
      <w:r w:rsidRPr="008F558C">
        <w:rPr>
          <w:rFonts w:eastAsia="Calibri" w:cs="Times New Roman"/>
          <w:lang w:eastAsia="cs-CZ"/>
        </w:rPr>
        <w:t xml:space="preserve"> pozemky pro umístění zařízení staveniště.</w:t>
      </w:r>
    </w:p>
    <w:p w14:paraId="388EA30C" w14:textId="77777777" w:rsidR="002612E9" w:rsidRPr="009F569B" w:rsidRDefault="002612E9" w:rsidP="002612E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C197245" w14:textId="77777777" w:rsidR="00CA3137" w:rsidRDefault="00CA3137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11D422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</w:p>
    <w:p w14:paraId="6E03EED8" w14:textId="77777777" w:rsidR="002612E9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EC4946">
        <w:rPr>
          <w:rFonts w:ascii="Arial" w:hAnsi="Arial" w:cs="Arial"/>
          <w:b/>
          <w:bCs/>
          <w:u w:val="single"/>
        </w:rPr>
        <w:t>Rekonstrukce PZS P5290 a P5289</w:t>
      </w:r>
    </w:p>
    <w:p w14:paraId="27EED426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</w:p>
    <w:p w14:paraId="104D7D11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</w:rPr>
      </w:pPr>
      <w:r w:rsidRPr="00EC4946">
        <w:rPr>
          <w:rFonts w:ascii="Arial" w:hAnsi="Arial" w:cs="Arial"/>
          <w:b/>
          <w:bCs/>
        </w:rPr>
        <w:t>PS 102 Rekonstrukce PZS P5290 a P5289</w:t>
      </w:r>
    </w:p>
    <w:p w14:paraId="07C39EB1" w14:textId="77777777" w:rsidR="002612E9" w:rsidRPr="008F558C" w:rsidRDefault="002612E9" w:rsidP="008F558C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 xml:space="preserve">Ve výkazu výměr je u položek č. 67 „HLOUBENÍ JAM ZAPAŽ I NEPAŽ TŘ III“ a č. 68 „HLOUBENÍ RÝH ŠÍŘ DO 2M PAŽ I NEPAŽ TŘ. III“ uvažováno s třídou zeminy III, což jsou pevné horniny těžko a velmi těžko trhatelné. Domníváme se správně, že se ve skutečnosti jedná o třídu zeminy 3 dle již neplatné ČSN 73 3050? Žádáme zadavatele o prověření. </w:t>
      </w:r>
    </w:p>
    <w:p w14:paraId="76AB918A" w14:textId="77777777" w:rsidR="002612E9" w:rsidRPr="00BC78AA" w:rsidRDefault="002612E9" w:rsidP="002612E9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2EFB3F8A" w14:textId="77777777" w:rsidR="002612E9" w:rsidRPr="00F03EC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F03EC9">
        <w:rPr>
          <w:rFonts w:eastAsia="Calibri" w:cs="Times New Roman"/>
          <w:b/>
          <w:lang w:eastAsia="cs-CZ"/>
        </w:rPr>
        <w:t xml:space="preserve">Odpověď: </w:t>
      </w:r>
    </w:p>
    <w:p w14:paraId="097F5A7B" w14:textId="77777777" w:rsidR="000336E5" w:rsidRPr="008F558C" w:rsidRDefault="000336E5" w:rsidP="000336E5">
      <w:pPr>
        <w:spacing w:after="0" w:line="240" w:lineRule="auto"/>
        <w:rPr>
          <w:rFonts w:cs="Arial"/>
        </w:rPr>
      </w:pPr>
      <w:r w:rsidRPr="00F03EC9">
        <w:rPr>
          <w:rFonts w:cs="Arial"/>
        </w:rPr>
        <w:t>Jedná se o třídu zeminy 3 dle již neplatné ČSN 73 3050.</w:t>
      </w:r>
    </w:p>
    <w:p w14:paraId="32AA93EA" w14:textId="77777777" w:rsidR="000336E5" w:rsidRDefault="000336E5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41A432" w14:textId="77777777" w:rsidR="00CA3137" w:rsidRDefault="00CA3137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BC4BF6" w14:textId="75BEC578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8BAF935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EC4946">
        <w:rPr>
          <w:rFonts w:ascii="Arial" w:hAnsi="Arial" w:cs="Arial"/>
          <w:b/>
          <w:bCs/>
          <w:u w:val="single"/>
        </w:rPr>
        <w:t>Rekonstrukce PZS P5290 a P5289</w:t>
      </w:r>
    </w:p>
    <w:p w14:paraId="27F71BC1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F0891D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</w:rPr>
      </w:pPr>
      <w:r w:rsidRPr="00EC4946">
        <w:rPr>
          <w:rFonts w:ascii="Arial" w:hAnsi="Arial" w:cs="Arial"/>
          <w:b/>
          <w:bCs/>
        </w:rPr>
        <w:t>PS 102 Rekonstrukce PZS P5290 a P5289</w:t>
      </w:r>
    </w:p>
    <w:p w14:paraId="1FC8FAC0" w14:textId="77777777" w:rsidR="002612E9" w:rsidRPr="008F558C" w:rsidRDefault="002612E9" w:rsidP="002612E9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 xml:space="preserve">Podle polohopisných plánů (přílohy č. 0101. a 0102.) byl nalezen nesoulad v množství u položky č. 71 „PROTLAČOVÁNÍ POTRUBÍ Z PLAST HMOT DN DO 200MM“. </w:t>
      </w:r>
    </w:p>
    <w:p w14:paraId="7C4849B9" w14:textId="77777777" w:rsidR="002612E9" w:rsidRPr="008F558C" w:rsidRDefault="002612E9" w:rsidP="002612E9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Žádáme zadavatele o prověření množství u uvedené položky a v případě úpravy uvést do souladu i množství u položky č. 73 „KABELOVÁ CHRÁNIČKA ZEMNÍ DN PŘES 100 DO 200 MM“.</w:t>
      </w:r>
    </w:p>
    <w:p w14:paraId="7C414453" w14:textId="77777777" w:rsidR="002612E9" w:rsidRDefault="002612E9" w:rsidP="002612E9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</w:p>
    <w:p w14:paraId="6EE729BF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493B7C5" w14:textId="40F8B120" w:rsidR="00F03EC9" w:rsidRPr="00F03EC9" w:rsidRDefault="00F03EC9" w:rsidP="00F03EC9">
      <w:pPr>
        <w:rPr>
          <w:rFonts w:eastAsia="Calibri" w:cs="Times New Roman"/>
          <w:lang w:eastAsia="cs-CZ"/>
        </w:rPr>
      </w:pPr>
      <w:r w:rsidRPr="00F03EC9">
        <w:rPr>
          <w:rFonts w:eastAsia="Calibri" w:cs="Times New Roman"/>
          <w:lang w:eastAsia="cs-CZ"/>
        </w:rPr>
        <w:t>Chránička je navržena za účelem použití při pokládce k</w:t>
      </w:r>
      <w:r>
        <w:rPr>
          <w:rFonts w:eastAsia="Calibri" w:cs="Times New Roman"/>
          <w:lang w:eastAsia="cs-CZ"/>
        </w:rPr>
        <w:t xml:space="preserve">abelů v místech, kde může dojít </w:t>
      </w:r>
      <w:r w:rsidRPr="00F03EC9">
        <w:rPr>
          <w:rFonts w:eastAsia="Calibri" w:cs="Times New Roman"/>
          <w:lang w:eastAsia="cs-CZ"/>
        </w:rPr>
        <w:t>k možnému ohrožení kabelů (např. nižší krytí). Množství bylo určeno na základě místního šetření při návrhu kabelové trasy. K úpravě položky nedochází.</w:t>
      </w:r>
    </w:p>
    <w:p w14:paraId="0C44F7EC" w14:textId="77777777" w:rsidR="00CA3137" w:rsidRDefault="00CA3137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25993D" w14:textId="77777777" w:rsidR="008F558C" w:rsidRDefault="008F558C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DCEF65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BD8E1BD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EC4946">
        <w:rPr>
          <w:rFonts w:ascii="Arial" w:hAnsi="Arial" w:cs="Arial"/>
          <w:b/>
          <w:bCs/>
          <w:u w:val="single"/>
        </w:rPr>
        <w:t>Rekonstrukce PZS P5290 a P5289</w:t>
      </w:r>
    </w:p>
    <w:p w14:paraId="3A58E6CD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9B29D3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</w:rPr>
      </w:pPr>
      <w:r w:rsidRPr="00EC4946">
        <w:rPr>
          <w:rFonts w:ascii="Arial" w:hAnsi="Arial" w:cs="Arial"/>
          <w:b/>
          <w:bCs/>
        </w:rPr>
        <w:t>PS 102 Rekonstrukce PZS P5290 a P5289</w:t>
      </w:r>
    </w:p>
    <w:p w14:paraId="7EA07E4E" w14:textId="77777777" w:rsidR="002612E9" w:rsidRPr="008F558C" w:rsidRDefault="002612E9" w:rsidP="002612E9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lastRenderedPageBreak/>
        <w:t>Ve výkazu výměr u položky č. 78 „OSTATNÍ POŽADAVKY - GEODETICKÉ ZAMĚŘENÍ“ je uvedena hodnota množství v HM, což odpovídá délce 14 km. Tato hodnota neodpovídá délce vyznačených hranic stavby ve výkresové dokumentaci.</w:t>
      </w:r>
    </w:p>
    <w:p w14:paraId="6E1A83DF" w14:textId="77777777" w:rsidR="002612E9" w:rsidRPr="008F558C" w:rsidRDefault="002612E9" w:rsidP="002612E9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Žádáme zadavatele o prověření.</w:t>
      </w:r>
    </w:p>
    <w:p w14:paraId="0A4206DD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0E01B6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D491523" w14:textId="00D40B06" w:rsidR="002612E9" w:rsidRPr="008F558C" w:rsidRDefault="00140551" w:rsidP="008F558C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K výpočtu byla použita výměra „Vytyčení trasy kabelového vedení ve volném terénu“ v km násobená cenou za 1 km dle nabídky od zpracovatele geodetické části a dělená jednotkovou cenou dle OTSKP.</w:t>
      </w:r>
    </w:p>
    <w:p w14:paraId="4CE7BF79" w14:textId="77777777" w:rsidR="00CA3137" w:rsidRDefault="00CA3137" w:rsidP="002612E9">
      <w:pPr>
        <w:spacing w:after="0" w:line="240" w:lineRule="auto"/>
        <w:rPr>
          <w:rFonts w:ascii="Arial" w:hAnsi="Arial" w:cs="Arial"/>
        </w:rPr>
      </w:pPr>
    </w:p>
    <w:p w14:paraId="5C6B799E" w14:textId="77777777" w:rsidR="008F558C" w:rsidRDefault="008F558C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BCB7AE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DDF717D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EC4946">
        <w:rPr>
          <w:rFonts w:ascii="Arial" w:hAnsi="Arial" w:cs="Arial"/>
          <w:b/>
          <w:bCs/>
          <w:u w:val="single"/>
        </w:rPr>
        <w:t>Rekonstrukce PZS P5290 a P5289</w:t>
      </w:r>
    </w:p>
    <w:p w14:paraId="6011BC19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69F64E" w14:textId="77777777" w:rsidR="002612E9" w:rsidRPr="00821AA4" w:rsidRDefault="002612E9" w:rsidP="002612E9">
      <w:pPr>
        <w:spacing w:after="0"/>
        <w:rPr>
          <w:rFonts w:ascii="Arial" w:hAnsi="Arial" w:cs="Arial"/>
          <w:b/>
          <w:bCs/>
        </w:rPr>
      </w:pPr>
      <w:r w:rsidRPr="00821AA4">
        <w:rPr>
          <w:rFonts w:ascii="Arial" w:hAnsi="Arial" w:cs="Arial"/>
          <w:b/>
          <w:bCs/>
        </w:rPr>
        <w:t>PS 102 Rekonstrukce PZS P5290 a P5289</w:t>
      </w:r>
    </w:p>
    <w:p w14:paraId="331AE567" w14:textId="77777777" w:rsidR="002612E9" w:rsidRPr="008F558C" w:rsidRDefault="002612E9" w:rsidP="002612E9">
      <w:pPr>
        <w:spacing w:after="0"/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Požaduje zadavatel u závor PZS v km 36,017 břevna s břevnovými LED svítilnami? V kladném případě žádáme o poskytnutí požadavků, které budou kladeny na břevnové svítilny (především na ovládání a dohled svícení břevnových svítilen).</w:t>
      </w:r>
    </w:p>
    <w:p w14:paraId="29DF7CCE" w14:textId="77777777" w:rsidR="002612E9" w:rsidRPr="00821AA4" w:rsidRDefault="002612E9" w:rsidP="002612E9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</w:p>
    <w:p w14:paraId="7DC3C33F" w14:textId="77777777" w:rsidR="002612E9" w:rsidRPr="00CA3137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A3137">
        <w:rPr>
          <w:rFonts w:eastAsia="Calibri" w:cs="Times New Roman"/>
          <w:b/>
          <w:lang w:eastAsia="cs-CZ"/>
        </w:rPr>
        <w:t xml:space="preserve">Odpověď: </w:t>
      </w:r>
    </w:p>
    <w:p w14:paraId="76C2BE5D" w14:textId="7529E05D" w:rsidR="00CA3137" w:rsidRDefault="001841A0" w:rsidP="008F558C">
      <w:pPr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V době vzniku dokumentace o břevnových svítilnách nebylo uvažováno, zadavatel nepožaduje břevna s břevnovými svítilnami.</w:t>
      </w:r>
    </w:p>
    <w:p w14:paraId="62914067" w14:textId="77777777" w:rsidR="008F558C" w:rsidRPr="008F558C" w:rsidRDefault="008F558C" w:rsidP="008F558C">
      <w:pPr>
        <w:rPr>
          <w:rFonts w:eastAsia="Calibri" w:cs="Times New Roman"/>
          <w:lang w:eastAsia="cs-CZ"/>
        </w:rPr>
      </w:pPr>
    </w:p>
    <w:p w14:paraId="34972700" w14:textId="77777777" w:rsidR="002612E9" w:rsidRDefault="002612E9" w:rsidP="00CA313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</w:t>
      </w:r>
      <w:r w:rsidRPr="00CB7B5A">
        <w:rPr>
          <w:rFonts w:eastAsia="Calibri" w:cs="Times New Roman"/>
          <w:b/>
          <w:lang w:eastAsia="cs-CZ"/>
        </w:rPr>
        <w:t>:</w:t>
      </w:r>
    </w:p>
    <w:p w14:paraId="25BFE8D1" w14:textId="77777777" w:rsidR="002612E9" w:rsidRPr="00EC4946" w:rsidRDefault="002612E9" w:rsidP="00CA3137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EC4946">
        <w:rPr>
          <w:rFonts w:ascii="Arial" w:hAnsi="Arial" w:cs="Arial"/>
          <w:b/>
          <w:bCs/>
          <w:u w:val="single"/>
        </w:rPr>
        <w:t>Rekonstrukce PZS P5290 a P5289</w:t>
      </w:r>
    </w:p>
    <w:p w14:paraId="4E536E25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</w:t>
      </w:r>
    </w:p>
    <w:p w14:paraId="71B56192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</w:rPr>
      </w:pPr>
      <w:r w:rsidRPr="00EC4946">
        <w:rPr>
          <w:rFonts w:ascii="Arial" w:hAnsi="Arial" w:cs="Arial"/>
          <w:b/>
          <w:bCs/>
        </w:rPr>
        <w:t>PS 102 Rekonstrukce PZS P5290 a P5289</w:t>
      </w:r>
    </w:p>
    <w:p w14:paraId="566D1FF7" w14:textId="77777777" w:rsidR="002612E9" w:rsidRPr="008F558C" w:rsidRDefault="002612E9" w:rsidP="008F558C">
      <w:pPr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Ve výkazu výměr chybí položky pro ocenění kabelových forem. Žádáme zadavatele o doplnění.</w:t>
      </w:r>
    </w:p>
    <w:p w14:paraId="33701F5F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7054C7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3714B42" w14:textId="10E3E37B" w:rsidR="00140551" w:rsidRPr="008F558C" w:rsidRDefault="00140551" w:rsidP="00821AA4">
      <w:pPr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 xml:space="preserve">Dle Technické specifikace položky v OTSKP jsou kabelové formy obsaženy v položce </w:t>
      </w:r>
      <w:r w:rsidR="00240983" w:rsidRPr="008F558C">
        <w:rPr>
          <w:rFonts w:eastAsia="Calibri" w:cs="Times New Roman"/>
          <w:lang w:eastAsia="cs-CZ"/>
        </w:rPr>
        <w:t xml:space="preserve">č. 35 a 37 </w:t>
      </w:r>
      <w:r w:rsidRPr="008F558C">
        <w:rPr>
          <w:rFonts w:eastAsia="Calibri" w:cs="Times New Roman"/>
          <w:lang w:eastAsia="cs-CZ"/>
        </w:rPr>
        <w:t>ZATAŽENÍ A SPOJKOVÁNÍ KABELŮ</w:t>
      </w:r>
      <w:r w:rsidR="00CA3137" w:rsidRPr="008F558C">
        <w:rPr>
          <w:rFonts w:eastAsia="Calibri" w:cs="Times New Roman"/>
          <w:lang w:eastAsia="cs-CZ"/>
        </w:rPr>
        <w:t>.</w:t>
      </w:r>
      <w:r w:rsidR="00240983" w:rsidRPr="008F558C">
        <w:rPr>
          <w:rFonts w:eastAsia="Calibri" w:cs="Times New Roman"/>
          <w:lang w:eastAsia="cs-CZ"/>
        </w:rPr>
        <w:t xml:space="preserve"> </w:t>
      </w:r>
    </w:p>
    <w:p w14:paraId="0B15EAD9" w14:textId="77777777" w:rsidR="00CA3137" w:rsidRDefault="00CA3137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A78378" w14:textId="77777777" w:rsidR="008F558C" w:rsidRDefault="008F558C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60EB48" w14:textId="4D13C914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D2F0DDC" w14:textId="77777777" w:rsidR="002612E9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EC4946">
        <w:rPr>
          <w:rFonts w:ascii="Arial" w:hAnsi="Arial" w:cs="Arial"/>
          <w:b/>
          <w:bCs/>
          <w:u w:val="single"/>
        </w:rPr>
        <w:t>Rekonstrukce PZS P5290 a P5289</w:t>
      </w:r>
    </w:p>
    <w:p w14:paraId="71338F8E" w14:textId="77777777" w:rsidR="002612E9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</w:p>
    <w:p w14:paraId="6217243C" w14:textId="77777777" w:rsidR="002612E9" w:rsidRPr="005352A8" w:rsidRDefault="002612E9" w:rsidP="002612E9">
      <w:pPr>
        <w:spacing w:after="0"/>
        <w:rPr>
          <w:rFonts w:ascii="Arial" w:hAnsi="Arial" w:cs="Arial"/>
          <w:b/>
          <w:bCs/>
        </w:rPr>
      </w:pPr>
      <w:r w:rsidRPr="005352A8">
        <w:rPr>
          <w:rFonts w:ascii="Arial" w:hAnsi="Arial" w:cs="Arial"/>
          <w:b/>
          <w:bCs/>
        </w:rPr>
        <w:t>SO 98-98 Všeobecný objekt</w:t>
      </w:r>
    </w:p>
    <w:p w14:paraId="2CD5F022" w14:textId="77777777" w:rsidR="002612E9" w:rsidRPr="008F558C" w:rsidRDefault="002612E9" w:rsidP="008F558C">
      <w:pPr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 xml:space="preserve">Ve výkazu výměr je u položky č. 7 „Nájmy hrazené zhotovitelem stavby“ uvažován nájem za umístění zařízení staveniště na pozemku č. st. 54 (Eva Kubíčková). Podle Průvodní zprávy A bod </w:t>
      </w:r>
      <w:proofErr w:type="gramStart"/>
      <w:r w:rsidRPr="008F558C">
        <w:rPr>
          <w:rFonts w:eastAsia="Calibri" w:cs="Times New Roman"/>
          <w:lang w:eastAsia="cs-CZ"/>
        </w:rPr>
        <w:t>A.1.1</w:t>
      </w:r>
      <w:proofErr w:type="gramEnd"/>
      <w:r w:rsidRPr="008F558C">
        <w:rPr>
          <w:rFonts w:eastAsia="Calibri" w:cs="Times New Roman"/>
          <w:lang w:eastAsia="cs-CZ"/>
        </w:rPr>
        <w:t xml:space="preserve"> Údaje o stavbě je pozemek pro zařízení staveniště určen: č.p. 433/1 KÚ Stan u Hlinska ve vlastnictví Správy železnic, </w:t>
      </w:r>
      <w:proofErr w:type="spellStart"/>
      <w:r w:rsidRPr="008F558C">
        <w:rPr>
          <w:rFonts w:eastAsia="Calibri" w:cs="Times New Roman"/>
          <w:lang w:eastAsia="cs-CZ"/>
        </w:rPr>
        <w:t>s.o</w:t>
      </w:r>
      <w:proofErr w:type="spellEnd"/>
      <w:r w:rsidRPr="008F558C">
        <w:rPr>
          <w:rFonts w:eastAsia="Calibri" w:cs="Times New Roman"/>
          <w:lang w:eastAsia="cs-CZ"/>
        </w:rPr>
        <w:t>.</w:t>
      </w:r>
    </w:p>
    <w:p w14:paraId="266A1621" w14:textId="77777777" w:rsidR="002612E9" w:rsidRPr="008F558C" w:rsidRDefault="002612E9" w:rsidP="008F558C">
      <w:pPr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 xml:space="preserve">Žádáme zadavatele o upřesnění, na kterém pozemku bude zařízení staveniště umístěno. V případě využití pozemku v soukromém vlastnictví žádáme o stanovení výměry z celkové plochy pozemku (558 m2), kterou lze využít pro umístění zařízení staveniště, v případě využití pozemku ve vlastnictví Správy železnic, </w:t>
      </w:r>
      <w:proofErr w:type="spellStart"/>
      <w:proofErr w:type="gramStart"/>
      <w:r w:rsidRPr="008F558C">
        <w:rPr>
          <w:rFonts w:eastAsia="Calibri" w:cs="Times New Roman"/>
          <w:lang w:eastAsia="cs-CZ"/>
        </w:rPr>
        <w:t>s.o</w:t>
      </w:r>
      <w:proofErr w:type="spellEnd"/>
      <w:r w:rsidRPr="008F558C">
        <w:rPr>
          <w:rFonts w:eastAsia="Calibri" w:cs="Times New Roman"/>
          <w:lang w:eastAsia="cs-CZ"/>
        </w:rPr>
        <w:t>.</w:t>
      </w:r>
      <w:proofErr w:type="gramEnd"/>
      <w:r w:rsidRPr="008F558C">
        <w:rPr>
          <w:rFonts w:eastAsia="Calibri" w:cs="Times New Roman"/>
          <w:lang w:eastAsia="cs-CZ"/>
        </w:rPr>
        <w:t xml:space="preserve"> se domníváme, že tato položka nemá být oceněna.</w:t>
      </w:r>
    </w:p>
    <w:p w14:paraId="4EDFB84B" w14:textId="77777777" w:rsidR="002612E9" w:rsidRPr="00BC78AA" w:rsidRDefault="002612E9" w:rsidP="002612E9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highlight w:val="yellow"/>
          <w:lang w:eastAsia="cs-CZ"/>
        </w:rPr>
      </w:pPr>
    </w:p>
    <w:p w14:paraId="77ADF9F2" w14:textId="77777777" w:rsidR="002612E9" w:rsidRPr="00CA3137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A3137">
        <w:rPr>
          <w:rFonts w:eastAsia="Calibri" w:cs="Times New Roman"/>
          <w:b/>
          <w:lang w:eastAsia="cs-CZ"/>
        </w:rPr>
        <w:t xml:space="preserve">Odpověď: </w:t>
      </w:r>
    </w:p>
    <w:p w14:paraId="685ABDE9" w14:textId="2F71C17C" w:rsidR="002612E9" w:rsidRPr="008F558C" w:rsidRDefault="005352A8" w:rsidP="008F558C">
      <w:pPr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 xml:space="preserve">Na </w:t>
      </w:r>
      <w:proofErr w:type="spellStart"/>
      <w:r w:rsidRPr="008F558C">
        <w:rPr>
          <w:rFonts w:eastAsia="Calibri" w:cs="Times New Roman"/>
          <w:lang w:eastAsia="cs-CZ"/>
        </w:rPr>
        <w:t>poz</w:t>
      </w:r>
      <w:proofErr w:type="spellEnd"/>
      <w:r w:rsidRPr="008F558C">
        <w:rPr>
          <w:rFonts w:eastAsia="Calibri" w:cs="Times New Roman"/>
          <w:lang w:eastAsia="cs-CZ"/>
        </w:rPr>
        <w:t xml:space="preserve">. č. st. 54 nebude umístěno staveniště. Jedná se o pronájem pozemku po dobu stavby z důvodu dočasného záboru. </w:t>
      </w:r>
      <w:r w:rsidR="001841A0" w:rsidRPr="008F558C">
        <w:rPr>
          <w:rFonts w:eastAsia="Calibri" w:cs="Times New Roman"/>
          <w:lang w:eastAsia="cs-CZ"/>
        </w:rPr>
        <w:t xml:space="preserve">V případě, že zhotoviteli bude postačovat pro zařízení staveniště využití navrženého </w:t>
      </w:r>
      <w:r w:rsidR="00240983" w:rsidRPr="008F558C">
        <w:rPr>
          <w:rFonts w:eastAsia="Calibri" w:cs="Times New Roman"/>
          <w:lang w:eastAsia="cs-CZ"/>
        </w:rPr>
        <w:t>pozemku ve vlastnictví Správy železnic, není třeba položku oceňovat.</w:t>
      </w:r>
    </w:p>
    <w:p w14:paraId="7C347D5D" w14:textId="77777777" w:rsidR="002612E9" w:rsidRDefault="002612E9" w:rsidP="002612E9"/>
    <w:p w14:paraId="04BA644E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14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DA6C033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EC4946">
        <w:rPr>
          <w:rFonts w:ascii="Arial" w:hAnsi="Arial" w:cs="Arial"/>
          <w:b/>
          <w:bCs/>
          <w:u w:val="single"/>
        </w:rPr>
        <w:t>Rekonstrukce PZS P5293, P5292 a P5291</w:t>
      </w:r>
    </w:p>
    <w:p w14:paraId="012869C1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6DC318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</w:rPr>
      </w:pPr>
      <w:r w:rsidRPr="00EC4946">
        <w:rPr>
          <w:rFonts w:ascii="Arial" w:hAnsi="Arial" w:cs="Arial"/>
          <w:b/>
          <w:bCs/>
        </w:rPr>
        <w:t>PS 103 Rekonstrukce PZS P5293, P5292 a P5291</w:t>
      </w:r>
    </w:p>
    <w:p w14:paraId="3BE2291E" w14:textId="77777777" w:rsidR="002612E9" w:rsidRPr="008F558C" w:rsidRDefault="002612E9" w:rsidP="008F558C">
      <w:pPr>
        <w:rPr>
          <w:rFonts w:eastAsia="Calibri" w:cs="Times New Roman"/>
          <w:lang w:eastAsia="cs-CZ"/>
        </w:rPr>
      </w:pPr>
      <w:r w:rsidRPr="008F558C">
        <w:rPr>
          <w:rFonts w:eastAsia="Calibri" w:cs="Times New Roman"/>
          <w:lang w:eastAsia="cs-CZ"/>
        </w:rPr>
        <w:t>Ve výkazu výměr je u položek č. 65 „HLOUBENÍ JAM ZAPAŽ I NEPAŽ TŘ III“ a č. 66 „HLOUBENÍ RÝH ŠÍŘ DO 2M PAŽ I NEPAŽ TŘ. III“ uvažováno s třídou zeminy III, což jsou pevné horniny těžko a velmi těžko trhatelné. Domníváme se správně, že se ve skutečnosti jedná o třídu zeminy 3 dle již neplatné ČSN 73 3050? Žádáme zadavatele o prověření.</w:t>
      </w:r>
    </w:p>
    <w:p w14:paraId="6E50281D" w14:textId="77777777" w:rsidR="002612E9" w:rsidRPr="00BC78AA" w:rsidRDefault="002612E9" w:rsidP="002612E9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141FD4AD" w14:textId="77777777" w:rsidR="002612E9" w:rsidRPr="00F03EC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GoBack"/>
      <w:bookmarkEnd w:id="1"/>
      <w:r w:rsidRPr="00F03EC9">
        <w:rPr>
          <w:rFonts w:eastAsia="Calibri" w:cs="Times New Roman"/>
          <w:b/>
          <w:lang w:eastAsia="cs-CZ"/>
        </w:rPr>
        <w:t xml:space="preserve">Odpověď: </w:t>
      </w:r>
    </w:p>
    <w:p w14:paraId="54F953A5" w14:textId="77777777" w:rsidR="000336E5" w:rsidRPr="008F558C" w:rsidRDefault="000336E5" w:rsidP="000336E5">
      <w:pPr>
        <w:spacing w:after="0" w:line="240" w:lineRule="auto"/>
        <w:rPr>
          <w:rFonts w:cs="Arial"/>
        </w:rPr>
      </w:pPr>
      <w:r w:rsidRPr="00F03EC9">
        <w:rPr>
          <w:rFonts w:cs="Arial"/>
        </w:rPr>
        <w:t>Jedná se o třídu zeminy 3 dle již neplatné ČSN 73 3050.</w:t>
      </w:r>
    </w:p>
    <w:p w14:paraId="2F87B19D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DF2D7E" w14:textId="77777777" w:rsidR="00CA3137" w:rsidRDefault="00CA3137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B5AA6E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B5801FE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EC4946">
        <w:rPr>
          <w:rFonts w:ascii="Arial" w:hAnsi="Arial" w:cs="Arial"/>
          <w:b/>
          <w:bCs/>
          <w:u w:val="single"/>
        </w:rPr>
        <w:t>Rekonstrukce PZS P5293, P5292 a P5291</w:t>
      </w:r>
    </w:p>
    <w:p w14:paraId="2A516AC8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7A37BA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</w:rPr>
      </w:pPr>
      <w:r w:rsidRPr="00EC4946">
        <w:rPr>
          <w:rFonts w:ascii="Arial" w:hAnsi="Arial" w:cs="Arial"/>
          <w:b/>
          <w:bCs/>
        </w:rPr>
        <w:t>PS 103 Rekonstrukce PZS P5293, P5292 a P5291</w:t>
      </w:r>
    </w:p>
    <w:p w14:paraId="3264D193" w14:textId="194AFC11" w:rsidR="002612E9" w:rsidRPr="00CA3137" w:rsidRDefault="002612E9" w:rsidP="00CA3137">
      <w:pPr>
        <w:rPr>
          <w:rFonts w:eastAsia="Calibri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>Podle polohopisných plánů (přílohy č. 0101. a 0102.) byl nalezen nesoulad v množství u položky č. 69 „PROTLAČOVÁNÍ POTRUBÍ Z PLAST HMOT DN DO 200MM“. Žádáme zadavatele o prověření množství u uvedené položky a v případě úpravy uvést do souladu i množství u položky č. 70 „KABELOVÁ CHRÁNIČKA ZEMNÍ DN PŘES 100 DO 200 MM“.</w:t>
      </w:r>
    </w:p>
    <w:p w14:paraId="60C8CC37" w14:textId="77777777" w:rsidR="002612E9" w:rsidRPr="00CA3137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4F55B1" w14:textId="77777777" w:rsidR="002612E9" w:rsidRPr="00CA3137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A3137">
        <w:rPr>
          <w:rFonts w:eastAsia="Calibri" w:cs="Times New Roman"/>
          <w:b/>
          <w:lang w:eastAsia="cs-CZ"/>
        </w:rPr>
        <w:t xml:space="preserve">Odpověď: </w:t>
      </w:r>
    </w:p>
    <w:p w14:paraId="77EECA07" w14:textId="77777777" w:rsidR="00F03EC9" w:rsidRPr="00F03EC9" w:rsidRDefault="00F03EC9" w:rsidP="00F03EC9">
      <w:pPr>
        <w:rPr>
          <w:rFonts w:eastAsia="Calibri" w:cs="Times New Roman"/>
          <w:lang w:eastAsia="cs-CZ"/>
        </w:rPr>
      </w:pPr>
      <w:r w:rsidRPr="00F03EC9">
        <w:rPr>
          <w:rFonts w:eastAsia="Calibri" w:cs="Times New Roman"/>
          <w:lang w:eastAsia="cs-CZ"/>
        </w:rPr>
        <w:t>Chránička je navržena za účelem použití při pokládce kabelů v místech, kde může dojít k možnému ohrožení kabelů (např. nižší krytí). Množství bylo určeno na základě místního šetření při návrhu kabelové trasy. K úpravě položky nedochází.</w:t>
      </w:r>
    </w:p>
    <w:p w14:paraId="26E1307D" w14:textId="77777777" w:rsidR="00CA3137" w:rsidRDefault="00CA3137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A68E22" w14:textId="77777777" w:rsidR="008F558C" w:rsidRDefault="008F558C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473D57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308EA59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EC4946">
        <w:rPr>
          <w:rFonts w:ascii="Arial" w:hAnsi="Arial" w:cs="Arial"/>
          <w:b/>
          <w:bCs/>
          <w:u w:val="single"/>
        </w:rPr>
        <w:t>Rekonstrukce PZS P5293, P5292 a P5291</w:t>
      </w:r>
    </w:p>
    <w:p w14:paraId="38135DEE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074834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69DD70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</w:rPr>
      </w:pPr>
      <w:r w:rsidRPr="00EC4946">
        <w:rPr>
          <w:rFonts w:ascii="Arial" w:hAnsi="Arial" w:cs="Arial"/>
          <w:b/>
          <w:bCs/>
        </w:rPr>
        <w:t>PS 103 Rekonstrukce PZS P5293, P5292 a P5291</w:t>
      </w:r>
    </w:p>
    <w:p w14:paraId="3EE79851" w14:textId="5BAB493F" w:rsidR="002612E9" w:rsidRPr="00CA3137" w:rsidRDefault="002612E9" w:rsidP="00CA3137">
      <w:pPr>
        <w:rPr>
          <w:rFonts w:eastAsia="Calibri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>Ve výkazu výměr u položky č. 75 „OSTATNÍ POŽADAVKY - GEODETICKÉ ZAMĚŘENÍ“ je uvedena hodnota množství v HM, což odpovídá délce 12 km. Tato hodnota neodpovídá délce vyznačených hranic stavby ve výkresové dokumentaci.</w:t>
      </w:r>
      <w:r w:rsidR="00CA3137">
        <w:rPr>
          <w:rFonts w:eastAsia="Calibri" w:cs="Times New Roman"/>
          <w:lang w:eastAsia="cs-CZ"/>
        </w:rPr>
        <w:t xml:space="preserve"> </w:t>
      </w:r>
      <w:r w:rsidRPr="00CA3137">
        <w:rPr>
          <w:rFonts w:eastAsia="Calibri" w:cs="Times New Roman"/>
          <w:lang w:eastAsia="cs-CZ"/>
        </w:rPr>
        <w:t>Žádáme zadavatele o prověření.</w:t>
      </w:r>
    </w:p>
    <w:p w14:paraId="6F0F4BA6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D61A43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115C662" w14:textId="393A8479" w:rsidR="00CA3137" w:rsidRPr="00CA3137" w:rsidRDefault="00140551" w:rsidP="00146909">
      <w:pPr>
        <w:rPr>
          <w:rFonts w:eastAsia="Calibri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>K výpočtu byla použita výměra „Vytyčení trasy kabelového vedení ve volném terénu“ v km násobená cenou za 1 km dle nabídky od zpracovatele geodetické části a dělená jednotkovou cenou dle OTSKP.</w:t>
      </w:r>
    </w:p>
    <w:p w14:paraId="14F8D619" w14:textId="77777777" w:rsidR="00CA3137" w:rsidRPr="00CA3137" w:rsidRDefault="00CA3137" w:rsidP="00146909">
      <w:pPr>
        <w:rPr>
          <w:rFonts w:ascii="Arial" w:hAnsi="Arial" w:cs="Arial"/>
        </w:rPr>
      </w:pPr>
    </w:p>
    <w:p w14:paraId="6FF62F77" w14:textId="77777777" w:rsidR="002612E9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287E4D6" w14:textId="77777777" w:rsidR="002612E9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EC4946">
        <w:rPr>
          <w:rFonts w:ascii="Arial" w:hAnsi="Arial" w:cs="Arial"/>
          <w:b/>
          <w:bCs/>
          <w:u w:val="single"/>
        </w:rPr>
        <w:t>Rekonstrukce PZS P5293, P5292 a P5291</w:t>
      </w:r>
    </w:p>
    <w:p w14:paraId="4262C247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</w:p>
    <w:p w14:paraId="61C40425" w14:textId="77777777" w:rsidR="002612E9" w:rsidRPr="00EC4946" w:rsidRDefault="002612E9" w:rsidP="002612E9">
      <w:pPr>
        <w:spacing w:after="0"/>
        <w:rPr>
          <w:rFonts w:ascii="Arial" w:hAnsi="Arial" w:cs="Arial"/>
          <w:b/>
          <w:bCs/>
        </w:rPr>
      </w:pPr>
      <w:r w:rsidRPr="00EC4946">
        <w:rPr>
          <w:rFonts w:ascii="Arial" w:hAnsi="Arial" w:cs="Arial"/>
          <w:b/>
          <w:bCs/>
        </w:rPr>
        <w:t>PS 103 Rekonstrukce PZS P5293, P5292 a P5291</w:t>
      </w:r>
    </w:p>
    <w:p w14:paraId="37DFDDED" w14:textId="77777777" w:rsidR="002612E9" w:rsidRPr="00CA3137" w:rsidRDefault="002612E9" w:rsidP="00CA3137">
      <w:pPr>
        <w:rPr>
          <w:rFonts w:eastAsia="Calibri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>Ve výkazu výměr chybí položky pro ocenění kabelových forem. Žádáme zadavatele o doplnění.</w:t>
      </w:r>
    </w:p>
    <w:p w14:paraId="2251A8D0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C5F3A1" w14:textId="77777777" w:rsidR="002612E9" w:rsidRPr="00CB7B5A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C618EE3" w14:textId="280DEC99" w:rsidR="00CA3137" w:rsidRPr="00CA3137" w:rsidRDefault="00140551" w:rsidP="00146909">
      <w:pPr>
        <w:rPr>
          <w:rFonts w:eastAsia="Calibri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 xml:space="preserve">Dle Technické specifikace položky v OTSKP jsou kabelové formy obsaženy v položce </w:t>
      </w:r>
      <w:r w:rsidR="00240983" w:rsidRPr="00CA3137">
        <w:rPr>
          <w:rFonts w:eastAsia="Calibri" w:cs="Times New Roman"/>
          <w:lang w:eastAsia="cs-CZ"/>
        </w:rPr>
        <w:t>č. 35 a 37 ZATAŽENÍ A SPOJKOVÁNÍ KABELŮ</w:t>
      </w:r>
      <w:r w:rsidR="00CA3137" w:rsidRPr="00CA3137">
        <w:rPr>
          <w:rFonts w:eastAsia="Calibri" w:cs="Times New Roman"/>
          <w:lang w:eastAsia="cs-CZ"/>
        </w:rPr>
        <w:t>.</w:t>
      </w:r>
    </w:p>
    <w:p w14:paraId="293A4324" w14:textId="77777777" w:rsidR="00CA3137" w:rsidRDefault="00CA3137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3295B8" w14:textId="77777777" w:rsidR="008F558C" w:rsidRDefault="008F558C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74D35B" w14:textId="77777777" w:rsidR="002612E9" w:rsidRPr="00EC3133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EC3133">
        <w:rPr>
          <w:rFonts w:eastAsia="Calibri" w:cs="Times New Roman"/>
          <w:b/>
          <w:lang w:eastAsia="cs-CZ"/>
        </w:rPr>
        <w:lastRenderedPageBreak/>
        <w:t xml:space="preserve">Dotaz č. 18: </w:t>
      </w:r>
    </w:p>
    <w:p w14:paraId="7ADD30DB" w14:textId="77777777" w:rsidR="002612E9" w:rsidRPr="00EC3133" w:rsidRDefault="002612E9" w:rsidP="002612E9">
      <w:pPr>
        <w:spacing w:after="0"/>
        <w:rPr>
          <w:rFonts w:ascii="Arial" w:hAnsi="Arial" w:cs="Arial"/>
          <w:b/>
          <w:bCs/>
          <w:u w:val="single"/>
        </w:rPr>
      </w:pPr>
      <w:r w:rsidRPr="00EC3133">
        <w:rPr>
          <w:rFonts w:ascii="Arial" w:hAnsi="Arial" w:cs="Arial"/>
          <w:b/>
          <w:bCs/>
          <w:u w:val="single"/>
        </w:rPr>
        <w:t>Rekonstrukce PZS P5293, P5292 a P5291</w:t>
      </w:r>
    </w:p>
    <w:p w14:paraId="12A849DB" w14:textId="77777777" w:rsidR="002612E9" w:rsidRPr="00EC3133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26199E" w14:textId="77777777" w:rsidR="002612E9" w:rsidRPr="00CA3137" w:rsidRDefault="002612E9" w:rsidP="002612E9">
      <w:pPr>
        <w:spacing w:after="0"/>
        <w:rPr>
          <w:rFonts w:eastAsia="Calibri" w:cs="Times New Roman"/>
          <w:b/>
          <w:lang w:eastAsia="cs-CZ"/>
        </w:rPr>
      </w:pPr>
      <w:r w:rsidRPr="00CA3137">
        <w:rPr>
          <w:rFonts w:eastAsia="Calibri" w:cs="Times New Roman"/>
          <w:b/>
          <w:lang w:eastAsia="cs-CZ"/>
        </w:rPr>
        <w:t>SO 98-98 Všeobecný objekt</w:t>
      </w:r>
    </w:p>
    <w:p w14:paraId="19B1B20B" w14:textId="77777777" w:rsidR="002612E9" w:rsidRPr="00CA3137" w:rsidRDefault="002612E9" w:rsidP="002612E9">
      <w:pPr>
        <w:spacing w:after="0"/>
        <w:rPr>
          <w:rFonts w:eastAsia="Calibri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 xml:space="preserve">Ve výkazu výměr je u položky č. 7 „Nájmy hrazené zhotovitelem stavby“ uvažován nájem za umístění zařízení staveniště, jehož umístění není určeno. Podle Průvodní zprávy A bod </w:t>
      </w:r>
      <w:proofErr w:type="gramStart"/>
      <w:r w:rsidRPr="00CA3137">
        <w:rPr>
          <w:rFonts w:eastAsia="Calibri" w:cs="Times New Roman"/>
          <w:lang w:eastAsia="cs-CZ"/>
        </w:rPr>
        <w:t>A.1.1</w:t>
      </w:r>
      <w:proofErr w:type="gramEnd"/>
      <w:r w:rsidRPr="00CA3137">
        <w:rPr>
          <w:rFonts w:eastAsia="Calibri" w:cs="Times New Roman"/>
          <w:lang w:eastAsia="cs-CZ"/>
        </w:rPr>
        <w:t xml:space="preserve"> Údaje o stavbě jsou pozemky pro zařízení staveniště určeny: č.p. 433/1 KÚ Stan u Hlinska a č.p. 108/1 KÚ Vítanov ve vlastnictví Správy železnic, </w:t>
      </w:r>
      <w:proofErr w:type="spellStart"/>
      <w:r w:rsidRPr="00CA3137">
        <w:rPr>
          <w:rFonts w:eastAsia="Calibri" w:cs="Times New Roman"/>
          <w:lang w:eastAsia="cs-CZ"/>
        </w:rPr>
        <w:t>s.o</w:t>
      </w:r>
      <w:proofErr w:type="spellEnd"/>
      <w:r w:rsidRPr="00CA3137">
        <w:rPr>
          <w:rFonts w:eastAsia="Calibri" w:cs="Times New Roman"/>
          <w:lang w:eastAsia="cs-CZ"/>
        </w:rPr>
        <w:t>. a č.p. 2679/19 KÚ Hlinsko v Čechách ve vlastnictví ČD, a.s.</w:t>
      </w:r>
    </w:p>
    <w:p w14:paraId="51081C33" w14:textId="77777777" w:rsidR="002612E9" w:rsidRPr="00CA3137" w:rsidRDefault="002612E9" w:rsidP="002612E9">
      <w:pPr>
        <w:spacing w:after="0"/>
        <w:rPr>
          <w:rFonts w:eastAsia="Calibri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 xml:space="preserve">Žádáme zadavatele o upřesnění, na kterém pozemku bude zařízení staveniště umístěno. V případě využití pozemku ve vlastnictví ČD, a.s. žádáme o stanovení výměry z celkové plochy pozemku (39 105 m2), kterou lze využít pro umístění zařízení staveniště, v případě využití pozemku ve vlastnictví Správy železnic, </w:t>
      </w:r>
      <w:proofErr w:type="spellStart"/>
      <w:proofErr w:type="gramStart"/>
      <w:r w:rsidRPr="00CA3137">
        <w:rPr>
          <w:rFonts w:eastAsia="Calibri" w:cs="Times New Roman"/>
          <w:lang w:eastAsia="cs-CZ"/>
        </w:rPr>
        <w:t>s.o</w:t>
      </w:r>
      <w:proofErr w:type="spellEnd"/>
      <w:r w:rsidRPr="00CA3137">
        <w:rPr>
          <w:rFonts w:eastAsia="Calibri" w:cs="Times New Roman"/>
          <w:lang w:eastAsia="cs-CZ"/>
        </w:rPr>
        <w:t>.</w:t>
      </w:r>
      <w:proofErr w:type="gramEnd"/>
      <w:r w:rsidRPr="00CA3137">
        <w:rPr>
          <w:rFonts w:eastAsia="Calibri" w:cs="Times New Roman"/>
          <w:lang w:eastAsia="cs-CZ"/>
        </w:rPr>
        <w:t xml:space="preserve"> se domníváme, že tato položka nemá být oceněna.</w:t>
      </w:r>
    </w:p>
    <w:p w14:paraId="3F2E9FF4" w14:textId="77777777" w:rsidR="002612E9" w:rsidRPr="00EC3133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BB1BCB" w14:textId="77777777" w:rsidR="002612E9" w:rsidRPr="00EC3133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EC3133">
        <w:rPr>
          <w:rFonts w:eastAsia="Calibri" w:cs="Times New Roman"/>
          <w:b/>
          <w:lang w:eastAsia="cs-CZ"/>
        </w:rPr>
        <w:t xml:space="preserve">Odpověď: </w:t>
      </w:r>
    </w:p>
    <w:p w14:paraId="7978E540" w14:textId="73C2BDBE" w:rsidR="000336E5" w:rsidRPr="00CA3137" w:rsidRDefault="00146909" w:rsidP="00CA3137">
      <w:pPr>
        <w:rPr>
          <w:rFonts w:eastAsia="Calibri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>Projekt předpokládá, že zařízení staveniště bude umístěno na těchto pozemcích. Výměra záboru pozemku č. 2</w:t>
      </w:r>
      <w:r w:rsidR="001B3AB9" w:rsidRPr="00CA3137">
        <w:rPr>
          <w:rFonts w:eastAsia="Calibri" w:cs="Times New Roman"/>
          <w:lang w:eastAsia="cs-CZ"/>
        </w:rPr>
        <w:t>679/19</w:t>
      </w:r>
      <w:r w:rsidRPr="00CA3137">
        <w:rPr>
          <w:rFonts w:eastAsia="Calibri" w:cs="Times New Roman"/>
          <w:lang w:eastAsia="cs-CZ"/>
        </w:rPr>
        <w:t xml:space="preserve"> byla stanovena na 150 m2. Umístění dle části </w:t>
      </w:r>
      <w:proofErr w:type="gramStart"/>
      <w:r w:rsidRPr="00CA3137">
        <w:rPr>
          <w:rFonts w:eastAsia="Calibri" w:cs="Times New Roman"/>
          <w:lang w:eastAsia="cs-CZ"/>
        </w:rPr>
        <w:t>dokumentace F.2</w:t>
      </w:r>
      <w:r w:rsidR="001B3AB9" w:rsidRPr="00CA3137">
        <w:rPr>
          <w:rFonts w:eastAsia="Calibri" w:cs="Times New Roman"/>
          <w:lang w:eastAsia="cs-CZ"/>
        </w:rPr>
        <w:t>.</w:t>
      </w:r>
      <w:proofErr w:type="gramEnd"/>
      <w:r w:rsidR="00CA3137">
        <w:rPr>
          <w:rFonts w:eastAsia="Calibri" w:cs="Times New Roman"/>
          <w:lang w:eastAsia="cs-CZ"/>
        </w:rPr>
        <w:t xml:space="preserve"> </w:t>
      </w:r>
      <w:r w:rsidR="000336E5" w:rsidRPr="00CA3137">
        <w:rPr>
          <w:rFonts w:eastAsia="Calibri" w:cs="Times New Roman"/>
          <w:lang w:eastAsia="cs-CZ"/>
        </w:rPr>
        <w:t>Zhotovitel si nad rámec pozemků zajištěných v projektu, může smluvně zajistit i jiné pozemky pro umístění zařízení staveniště.</w:t>
      </w:r>
    </w:p>
    <w:p w14:paraId="103A7368" w14:textId="77777777" w:rsidR="002612E9" w:rsidRDefault="002612E9" w:rsidP="00CB7B5A"/>
    <w:p w14:paraId="2D6A06F8" w14:textId="77777777" w:rsidR="002612E9" w:rsidRPr="00EC3133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EC3133">
        <w:rPr>
          <w:rFonts w:eastAsia="Calibri" w:cs="Times New Roman"/>
          <w:b/>
          <w:lang w:eastAsia="cs-CZ"/>
        </w:rPr>
        <w:t xml:space="preserve">Dotaz č. 19: </w:t>
      </w:r>
    </w:p>
    <w:p w14:paraId="0445D50A" w14:textId="2FE646B0" w:rsidR="00CA3137" w:rsidRPr="008F558C" w:rsidRDefault="003719DD" w:rsidP="008F558C">
      <w:pPr>
        <w:rPr>
          <w:rFonts w:eastAsia="Calibri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>V rámci „Vysvětlení/změna/doplnění zadávací dokumentace č. 1“ „Dotaz č. 1“ zadavatel umožňuje/povoluje/připouští vzhledem k časovému odstupu zadání a soutěže a vývoji na trhu zabezpečovací techniky výstavbu i plně elektronického i centralizovaného typu PZZ. Elektronický typ PZZ vyžaduje jiný soupis prací než soupis prací uvedený v ZD. Chápeme správně, i v návaznosti na odpověď zadavatele na Dotaz č. 1, že v rámci stavby budou realizované nulové změnové listy reflektující nutné změny položek?</w:t>
      </w:r>
    </w:p>
    <w:p w14:paraId="7B6243BE" w14:textId="77777777" w:rsidR="002612E9" w:rsidRPr="00CA3137" w:rsidRDefault="002612E9" w:rsidP="002612E9">
      <w:pPr>
        <w:spacing w:after="0" w:line="240" w:lineRule="auto"/>
        <w:rPr>
          <w:rFonts w:eastAsia="Calibri" w:cs="Times New Roman"/>
          <w:b/>
          <w:lang w:eastAsia="cs-CZ"/>
        </w:rPr>
      </w:pPr>
      <w:r w:rsidRPr="00CA3137">
        <w:rPr>
          <w:rFonts w:eastAsia="Calibri" w:cs="Times New Roman"/>
          <w:b/>
          <w:lang w:eastAsia="cs-CZ"/>
        </w:rPr>
        <w:t xml:space="preserve">Odpověď: </w:t>
      </w:r>
    </w:p>
    <w:p w14:paraId="65C70283" w14:textId="3FC64073" w:rsidR="00CA3137" w:rsidRPr="00CA3137" w:rsidRDefault="001841A0" w:rsidP="00CA3137">
      <w:pPr>
        <w:rPr>
          <w:rFonts w:eastAsia="Calibri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 xml:space="preserve">Zadavatel odpovědí na dotaz č. 1 pouze nevyloučil možnost zřízení i plně elektronického a centralizovaného zařízení, nicméně stále předpokládá vybudování PZZ reléového typu s elektronickými doplňky dle projektu. Pokud zhotovitel z nějakého důvodu navrhne jiné zařízení, je nutné je dostatečně </w:t>
      </w:r>
      <w:proofErr w:type="spellStart"/>
      <w:r w:rsidRPr="00CA3137">
        <w:rPr>
          <w:rFonts w:eastAsia="Calibri" w:cs="Times New Roman"/>
          <w:lang w:eastAsia="cs-CZ"/>
        </w:rPr>
        <w:t>nacenit</w:t>
      </w:r>
      <w:proofErr w:type="spellEnd"/>
      <w:r w:rsidRPr="00CA3137">
        <w:rPr>
          <w:rFonts w:eastAsia="Calibri" w:cs="Times New Roman"/>
          <w:lang w:eastAsia="cs-CZ"/>
        </w:rPr>
        <w:t xml:space="preserve"> v rámci stávajících výkazů výměr. S realizací nulových změnových listů není uvažováno.</w:t>
      </w:r>
    </w:p>
    <w:p w14:paraId="1DE44B61" w14:textId="77777777" w:rsidR="00CA3137" w:rsidRDefault="00CA3137" w:rsidP="00CA313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B846DA" w14:textId="77777777" w:rsidR="00CA3137" w:rsidRPr="00396E8C" w:rsidRDefault="00CA3137" w:rsidP="00CA313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E82E088" w14:textId="77777777" w:rsidR="00CA3137" w:rsidRPr="00CB7B5A" w:rsidRDefault="00CA3137" w:rsidP="00CA3137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46D0EA4" w14:textId="77777777" w:rsidR="00CA3137" w:rsidRPr="00CB7B5A" w:rsidRDefault="00CA3137" w:rsidP="00CA313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9BBD96F" w14:textId="77777777" w:rsidR="00CA3137" w:rsidRPr="00CB7B5A" w:rsidRDefault="00CA3137" w:rsidP="00CA313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A3137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70ED3BF8" w14:textId="776661BA" w:rsidR="00CA3137" w:rsidRPr="00CB7B5A" w:rsidRDefault="00CA3137" w:rsidP="00CA313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414BD6C6" w14:textId="77777777" w:rsidR="00CA3137" w:rsidRPr="00CB7B5A" w:rsidRDefault="00CA3137" w:rsidP="00CA313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7B2FEA" w14:textId="77777777" w:rsidR="00CA3137" w:rsidRPr="00CB7B5A" w:rsidRDefault="00CA3137" w:rsidP="00CA31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31E9F083" w14:textId="77777777" w:rsidR="00CA3137" w:rsidRDefault="00CA3137" w:rsidP="00CA313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D752D2" w14:textId="77777777" w:rsidR="00CA3137" w:rsidRPr="00CB7B5A" w:rsidRDefault="00CA3137" w:rsidP="00CA313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BC9685" w14:textId="77777777" w:rsidR="00CA3137" w:rsidRDefault="00CA3137" w:rsidP="00CA3137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DC01163" w14:textId="77777777" w:rsidR="00CA3137" w:rsidRDefault="00CA3137" w:rsidP="00CA3137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C67BD56" w14:textId="77777777" w:rsidR="00CA3137" w:rsidRPr="00CB7B5A" w:rsidRDefault="00CA3137" w:rsidP="00CA3137">
      <w:pPr>
        <w:spacing w:after="0" w:line="240" w:lineRule="auto"/>
        <w:ind w:left="4961" w:firstLine="567"/>
        <w:rPr>
          <w:rFonts w:eastAsia="Times New Roman" w:cs="Times New Roman"/>
          <w:b/>
          <w:bCs/>
          <w:lang w:eastAsia="cs-CZ"/>
        </w:rPr>
      </w:pPr>
    </w:p>
    <w:p w14:paraId="3BE770B7" w14:textId="77777777" w:rsidR="00CA3137" w:rsidRPr="00CB7B5A" w:rsidRDefault="00CA3137" w:rsidP="00CA3137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8DBF4D2" w14:textId="77777777" w:rsidR="00CA3137" w:rsidRPr="00CB7B5A" w:rsidRDefault="00CA3137" w:rsidP="00CA3137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94BFC0C" w14:textId="77777777" w:rsidR="00CA3137" w:rsidRPr="00CB7B5A" w:rsidRDefault="00CA3137" w:rsidP="00CA3137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3113772" w14:textId="77777777" w:rsidR="00CA3137" w:rsidRPr="00CB7B5A" w:rsidRDefault="00CA3137" w:rsidP="00CA3137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9D111C9" w14:textId="3FA7534E" w:rsidR="002612E9" w:rsidRPr="00146909" w:rsidRDefault="002612E9" w:rsidP="001841A0">
      <w:pPr>
        <w:rPr>
          <w:rFonts w:eastAsia="Calibri" w:cs="Times New Roman"/>
          <w:b/>
          <w:color w:val="00A1E0" w:themeColor="accent3"/>
          <w:lang w:eastAsia="cs-CZ"/>
        </w:rPr>
      </w:pPr>
    </w:p>
    <w:sectPr w:rsidR="002612E9" w:rsidRPr="00146909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D6333" w14:textId="77777777" w:rsidR="00A078F1" w:rsidRDefault="00A078F1" w:rsidP="00962258">
      <w:pPr>
        <w:spacing w:after="0" w:line="240" w:lineRule="auto"/>
      </w:pPr>
      <w:r>
        <w:separator/>
      </w:r>
    </w:p>
  </w:endnote>
  <w:endnote w:type="continuationSeparator" w:id="0">
    <w:p w14:paraId="030D3211" w14:textId="77777777" w:rsidR="00A078F1" w:rsidRDefault="00A078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EAA33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FF59F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55F628" w14:textId="4720544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3EC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3EC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D152B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A5E3B6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189B00" w14:textId="77777777" w:rsidR="00F1715C" w:rsidRDefault="00F1715C" w:rsidP="00D831A3">
          <w:pPr>
            <w:pStyle w:val="Zpat"/>
          </w:pPr>
        </w:p>
      </w:tc>
    </w:tr>
  </w:tbl>
  <w:p w14:paraId="1D2C3D0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361DC0D" wp14:editId="7C43A97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934C10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ACA77FA" wp14:editId="5469A1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783A59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68C321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7FCEC51" w14:textId="26A9C9D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3E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3EC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02BC7D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0D05D1D1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4F0090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78D572A5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F9C1815" w14:textId="77777777"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254A61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474664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0843B7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BE9E1E7" w14:textId="77777777" w:rsidR="00490C88" w:rsidRDefault="00490C88" w:rsidP="00331004">
          <w:pPr>
            <w:pStyle w:val="Zpat"/>
          </w:pPr>
        </w:p>
      </w:tc>
    </w:tr>
  </w:tbl>
  <w:p w14:paraId="1B694CC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511EBBA" wp14:editId="3B8CF4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3A5A1F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987A406" wp14:editId="53AC46E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6AB4A3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B44F2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DDE94" w14:textId="77777777" w:rsidR="00A078F1" w:rsidRDefault="00A078F1" w:rsidP="00962258">
      <w:pPr>
        <w:spacing w:after="0" w:line="240" w:lineRule="auto"/>
      </w:pPr>
      <w:r>
        <w:separator/>
      </w:r>
    </w:p>
  </w:footnote>
  <w:footnote w:type="continuationSeparator" w:id="0">
    <w:p w14:paraId="0A78C3A7" w14:textId="77777777" w:rsidR="00A078F1" w:rsidRDefault="00A078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B393E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27A89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8342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9EBE0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EDC3B9" w14:textId="77777777" w:rsidR="00F1715C" w:rsidRPr="00D6163D" w:rsidRDefault="00F1715C" w:rsidP="00D6163D">
          <w:pPr>
            <w:pStyle w:val="Druhdokumentu"/>
          </w:pPr>
        </w:p>
      </w:tc>
    </w:tr>
  </w:tbl>
  <w:p w14:paraId="31FD499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5326B2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19EEB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3783D86" wp14:editId="66DD3CFB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E7597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60F20B" w14:textId="77777777" w:rsidR="00F3199A" w:rsidRPr="00D6163D" w:rsidRDefault="00F3199A" w:rsidP="00FC6389">
          <w:pPr>
            <w:pStyle w:val="Druhdokumentu"/>
          </w:pPr>
        </w:p>
      </w:tc>
    </w:tr>
    <w:tr w:rsidR="00F3199A" w14:paraId="0420F50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A46C615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0795A66" wp14:editId="5A8DE68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2A15EE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98206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7F65CC6F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0D0A87A" wp14:editId="2FDBF9F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5FAF379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F60C0E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336E5"/>
    <w:rsid w:val="00072C1E"/>
    <w:rsid w:val="000B1153"/>
    <w:rsid w:val="000B6C7E"/>
    <w:rsid w:val="000B7907"/>
    <w:rsid w:val="000C0429"/>
    <w:rsid w:val="000C45E8"/>
    <w:rsid w:val="00114472"/>
    <w:rsid w:val="00140551"/>
    <w:rsid w:val="00146909"/>
    <w:rsid w:val="0016521C"/>
    <w:rsid w:val="00170EC5"/>
    <w:rsid w:val="001747C1"/>
    <w:rsid w:val="001841A0"/>
    <w:rsid w:val="0018596A"/>
    <w:rsid w:val="001B3AB9"/>
    <w:rsid w:val="001B69C2"/>
    <w:rsid w:val="001C4DA0"/>
    <w:rsid w:val="00207DF5"/>
    <w:rsid w:val="002326A3"/>
    <w:rsid w:val="00240983"/>
    <w:rsid w:val="002612E9"/>
    <w:rsid w:val="00267369"/>
    <w:rsid w:val="0026785D"/>
    <w:rsid w:val="002C31BF"/>
    <w:rsid w:val="002E0CD7"/>
    <w:rsid w:val="002F026B"/>
    <w:rsid w:val="00357BC6"/>
    <w:rsid w:val="0037111D"/>
    <w:rsid w:val="003719DD"/>
    <w:rsid w:val="003956C6"/>
    <w:rsid w:val="003E6B9A"/>
    <w:rsid w:val="003E75CE"/>
    <w:rsid w:val="003F4191"/>
    <w:rsid w:val="0041380F"/>
    <w:rsid w:val="00450F07"/>
    <w:rsid w:val="00453CD3"/>
    <w:rsid w:val="00455BC7"/>
    <w:rsid w:val="0045777B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E0747"/>
    <w:rsid w:val="004E202D"/>
    <w:rsid w:val="004F4B9B"/>
    <w:rsid w:val="00501654"/>
    <w:rsid w:val="00511AB9"/>
    <w:rsid w:val="00523EA7"/>
    <w:rsid w:val="005352A8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7B83"/>
    <w:rsid w:val="00596C7E"/>
    <w:rsid w:val="005A64E9"/>
    <w:rsid w:val="005B5EE9"/>
    <w:rsid w:val="0060095F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21AA4"/>
    <w:rsid w:val="00891334"/>
    <w:rsid w:val="008A14C0"/>
    <w:rsid w:val="008A3568"/>
    <w:rsid w:val="008D03B9"/>
    <w:rsid w:val="008D6529"/>
    <w:rsid w:val="008F18D6"/>
    <w:rsid w:val="008F558C"/>
    <w:rsid w:val="00904780"/>
    <w:rsid w:val="009113A8"/>
    <w:rsid w:val="00920F50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7B17"/>
    <w:rsid w:val="009E07F4"/>
    <w:rsid w:val="009F392E"/>
    <w:rsid w:val="009F569B"/>
    <w:rsid w:val="00A078F1"/>
    <w:rsid w:val="00A27D2B"/>
    <w:rsid w:val="00A44328"/>
    <w:rsid w:val="00A6177B"/>
    <w:rsid w:val="00A66136"/>
    <w:rsid w:val="00A75D68"/>
    <w:rsid w:val="00AA4CBB"/>
    <w:rsid w:val="00AA65FA"/>
    <w:rsid w:val="00AA7351"/>
    <w:rsid w:val="00AB3862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78AA"/>
    <w:rsid w:val="00BD7E91"/>
    <w:rsid w:val="00BF374D"/>
    <w:rsid w:val="00C02D0A"/>
    <w:rsid w:val="00C03A6E"/>
    <w:rsid w:val="00C30759"/>
    <w:rsid w:val="00C44F6A"/>
    <w:rsid w:val="00C727E5"/>
    <w:rsid w:val="00C8207D"/>
    <w:rsid w:val="00CA3137"/>
    <w:rsid w:val="00CB7B5A"/>
    <w:rsid w:val="00CC1E2B"/>
    <w:rsid w:val="00CD1EAD"/>
    <w:rsid w:val="00CD1FC4"/>
    <w:rsid w:val="00CE371D"/>
    <w:rsid w:val="00CE5FA9"/>
    <w:rsid w:val="00D02A4D"/>
    <w:rsid w:val="00D02B89"/>
    <w:rsid w:val="00D21061"/>
    <w:rsid w:val="00D316A7"/>
    <w:rsid w:val="00D4108E"/>
    <w:rsid w:val="00D6163D"/>
    <w:rsid w:val="00D63009"/>
    <w:rsid w:val="00D74B0B"/>
    <w:rsid w:val="00D8267D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C3133"/>
    <w:rsid w:val="00ED14BD"/>
    <w:rsid w:val="00F01440"/>
    <w:rsid w:val="00F03EC9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56B2"/>
    <w:rsid w:val="00F862D6"/>
    <w:rsid w:val="00F86BA6"/>
    <w:rsid w:val="00FC6389"/>
    <w:rsid w:val="00FD2F51"/>
    <w:rsid w:val="00FE3455"/>
    <w:rsid w:val="00FE6DEB"/>
    <w:rsid w:val="00FF064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17AD0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72776B-419C-459A-A8A3-320DF9C01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5</Pages>
  <Words>1658</Words>
  <Characters>9788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2020-11-06T11:13:00Z</dcterms:created>
  <dcterms:modified xsi:type="dcterms:W3CDTF">2020-11-06T11:43:00Z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