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87AD35A" wp14:editId="4B0B21E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687AD3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9A4A29">
        <w:trPr>
          <w:trHeight w:val="338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C35FC9" w:rsidRDefault="00F862D6" w:rsidP="0077673A">
            <w:pPr>
              <w:rPr>
                <w:highlight w:val="magenta"/>
              </w:rPr>
            </w:pPr>
            <w:r w:rsidRPr="009A4A29">
              <w:t>Naše zn.</w:t>
            </w:r>
          </w:p>
        </w:tc>
        <w:tc>
          <w:tcPr>
            <w:tcW w:w="2552" w:type="dxa"/>
          </w:tcPr>
          <w:p w:rsidR="00F862D6" w:rsidRPr="00C35FC9" w:rsidRDefault="00731F91" w:rsidP="00DE7DAD">
            <w:pPr>
              <w:rPr>
                <w:highlight w:val="magenta"/>
              </w:rPr>
            </w:pPr>
            <w:r w:rsidRPr="00731F91">
              <w:rPr>
                <w:rFonts w:ascii="Helvetica" w:hAnsi="Helvetica"/>
              </w:rPr>
              <w:t>11951/2020-SŽ-SSV-Ú3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94A" w:rsidP="0005394A">
            <w:r>
              <w:t>1/</w:t>
            </w:r>
            <w:r w:rsidR="003E6B9A" w:rsidRPr="003E6B9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05394A" w:rsidTr="00F862D6">
        <w:tc>
          <w:tcPr>
            <w:tcW w:w="1020" w:type="dxa"/>
          </w:tcPr>
          <w:p w:rsidR="0005394A" w:rsidRDefault="0005394A" w:rsidP="0077673A">
            <w:r>
              <w:t>Vyřizuje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6F7BE2">
              <w:t>Ing. Radomíra Rečková</w:t>
            </w:r>
          </w:p>
        </w:tc>
        <w:tc>
          <w:tcPr>
            <w:tcW w:w="823" w:type="dxa"/>
          </w:tcPr>
          <w:p w:rsidR="0005394A" w:rsidRDefault="0005394A" w:rsidP="0077673A"/>
        </w:tc>
        <w:tc>
          <w:tcPr>
            <w:tcW w:w="3685" w:type="dxa"/>
            <w:vMerge/>
          </w:tcPr>
          <w:p w:rsidR="0005394A" w:rsidRDefault="0005394A" w:rsidP="0077673A"/>
        </w:tc>
      </w:tr>
      <w:tr w:rsidR="0005394A" w:rsidTr="00F862D6">
        <w:tc>
          <w:tcPr>
            <w:tcW w:w="1020" w:type="dxa"/>
          </w:tcPr>
          <w:p w:rsidR="0005394A" w:rsidRDefault="0005394A" w:rsidP="009A7568"/>
        </w:tc>
        <w:tc>
          <w:tcPr>
            <w:tcW w:w="2552" w:type="dxa"/>
          </w:tcPr>
          <w:p w:rsidR="0005394A" w:rsidRPr="003E6B9A" w:rsidRDefault="0005394A" w:rsidP="00157C3B"/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Mobil</w:t>
            </w:r>
          </w:p>
        </w:tc>
        <w:tc>
          <w:tcPr>
            <w:tcW w:w="2552" w:type="dxa"/>
          </w:tcPr>
          <w:p w:rsidR="0005394A" w:rsidRPr="003E6B9A" w:rsidRDefault="0005394A" w:rsidP="00157C3B">
            <w:r>
              <w:t>+420 725 744 197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E-mail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1727F5">
              <w:t>Reckova@spravazeleznic.cz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B638A1" w:rsidP="00BC33B2">
            <w:r>
              <w:t>5</w:t>
            </w:r>
            <w:r w:rsidR="00BC33B2">
              <w:t xml:space="preserve">. listopadu </w:t>
            </w:r>
            <w:r w:rsidR="00A8790B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0A7D" w:rsidRPr="00FA0A7D">
        <w:rPr>
          <w:rFonts w:eastAsia="Calibri" w:cs="Times New Roman"/>
          <w:b/>
          <w:lang w:eastAsia="cs-CZ"/>
        </w:rPr>
        <w:t>Rekonstrukce mostu v km 0,989 na trati Havlíčkův Brod - Pardubice-Rosice n/L.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0A7D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638A1">
        <w:rPr>
          <w:rFonts w:eastAsia="Calibri" w:cs="Times New Roman"/>
          <w:lang w:eastAsia="cs-CZ"/>
        </w:rPr>
        <w:t>7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1732E" w:rsidRDefault="0061732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B6F60" w:rsidRPr="005B6F60" w:rsidRDefault="005B6F60" w:rsidP="005B6F6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72EDC" w:rsidRPr="00CB7B5A" w:rsidRDefault="00672EDC" w:rsidP="00672ED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B638A1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:rsidR="00B638A1" w:rsidRPr="00B638A1" w:rsidRDefault="00B638A1" w:rsidP="00B638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38A1">
        <w:rPr>
          <w:rFonts w:ascii="Arial" w:hAnsi="Arial" w:cs="Arial"/>
          <w:sz w:val="20"/>
          <w:szCs w:val="20"/>
        </w:rPr>
        <w:t>Podle „Výzvy k podání nabídky“, konkrétně dle bodu 12.2 bude Oceněný soupis prací dodavatelem v nabídce předložen pouze ve formátu XML.</w:t>
      </w:r>
    </w:p>
    <w:p w:rsidR="00B638A1" w:rsidRDefault="00B638A1" w:rsidP="00B638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38A1">
        <w:rPr>
          <w:rFonts w:ascii="Arial" w:hAnsi="Arial" w:cs="Arial"/>
          <w:sz w:val="20"/>
          <w:szCs w:val="20"/>
        </w:rPr>
        <w:t xml:space="preserve">Prosíme zadavatele o poskytnutí jednoho kompletního soupisu prací se všemi úpravami ve formátu </w:t>
      </w:r>
      <w:proofErr w:type="spellStart"/>
      <w:r w:rsidRPr="00B638A1">
        <w:rPr>
          <w:rFonts w:ascii="Arial" w:hAnsi="Arial" w:cs="Arial"/>
          <w:sz w:val="20"/>
          <w:szCs w:val="20"/>
        </w:rPr>
        <w:t>xml</w:t>
      </w:r>
      <w:proofErr w:type="spellEnd"/>
      <w:r w:rsidRPr="00B638A1">
        <w:rPr>
          <w:rFonts w:ascii="Arial" w:hAnsi="Arial" w:cs="Arial"/>
          <w:sz w:val="20"/>
          <w:szCs w:val="20"/>
        </w:rPr>
        <w:t>, který může uchazeč ocenit a předložit do nabídky.</w:t>
      </w:r>
    </w:p>
    <w:p w:rsidR="00672EDC" w:rsidRDefault="00672EDC" w:rsidP="00B638A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30F05" w:rsidRPr="00CE045D" w:rsidRDefault="00950128" w:rsidP="00CB7B5A">
      <w:pPr>
        <w:spacing w:after="0" w:line="240" w:lineRule="auto"/>
        <w:jc w:val="both"/>
        <w:rPr>
          <w:lang w:eastAsia="cs-CZ"/>
        </w:rPr>
      </w:pPr>
      <w:r w:rsidRPr="00CE045D">
        <w:rPr>
          <w:lang w:eastAsia="cs-CZ"/>
        </w:rPr>
        <w:t xml:space="preserve">Zadavatel přikládá finální soupis prací ve </w:t>
      </w:r>
      <w:proofErr w:type="gramStart"/>
      <w:r w:rsidRPr="00CE045D">
        <w:rPr>
          <w:lang w:eastAsia="cs-CZ"/>
        </w:rPr>
        <w:t>formátu .</w:t>
      </w:r>
      <w:proofErr w:type="spellStart"/>
      <w:r w:rsidRPr="00CE045D">
        <w:rPr>
          <w:lang w:eastAsia="cs-CZ"/>
        </w:rPr>
        <w:t>xml</w:t>
      </w:r>
      <w:proofErr w:type="spellEnd"/>
      <w:proofErr w:type="gramEnd"/>
      <w:r w:rsidRPr="00CE045D">
        <w:rPr>
          <w:lang w:eastAsia="cs-CZ"/>
        </w:rPr>
        <w:t xml:space="preserve"> a finální soupisy prací ve formátu .</w:t>
      </w:r>
      <w:proofErr w:type="spellStart"/>
      <w:r w:rsidRPr="00CE045D">
        <w:rPr>
          <w:lang w:eastAsia="cs-CZ"/>
        </w:rPr>
        <w:t>xlsx</w:t>
      </w:r>
      <w:proofErr w:type="spellEnd"/>
      <w:r w:rsidRPr="00CE045D">
        <w:rPr>
          <w:lang w:eastAsia="cs-CZ"/>
        </w:rPr>
        <w:t xml:space="preserve"> k upravovanému SO01 a SO07. Finální soupisy prací obsahují veškeré změny, které proběhly během zveřejnění VZ.</w:t>
      </w:r>
    </w:p>
    <w:p w:rsidR="00950128" w:rsidRDefault="0095012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E5CE0" w:rsidRPr="00CB7B5A" w:rsidRDefault="00CE5CE0" w:rsidP="00CE5CE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CB7B5A">
        <w:rPr>
          <w:rFonts w:eastAsia="Calibri" w:cs="Times New Roman"/>
          <w:b/>
          <w:lang w:eastAsia="cs-CZ"/>
        </w:rPr>
        <w:t>:</w:t>
      </w:r>
    </w:p>
    <w:p w:rsidR="00CE5CE0" w:rsidRPr="00CE5CE0" w:rsidRDefault="00CE5CE0" w:rsidP="00CE5CE0">
      <w:pPr>
        <w:spacing w:after="0" w:line="240" w:lineRule="auto"/>
        <w:rPr>
          <w:rFonts w:ascii="Verdana" w:hAnsi="Verdana" w:cs="Arial"/>
          <w:u w:val="single"/>
        </w:rPr>
      </w:pPr>
      <w:r w:rsidRPr="00CE5CE0">
        <w:rPr>
          <w:rFonts w:ascii="Verdana" w:hAnsi="Verdana" w:cs="Arial"/>
          <w:u w:val="single"/>
        </w:rPr>
        <w:t>SO 07 Ochrana vodovodu B:PARK Strojírenská a.s.:</w:t>
      </w:r>
    </w:p>
    <w:p w:rsidR="00CE5CE0" w:rsidRPr="00CE5CE0" w:rsidRDefault="00CE5CE0" w:rsidP="00CE5CE0">
      <w:pPr>
        <w:spacing w:after="0" w:line="240" w:lineRule="auto"/>
        <w:rPr>
          <w:rFonts w:ascii="Verdana" w:hAnsi="Verdana" w:cs="Arial"/>
        </w:rPr>
      </w:pPr>
      <w:r w:rsidRPr="00CE5CE0">
        <w:rPr>
          <w:rFonts w:ascii="Verdana" w:hAnsi="Verdana" w:cs="Arial"/>
        </w:rPr>
        <w:t>V nově zaslaném VV v rámci DI 6 zůstala zřejmě nedopatřením položka:</w:t>
      </w:r>
    </w:p>
    <w:tbl>
      <w:tblPr>
        <w:tblW w:w="9349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020"/>
        <w:gridCol w:w="4521"/>
        <w:gridCol w:w="992"/>
        <w:gridCol w:w="1276"/>
      </w:tblGrid>
      <w:tr w:rsidR="00CE5CE0" w:rsidRPr="00CE5CE0" w:rsidTr="00047E7C">
        <w:trPr>
          <w:trHeight w:val="25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5CE0" w:rsidRPr="00CE5CE0" w:rsidRDefault="00CE5CE0" w:rsidP="00CE5CE0">
            <w:pPr>
              <w:spacing w:after="0" w:line="240" w:lineRule="auto"/>
              <w:rPr>
                <w:rFonts w:ascii="Verdana" w:hAnsi="Verdana" w:cs="Arial"/>
              </w:rPr>
            </w:pPr>
            <w:r w:rsidRPr="00CE5CE0">
              <w:rPr>
                <w:rFonts w:ascii="Verdana" w:hAnsi="Verdana" w:cs="Arial"/>
              </w:rPr>
              <w:t>871241121R00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5CE0" w:rsidRPr="00CE5CE0" w:rsidRDefault="00CE5CE0" w:rsidP="00CE5CE0">
            <w:pPr>
              <w:spacing w:after="0" w:line="240" w:lineRule="auto"/>
              <w:rPr>
                <w:rFonts w:ascii="Verdana" w:hAnsi="Verdana" w:cs="Arial"/>
              </w:rPr>
            </w:pPr>
            <w:r w:rsidRPr="00CE5CE0">
              <w:rPr>
                <w:rFonts w:ascii="Verdana" w:hAnsi="Verdana" w:cs="Arial"/>
              </w:rPr>
              <w:t> </w:t>
            </w:r>
          </w:p>
        </w:tc>
        <w:tc>
          <w:tcPr>
            <w:tcW w:w="4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5CE0" w:rsidRPr="00CE5CE0" w:rsidRDefault="00CE5CE0" w:rsidP="00CE5CE0">
            <w:pPr>
              <w:spacing w:after="0" w:line="240" w:lineRule="auto"/>
              <w:rPr>
                <w:rFonts w:ascii="Verdana" w:hAnsi="Verdana" w:cs="Arial"/>
              </w:rPr>
            </w:pPr>
            <w:r w:rsidRPr="00CE5CE0">
              <w:rPr>
                <w:rFonts w:ascii="Verdana" w:hAnsi="Verdana" w:cs="Arial"/>
              </w:rPr>
              <w:t>Montáž potrubí polyetylenového ve výkopu d 90 mm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5CE0" w:rsidRPr="00CE5CE0" w:rsidRDefault="00CE5CE0" w:rsidP="00CE5CE0">
            <w:pPr>
              <w:spacing w:after="0" w:line="240" w:lineRule="auto"/>
              <w:rPr>
                <w:rFonts w:ascii="Verdana" w:hAnsi="Verdana" w:cs="Arial"/>
              </w:rPr>
            </w:pPr>
            <w:r w:rsidRPr="00CE5CE0">
              <w:rPr>
                <w:rFonts w:ascii="Verdana" w:hAnsi="Verdana" w:cs="Arial"/>
              </w:rPr>
              <w:t>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5CE0" w:rsidRPr="00CE5CE0" w:rsidRDefault="00CE5CE0" w:rsidP="00CE5CE0">
            <w:pPr>
              <w:spacing w:after="0" w:line="240" w:lineRule="auto"/>
              <w:rPr>
                <w:rFonts w:ascii="Verdana" w:hAnsi="Verdana" w:cs="Arial"/>
              </w:rPr>
            </w:pPr>
            <w:r w:rsidRPr="00CE5CE0">
              <w:rPr>
                <w:rFonts w:ascii="Verdana" w:hAnsi="Verdana" w:cs="Arial"/>
              </w:rPr>
              <w:t>13,000</w:t>
            </w:r>
          </w:p>
        </w:tc>
      </w:tr>
    </w:tbl>
    <w:p w:rsidR="00CE5CE0" w:rsidRPr="00CE5CE0" w:rsidRDefault="00CE5CE0" w:rsidP="00CE5CE0">
      <w:pPr>
        <w:spacing w:after="0" w:line="240" w:lineRule="auto"/>
        <w:rPr>
          <w:rFonts w:ascii="Verdana" w:hAnsi="Verdana" w:cs="Arial"/>
        </w:rPr>
      </w:pPr>
      <w:r w:rsidRPr="00CE5CE0">
        <w:rPr>
          <w:rFonts w:ascii="Verdana" w:hAnsi="Verdana" w:cs="Arial"/>
        </w:rPr>
        <w:t>Můžete upravit soupis prací dle DI 6 – položku vyjmout?</w:t>
      </w:r>
    </w:p>
    <w:p w:rsidR="00CE5CE0" w:rsidRDefault="00CE5CE0" w:rsidP="00CE5CE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E5CE0" w:rsidRDefault="00CE5CE0" w:rsidP="00CE5CE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A4E11" w:rsidRPr="00CE045D" w:rsidRDefault="00CE045D" w:rsidP="000A4E11">
      <w:pPr>
        <w:spacing w:after="0" w:line="240" w:lineRule="auto"/>
        <w:jc w:val="both"/>
        <w:rPr>
          <w:lang w:eastAsia="cs-CZ"/>
        </w:rPr>
      </w:pPr>
      <w:r>
        <w:rPr>
          <w:lang w:eastAsia="cs-CZ"/>
        </w:rPr>
        <w:t>Žlutě označená</w:t>
      </w:r>
      <w:r w:rsidR="000A4E11" w:rsidRPr="00CE045D">
        <w:rPr>
          <w:lang w:eastAsia="cs-CZ"/>
        </w:rPr>
        <w:t xml:space="preserve"> položka z</w:t>
      </w:r>
      <w:r w:rsidR="00764FDF" w:rsidRPr="00CE045D">
        <w:rPr>
          <w:lang w:eastAsia="cs-CZ"/>
        </w:rPr>
        <w:t>načí její smazání. Z</w:t>
      </w:r>
      <w:r w:rsidR="00950128" w:rsidRPr="00CE045D">
        <w:rPr>
          <w:lang w:eastAsia="cs-CZ"/>
        </w:rPr>
        <w:t>adavatel</w:t>
      </w:r>
      <w:r w:rsidR="00764FDF" w:rsidRPr="00CE045D">
        <w:rPr>
          <w:lang w:eastAsia="cs-CZ"/>
        </w:rPr>
        <w:t xml:space="preserve"> přikládá finální soupis prací ve </w:t>
      </w:r>
      <w:proofErr w:type="gramStart"/>
      <w:r w:rsidR="00764FDF" w:rsidRPr="00CE045D">
        <w:rPr>
          <w:lang w:eastAsia="cs-CZ"/>
        </w:rPr>
        <w:t>formátu .</w:t>
      </w:r>
      <w:proofErr w:type="spellStart"/>
      <w:r w:rsidR="00764FDF" w:rsidRPr="00CE045D">
        <w:rPr>
          <w:lang w:eastAsia="cs-CZ"/>
        </w:rPr>
        <w:t>xml</w:t>
      </w:r>
      <w:proofErr w:type="spellEnd"/>
      <w:proofErr w:type="gramEnd"/>
      <w:r w:rsidR="000A4E11" w:rsidRPr="00CE045D">
        <w:rPr>
          <w:lang w:eastAsia="cs-CZ"/>
        </w:rPr>
        <w:t xml:space="preserve"> </w:t>
      </w:r>
      <w:r w:rsidR="00764FDF" w:rsidRPr="00CE045D">
        <w:rPr>
          <w:lang w:eastAsia="cs-CZ"/>
        </w:rPr>
        <w:t>a</w:t>
      </w:r>
      <w:r w:rsidR="000A4E11" w:rsidRPr="00CE045D">
        <w:rPr>
          <w:lang w:eastAsia="cs-CZ"/>
        </w:rPr>
        <w:t xml:space="preserve"> </w:t>
      </w:r>
      <w:r w:rsidR="00764FDF" w:rsidRPr="00CE045D">
        <w:rPr>
          <w:lang w:eastAsia="cs-CZ"/>
        </w:rPr>
        <w:t>finální soupisy prací ve formátu .</w:t>
      </w:r>
      <w:proofErr w:type="spellStart"/>
      <w:r w:rsidR="000A4E11" w:rsidRPr="00CE045D">
        <w:rPr>
          <w:lang w:eastAsia="cs-CZ"/>
        </w:rPr>
        <w:t>xls</w:t>
      </w:r>
      <w:r w:rsidR="00764FDF" w:rsidRPr="00CE045D">
        <w:rPr>
          <w:lang w:eastAsia="cs-CZ"/>
        </w:rPr>
        <w:t>x</w:t>
      </w:r>
      <w:proofErr w:type="spellEnd"/>
      <w:r w:rsidR="000A4E11" w:rsidRPr="00CE045D">
        <w:rPr>
          <w:lang w:eastAsia="cs-CZ"/>
        </w:rPr>
        <w:t xml:space="preserve"> </w:t>
      </w:r>
      <w:r w:rsidR="00950128" w:rsidRPr="00CE045D">
        <w:rPr>
          <w:lang w:eastAsia="cs-CZ"/>
        </w:rPr>
        <w:t>k upravovanému</w:t>
      </w:r>
      <w:r w:rsidR="00764FDF" w:rsidRPr="00CE045D">
        <w:rPr>
          <w:lang w:eastAsia="cs-CZ"/>
        </w:rPr>
        <w:t xml:space="preserve"> </w:t>
      </w:r>
      <w:r w:rsidR="000A4E11" w:rsidRPr="00CE045D">
        <w:rPr>
          <w:lang w:eastAsia="cs-CZ"/>
        </w:rPr>
        <w:t>SO01 a SO07</w:t>
      </w:r>
      <w:r w:rsidR="00764FDF" w:rsidRPr="00CE045D">
        <w:rPr>
          <w:lang w:eastAsia="cs-CZ"/>
        </w:rPr>
        <w:t xml:space="preserve">. </w:t>
      </w:r>
      <w:r w:rsidR="00950128" w:rsidRPr="00CE045D">
        <w:rPr>
          <w:lang w:eastAsia="cs-CZ"/>
        </w:rPr>
        <w:t>Finální soupisy prací obsahují veškeré změny, které proběhly během zveřejnění VZ.</w:t>
      </w:r>
    </w:p>
    <w:p w:rsidR="00CE5CE0" w:rsidRDefault="00CE5CE0" w:rsidP="00CE5CE0">
      <w:pPr>
        <w:spacing w:after="0" w:line="240" w:lineRule="auto"/>
        <w:jc w:val="both"/>
        <w:rPr>
          <w:color w:val="FF0000"/>
          <w:lang w:eastAsia="cs-CZ"/>
        </w:rPr>
      </w:pPr>
    </w:p>
    <w:p w:rsidR="00CE5CE0" w:rsidRPr="00CB7B5A" w:rsidRDefault="00CE5CE0" w:rsidP="00CE5CE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CB7B5A">
        <w:rPr>
          <w:rFonts w:eastAsia="Calibri" w:cs="Times New Roman"/>
          <w:b/>
          <w:lang w:eastAsia="cs-CZ"/>
        </w:rPr>
        <w:t>:</w:t>
      </w:r>
    </w:p>
    <w:p w:rsidR="00CE5CE0" w:rsidRPr="00CE5CE0" w:rsidRDefault="00CE5CE0" w:rsidP="00CE5CE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5CE0">
        <w:rPr>
          <w:rFonts w:ascii="Arial" w:hAnsi="Arial" w:cs="Arial"/>
          <w:sz w:val="20"/>
          <w:szCs w:val="20"/>
        </w:rPr>
        <w:t>Dle zadávací dokumentace čl. 12.2 ve Výzvě k podání nabídky je uvedeno:</w:t>
      </w:r>
    </w:p>
    <w:p w:rsidR="00CE5CE0" w:rsidRPr="00CE5CE0" w:rsidRDefault="00CE5CE0" w:rsidP="00CE5CE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5CE0">
        <w:rPr>
          <w:rFonts w:ascii="Arial" w:hAnsi="Arial" w:cs="Arial"/>
          <w:sz w:val="20"/>
          <w:szCs w:val="20"/>
        </w:rPr>
        <w:t xml:space="preserve">V případě změn a doplnění zadávací dokumentace budou případné změny či úpravy Soupisu prací zadavatelem prováděny ve formátu XML a </w:t>
      </w:r>
      <w:proofErr w:type="spellStart"/>
      <w:r w:rsidRPr="00CE5CE0">
        <w:rPr>
          <w:rFonts w:ascii="Arial" w:hAnsi="Arial" w:cs="Arial"/>
          <w:sz w:val="20"/>
          <w:szCs w:val="20"/>
        </w:rPr>
        <w:t>xls</w:t>
      </w:r>
      <w:proofErr w:type="spellEnd"/>
      <w:r w:rsidRPr="00CE5CE0">
        <w:rPr>
          <w:rFonts w:ascii="Arial" w:hAnsi="Arial" w:cs="Arial"/>
          <w:sz w:val="20"/>
          <w:szCs w:val="20"/>
        </w:rPr>
        <w:t>/</w:t>
      </w:r>
      <w:proofErr w:type="spellStart"/>
      <w:r w:rsidRPr="00CE5CE0">
        <w:rPr>
          <w:rFonts w:ascii="Arial" w:hAnsi="Arial" w:cs="Arial"/>
          <w:sz w:val="20"/>
          <w:szCs w:val="20"/>
        </w:rPr>
        <w:t>xlsx</w:t>
      </w:r>
      <w:proofErr w:type="spellEnd"/>
      <w:r w:rsidRPr="00CE5CE0">
        <w:rPr>
          <w:rFonts w:ascii="Arial" w:hAnsi="Arial" w:cs="Arial"/>
          <w:sz w:val="20"/>
          <w:szCs w:val="20"/>
        </w:rPr>
        <w:t xml:space="preserve">.  </w:t>
      </w:r>
    </w:p>
    <w:p w:rsidR="00CE5CE0" w:rsidRDefault="00CE5CE0" w:rsidP="00CE5CE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5CE0">
        <w:rPr>
          <w:rFonts w:ascii="Arial" w:hAnsi="Arial" w:cs="Arial"/>
          <w:sz w:val="20"/>
          <w:szCs w:val="20"/>
        </w:rPr>
        <w:t xml:space="preserve">Může zadavatel vydat finální verzi soupisu </w:t>
      </w:r>
      <w:proofErr w:type="gramStart"/>
      <w:r w:rsidRPr="00CE5CE0">
        <w:rPr>
          <w:rFonts w:ascii="Arial" w:hAnsi="Arial" w:cs="Arial"/>
          <w:sz w:val="20"/>
          <w:szCs w:val="20"/>
        </w:rPr>
        <w:t>prací v .</w:t>
      </w:r>
      <w:proofErr w:type="spellStart"/>
      <w:r w:rsidRPr="00CE5CE0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CE5CE0">
        <w:rPr>
          <w:rFonts w:ascii="Arial" w:hAnsi="Arial" w:cs="Arial"/>
          <w:sz w:val="20"/>
          <w:szCs w:val="20"/>
        </w:rPr>
        <w:t>, která už nebude obsahovat v DI2 vyjmutý SO 04?</w:t>
      </w:r>
    </w:p>
    <w:p w:rsidR="00CE5CE0" w:rsidRDefault="00CE5CE0" w:rsidP="00CE5CE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E5CE0" w:rsidRDefault="00950128" w:rsidP="00CE5CE0">
      <w:pPr>
        <w:spacing w:after="0" w:line="240" w:lineRule="auto"/>
        <w:jc w:val="both"/>
        <w:rPr>
          <w:color w:val="FF0000"/>
          <w:lang w:eastAsia="cs-CZ"/>
        </w:rPr>
      </w:pPr>
      <w:r w:rsidRPr="00CE045D">
        <w:rPr>
          <w:lang w:eastAsia="cs-CZ"/>
        </w:rPr>
        <w:t xml:space="preserve">Zadavatel přikládá finální soupis prací ve </w:t>
      </w:r>
      <w:proofErr w:type="gramStart"/>
      <w:r w:rsidRPr="00CE045D">
        <w:rPr>
          <w:lang w:eastAsia="cs-CZ"/>
        </w:rPr>
        <w:t>formátu .</w:t>
      </w:r>
      <w:proofErr w:type="spellStart"/>
      <w:r w:rsidRPr="00CE045D">
        <w:rPr>
          <w:lang w:eastAsia="cs-CZ"/>
        </w:rPr>
        <w:t>xml</w:t>
      </w:r>
      <w:proofErr w:type="spellEnd"/>
      <w:proofErr w:type="gramEnd"/>
      <w:r w:rsidRPr="00CE045D">
        <w:rPr>
          <w:lang w:eastAsia="cs-CZ"/>
        </w:rPr>
        <w:t xml:space="preserve"> a finální soupisy prací ve formátu .</w:t>
      </w:r>
      <w:proofErr w:type="spellStart"/>
      <w:r w:rsidRPr="00CE045D">
        <w:rPr>
          <w:lang w:eastAsia="cs-CZ"/>
        </w:rPr>
        <w:t>xlsx</w:t>
      </w:r>
      <w:proofErr w:type="spellEnd"/>
      <w:r w:rsidRPr="00CE045D">
        <w:rPr>
          <w:lang w:eastAsia="cs-CZ"/>
        </w:rPr>
        <w:t xml:space="preserve"> k upravovanému SO01 a SO07. Finální soupisy prací obsahují veškeré změny, které proběhly během zveřejnění VZ, je z něj vyřazený i SO 04.</w:t>
      </w:r>
    </w:p>
    <w:p w:rsidR="00CE5CE0" w:rsidRDefault="00CE5CE0" w:rsidP="00CE5CE0">
      <w:pPr>
        <w:spacing w:after="0" w:line="240" w:lineRule="auto"/>
        <w:jc w:val="both"/>
        <w:rPr>
          <w:color w:val="FF0000"/>
          <w:lang w:eastAsia="cs-CZ"/>
        </w:rPr>
      </w:pPr>
    </w:p>
    <w:p w:rsidR="00CE5CE0" w:rsidRDefault="00CE5CE0" w:rsidP="00CE5CE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07031" w:rsidRDefault="00B07031" w:rsidP="00B070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E045D">
        <w:rPr>
          <w:rFonts w:eastAsia="Times New Roman" w:cs="Times New Roman"/>
          <w:lang w:eastAsia="cs-CZ"/>
        </w:rPr>
        <w:t xml:space="preserve">Vzhledem ke skutečnosti, že bylo provedeno pouze </w:t>
      </w:r>
      <w:r w:rsidRPr="00CE045D">
        <w:rPr>
          <w:rFonts w:eastAsia="Times New Roman" w:cs="Times New Roman"/>
          <w:b/>
          <w:lang w:eastAsia="cs-CZ"/>
        </w:rPr>
        <w:t>vysvětlení zadávací dokumentace</w:t>
      </w:r>
      <w:r w:rsidRPr="00CE045D">
        <w:rPr>
          <w:rFonts w:eastAsia="Times New Roman" w:cs="Times New Roman"/>
          <w:lang w:eastAsia="cs-CZ"/>
        </w:rPr>
        <w:t>, neprodlužuje zadavatel lhůtu pro podání nabídek.</w:t>
      </w:r>
    </w:p>
    <w:p w:rsidR="00B07031" w:rsidRDefault="00B07031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:rsidR="00CB7B5A" w:rsidRPr="0005394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05394A">
        <w:rPr>
          <w:rFonts w:eastAsia="Calibri" w:cs="Times New Roman"/>
        </w:rPr>
        <w:t xml:space="preserve">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D5116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="00A71BF3"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E1A97" w:rsidRDefault="00EE1A9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116">
        <w:rPr>
          <w:rFonts w:eastAsia="Calibri" w:cs="Times New Roman"/>
          <w:b/>
          <w:bCs/>
          <w:lang w:eastAsia="cs-CZ"/>
        </w:rPr>
        <w:t xml:space="preserve">Příloha: </w:t>
      </w:r>
      <w:r w:rsidRPr="000D511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D5116">
        <w:rPr>
          <w:rFonts w:eastAsia="Calibri" w:cs="Times New Roman"/>
          <w:bCs/>
          <w:lang w:eastAsia="cs-CZ"/>
        </w:rPr>
        <w:instrText xml:space="preserve"> FORMTEXT </w:instrText>
      </w:r>
      <w:r w:rsidRPr="000D5116">
        <w:rPr>
          <w:rFonts w:eastAsia="Calibri" w:cs="Times New Roman"/>
          <w:bCs/>
          <w:lang w:eastAsia="cs-CZ"/>
        </w:rPr>
      </w:r>
      <w:r w:rsidRPr="000D5116">
        <w:rPr>
          <w:rFonts w:eastAsia="Calibri" w:cs="Times New Roman"/>
          <w:bCs/>
          <w:lang w:eastAsia="cs-CZ"/>
        </w:rPr>
        <w:fldChar w:fldCharType="separate"/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fldChar w:fldCharType="end"/>
      </w:r>
    </w:p>
    <w:p w:rsidR="00A1590E" w:rsidRPr="00CE045D" w:rsidRDefault="009501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E045D">
        <w:rPr>
          <w:rFonts w:eastAsia="Calibri" w:cs="Times New Roman"/>
          <w:lang w:eastAsia="cs-CZ"/>
        </w:rPr>
        <w:t xml:space="preserve">Rekapitulace nákladů stavby - Finální se všemi </w:t>
      </w:r>
      <w:proofErr w:type="spellStart"/>
      <w:proofErr w:type="gramStart"/>
      <w:r w:rsidRPr="00CE045D">
        <w:rPr>
          <w:rFonts w:eastAsia="Calibri" w:cs="Times New Roman"/>
          <w:lang w:eastAsia="cs-CZ"/>
        </w:rPr>
        <w:t>změnami.xmlx</w:t>
      </w:r>
      <w:proofErr w:type="spellEnd"/>
      <w:proofErr w:type="gramEnd"/>
    </w:p>
    <w:p w:rsidR="00950128" w:rsidRPr="00CE045D" w:rsidRDefault="009501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E045D">
        <w:rPr>
          <w:rFonts w:eastAsia="Calibri" w:cs="Times New Roman"/>
          <w:lang w:eastAsia="cs-CZ"/>
        </w:rPr>
        <w:t>SO 01_SP - Finální se všemi změnami.xlsx</w:t>
      </w:r>
    </w:p>
    <w:p w:rsidR="00950128" w:rsidRPr="00CE045D" w:rsidRDefault="009501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E045D">
        <w:rPr>
          <w:rFonts w:eastAsia="Calibri" w:cs="Times New Roman"/>
          <w:lang w:eastAsia="cs-CZ"/>
        </w:rPr>
        <w:t>SO 07_SP - Finální se všemi změnami.xlsx</w:t>
      </w:r>
    </w:p>
    <w:p w:rsidR="00950128" w:rsidRPr="00CE045D" w:rsidRDefault="009501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E045D">
        <w:rPr>
          <w:rFonts w:eastAsia="Calibri" w:cs="Times New Roman"/>
          <w:lang w:eastAsia="cs-CZ"/>
        </w:rPr>
        <w:t xml:space="preserve">Soupisy prací + SO98-98 - Finální se všemi </w:t>
      </w:r>
      <w:proofErr w:type="gramStart"/>
      <w:r w:rsidRPr="00CE045D">
        <w:rPr>
          <w:rFonts w:eastAsia="Calibri" w:cs="Times New Roman"/>
          <w:lang w:eastAsia="cs-CZ"/>
        </w:rPr>
        <w:t>změnami.xml</w:t>
      </w:r>
      <w:proofErr w:type="gramEnd"/>
    </w:p>
    <w:p w:rsidR="00FE33B2" w:rsidRDefault="00FE33B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638A1">
        <w:rPr>
          <w:rFonts w:eastAsia="Calibri" w:cs="Times New Roman"/>
          <w:lang w:eastAsia="cs-CZ"/>
        </w:rPr>
        <w:t>5</w:t>
      </w:r>
      <w:r w:rsidR="00BC33B2">
        <w:rPr>
          <w:rFonts w:eastAsia="Calibri" w:cs="Times New Roman"/>
          <w:lang w:eastAsia="cs-CZ"/>
        </w:rPr>
        <w:t>. 11</w:t>
      </w:r>
      <w:r w:rsidR="002A2F5D">
        <w:rPr>
          <w:rFonts w:eastAsia="Calibri" w:cs="Times New Roman"/>
          <w:lang w:eastAsia="cs-CZ"/>
        </w:rPr>
        <w:t>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Pr="00CB7B5A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27" w:rsidRDefault="00511227" w:rsidP="00962258">
      <w:pPr>
        <w:spacing w:after="0" w:line="240" w:lineRule="auto"/>
      </w:pPr>
      <w:r>
        <w:separator/>
      </w:r>
    </w:p>
  </w:endnote>
  <w:end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4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4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90D9CC" wp14:editId="150029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F55D18E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23944F2" wp14:editId="2A16D3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E7B5C8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4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4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EA3128">
            <w:t xml:space="preserve"> </w:t>
          </w:r>
          <w:r w:rsidR="00EA3128" w:rsidRPr="00EA3128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32135EE" wp14:editId="7C1EA2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11DADB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4E28A7" wp14:editId="577A62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9D5FE3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27" w:rsidRDefault="00511227" w:rsidP="00962258">
      <w:pPr>
        <w:spacing w:after="0" w:line="240" w:lineRule="auto"/>
      </w:pPr>
      <w:r>
        <w:separator/>
      </w:r>
    </w:p>
  </w:footnote>
  <w:foot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F22BC1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79A0032"/>
    <w:multiLevelType w:val="hybridMultilevel"/>
    <w:tmpl w:val="F544EE92"/>
    <w:lvl w:ilvl="0" w:tplc="1AD229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9E66531"/>
    <w:multiLevelType w:val="hybridMultilevel"/>
    <w:tmpl w:val="AC8AC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A036EEA"/>
    <w:multiLevelType w:val="hybridMultilevel"/>
    <w:tmpl w:val="8786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94A"/>
    <w:rsid w:val="00057A9D"/>
    <w:rsid w:val="00066751"/>
    <w:rsid w:val="00072C1E"/>
    <w:rsid w:val="00081F0D"/>
    <w:rsid w:val="000A4E11"/>
    <w:rsid w:val="000B1153"/>
    <w:rsid w:val="000B1EEA"/>
    <w:rsid w:val="000B6C7E"/>
    <w:rsid w:val="000B7907"/>
    <w:rsid w:val="000C0429"/>
    <w:rsid w:val="000C0D1E"/>
    <w:rsid w:val="000C45E8"/>
    <w:rsid w:val="000D5116"/>
    <w:rsid w:val="000F2E3B"/>
    <w:rsid w:val="00114472"/>
    <w:rsid w:val="00121ABC"/>
    <w:rsid w:val="001227FF"/>
    <w:rsid w:val="0014158F"/>
    <w:rsid w:val="00170EC5"/>
    <w:rsid w:val="001747C1"/>
    <w:rsid w:val="0018596A"/>
    <w:rsid w:val="001B69C2"/>
    <w:rsid w:val="001C4DA0"/>
    <w:rsid w:val="001C7E9F"/>
    <w:rsid w:val="001D3B9B"/>
    <w:rsid w:val="00202415"/>
    <w:rsid w:val="00207DF5"/>
    <w:rsid w:val="00212259"/>
    <w:rsid w:val="0021531F"/>
    <w:rsid w:val="0021721D"/>
    <w:rsid w:val="00225107"/>
    <w:rsid w:val="00234986"/>
    <w:rsid w:val="00234D60"/>
    <w:rsid w:val="002455B2"/>
    <w:rsid w:val="00267369"/>
    <w:rsid w:val="0026785D"/>
    <w:rsid w:val="002956E6"/>
    <w:rsid w:val="002A2F5D"/>
    <w:rsid w:val="002A6A5E"/>
    <w:rsid w:val="002C31BF"/>
    <w:rsid w:val="002E0CD7"/>
    <w:rsid w:val="002E31ED"/>
    <w:rsid w:val="002F026B"/>
    <w:rsid w:val="00303555"/>
    <w:rsid w:val="00357BC6"/>
    <w:rsid w:val="0037111D"/>
    <w:rsid w:val="003876D5"/>
    <w:rsid w:val="003956C6"/>
    <w:rsid w:val="003D255D"/>
    <w:rsid w:val="003E05AB"/>
    <w:rsid w:val="003E6B9A"/>
    <w:rsid w:val="003E75CE"/>
    <w:rsid w:val="0041380F"/>
    <w:rsid w:val="00430717"/>
    <w:rsid w:val="0043173B"/>
    <w:rsid w:val="00450F07"/>
    <w:rsid w:val="00453CD3"/>
    <w:rsid w:val="00455BC7"/>
    <w:rsid w:val="00460660"/>
    <w:rsid w:val="00460CCB"/>
    <w:rsid w:val="00466130"/>
    <w:rsid w:val="00477370"/>
    <w:rsid w:val="00483F34"/>
    <w:rsid w:val="004852BF"/>
    <w:rsid w:val="00486107"/>
    <w:rsid w:val="00490C88"/>
    <w:rsid w:val="00491827"/>
    <w:rsid w:val="004926B0"/>
    <w:rsid w:val="004A7C69"/>
    <w:rsid w:val="004C4399"/>
    <w:rsid w:val="004C69ED"/>
    <w:rsid w:val="004C787C"/>
    <w:rsid w:val="004D1CDB"/>
    <w:rsid w:val="004F4B9B"/>
    <w:rsid w:val="00501654"/>
    <w:rsid w:val="00511227"/>
    <w:rsid w:val="00511AB9"/>
    <w:rsid w:val="00523EA7"/>
    <w:rsid w:val="00541C95"/>
    <w:rsid w:val="00542527"/>
    <w:rsid w:val="00551D1F"/>
    <w:rsid w:val="00553375"/>
    <w:rsid w:val="005658A6"/>
    <w:rsid w:val="0057138A"/>
    <w:rsid w:val="005720E7"/>
    <w:rsid w:val="005722BB"/>
    <w:rsid w:val="005736B7"/>
    <w:rsid w:val="00575E5A"/>
    <w:rsid w:val="00584E2A"/>
    <w:rsid w:val="00596C7E"/>
    <w:rsid w:val="005A4661"/>
    <w:rsid w:val="005A64E9"/>
    <w:rsid w:val="005A7EC2"/>
    <w:rsid w:val="005B1B59"/>
    <w:rsid w:val="005B5EE9"/>
    <w:rsid w:val="005B6F60"/>
    <w:rsid w:val="005E4822"/>
    <w:rsid w:val="005E75EE"/>
    <w:rsid w:val="005E7AEE"/>
    <w:rsid w:val="006104F6"/>
    <w:rsid w:val="0061068E"/>
    <w:rsid w:val="0061732E"/>
    <w:rsid w:val="00653AAA"/>
    <w:rsid w:val="00655D94"/>
    <w:rsid w:val="00660AD3"/>
    <w:rsid w:val="0067095F"/>
    <w:rsid w:val="00672EDC"/>
    <w:rsid w:val="006A5570"/>
    <w:rsid w:val="006A689C"/>
    <w:rsid w:val="006B3D79"/>
    <w:rsid w:val="006B59CA"/>
    <w:rsid w:val="006E0578"/>
    <w:rsid w:val="006E314D"/>
    <w:rsid w:val="006E7F06"/>
    <w:rsid w:val="00701889"/>
    <w:rsid w:val="00710723"/>
    <w:rsid w:val="00723ED1"/>
    <w:rsid w:val="00731F91"/>
    <w:rsid w:val="00735ED4"/>
    <w:rsid w:val="0073608D"/>
    <w:rsid w:val="00743525"/>
    <w:rsid w:val="007531A0"/>
    <w:rsid w:val="0076286B"/>
    <w:rsid w:val="00764595"/>
    <w:rsid w:val="00764FDF"/>
    <w:rsid w:val="00766846"/>
    <w:rsid w:val="0077673A"/>
    <w:rsid w:val="00777600"/>
    <w:rsid w:val="007779B7"/>
    <w:rsid w:val="007846E1"/>
    <w:rsid w:val="00795607"/>
    <w:rsid w:val="007B570C"/>
    <w:rsid w:val="007C09A9"/>
    <w:rsid w:val="007C682E"/>
    <w:rsid w:val="007D330E"/>
    <w:rsid w:val="007E4A6E"/>
    <w:rsid w:val="007F0B82"/>
    <w:rsid w:val="007F2E71"/>
    <w:rsid w:val="007F56A7"/>
    <w:rsid w:val="00801BF5"/>
    <w:rsid w:val="0080221D"/>
    <w:rsid w:val="00807DD0"/>
    <w:rsid w:val="00813F11"/>
    <w:rsid w:val="00837476"/>
    <w:rsid w:val="00891334"/>
    <w:rsid w:val="008958E6"/>
    <w:rsid w:val="008A14C0"/>
    <w:rsid w:val="008A28E0"/>
    <w:rsid w:val="008A3568"/>
    <w:rsid w:val="008A3FBD"/>
    <w:rsid w:val="008B730E"/>
    <w:rsid w:val="008D03B9"/>
    <w:rsid w:val="008F18D6"/>
    <w:rsid w:val="00900FB4"/>
    <w:rsid w:val="00904780"/>
    <w:rsid w:val="009113A8"/>
    <w:rsid w:val="00922385"/>
    <w:rsid w:val="009223DF"/>
    <w:rsid w:val="00927E5B"/>
    <w:rsid w:val="00936091"/>
    <w:rsid w:val="0094083E"/>
    <w:rsid w:val="00940D8A"/>
    <w:rsid w:val="00950128"/>
    <w:rsid w:val="00962258"/>
    <w:rsid w:val="009678B7"/>
    <w:rsid w:val="00982411"/>
    <w:rsid w:val="00992D9C"/>
    <w:rsid w:val="00996CB8"/>
    <w:rsid w:val="0099776F"/>
    <w:rsid w:val="00997F17"/>
    <w:rsid w:val="009A4A29"/>
    <w:rsid w:val="009A7568"/>
    <w:rsid w:val="009B24D8"/>
    <w:rsid w:val="009B2E97"/>
    <w:rsid w:val="009B72CC"/>
    <w:rsid w:val="009D0023"/>
    <w:rsid w:val="009D7E49"/>
    <w:rsid w:val="009E07F4"/>
    <w:rsid w:val="009F392E"/>
    <w:rsid w:val="00A13C79"/>
    <w:rsid w:val="00A1590E"/>
    <w:rsid w:val="00A30F05"/>
    <w:rsid w:val="00A44328"/>
    <w:rsid w:val="00A55022"/>
    <w:rsid w:val="00A60B48"/>
    <w:rsid w:val="00A6177B"/>
    <w:rsid w:val="00A66136"/>
    <w:rsid w:val="00A673C1"/>
    <w:rsid w:val="00A71257"/>
    <w:rsid w:val="00A71BF3"/>
    <w:rsid w:val="00A777C1"/>
    <w:rsid w:val="00A86C6A"/>
    <w:rsid w:val="00A8790B"/>
    <w:rsid w:val="00AA4CBB"/>
    <w:rsid w:val="00AA65FA"/>
    <w:rsid w:val="00AA7351"/>
    <w:rsid w:val="00AD056F"/>
    <w:rsid w:val="00AD2773"/>
    <w:rsid w:val="00AD6731"/>
    <w:rsid w:val="00AE0BAE"/>
    <w:rsid w:val="00AE1DDE"/>
    <w:rsid w:val="00B07031"/>
    <w:rsid w:val="00B15B5E"/>
    <w:rsid w:val="00B15D0D"/>
    <w:rsid w:val="00B17A6A"/>
    <w:rsid w:val="00B22D87"/>
    <w:rsid w:val="00B23CA3"/>
    <w:rsid w:val="00B279F3"/>
    <w:rsid w:val="00B3491A"/>
    <w:rsid w:val="00B45E29"/>
    <w:rsid w:val="00B45E9E"/>
    <w:rsid w:val="00B46F4F"/>
    <w:rsid w:val="00B50A0F"/>
    <w:rsid w:val="00B55F9C"/>
    <w:rsid w:val="00B638A1"/>
    <w:rsid w:val="00B64C2D"/>
    <w:rsid w:val="00B75EE1"/>
    <w:rsid w:val="00B77481"/>
    <w:rsid w:val="00B804F0"/>
    <w:rsid w:val="00B8518B"/>
    <w:rsid w:val="00B936EE"/>
    <w:rsid w:val="00BB3740"/>
    <w:rsid w:val="00BC25EE"/>
    <w:rsid w:val="00BC33B2"/>
    <w:rsid w:val="00BD7E91"/>
    <w:rsid w:val="00BF0044"/>
    <w:rsid w:val="00BF374D"/>
    <w:rsid w:val="00BF5BFB"/>
    <w:rsid w:val="00C02233"/>
    <w:rsid w:val="00C0231E"/>
    <w:rsid w:val="00C02D0A"/>
    <w:rsid w:val="00C03A6E"/>
    <w:rsid w:val="00C270E9"/>
    <w:rsid w:val="00C30759"/>
    <w:rsid w:val="00C35FC9"/>
    <w:rsid w:val="00C44F6A"/>
    <w:rsid w:val="00C606E4"/>
    <w:rsid w:val="00C727E5"/>
    <w:rsid w:val="00C8207D"/>
    <w:rsid w:val="00C82415"/>
    <w:rsid w:val="00CA2A40"/>
    <w:rsid w:val="00CB306A"/>
    <w:rsid w:val="00CB7B5A"/>
    <w:rsid w:val="00CC1E2B"/>
    <w:rsid w:val="00CD1F7A"/>
    <w:rsid w:val="00CD1FC4"/>
    <w:rsid w:val="00CE045D"/>
    <w:rsid w:val="00CE371D"/>
    <w:rsid w:val="00CE5CE0"/>
    <w:rsid w:val="00CE5FA9"/>
    <w:rsid w:val="00D02A4D"/>
    <w:rsid w:val="00D21061"/>
    <w:rsid w:val="00D259A6"/>
    <w:rsid w:val="00D316A7"/>
    <w:rsid w:val="00D4108E"/>
    <w:rsid w:val="00D6163D"/>
    <w:rsid w:val="00D63009"/>
    <w:rsid w:val="00D80EBA"/>
    <w:rsid w:val="00D831A3"/>
    <w:rsid w:val="00D86C1B"/>
    <w:rsid w:val="00D902AD"/>
    <w:rsid w:val="00D92FB1"/>
    <w:rsid w:val="00D95D6E"/>
    <w:rsid w:val="00DA5215"/>
    <w:rsid w:val="00DA6FFE"/>
    <w:rsid w:val="00DC3110"/>
    <w:rsid w:val="00DD3912"/>
    <w:rsid w:val="00DD46F3"/>
    <w:rsid w:val="00DD5848"/>
    <w:rsid w:val="00DD58A6"/>
    <w:rsid w:val="00DD6E82"/>
    <w:rsid w:val="00DE56F2"/>
    <w:rsid w:val="00DE7DAD"/>
    <w:rsid w:val="00DF116D"/>
    <w:rsid w:val="00DF4025"/>
    <w:rsid w:val="00E1227D"/>
    <w:rsid w:val="00E24B1B"/>
    <w:rsid w:val="00E363AE"/>
    <w:rsid w:val="00E7041F"/>
    <w:rsid w:val="00E824F1"/>
    <w:rsid w:val="00EA3128"/>
    <w:rsid w:val="00EB104F"/>
    <w:rsid w:val="00EB3F2B"/>
    <w:rsid w:val="00EC0B74"/>
    <w:rsid w:val="00EC6745"/>
    <w:rsid w:val="00ED14BD"/>
    <w:rsid w:val="00ED27AC"/>
    <w:rsid w:val="00EE1A97"/>
    <w:rsid w:val="00F01440"/>
    <w:rsid w:val="00F04D3A"/>
    <w:rsid w:val="00F124CA"/>
    <w:rsid w:val="00F12DEC"/>
    <w:rsid w:val="00F168F2"/>
    <w:rsid w:val="00F1715C"/>
    <w:rsid w:val="00F310F8"/>
    <w:rsid w:val="00F3199A"/>
    <w:rsid w:val="00F35939"/>
    <w:rsid w:val="00F45607"/>
    <w:rsid w:val="00F53BCC"/>
    <w:rsid w:val="00F56260"/>
    <w:rsid w:val="00F64786"/>
    <w:rsid w:val="00F659EB"/>
    <w:rsid w:val="00F66F35"/>
    <w:rsid w:val="00F675AB"/>
    <w:rsid w:val="00F70D8B"/>
    <w:rsid w:val="00F804A7"/>
    <w:rsid w:val="00F862D6"/>
    <w:rsid w:val="00F86BA6"/>
    <w:rsid w:val="00FA0A7D"/>
    <w:rsid w:val="00FB7ED9"/>
    <w:rsid w:val="00FC4E85"/>
    <w:rsid w:val="00FC6389"/>
    <w:rsid w:val="00FD2F51"/>
    <w:rsid w:val="00FE33B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740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93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74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2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50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01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954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417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901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36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57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62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0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890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54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5632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8837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121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552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219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0467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8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740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9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9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832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8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2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43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061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543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040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272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269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313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462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67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63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2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109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51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2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36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488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794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48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755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4540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145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572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21C1DA-79D8-4C40-992F-33EA03CF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2020-11-02T13:18:00Z</cp:lastPrinted>
  <dcterms:created xsi:type="dcterms:W3CDTF">2020-11-05T13:28:00Z</dcterms:created>
  <dcterms:modified xsi:type="dcterms:W3CDTF">2020-11-05T13:28:00Z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