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29EF3756" w14:textId="77777777" w:rsidTr="00F862D6">
        <w:tc>
          <w:tcPr>
            <w:tcW w:w="1020" w:type="dxa"/>
          </w:tcPr>
          <w:p w14:paraId="3A66DDE9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30D8397" wp14:editId="787DFE79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8462AF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0D83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7B8462AF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75C108F" w14:textId="77777777" w:rsidR="00F64786" w:rsidRDefault="00F64786" w:rsidP="0077673A"/>
        </w:tc>
        <w:tc>
          <w:tcPr>
            <w:tcW w:w="823" w:type="dxa"/>
          </w:tcPr>
          <w:p w14:paraId="41F3FA6B" w14:textId="77777777" w:rsidR="00F64786" w:rsidRDefault="00F64786" w:rsidP="0077673A"/>
        </w:tc>
        <w:tc>
          <w:tcPr>
            <w:tcW w:w="3685" w:type="dxa"/>
          </w:tcPr>
          <w:p w14:paraId="47DAA4C0" w14:textId="77777777" w:rsidR="00F64786" w:rsidRDefault="00F64786" w:rsidP="0077673A"/>
        </w:tc>
      </w:tr>
      <w:tr w:rsidR="00F862D6" w14:paraId="499A49B7" w14:textId="77777777" w:rsidTr="00596C7E">
        <w:tc>
          <w:tcPr>
            <w:tcW w:w="1020" w:type="dxa"/>
          </w:tcPr>
          <w:p w14:paraId="592AB30F" w14:textId="77777777" w:rsidR="00F862D6" w:rsidRDefault="00F862D6" w:rsidP="0077673A"/>
        </w:tc>
        <w:tc>
          <w:tcPr>
            <w:tcW w:w="2552" w:type="dxa"/>
          </w:tcPr>
          <w:p w14:paraId="562437F7" w14:textId="77777777" w:rsidR="00F862D6" w:rsidRDefault="00F862D6" w:rsidP="00764595"/>
        </w:tc>
        <w:tc>
          <w:tcPr>
            <w:tcW w:w="823" w:type="dxa"/>
          </w:tcPr>
          <w:p w14:paraId="4683DFB0" w14:textId="77777777" w:rsidR="00F862D6" w:rsidRDefault="00F862D6" w:rsidP="0077673A"/>
        </w:tc>
        <w:tc>
          <w:tcPr>
            <w:tcW w:w="3685" w:type="dxa"/>
            <w:vMerge w:val="restart"/>
          </w:tcPr>
          <w:p w14:paraId="4C293E6D" w14:textId="77777777" w:rsidR="00596C7E" w:rsidRDefault="00596C7E" w:rsidP="00596C7E">
            <w:pPr>
              <w:rPr>
                <w:rStyle w:val="Potovnadresa"/>
              </w:rPr>
            </w:pPr>
          </w:p>
          <w:p w14:paraId="654CAD1E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8EC6F0B" w14:textId="77777777" w:rsidTr="00F862D6">
        <w:tc>
          <w:tcPr>
            <w:tcW w:w="1020" w:type="dxa"/>
          </w:tcPr>
          <w:p w14:paraId="3F0AC7F3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BA58048" w14:textId="51F172BA" w:rsidR="00F862D6" w:rsidRPr="003E6B9A" w:rsidRDefault="00F353CC" w:rsidP="0037111D">
            <w:r w:rsidRPr="00F353CC">
              <w:rPr>
                <w:rFonts w:ascii="Helvetica" w:hAnsi="Helvetica"/>
              </w:rPr>
              <w:t>11900/2020-SŽ-SSV-Ú3</w:t>
            </w:r>
          </w:p>
        </w:tc>
        <w:tc>
          <w:tcPr>
            <w:tcW w:w="823" w:type="dxa"/>
          </w:tcPr>
          <w:p w14:paraId="37371D2D" w14:textId="77777777" w:rsidR="00F862D6" w:rsidRDefault="00F862D6" w:rsidP="0077673A"/>
        </w:tc>
        <w:tc>
          <w:tcPr>
            <w:tcW w:w="3685" w:type="dxa"/>
            <w:vMerge/>
          </w:tcPr>
          <w:p w14:paraId="58672B13" w14:textId="77777777" w:rsidR="00F862D6" w:rsidRDefault="00F862D6" w:rsidP="0077673A"/>
        </w:tc>
      </w:tr>
      <w:tr w:rsidR="00F862D6" w14:paraId="0D823A45" w14:textId="77777777" w:rsidTr="00F862D6">
        <w:tc>
          <w:tcPr>
            <w:tcW w:w="1020" w:type="dxa"/>
          </w:tcPr>
          <w:p w14:paraId="716CA520" w14:textId="77777777" w:rsidR="00F862D6" w:rsidRPr="005D3F6F" w:rsidRDefault="00F862D6" w:rsidP="0077673A">
            <w:r w:rsidRPr="005D3F6F">
              <w:t>Listů/příloh</w:t>
            </w:r>
          </w:p>
        </w:tc>
        <w:tc>
          <w:tcPr>
            <w:tcW w:w="2552" w:type="dxa"/>
          </w:tcPr>
          <w:p w14:paraId="7007BC4D" w14:textId="4443DB02" w:rsidR="00F862D6" w:rsidRPr="005D3F6F" w:rsidRDefault="005D3F6F" w:rsidP="005D3F6F">
            <w:r w:rsidRPr="005D3F6F">
              <w:t>3</w:t>
            </w:r>
            <w:r w:rsidR="003E6B9A" w:rsidRPr="005D3F6F">
              <w:t>/</w:t>
            </w:r>
            <w:r w:rsidRPr="005D3F6F">
              <w:t>2</w:t>
            </w:r>
          </w:p>
        </w:tc>
        <w:tc>
          <w:tcPr>
            <w:tcW w:w="823" w:type="dxa"/>
          </w:tcPr>
          <w:p w14:paraId="73CFC397" w14:textId="77777777" w:rsidR="00F862D6" w:rsidRDefault="00F862D6" w:rsidP="0077673A"/>
        </w:tc>
        <w:tc>
          <w:tcPr>
            <w:tcW w:w="3685" w:type="dxa"/>
            <w:vMerge/>
          </w:tcPr>
          <w:p w14:paraId="048F6E2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54E0203A" w14:textId="77777777" w:rsidTr="00B23CA3">
        <w:trPr>
          <w:trHeight w:val="77"/>
        </w:trPr>
        <w:tc>
          <w:tcPr>
            <w:tcW w:w="1020" w:type="dxa"/>
          </w:tcPr>
          <w:p w14:paraId="580229F4" w14:textId="77777777" w:rsidR="00F862D6" w:rsidRDefault="00F862D6" w:rsidP="0077673A"/>
        </w:tc>
        <w:tc>
          <w:tcPr>
            <w:tcW w:w="2552" w:type="dxa"/>
          </w:tcPr>
          <w:p w14:paraId="66105B04" w14:textId="77777777" w:rsidR="00F862D6" w:rsidRPr="003E6B9A" w:rsidRDefault="00F862D6" w:rsidP="0077673A"/>
        </w:tc>
        <w:tc>
          <w:tcPr>
            <w:tcW w:w="823" w:type="dxa"/>
          </w:tcPr>
          <w:p w14:paraId="1C809F71" w14:textId="77777777" w:rsidR="00F862D6" w:rsidRDefault="00F862D6" w:rsidP="0077673A"/>
        </w:tc>
        <w:tc>
          <w:tcPr>
            <w:tcW w:w="3685" w:type="dxa"/>
            <w:vMerge/>
          </w:tcPr>
          <w:p w14:paraId="0D71769D" w14:textId="77777777" w:rsidR="00F862D6" w:rsidRDefault="00F862D6" w:rsidP="0077673A"/>
        </w:tc>
      </w:tr>
      <w:tr w:rsidR="00F862D6" w14:paraId="1001C5A6" w14:textId="77777777" w:rsidTr="00F862D6">
        <w:tc>
          <w:tcPr>
            <w:tcW w:w="1020" w:type="dxa"/>
          </w:tcPr>
          <w:p w14:paraId="35413DF1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2F21D78" w14:textId="77777777" w:rsidR="00F862D6" w:rsidRPr="003E6B9A" w:rsidRDefault="00C745C1" w:rsidP="00FE3455">
            <w:r>
              <w:t>Renáta Majerová</w:t>
            </w:r>
          </w:p>
        </w:tc>
        <w:tc>
          <w:tcPr>
            <w:tcW w:w="823" w:type="dxa"/>
          </w:tcPr>
          <w:p w14:paraId="3D61530B" w14:textId="77777777" w:rsidR="00F862D6" w:rsidRDefault="00F862D6" w:rsidP="0077673A"/>
        </w:tc>
        <w:tc>
          <w:tcPr>
            <w:tcW w:w="3685" w:type="dxa"/>
            <w:vMerge/>
          </w:tcPr>
          <w:p w14:paraId="59BBADA7" w14:textId="77777777" w:rsidR="00F862D6" w:rsidRDefault="00F862D6" w:rsidP="0077673A"/>
        </w:tc>
      </w:tr>
      <w:tr w:rsidR="009A7568" w14:paraId="5C428133" w14:textId="77777777" w:rsidTr="00F862D6">
        <w:tc>
          <w:tcPr>
            <w:tcW w:w="1020" w:type="dxa"/>
          </w:tcPr>
          <w:p w14:paraId="2F082CF3" w14:textId="77777777" w:rsidR="009A7568" w:rsidRDefault="009A7568" w:rsidP="009A7568"/>
        </w:tc>
        <w:tc>
          <w:tcPr>
            <w:tcW w:w="2552" w:type="dxa"/>
          </w:tcPr>
          <w:p w14:paraId="67B1303B" w14:textId="77777777" w:rsidR="009A7568" w:rsidRPr="003E6B9A" w:rsidRDefault="009A7568" w:rsidP="009A7568"/>
        </w:tc>
        <w:tc>
          <w:tcPr>
            <w:tcW w:w="823" w:type="dxa"/>
          </w:tcPr>
          <w:p w14:paraId="13942BFE" w14:textId="77777777" w:rsidR="009A7568" w:rsidRDefault="009A7568" w:rsidP="009A7568"/>
        </w:tc>
        <w:tc>
          <w:tcPr>
            <w:tcW w:w="3685" w:type="dxa"/>
            <w:vMerge/>
          </w:tcPr>
          <w:p w14:paraId="3668599C" w14:textId="77777777" w:rsidR="009A7568" w:rsidRDefault="009A7568" w:rsidP="009A7568"/>
        </w:tc>
      </w:tr>
      <w:tr w:rsidR="009A7568" w14:paraId="4EA9EDEF" w14:textId="77777777" w:rsidTr="00F862D6">
        <w:tc>
          <w:tcPr>
            <w:tcW w:w="1020" w:type="dxa"/>
          </w:tcPr>
          <w:p w14:paraId="7E635E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453EF09D" w14:textId="77777777" w:rsidR="009A7568" w:rsidRPr="003E6B9A" w:rsidRDefault="00C745C1" w:rsidP="009A7568">
            <w:r>
              <w:t>+420 724 932 325</w:t>
            </w:r>
          </w:p>
        </w:tc>
        <w:tc>
          <w:tcPr>
            <w:tcW w:w="823" w:type="dxa"/>
          </w:tcPr>
          <w:p w14:paraId="1AA18A95" w14:textId="77777777" w:rsidR="009A7568" w:rsidRDefault="009A7568" w:rsidP="009A7568"/>
        </w:tc>
        <w:tc>
          <w:tcPr>
            <w:tcW w:w="3685" w:type="dxa"/>
            <w:vMerge/>
          </w:tcPr>
          <w:p w14:paraId="424E3DE9" w14:textId="77777777" w:rsidR="009A7568" w:rsidRDefault="009A7568" w:rsidP="009A7568"/>
        </w:tc>
      </w:tr>
      <w:tr w:rsidR="009A7568" w14:paraId="13C1723E" w14:textId="77777777" w:rsidTr="00F862D6">
        <w:tc>
          <w:tcPr>
            <w:tcW w:w="1020" w:type="dxa"/>
          </w:tcPr>
          <w:p w14:paraId="6819BEF1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EBF0A94" w14:textId="77777777" w:rsidR="009A7568" w:rsidRPr="003E6B9A" w:rsidRDefault="00C745C1" w:rsidP="006104F6">
            <w:r>
              <w:t>Majerova@spravazeleznic.cz</w:t>
            </w:r>
          </w:p>
        </w:tc>
        <w:tc>
          <w:tcPr>
            <w:tcW w:w="823" w:type="dxa"/>
          </w:tcPr>
          <w:p w14:paraId="4205A03D" w14:textId="77777777" w:rsidR="009A7568" w:rsidRDefault="009A7568" w:rsidP="009A7568"/>
        </w:tc>
        <w:tc>
          <w:tcPr>
            <w:tcW w:w="3685" w:type="dxa"/>
            <w:vMerge/>
          </w:tcPr>
          <w:p w14:paraId="6CE12125" w14:textId="77777777" w:rsidR="009A7568" w:rsidRDefault="009A7568" w:rsidP="009A7568"/>
        </w:tc>
      </w:tr>
      <w:tr w:rsidR="009A7568" w14:paraId="5A2350AA" w14:textId="77777777" w:rsidTr="00F862D6">
        <w:tc>
          <w:tcPr>
            <w:tcW w:w="1020" w:type="dxa"/>
          </w:tcPr>
          <w:p w14:paraId="7F487A47" w14:textId="77777777" w:rsidR="009A7568" w:rsidRDefault="009A7568" w:rsidP="009A7568"/>
        </w:tc>
        <w:tc>
          <w:tcPr>
            <w:tcW w:w="2552" w:type="dxa"/>
          </w:tcPr>
          <w:p w14:paraId="1A87FA1E" w14:textId="77777777" w:rsidR="009A7568" w:rsidRPr="003E6B9A" w:rsidRDefault="009A7568" w:rsidP="009A7568"/>
        </w:tc>
        <w:tc>
          <w:tcPr>
            <w:tcW w:w="823" w:type="dxa"/>
          </w:tcPr>
          <w:p w14:paraId="6D932258" w14:textId="77777777" w:rsidR="009A7568" w:rsidRDefault="009A7568" w:rsidP="009A7568"/>
        </w:tc>
        <w:tc>
          <w:tcPr>
            <w:tcW w:w="3685" w:type="dxa"/>
          </w:tcPr>
          <w:p w14:paraId="409974D1" w14:textId="77777777" w:rsidR="009A7568" w:rsidRDefault="009A7568" w:rsidP="009A7568"/>
        </w:tc>
      </w:tr>
      <w:tr w:rsidR="009A7568" w14:paraId="1EA3E056" w14:textId="77777777" w:rsidTr="00F862D6">
        <w:tc>
          <w:tcPr>
            <w:tcW w:w="1020" w:type="dxa"/>
          </w:tcPr>
          <w:p w14:paraId="17DA6253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2FFAD874" w14:textId="2EBEF3A6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75C39">
              <w:rPr>
                <w:noProof/>
              </w:rPr>
              <w:t>5. listopadu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54EACDD" w14:textId="77777777" w:rsidR="009A7568" w:rsidRDefault="009A7568" w:rsidP="009A7568"/>
        </w:tc>
        <w:tc>
          <w:tcPr>
            <w:tcW w:w="3685" w:type="dxa"/>
          </w:tcPr>
          <w:p w14:paraId="764A6223" w14:textId="77777777" w:rsidR="009A7568" w:rsidRDefault="009A7568" w:rsidP="009A7568"/>
        </w:tc>
      </w:tr>
      <w:tr w:rsidR="00F64786" w14:paraId="35E2C8E9" w14:textId="77777777" w:rsidTr="00F862D6">
        <w:tc>
          <w:tcPr>
            <w:tcW w:w="1020" w:type="dxa"/>
          </w:tcPr>
          <w:p w14:paraId="0FE21465" w14:textId="77777777" w:rsidR="00F64786" w:rsidRDefault="00F64786" w:rsidP="0077673A"/>
        </w:tc>
        <w:tc>
          <w:tcPr>
            <w:tcW w:w="2552" w:type="dxa"/>
          </w:tcPr>
          <w:p w14:paraId="6F350F4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198E80B" w14:textId="77777777" w:rsidR="00F64786" w:rsidRDefault="00F64786" w:rsidP="0077673A"/>
        </w:tc>
        <w:tc>
          <w:tcPr>
            <w:tcW w:w="3685" w:type="dxa"/>
          </w:tcPr>
          <w:p w14:paraId="420ADD91" w14:textId="77777777" w:rsidR="00F64786" w:rsidRDefault="00F64786" w:rsidP="0077673A"/>
        </w:tc>
      </w:tr>
      <w:tr w:rsidR="00F862D6" w14:paraId="28EE18F0" w14:textId="77777777" w:rsidTr="00B45E9E">
        <w:trPr>
          <w:trHeight w:val="794"/>
        </w:trPr>
        <w:tc>
          <w:tcPr>
            <w:tcW w:w="1020" w:type="dxa"/>
          </w:tcPr>
          <w:p w14:paraId="58426630" w14:textId="77777777" w:rsidR="00F862D6" w:rsidRDefault="00F862D6" w:rsidP="0077673A"/>
        </w:tc>
        <w:tc>
          <w:tcPr>
            <w:tcW w:w="2552" w:type="dxa"/>
          </w:tcPr>
          <w:p w14:paraId="06572D96" w14:textId="77777777" w:rsidR="00F862D6" w:rsidRDefault="00F862D6" w:rsidP="00F310F8"/>
        </w:tc>
        <w:tc>
          <w:tcPr>
            <w:tcW w:w="823" w:type="dxa"/>
          </w:tcPr>
          <w:p w14:paraId="597C876B" w14:textId="77777777" w:rsidR="00F862D6" w:rsidRDefault="00F862D6" w:rsidP="0077673A"/>
        </w:tc>
        <w:tc>
          <w:tcPr>
            <w:tcW w:w="3685" w:type="dxa"/>
          </w:tcPr>
          <w:p w14:paraId="1963E8FE" w14:textId="77777777" w:rsidR="00F862D6" w:rsidRDefault="00F862D6" w:rsidP="0077673A"/>
        </w:tc>
      </w:tr>
    </w:tbl>
    <w:p w14:paraId="513F7FA9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A639B4" w:rsidRPr="00A639B4">
        <w:rPr>
          <w:rFonts w:eastAsia="Calibri" w:cs="Times New Roman"/>
          <w:b/>
          <w:lang w:eastAsia="cs-CZ"/>
        </w:rPr>
        <w:t>Opava západ ON – revitalizace</w:t>
      </w:r>
    </w:p>
    <w:p w14:paraId="0C115362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639B4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A639B4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0FB89A0A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7FA3764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152BD54B" w14:textId="77777777" w:rsidR="00CB7B5A" w:rsidRPr="00333F82" w:rsidRDefault="00333F82" w:rsidP="00CB7B5A">
      <w:pPr>
        <w:spacing w:after="0" w:line="240" w:lineRule="auto"/>
        <w:rPr>
          <w:rFonts w:cs="Arial"/>
          <w:color w:val="000000"/>
        </w:rPr>
      </w:pPr>
      <w:r w:rsidRPr="00333F82">
        <w:rPr>
          <w:rFonts w:cs="Arial"/>
          <w:color w:val="000000"/>
        </w:rPr>
        <w:t>V zadavatelem poskytnuté dokumentaci je příslušná pasáž týkající se mobiliáře:</w:t>
      </w:r>
    </w:p>
    <w:p w14:paraId="65DE469F" w14:textId="50E42A51" w:rsidR="00333F82" w:rsidRDefault="00333F82" w:rsidP="00CB7B5A">
      <w:pPr>
        <w:spacing w:after="0" w:line="240" w:lineRule="auto"/>
        <w:rPr>
          <w:rFonts w:ascii="Arial" w:hAnsi="Arial" w:cs="Arial"/>
          <w:color w:val="000000"/>
          <w:sz w:val="22"/>
          <w:szCs w:val="22"/>
        </w:rPr>
      </w:pPr>
      <w:r>
        <w:rPr>
          <w:noProof/>
          <w:lang w:eastAsia="cs-CZ"/>
        </w:rPr>
        <w:drawing>
          <wp:inline distT="0" distB="0" distL="0" distR="0" wp14:anchorId="14985C8C" wp14:editId="3423329D">
            <wp:extent cx="5143500" cy="3095625"/>
            <wp:effectExtent l="0" t="0" r="0" b="9525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82498" w14:textId="77777777" w:rsidR="00333F82" w:rsidRPr="00333F82" w:rsidRDefault="00333F82" w:rsidP="00333F82">
      <w:pPr>
        <w:spacing w:after="0" w:line="240" w:lineRule="auto"/>
        <w:rPr>
          <w:rFonts w:cs="Arial"/>
          <w:color w:val="000000"/>
        </w:rPr>
      </w:pPr>
      <w:r w:rsidRPr="00333F82">
        <w:rPr>
          <w:rFonts w:cs="Arial"/>
          <w:color w:val="000000"/>
        </w:rPr>
        <w:t>Dle sdělení poddodavatele, specializovaného na dodávky v tomto oboru, je požadované provedení okna pokladny již velmi zastaralé (zhruba 20 let). Bezpečnostní okna pokladny se dodávají aktuálně na vyšší úrovni a to:</w:t>
      </w:r>
    </w:p>
    <w:p w14:paraId="39B0A519" w14:textId="77777777" w:rsidR="00333F82" w:rsidRPr="00333F82" w:rsidRDefault="00333F82" w:rsidP="00333F82">
      <w:pPr>
        <w:spacing w:after="0" w:line="240" w:lineRule="auto"/>
        <w:rPr>
          <w:rFonts w:cs="Arial"/>
          <w:color w:val="000000"/>
        </w:rPr>
      </w:pPr>
      <w:r w:rsidRPr="00333F82">
        <w:rPr>
          <w:rFonts w:cs="Arial"/>
          <w:color w:val="000000"/>
        </w:rPr>
        <w:t>•</w:t>
      </w:r>
      <w:r w:rsidRPr="00333F82">
        <w:rPr>
          <w:rFonts w:cs="Arial"/>
          <w:color w:val="000000"/>
        </w:rPr>
        <w:tab/>
        <w:t xml:space="preserve"> bez komunikačního otvoru</w:t>
      </w:r>
    </w:p>
    <w:p w14:paraId="48BA8DAB" w14:textId="77777777" w:rsidR="00333F82" w:rsidRPr="00333F82" w:rsidRDefault="00333F82" w:rsidP="00333F82">
      <w:pPr>
        <w:spacing w:after="0" w:line="240" w:lineRule="auto"/>
        <w:rPr>
          <w:rFonts w:cs="Arial"/>
          <w:color w:val="000000"/>
        </w:rPr>
      </w:pPr>
      <w:r w:rsidRPr="00333F82">
        <w:rPr>
          <w:rFonts w:cs="Arial"/>
          <w:color w:val="000000"/>
        </w:rPr>
        <w:t>•</w:t>
      </w:r>
      <w:r w:rsidRPr="00333F82">
        <w:rPr>
          <w:rFonts w:cs="Arial"/>
          <w:color w:val="000000"/>
        </w:rPr>
        <w:tab/>
        <w:t>bez otvíravého – posuvného okna</w:t>
      </w:r>
    </w:p>
    <w:p w14:paraId="37D9ADF1" w14:textId="77777777" w:rsidR="00333F82" w:rsidRPr="00333F82" w:rsidRDefault="00333F82" w:rsidP="00333F82">
      <w:pPr>
        <w:spacing w:after="0" w:line="240" w:lineRule="auto"/>
        <w:rPr>
          <w:rFonts w:cs="Arial"/>
          <w:color w:val="000000"/>
        </w:rPr>
      </w:pPr>
      <w:r w:rsidRPr="00333F82">
        <w:rPr>
          <w:rFonts w:cs="Arial"/>
          <w:color w:val="000000"/>
        </w:rPr>
        <w:t>•</w:t>
      </w:r>
      <w:r w:rsidRPr="00333F82">
        <w:rPr>
          <w:rFonts w:cs="Arial"/>
          <w:color w:val="000000"/>
        </w:rPr>
        <w:tab/>
        <w:t>místo otočné misky se používá přesuvná miska.</w:t>
      </w:r>
    </w:p>
    <w:p w14:paraId="34F2C1B4" w14:textId="77777777" w:rsidR="00333F82" w:rsidRPr="00333F82" w:rsidRDefault="00333F82" w:rsidP="00333F82">
      <w:pPr>
        <w:spacing w:after="0" w:line="240" w:lineRule="auto"/>
        <w:rPr>
          <w:rFonts w:cs="Arial"/>
          <w:color w:val="000000"/>
        </w:rPr>
      </w:pPr>
    </w:p>
    <w:p w14:paraId="5FFDF759" w14:textId="77777777" w:rsidR="00333F82" w:rsidRPr="00333F82" w:rsidRDefault="00333F82" w:rsidP="00333F82">
      <w:pPr>
        <w:spacing w:after="0" w:line="240" w:lineRule="auto"/>
        <w:rPr>
          <w:rFonts w:cs="Arial"/>
          <w:color w:val="000000"/>
        </w:rPr>
      </w:pPr>
      <w:r w:rsidRPr="00333F82">
        <w:rPr>
          <w:rFonts w:cs="Arial"/>
          <w:color w:val="000000"/>
        </w:rPr>
        <w:t>Bezpečnostní okna se dělají jako pevná – neotvíravá, aby pracovník pokladny byl oddělen od klienta, což má obrovský význam z hlediska:</w:t>
      </w:r>
    </w:p>
    <w:p w14:paraId="2D06ECD2" w14:textId="77777777" w:rsidR="00333F82" w:rsidRPr="00333F82" w:rsidRDefault="00333F82" w:rsidP="00333F82">
      <w:pPr>
        <w:spacing w:after="0" w:line="240" w:lineRule="auto"/>
        <w:rPr>
          <w:rFonts w:cs="Arial"/>
          <w:color w:val="000000"/>
        </w:rPr>
      </w:pPr>
      <w:r w:rsidRPr="00333F82">
        <w:rPr>
          <w:rFonts w:cs="Arial"/>
          <w:color w:val="000000"/>
        </w:rPr>
        <w:t>•</w:t>
      </w:r>
      <w:r w:rsidRPr="00333F82">
        <w:rPr>
          <w:rFonts w:cs="Arial"/>
          <w:color w:val="000000"/>
        </w:rPr>
        <w:tab/>
        <w:t>bezpečnosti – nelze pracovníka pokladny přímo fyzicky napadnout</w:t>
      </w:r>
    </w:p>
    <w:p w14:paraId="7DB805CF" w14:textId="77777777" w:rsidR="00333F82" w:rsidRPr="00333F82" w:rsidRDefault="00333F82" w:rsidP="00333F82">
      <w:pPr>
        <w:spacing w:after="0" w:line="240" w:lineRule="auto"/>
        <w:rPr>
          <w:rFonts w:cs="Arial"/>
          <w:color w:val="000000"/>
        </w:rPr>
      </w:pPr>
      <w:r w:rsidRPr="00333F82">
        <w:rPr>
          <w:rFonts w:cs="Arial"/>
          <w:color w:val="000000"/>
        </w:rPr>
        <w:t>•</w:t>
      </w:r>
      <w:r w:rsidRPr="00333F82">
        <w:rPr>
          <w:rFonts w:cs="Arial"/>
          <w:color w:val="000000"/>
        </w:rPr>
        <w:tab/>
        <w:t>zdravotního – pracovník pokladny není v kontaktu s klientem a nemůže být nakažen, což je důležité dnes v období pandemie C</w:t>
      </w:r>
      <w:r>
        <w:rPr>
          <w:rFonts w:cs="Arial"/>
          <w:color w:val="000000"/>
        </w:rPr>
        <w:t>ovidu, ale i v jiných obdobích.</w:t>
      </w:r>
    </w:p>
    <w:p w14:paraId="17C3C805" w14:textId="151BA27A" w:rsidR="00333F82" w:rsidRDefault="00333F82" w:rsidP="00333F82">
      <w:pPr>
        <w:spacing w:after="0" w:line="240" w:lineRule="auto"/>
        <w:rPr>
          <w:rFonts w:cs="Arial"/>
          <w:color w:val="000000"/>
        </w:rPr>
      </w:pPr>
      <w:r w:rsidRPr="00333F82">
        <w:rPr>
          <w:rFonts w:cs="Arial"/>
          <w:color w:val="000000"/>
        </w:rPr>
        <w:t>Žádáme zadavatele o vyjádření k požadovanému způsobu řešení.</w:t>
      </w:r>
    </w:p>
    <w:p w14:paraId="4CDD17FF" w14:textId="1D7D95E2" w:rsidR="00333F82" w:rsidRPr="00CB7B5A" w:rsidRDefault="00333F82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EE639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4C702692" w14:textId="4C3262B7" w:rsidR="00CB7B5A" w:rsidRPr="00075C39" w:rsidRDefault="00B255ED" w:rsidP="00CB7B5A">
      <w:pPr>
        <w:spacing w:after="0" w:line="240" w:lineRule="auto"/>
        <w:rPr>
          <w:rFonts w:eastAsia="Calibri" w:cs="Times New Roman"/>
          <w:i/>
          <w:lang w:eastAsia="cs-CZ"/>
        </w:rPr>
      </w:pPr>
      <w:r w:rsidRPr="00075C39">
        <w:rPr>
          <w:rFonts w:eastAsia="Calibri" w:cs="Times New Roman"/>
          <w:i/>
          <w:lang w:eastAsia="cs-CZ"/>
        </w:rPr>
        <w:t xml:space="preserve">Pokladní okno bylo zpracováno dle požadavku dopravce České dráhy a. s, uchazeč ocení okno dle výpisu prvků v DSP. Případná změna dle aktuální situace z COVID bude řešena v rámci autorského dozoru a případného změnového řízení. </w:t>
      </w:r>
    </w:p>
    <w:p w14:paraId="6EC24854" w14:textId="758BC29B" w:rsidR="00075C39" w:rsidRPr="00CB7B5A" w:rsidRDefault="00075C39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A0DBFB1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0C7FCD8F" w14:textId="77777777" w:rsidR="00333F82" w:rsidRPr="00333F82" w:rsidRDefault="00333F82" w:rsidP="00333F82">
      <w:pPr>
        <w:spacing w:after="0" w:line="240" w:lineRule="auto"/>
        <w:rPr>
          <w:rFonts w:eastAsia="Calibri" w:cs="Times New Roman"/>
          <w:lang w:eastAsia="cs-CZ"/>
        </w:rPr>
      </w:pPr>
      <w:r w:rsidRPr="00333F82">
        <w:rPr>
          <w:rFonts w:eastAsia="Calibri" w:cs="Times New Roman"/>
          <w:lang w:eastAsia="cs-CZ"/>
        </w:rPr>
        <w:t>V zadavatelem poskytnuté dokumentaci-ve výpisu prvků mobiliáře je odk.05/M držák na kola na zeď. V soupisu prací js</w:t>
      </w:r>
      <w:r>
        <w:rPr>
          <w:rFonts w:eastAsia="Calibri" w:cs="Times New Roman"/>
          <w:lang w:eastAsia="cs-CZ"/>
        </w:rPr>
        <w:t>me nenašli položku pro ocenění.</w:t>
      </w:r>
    </w:p>
    <w:p w14:paraId="1DFD9BC7" w14:textId="77777777" w:rsidR="00333F82" w:rsidRPr="00333F82" w:rsidRDefault="00333F82" w:rsidP="00333F82">
      <w:pPr>
        <w:spacing w:after="0" w:line="240" w:lineRule="auto"/>
        <w:rPr>
          <w:rFonts w:eastAsia="Calibri" w:cs="Times New Roman"/>
          <w:lang w:eastAsia="cs-CZ"/>
        </w:rPr>
      </w:pPr>
      <w:r w:rsidRPr="00333F82">
        <w:rPr>
          <w:rFonts w:eastAsia="Calibri" w:cs="Times New Roman"/>
          <w:lang w:eastAsia="cs-CZ"/>
        </w:rPr>
        <w:t>Žádáme zadavatele o informaci, zda</w:t>
      </w:r>
    </w:p>
    <w:p w14:paraId="254DD6F2" w14:textId="77777777" w:rsidR="00333F82" w:rsidRPr="00333F82" w:rsidRDefault="00333F82" w:rsidP="00333F82">
      <w:pPr>
        <w:spacing w:after="0" w:line="240" w:lineRule="auto"/>
        <w:rPr>
          <w:rFonts w:eastAsia="Calibri" w:cs="Times New Roman"/>
          <w:lang w:eastAsia="cs-CZ"/>
        </w:rPr>
      </w:pPr>
      <w:r w:rsidRPr="00333F82">
        <w:rPr>
          <w:rFonts w:eastAsia="Calibri" w:cs="Times New Roman"/>
          <w:lang w:eastAsia="cs-CZ"/>
        </w:rPr>
        <w:t>a) bude odk.05/M držák na kola na zeď součástí požadované dodávky</w:t>
      </w:r>
    </w:p>
    <w:p w14:paraId="363BB77D" w14:textId="77777777" w:rsidR="00CB7B5A" w:rsidRPr="00333F82" w:rsidRDefault="00333F82" w:rsidP="00333F82">
      <w:pPr>
        <w:spacing w:after="0" w:line="240" w:lineRule="auto"/>
        <w:rPr>
          <w:rFonts w:eastAsia="Calibri" w:cs="Times New Roman"/>
          <w:lang w:eastAsia="cs-CZ"/>
        </w:rPr>
      </w:pPr>
      <w:r w:rsidRPr="00333F82">
        <w:rPr>
          <w:rFonts w:eastAsia="Calibri" w:cs="Times New Roman"/>
          <w:lang w:eastAsia="cs-CZ"/>
        </w:rPr>
        <w:t>b) bude doplněna položka pro ocenění odk.05/M držák na kola na zeď.</w:t>
      </w:r>
    </w:p>
    <w:p w14:paraId="2BFB0B61" w14:textId="77777777" w:rsidR="00333F82" w:rsidRPr="00CB7B5A" w:rsidRDefault="00333F82" w:rsidP="00333F8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F06154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8D2AC3C" w14:textId="230B4C20" w:rsidR="00A639B4" w:rsidRPr="00075C39" w:rsidRDefault="00E27EC5" w:rsidP="00A639B4">
      <w:pPr>
        <w:spacing w:after="0" w:line="240" w:lineRule="auto"/>
        <w:rPr>
          <w:rFonts w:eastAsia="Calibri" w:cs="Times New Roman"/>
          <w:i/>
          <w:lang w:eastAsia="cs-CZ"/>
        </w:rPr>
      </w:pPr>
      <w:r w:rsidRPr="00075C39">
        <w:rPr>
          <w:rFonts w:eastAsia="Calibri" w:cs="Times New Roman"/>
          <w:i/>
          <w:lang w:eastAsia="cs-CZ"/>
        </w:rPr>
        <w:t>Ad a) ano dodávka + montáž držáku prvek dle výpisu 05/M bude součásti zákazy</w:t>
      </w:r>
    </w:p>
    <w:p w14:paraId="65262FAB" w14:textId="55AA768A" w:rsidR="00CB7B5A" w:rsidRPr="00075C39" w:rsidRDefault="00E27EC5" w:rsidP="00CB7B5A">
      <w:pPr>
        <w:spacing w:after="0" w:line="240" w:lineRule="auto"/>
        <w:rPr>
          <w:rFonts w:eastAsia="Calibri" w:cs="Times New Roman"/>
          <w:i/>
          <w:lang w:eastAsia="cs-CZ"/>
        </w:rPr>
      </w:pPr>
      <w:r w:rsidRPr="00075C39">
        <w:rPr>
          <w:rFonts w:eastAsia="Calibri" w:cs="Times New Roman"/>
          <w:i/>
          <w:lang w:eastAsia="cs-CZ"/>
        </w:rPr>
        <w:t xml:space="preserve">Ad b) do </w:t>
      </w:r>
      <w:r w:rsidR="00D61E6B" w:rsidRPr="00075C39">
        <w:rPr>
          <w:rFonts w:eastAsia="Calibri" w:cs="Times New Roman"/>
          <w:i/>
          <w:lang w:eastAsia="cs-CZ"/>
        </w:rPr>
        <w:t>přiloženého aktualizovaného soupisu prací díl 950 MOBILIÁŘ</w:t>
      </w:r>
      <w:r w:rsidRPr="00075C39">
        <w:rPr>
          <w:rFonts w:eastAsia="Calibri" w:cs="Times New Roman"/>
          <w:i/>
          <w:lang w:eastAsia="cs-CZ"/>
        </w:rPr>
        <w:t xml:space="preserve"> </w:t>
      </w:r>
      <w:r w:rsidR="00D61E6B" w:rsidRPr="00075C39">
        <w:rPr>
          <w:rFonts w:eastAsia="Calibri" w:cs="Times New Roman"/>
          <w:i/>
          <w:lang w:eastAsia="cs-CZ"/>
        </w:rPr>
        <w:t>byla doplněna nová položka číslo 5.</w:t>
      </w:r>
    </w:p>
    <w:p w14:paraId="04FFA3F8" w14:textId="7A1A63F0" w:rsidR="00333F82" w:rsidRDefault="00333F82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178F73B" w14:textId="77777777" w:rsidR="00075C39" w:rsidRDefault="00075C39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E420356" w14:textId="77777777" w:rsidR="00333F82" w:rsidRPr="00CB7B5A" w:rsidRDefault="00333F82" w:rsidP="00333F8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Pr="00CB7B5A">
        <w:rPr>
          <w:rFonts w:eastAsia="Calibri" w:cs="Times New Roman"/>
          <w:b/>
          <w:lang w:eastAsia="cs-CZ"/>
        </w:rPr>
        <w:t>:</w:t>
      </w:r>
    </w:p>
    <w:p w14:paraId="2586D475" w14:textId="77777777" w:rsidR="00333F82" w:rsidRPr="00333F82" w:rsidRDefault="00333F82" w:rsidP="00333F82">
      <w:pPr>
        <w:spacing w:after="0" w:line="240" w:lineRule="auto"/>
        <w:rPr>
          <w:rFonts w:eastAsia="Calibri" w:cs="Times New Roman"/>
          <w:lang w:eastAsia="cs-CZ"/>
        </w:rPr>
      </w:pPr>
      <w:r w:rsidRPr="00333F82">
        <w:rPr>
          <w:rFonts w:eastAsia="Calibri" w:cs="Times New Roman"/>
          <w:lang w:eastAsia="cs-CZ"/>
        </w:rPr>
        <w:t>Dle zadavatelem poskytnuté dokumentace má být provedeno zasklení oken má v bezpečnostní třídě P5A. Toto zasklení se provádí běžně v bankách a jde o velice nákladné zasklení. Para</w:t>
      </w:r>
      <w:r>
        <w:rPr>
          <w:rFonts w:eastAsia="Calibri" w:cs="Times New Roman"/>
          <w:lang w:eastAsia="cs-CZ"/>
        </w:rPr>
        <w:t>metr Uw=0,69W/m2K</w:t>
      </w:r>
    </w:p>
    <w:p w14:paraId="40915AA8" w14:textId="77777777" w:rsidR="00333F82" w:rsidRPr="00333F82" w:rsidRDefault="00333F82" w:rsidP="00333F82">
      <w:pPr>
        <w:spacing w:after="0" w:line="240" w:lineRule="auto"/>
        <w:rPr>
          <w:rFonts w:eastAsia="Calibri" w:cs="Times New Roman"/>
          <w:lang w:eastAsia="cs-CZ"/>
        </w:rPr>
      </w:pPr>
      <w:r w:rsidRPr="00333F82">
        <w:rPr>
          <w:rFonts w:eastAsia="Calibri" w:cs="Times New Roman"/>
          <w:lang w:eastAsia="cs-CZ"/>
        </w:rPr>
        <w:t>Žádáme zadavatele o informaci, zda</w:t>
      </w:r>
    </w:p>
    <w:p w14:paraId="234FA3D1" w14:textId="77777777" w:rsidR="00333F82" w:rsidRPr="00333F82" w:rsidRDefault="00333F82" w:rsidP="00333F82">
      <w:pPr>
        <w:spacing w:after="0" w:line="240" w:lineRule="auto"/>
        <w:rPr>
          <w:rFonts w:eastAsia="Calibri" w:cs="Times New Roman"/>
          <w:lang w:eastAsia="cs-CZ"/>
        </w:rPr>
      </w:pPr>
      <w:r w:rsidRPr="00333F82">
        <w:rPr>
          <w:rFonts w:eastAsia="Calibri" w:cs="Times New Roman"/>
          <w:lang w:eastAsia="cs-CZ"/>
        </w:rPr>
        <w:t>a) zda je nadále požadováno zasklení oken bezpečnostní třídy P5A</w:t>
      </w:r>
    </w:p>
    <w:p w14:paraId="414C5906" w14:textId="77777777" w:rsidR="00333F82" w:rsidRPr="00333F82" w:rsidRDefault="00333F82" w:rsidP="00333F82">
      <w:pPr>
        <w:spacing w:after="0" w:line="240" w:lineRule="auto"/>
        <w:rPr>
          <w:rFonts w:eastAsia="Calibri" w:cs="Times New Roman"/>
          <w:lang w:eastAsia="cs-CZ"/>
        </w:rPr>
      </w:pPr>
      <w:r w:rsidRPr="00333F82">
        <w:rPr>
          <w:rFonts w:eastAsia="Calibri" w:cs="Times New Roman"/>
          <w:lang w:eastAsia="cs-CZ"/>
        </w:rPr>
        <w:t>b) zda je nutné dodržet Uw=0,69W/m2K.</w:t>
      </w:r>
    </w:p>
    <w:p w14:paraId="29001BB0" w14:textId="77777777" w:rsidR="00333F82" w:rsidRPr="00CB7B5A" w:rsidRDefault="00333F82" w:rsidP="00333F8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43306FB" w14:textId="77777777" w:rsidR="00333F82" w:rsidRPr="00CB7B5A" w:rsidRDefault="00333F82" w:rsidP="00333F82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81C980A" w14:textId="1D4C657B" w:rsidR="00D34827" w:rsidRPr="00075C39" w:rsidRDefault="00EA722D" w:rsidP="00EA722D">
      <w:pPr>
        <w:rPr>
          <w:i/>
        </w:rPr>
      </w:pPr>
      <w:r w:rsidRPr="00075C39">
        <w:rPr>
          <w:rFonts w:eastAsia="Calibri" w:cs="Times New Roman"/>
          <w:i/>
          <w:lang w:eastAsia="cs-CZ"/>
        </w:rPr>
        <w:t xml:space="preserve">Ad a) okna dle výpisu prvku s označením 002 – okna ve 2.NP </w:t>
      </w:r>
      <w:r w:rsidRPr="00075C39">
        <w:rPr>
          <w:i/>
        </w:rPr>
        <w:t xml:space="preserve">(místnost číslo 2.01, 2.02, 2.03, 2.04, 2.05, 2.06, 2.11, 2.12, 2.14, 2.16) budou mít zasklení bezpečnostní třídy P3A, u ostatních oken dle výpisu prvků </w:t>
      </w:r>
      <w:r w:rsidR="0028459B" w:rsidRPr="00075C39">
        <w:rPr>
          <w:i/>
        </w:rPr>
        <w:t xml:space="preserve">výkres číslo D. 2.2.130.10 </w:t>
      </w:r>
      <w:r w:rsidRPr="00075C39">
        <w:rPr>
          <w:i/>
        </w:rPr>
        <w:t>s označením 001a, 001b,001c,003,004,006,007,008</w:t>
      </w:r>
      <w:r w:rsidR="0028459B" w:rsidRPr="00075C39">
        <w:rPr>
          <w:i/>
        </w:rPr>
        <w:t>,012, 014</w:t>
      </w:r>
      <w:r w:rsidRPr="00075C39">
        <w:rPr>
          <w:i/>
        </w:rPr>
        <w:t xml:space="preserve"> bude zasklení bezpečnostní třída P5a, a to z důvodu, že v prostorách je v nájmu </w:t>
      </w:r>
      <w:r w:rsidR="0028459B" w:rsidRPr="00075C39">
        <w:rPr>
          <w:i/>
        </w:rPr>
        <w:t xml:space="preserve">Česká pošta </w:t>
      </w:r>
      <w:r w:rsidRPr="00075C39">
        <w:rPr>
          <w:i/>
        </w:rPr>
        <w:t>a nově bude v nájmu Police ČR.</w:t>
      </w:r>
    </w:p>
    <w:p w14:paraId="5AC8D371" w14:textId="3937EDF5" w:rsidR="00EA722D" w:rsidRPr="00075C39" w:rsidRDefault="001C64EB" w:rsidP="00EA722D">
      <w:pPr>
        <w:rPr>
          <w:i/>
        </w:rPr>
      </w:pPr>
      <w:r w:rsidRPr="00075C39">
        <w:rPr>
          <w:i/>
        </w:rPr>
        <w:t>Třída zasklení byla doplněna do aktualizovaného soupisu práci</w:t>
      </w:r>
      <w:r w:rsidR="00D34827" w:rsidRPr="00075C39">
        <w:rPr>
          <w:i/>
        </w:rPr>
        <w:t xml:space="preserve"> pro SO 01 Výpravní budova, </w:t>
      </w:r>
      <w:r w:rsidRPr="00075C39">
        <w:rPr>
          <w:i/>
        </w:rPr>
        <w:t>u položek číslo 372,373,374,375,376,377,378,379,380,</w:t>
      </w:r>
      <w:r w:rsidR="00D34827" w:rsidRPr="00075C39">
        <w:rPr>
          <w:i/>
        </w:rPr>
        <w:t xml:space="preserve">381 v díle 768.1 Výplně otvorů a v soupisu prací pro 1. PP u položky číslo 28 v díle 768.1 Výplně otvorů. </w:t>
      </w:r>
      <w:r w:rsidR="0028459B" w:rsidRPr="00075C39">
        <w:rPr>
          <w:i/>
        </w:rPr>
        <w:t>Aktualizovaný výpis prvků zasíláme přílohou.</w:t>
      </w:r>
    </w:p>
    <w:p w14:paraId="69AC9C00" w14:textId="52931DAC" w:rsidR="00054B95" w:rsidRPr="00075C39" w:rsidRDefault="00054B95" w:rsidP="00EA722D">
      <w:pPr>
        <w:rPr>
          <w:i/>
        </w:rPr>
      </w:pPr>
      <w:r w:rsidRPr="00075C39">
        <w:rPr>
          <w:i/>
        </w:rPr>
        <w:t>Kování oken bude mít bezpečnostní třídu RC2.</w:t>
      </w:r>
    </w:p>
    <w:p w14:paraId="38613284" w14:textId="1598646D" w:rsidR="00EA722D" w:rsidRDefault="00EA722D" w:rsidP="00075C39">
      <w:pPr>
        <w:spacing w:after="0" w:line="240" w:lineRule="auto"/>
        <w:rPr>
          <w:i/>
        </w:rPr>
      </w:pPr>
      <w:r w:rsidRPr="00075C39">
        <w:rPr>
          <w:i/>
        </w:rPr>
        <w:t>Ad b) z důvodu předpokladu spolufinancování stavby z Operačního programu životního prostředí (OPŽP) mus</w:t>
      </w:r>
      <w:r w:rsidR="0028459B" w:rsidRPr="00075C39">
        <w:rPr>
          <w:i/>
        </w:rPr>
        <w:t>í</w:t>
      </w:r>
      <w:r w:rsidRPr="00075C39">
        <w:rPr>
          <w:i/>
        </w:rPr>
        <w:t xml:space="preserve"> být u oken dodržen parametr Uw</w:t>
      </w:r>
      <w:r w:rsidR="0028459B" w:rsidRPr="00075C39">
        <w:rPr>
          <w:i/>
        </w:rPr>
        <w:t>=0,95 m2/K , parametr tedy může být v rozmezí 0,69-0,95 W/m2K.</w:t>
      </w:r>
    </w:p>
    <w:p w14:paraId="12515CC7" w14:textId="7E075CCE" w:rsidR="00075C39" w:rsidRDefault="00075C39" w:rsidP="00075C39">
      <w:pPr>
        <w:spacing w:after="0" w:line="240" w:lineRule="auto"/>
        <w:rPr>
          <w:i/>
        </w:rPr>
      </w:pPr>
    </w:p>
    <w:p w14:paraId="7B804D0F" w14:textId="77777777" w:rsidR="00075C39" w:rsidRPr="00075C39" w:rsidRDefault="00075C39" w:rsidP="00075C39">
      <w:pPr>
        <w:spacing w:after="0" w:line="240" w:lineRule="auto"/>
        <w:rPr>
          <w:i/>
        </w:rPr>
      </w:pPr>
    </w:p>
    <w:p w14:paraId="1BD2594F" w14:textId="77777777" w:rsidR="00333F82" w:rsidRPr="00CB7B5A" w:rsidRDefault="00333F82" w:rsidP="00075C3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6FB8F37A" w14:textId="77777777" w:rsidR="00333F82" w:rsidRPr="00333F82" w:rsidRDefault="00333F82" w:rsidP="00333F82">
      <w:pPr>
        <w:spacing w:after="0" w:line="240" w:lineRule="auto"/>
        <w:rPr>
          <w:rFonts w:eastAsia="Calibri" w:cs="Times New Roman"/>
          <w:lang w:eastAsia="cs-CZ"/>
        </w:rPr>
      </w:pPr>
      <w:r w:rsidRPr="00333F82">
        <w:rPr>
          <w:rFonts w:eastAsia="Calibri" w:cs="Times New Roman"/>
          <w:lang w:eastAsia="cs-CZ"/>
        </w:rPr>
        <w:t>Zadavatelem poskytnutá dokumentace uvádí ve výkazu výměr 2 ks dveří pod odk.DI03c, ve výpise prvků jsou 3 kusy dveří pod odk.DI03c.</w:t>
      </w:r>
    </w:p>
    <w:p w14:paraId="25618FF9" w14:textId="77777777" w:rsidR="00333F82" w:rsidRDefault="00333F82" w:rsidP="00333F8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ADD18A7" w14:textId="77777777" w:rsidR="00333F82" w:rsidRDefault="00333F82" w:rsidP="00333F8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noProof/>
          <w:lang w:eastAsia="cs-CZ"/>
        </w:rPr>
        <w:drawing>
          <wp:inline distT="0" distB="0" distL="0" distR="0" wp14:anchorId="45597D03" wp14:editId="151DBCFA">
            <wp:extent cx="5525770" cy="2063750"/>
            <wp:effectExtent l="0" t="0" r="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06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07864C" w14:textId="2406A04D" w:rsidR="00333F82" w:rsidRDefault="00333F82" w:rsidP="00333F82">
      <w:pPr>
        <w:spacing w:after="0" w:line="240" w:lineRule="auto"/>
        <w:rPr>
          <w:rFonts w:eastAsia="Calibri" w:cs="Times New Roman"/>
          <w:lang w:eastAsia="cs-CZ"/>
        </w:rPr>
      </w:pPr>
      <w:r w:rsidRPr="00333F82">
        <w:rPr>
          <w:rFonts w:eastAsia="Calibri" w:cs="Times New Roman"/>
          <w:lang w:eastAsia="cs-CZ"/>
        </w:rPr>
        <w:t>Žádáme zadavatele o upřesnění počtu kusů dveří pod odk. DIO3c.</w:t>
      </w:r>
    </w:p>
    <w:p w14:paraId="5EB80453" w14:textId="2E8522DD" w:rsidR="00333F82" w:rsidRPr="00CB7B5A" w:rsidRDefault="00333F82" w:rsidP="00A639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E10D17" w14:textId="77777777" w:rsidR="00075C39" w:rsidRDefault="00075C39" w:rsidP="00333F8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09EA54A" w14:textId="77777777" w:rsidR="00075C39" w:rsidRDefault="00075C39" w:rsidP="00333F8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8AC196" w14:textId="3C3A38B7" w:rsidR="00333F82" w:rsidRPr="00CB7B5A" w:rsidRDefault="00333F82" w:rsidP="00333F82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A3184BC" w14:textId="0506E324" w:rsidR="00A639B4" w:rsidRPr="00075C39" w:rsidRDefault="001C64EB" w:rsidP="00A639B4">
      <w:pPr>
        <w:spacing w:after="0" w:line="240" w:lineRule="auto"/>
        <w:rPr>
          <w:rFonts w:eastAsia="Calibri" w:cs="Times New Roman"/>
          <w:i/>
          <w:lang w:eastAsia="cs-CZ"/>
        </w:rPr>
      </w:pPr>
      <w:r w:rsidRPr="00075C39">
        <w:rPr>
          <w:rFonts w:eastAsia="Calibri" w:cs="Times New Roman"/>
          <w:i/>
          <w:lang w:eastAsia="cs-CZ"/>
        </w:rPr>
        <w:t>Správně je množství ve výpisu prvků, tedy 3 ks. V přiloženém aktualizovaném soupisu prací je množství u položky číslo 393 v díle 768.1 Výplně otvorů změněno z 2 na 3 kusy.</w:t>
      </w:r>
    </w:p>
    <w:p w14:paraId="08BE1A0F" w14:textId="77777777" w:rsidR="00333F82" w:rsidRDefault="00333F82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FFA6B4A" w14:textId="77777777" w:rsidR="00333F82" w:rsidRDefault="00333F82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4F2FEC7" w14:textId="77777777" w:rsidR="00333F82" w:rsidRPr="00333F82" w:rsidRDefault="00333F82" w:rsidP="00333F82">
      <w:pPr>
        <w:spacing w:after="0" w:line="240" w:lineRule="auto"/>
        <w:rPr>
          <w:rFonts w:eastAsia="Calibri" w:cs="Times New Roman"/>
          <w:b/>
          <w:lang w:eastAsia="cs-CZ"/>
        </w:rPr>
      </w:pPr>
      <w:r w:rsidRPr="00333F82">
        <w:rPr>
          <w:rFonts w:eastAsia="Calibri" w:cs="Times New Roman"/>
          <w:b/>
          <w:lang w:eastAsia="cs-CZ"/>
        </w:rPr>
        <w:t>Dotaz č. 5:</w:t>
      </w:r>
    </w:p>
    <w:p w14:paraId="3924ECBD" w14:textId="77777777" w:rsidR="00333F82" w:rsidRPr="00333F82" w:rsidRDefault="00333F82" w:rsidP="00333F82">
      <w:pPr>
        <w:tabs>
          <w:tab w:val="left" w:pos="1245"/>
        </w:tabs>
        <w:rPr>
          <w:rFonts w:cs="Arial"/>
          <w:color w:val="000000"/>
        </w:rPr>
      </w:pPr>
      <w:r w:rsidRPr="00333F82">
        <w:rPr>
          <w:rFonts w:cs="Arial"/>
          <w:color w:val="000000"/>
        </w:rPr>
        <w:t>Zadavatelem poskytnutá dokumentace uvádí u objektu 402 Vodovod, položka 116, nulové množství.</w:t>
      </w:r>
    </w:p>
    <w:tbl>
      <w:tblPr>
        <w:tblW w:w="87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379"/>
        <w:gridCol w:w="1150"/>
        <w:gridCol w:w="5428"/>
        <w:gridCol w:w="426"/>
        <w:gridCol w:w="850"/>
      </w:tblGrid>
      <w:tr w:rsidR="00333F82" w:rsidRPr="00333F82" w14:paraId="5747E5BB" w14:textId="77777777" w:rsidTr="001A68EC">
        <w:trPr>
          <w:trHeight w:val="314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ADD55" w14:textId="77777777" w:rsidR="00333F82" w:rsidRPr="00333F82" w:rsidRDefault="00333F82" w:rsidP="007D4831">
            <w:pPr>
              <w:tabs>
                <w:tab w:val="left" w:pos="1245"/>
              </w:tabs>
              <w:rPr>
                <w:rFonts w:cs="Arial"/>
                <w:color w:val="000000"/>
              </w:rPr>
            </w:pPr>
            <w:r w:rsidRPr="00333F82">
              <w:rPr>
                <w:rFonts w:cs="Arial"/>
                <w:color w:val="000000"/>
              </w:rPr>
              <w:t>116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9FB71" w14:textId="77777777" w:rsidR="00333F82" w:rsidRPr="00333F82" w:rsidRDefault="00333F82" w:rsidP="007D4831">
            <w:pPr>
              <w:tabs>
                <w:tab w:val="left" w:pos="1245"/>
              </w:tabs>
              <w:rPr>
                <w:rFonts w:cs="Arial"/>
                <w:color w:val="000000"/>
              </w:rPr>
            </w:pPr>
            <w:r w:rsidRPr="00333F82">
              <w:rPr>
                <w:rFonts w:cs="Arial"/>
                <w:color w:val="000000"/>
              </w:rPr>
              <w:t>K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FF7AB" w14:textId="77777777" w:rsidR="00333F82" w:rsidRPr="00333F82" w:rsidRDefault="00333F82" w:rsidP="007D4831">
            <w:pPr>
              <w:tabs>
                <w:tab w:val="left" w:pos="1245"/>
              </w:tabs>
              <w:rPr>
                <w:rFonts w:cs="Arial"/>
                <w:color w:val="000000"/>
              </w:rPr>
            </w:pPr>
            <w:r w:rsidRPr="00333F82">
              <w:rPr>
                <w:rFonts w:cs="Arial"/>
                <w:color w:val="000000"/>
              </w:rPr>
              <w:t>V060-020</w:t>
            </w:r>
          </w:p>
        </w:tc>
        <w:tc>
          <w:tcPr>
            <w:tcW w:w="5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17E3" w14:textId="77777777" w:rsidR="00333F82" w:rsidRPr="00333F82" w:rsidRDefault="00333F82" w:rsidP="007D4831">
            <w:pPr>
              <w:tabs>
                <w:tab w:val="left" w:pos="1245"/>
              </w:tabs>
              <w:rPr>
                <w:rFonts w:cs="Arial"/>
                <w:color w:val="000000"/>
              </w:rPr>
            </w:pPr>
            <w:r w:rsidRPr="00333F82">
              <w:rPr>
                <w:rFonts w:cs="Arial"/>
                <w:color w:val="000000"/>
              </w:rPr>
              <w:t>Příchytky od 40 do 63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4538" w14:textId="77777777" w:rsidR="00333F82" w:rsidRPr="00333F82" w:rsidRDefault="00333F82" w:rsidP="007D4831">
            <w:pPr>
              <w:tabs>
                <w:tab w:val="left" w:pos="1245"/>
              </w:tabs>
              <w:rPr>
                <w:rFonts w:cs="Arial"/>
                <w:color w:val="000000"/>
              </w:rPr>
            </w:pPr>
            <w:r w:rsidRPr="00333F82">
              <w:rPr>
                <w:rFonts w:cs="Arial"/>
                <w:color w:val="000000"/>
              </w:rPr>
              <w:t>ks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4273" w14:textId="77777777" w:rsidR="00333F82" w:rsidRPr="00333F82" w:rsidRDefault="00333F82" w:rsidP="007D4831">
            <w:pPr>
              <w:tabs>
                <w:tab w:val="left" w:pos="1245"/>
              </w:tabs>
              <w:rPr>
                <w:rFonts w:cs="Arial"/>
                <w:color w:val="000000"/>
              </w:rPr>
            </w:pPr>
            <w:r w:rsidRPr="00333F82">
              <w:rPr>
                <w:rFonts w:cs="Arial"/>
                <w:color w:val="000000"/>
              </w:rPr>
              <w:t>0,000</w:t>
            </w:r>
          </w:p>
        </w:tc>
      </w:tr>
    </w:tbl>
    <w:p w14:paraId="7C451A5C" w14:textId="77777777" w:rsidR="00A639B4" w:rsidRDefault="00A639B4" w:rsidP="00A639B4">
      <w:pPr>
        <w:tabs>
          <w:tab w:val="left" w:pos="1245"/>
        </w:tabs>
        <w:spacing w:after="0" w:line="240" w:lineRule="auto"/>
        <w:rPr>
          <w:rFonts w:cs="Arial"/>
          <w:bCs/>
          <w:iCs/>
          <w:color w:val="000000"/>
        </w:rPr>
      </w:pPr>
    </w:p>
    <w:p w14:paraId="02113D0D" w14:textId="77777777" w:rsidR="00333F82" w:rsidRPr="00A639B4" w:rsidRDefault="00333F82" w:rsidP="00A639B4">
      <w:pPr>
        <w:tabs>
          <w:tab w:val="left" w:pos="1245"/>
        </w:tabs>
        <w:spacing w:after="0" w:line="240" w:lineRule="auto"/>
        <w:rPr>
          <w:rFonts w:cs="Arial"/>
          <w:bCs/>
          <w:iCs/>
          <w:color w:val="000000"/>
        </w:rPr>
      </w:pPr>
      <w:r w:rsidRPr="00333F82">
        <w:rPr>
          <w:rFonts w:cs="Arial"/>
          <w:bCs/>
          <w:iCs/>
          <w:color w:val="000000"/>
        </w:rPr>
        <w:t>Žádáme zadavatele o doplnění množství.</w:t>
      </w:r>
    </w:p>
    <w:p w14:paraId="6A5FD87D" w14:textId="77777777" w:rsidR="00A639B4" w:rsidRDefault="00A639B4" w:rsidP="00A639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A011929" w14:textId="77777777" w:rsidR="00333F82" w:rsidRPr="00CB7B5A" w:rsidRDefault="00333F82" w:rsidP="00A639B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72F445D" w14:textId="557F0121" w:rsidR="00A639B4" w:rsidRPr="00075C39" w:rsidRDefault="001C64EB" w:rsidP="00A639B4">
      <w:pPr>
        <w:spacing w:after="0" w:line="240" w:lineRule="auto"/>
        <w:rPr>
          <w:rFonts w:eastAsia="Calibri" w:cs="Times New Roman"/>
          <w:i/>
          <w:lang w:eastAsia="cs-CZ"/>
        </w:rPr>
      </w:pPr>
      <w:r w:rsidRPr="00075C39">
        <w:rPr>
          <w:rFonts w:eastAsia="Calibri" w:cs="Times New Roman"/>
          <w:i/>
          <w:lang w:eastAsia="cs-CZ"/>
        </w:rPr>
        <w:t>Položka číslo 116 je v přiloženém aktualizovaném soupisu prací zrušena bez náhrady.</w:t>
      </w:r>
    </w:p>
    <w:p w14:paraId="0B5E710A" w14:textId="77777777" w:rsidR="00333F82" w:rsidRDefault="00333F82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1234A86" w14:textId="77777777" w:rsidR="00A639B4" w:rsidRDefault="00A639B4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D9C5CE2" w14:textId="532D9978" w:rsidR="00483F34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2A42643" w14:textId="77777777" w:rsidR="00483F34" w:rsidRPr="00396E8C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7E5CC236" w14:textId="77777777" w:rsidR="00CB7B5A" w:rsidRPr="00CB7B5A" w:rsidRDefault="00CB7B5A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4B43A7C7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D884B97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353CC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3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64375D68" w14:textId="297EA95D" w:rsidR="007D330E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B342481" w14:textId="77777777" w:rsidR="00075C39" w:rsidRPr="00CB7B5A" w:rsidRDefault="00075C39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B07401D" w14:textId="41CFC433" w:rsid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C64EB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50DC4668" w14:textId="77777777" w:rsidR="00075C39" w:rsidRDefault="00075C39" w:rsidP="00075C39">
      <w:pPr>
        <w:pStyle w:val="Odstavecseseznamem"/>
        <w:numPr>
          <w:ilvl w:val="0"/>
          <w:numId w:val="7"/>
        </w:num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075C39">
        <w:rPr>
          <w:rFonts w:eastAsia="Calibri" w:cs="Times New Roman"/>
          <w:bCs/>
          <w:lang w:eastAsia="cs-CZ"/>
        </w:rPr>
        <w:t>OPAVA_ZÁPAD_PD_NOVÉ_KONSTRUKCE_130.10_VÝPIS_OKEN_D.1</w:t>
      </w:r>
    </w:p>
    <w:p w14:paraId="08CF3593" w14:textId="4D22F34A" w:rsidR="00075C39" w:rsidRDefault="00075C39" w:rsidP="00075C39">
      <w:pPr>
        <w:pStyle w:val="Odstavecseseznamem"/>
        <w:numPr>
          <w:ilvl w:val="0"/>
          <w:numId w:val="7"/>
        </w:num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075C39">
        <w:rPr>
          <w:rFonts w:eastAsia="Calibri" w:cs="Times New Roman"/>
          <w:bCs/>
          <w:lang w:eastAsia="cs-CZ"/>
        </w:rPr>
        <w:t>TENDR_D1 - OPAVA ZÁPAD ON - REVITALIZACE [zadání]</w:t>
      </w:r>
    </w:p>
    <w:p w14:paraId="0C916FB6" w14:textId="68308950" w:rsidR="00DB6CE8" w:rsidRDefault="00DB6CE8" w:rsidP="00075C39">
      <w:pPr>
        <w:pStyle w:val="Odstavecseseznamem"/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Aktualizovaný soupis prací pro:</w:t>
      </w:r>
    </w:p>
    <w:p w14:paraId="76019FF9" w14:textId="77777777" w:rsidR="00DB6CE8" w:rsidRDefault="00DB6CE8" w:rsidP="00DB6CE8">
      <w:pPr>
        <w:pStyle w:val="Odstavecseseznamem"/>
        <w:numPr>
          <w:ilvl w:val="1"/>
          <w:numId w:val="7"/>
        </w:num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SO 01 - Výpravní budova,</w:t>
      </w:r>
    </w:p>
    <w:p w14:paraId="289AEA79" w14:textId="67995439" w:rsidR="00DB6CE8" w:rsidRDefault="00DB6CE8" w:rsidP="00DB6CE8">
      <w:pPr>
        <w:pStyle w:val="Odstavecseseznamem"/>
        <w:numPr>
          <w:ilvl w:val="1"/>
          <w:numId w:val="7"/>
        </w:num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110 -  Stavba 1.PP</w:t>
      </w:r>
    </w:p>
    <w:p w14:paraId="40D584B4" w14:textId="1309B137" w:rsidR="00DB6CE8" w:rsidRDefault="00DB6CE8" w:rsidP="00DB6CE8">
      <w:pPr>
        <w:pStyle w:val="Odstavecseseznamem"/>
        <w:numPr>
          <w:ilvl w:val="1"/>
          <w:numId w:val="7"/>
        </w:num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400 – ZTI</w:t>
      </w:r>
    </w:p>
    <w:p w14:paraId="75E04E90" w14:textId="60AAE00F" w:rsidR="00DB6CE8" w:rsidRPr="00DB6CE8" w:rsidRDefault="00DB6CE8" w:rsidP="00DB6CE8">
      <w:pPr>
        <w:pStyle w:val="Odstavecseseznamem"/>
        <w:numPr>
          <w:ilvl w:val="1"/>
          <w:numId w:val="7"/>
        </w:num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950 – MOBILIÁŘ</w:t>
      </w:r>
    </w:p>
    <w:p w14:paraId="46B5E98E" w14:textId="77777777" w:rsidR="001C64EB" w:rsidRPr="00CB7B5A" w:rsidRDefault="001C64EB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0337081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06FC1C7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A69E2FC" w14:textId="2644329B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075C39">
        <w:rPr>
          <w:rFonts w:eastAsia="Calibri" w:cs="Times New Roman"/>
          <w:lang w:eastAsia="cs-CZ"/>
        </w:rPr>
        <w:t>5. 11. 2020</w:t>
      </w:r>
    </w:p>
    <w:p w14:paraId="1B35A269" w14:textId="0C569C7C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BDFCE0" w14:textId="138AE4DC" w:rsidR="00F353CC" w:rsidRDefault="00F353C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27A774E" w14:textId="5C77924C" w:rsidR="00075C39" w:rsidRDefault="00075C3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234420D" w14:textId="77777777" w:rsidR="00D6293B" w:rsidRDefault="00D6293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4954584F" w14:textId="77777777" w:rsidR="00F353CC" w:rsidRPr="00CB7B5A" w:rsidRDefault="00F353C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3A446D8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03ECF39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04A06FD7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19EF2C14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077ABA1F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0A42E310" w14:textId="77777777" w:rsidR="00CC1E2B" w:rsidRDefault="00CC1E2B" w:rsidP="00CB7B5A"/>
    <w:sectPr w:rsidR="00CC1E2B" w:rsidSect="00FC638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16DB3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0FE4F3AB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73E8E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229CD4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C2B10D" w14:textId="041F7A8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293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293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0F08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C5187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9489FDE" w14:textId="77777777" w:rsidR="00F1715C" w:rsidRDefault="00F1715C" w:rsidP="00D831A3">
          <w:pPr>
            <w:pStyle w:val="Zpat"/>
          </w:pPr>
        </w:p>
      </w:tc>
    </w:tr>
  </w:tbl>
  <w:p w14:paraId="68B42CF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5951BEB" wp14:editId="745CEFB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82722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C654EAC" wp14:editId="4587D47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05FE2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1B6B048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F84907D" w14:textId="4F444484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29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293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BA7B345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1B95502F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A31E720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777C9E79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2D87EB9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46822EF0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B4F7BB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349F3C0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718BF2D" w14:textId="77777777" w:rsidR="00490C88" w:rsidRDefault="00490C88" w:rsidP="00331004">
          <w:pPr>
            <w:pStyle w:val="Zpat"/>
          </w:pPr>
        </w:p>
      </w:tc>
    </w:tr>
  </w:tbl>
  <w:p w14:paraId="739A98F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BB3B3DC" wp14:editId="0807A4C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0B0F7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8489C44" wp14:editId="049FA4D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76E07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CEA623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A3945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176A7711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3C3EE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18C12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DBB0D7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00BB9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32A5C03" w14:textId="77777777" w:rsidR="00F1715C" w:rsidRPr="00D6163D" w:rsidRDefault="00F1715C" w:rsidP="00D6163D">
          <w:pPr>
            <w:pStyle w:val="Druhdokumentu"/>
          </w:pPr>
        </w:p>
      </w:tc>
    </w:tr>
  </w:tbl>
  <w:p w14:paraId="0FB785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6B2DF3B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4B2B44C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6EE5A49" wp14:editId="010A4477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BB8B1E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D4F0FE" w14:textId="77777777" w:rsidR="00F3199A" w:rsidRPr="00D6163D" w:rsidRDefault="00F3199A" w:rsidP="00FC6389">
          <w:pPr>
            <w:pStyle w:val="Druhdokumentu"/>
          </w:pPr>
        </w:p>
      </w:tc>
    </w:tr>
    <w:tr w:rsidR="00F3199A" w14:paraId="5277623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CECDE6C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1F14793" wp14:editId="20538AAD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1DAEC7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C6BE18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49003E2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FFBDDA2" wp14:editId="3C7265AF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2A0117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95D84B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88C64D1"/>
    <w:multiLevelType w:val="hybridMultilevel"/>
    <w:tmpl w:val="FE1078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54B95"/>
    <w:rsid w:val="00072C1E"/>
    <w:rsid w:val="00075C39"/>
    <w:rsid w:val="000B1153"/>
    <w:rsid w:val="000B6C7E"/>
    <w:rsid w:val="000B7907"/>
    <w:rsid w:val="000C0429"/>
    <w:rsid w:val="000C45E8"/>
    <w:rsid w:val="00114472"/>
    <w:rsid w:val="001513FA"/>
    <w:rsid w:val="00170EC5"/>
    <w:rsid w:val="001747C1"/>
    <w:rsid w:val="0018596A"/>
    <w:rsid w:val="001A68EC"/>
    <w:rsid w:val="001B69C2"/>
    <w:rsid w:val="001C4DA0"/>
    <w:rsid w:val="001C64EB"/>
    <w:rsid w:val="00207DF5"/>
    <w:rsid w:val="00267369"/>
    <w:rsid w:val="0026785D"/>
    <w:rsid w:val="0028459B"/>
    <w:rsid w:val="002C31BF"/>
    <w:rsid w:val="002E0CD7"/>
    <w:rsid w:val="002F026B"/>
    <w:rsid w:val="00333F82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D3F6F"/>
    <w:rsid w:val="006104F6"/>
    <w:rsid w:val="0061068E"/>
    <w:rsid w:val="00660AD3"/>
    <w:rsid w:val="006A5570"/>
    <w:rsid w:val="006A689C"/>
    <w:rsid w:val="006B3D79"/>
    <w:rsid w:val="006C7698"/>
    <w:rsid w:val="006E0578"/>
    <w:rsid w:val="006E314D"/>
    <w:rsid w:val="006E7F06"/>
    <w:rsid w:val="00710723"/>
    <w:rsid w:val="00714806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39B4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255ED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745C1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34827"/>
    <w:rsid w:val="00D4108E"/>
    <w:rsid w:val="00D6163D"/>
    <w:rsid w:val="00D61E6B"/>
    <w:rsid w:val="00D6293B"/>
    <w:rsid w:val="00D63009"/>
    <w:rsid w:val="00D831A3"/>
    <w:rsid w:val="00D902AD"/>
    <w:rsid w:val="00DA6FFE"/>
    <w:rsid w:val="00DB6CE8"/>
    <w:rsid w:val="00DC3110"/>
    <w:rsid w:val="00DD46F3"/>
    <w:rsid w:val="00DD58A6"/>
    <w:rsid w:val="00DE56F2"/>
    <w:rsid w:val="00DF116D"/>
    <w:rsid w:val="00E27EC5"/>
    <w:rsid w:val="00E824F1"/>
    <w:rsid w:val="00EA722D"/>
    <w:rsid w:val="00EB104F"/>
    <w:rsid w:val="00ED14BD"/>
    <w:rsid w:val="00F01440"/>
    <w:rsid w:val="00F12DEC"/>
    <w:rsid w:val="00F1715C"/>
    <w:rsid w:val="00F310F8"/>
    <w:rsid w:val="00F3199A"/>
    <w:rsid w:val="00F353CC"/>
    <w:rsid w:val="00F35939"/>
    <w:rsid w:val="00F45607"/>
    <w:rsid w:val="00F50249"/>
    <w:rsid w:val="00F64786"/>
    <w:rsid w:val="00F659EB"/>
    <w:rsid w:val="00F804A7"/>
    <w:rsid w:val="00F862D6"/>
    <w:rsid w:val="00F86BA6"/>
    <w:rsid w:val="00F90E42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CC0C3A8"/>
  <w14:defaultImageDpi w14:val="32767"/>
  <w15:docId w15:val="{CA3314AB-1A61-4BE7-B6C9-6E8330BC5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68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68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B1DD89-D4EC-4F8A-B765-88B76D192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116</TotalTime>
  <Pages>3</Pages>
  <Words>688</Words>
  <Characters>4064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21</cp:revision>
  <cp:lastPrinted>2019-02-22T13:28:00Z</cp:lastPrinted>
  <dcterms:created xsi:type="dcterms:W3CDTF">2020-01-24T12:53:00Z</dcterms:created>
  <dcterms:modified xsi:type="dcterms:W3CDTF">2020-11-05T10:49:00Z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