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23683B" w:rsidP="0037111D">
            <w:r>
              <w:rPr>
                <w:rFonts w:ascii="Helvetica" w:hAnsi="Helvetica"/>
              </w:rPr>
              <w:t>11936</w:t>
            </w:r>
            <w:r w:rsidR="005E062C" w:rsidRPr="005E062C">
              <w:rPr>
                <w:rFonts w:ascii="Helvetica" w:hAnsi="Helvetica"/>
              </w:rPr>
              <w:t>/2020-SŽDC-SSV-Ú3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5E062C" w:rsidP="00CC1E2B">
            <w:r>
              <w:t>1/1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5E062C" w:rsidP="00FE3455">
            <w:r w:rsidRPr="00A70EE1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5E062C" w:rsidP="009A7568">
            <w:r>
              <w:t>+420 722 819 305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5E062C" w:rsidP="006104F6">
            <w:r>
              <w:t>Klimesja@spravazeleznic.cz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251CA">
              <w:rPr>
                <w:noProof/>
              </w:rPr>
              <w:t>3. listopadu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F33F1" w:rsidRPr="00FF33F1" w:rsidTr="00B45E9E">
        <w:trPr>
          <w:trHeight w:val="794"/>
        </w:trPr>
        <w:tc>
          <w:tcPr>
            <w:tcW w:w="1020" w:type="dxa"/>
          </w:tcPr>
          <w:p w:rsidR="00F862D6" w:rsidRPr="00FF33F1" w:rsidRDefault="00F862D6" w:rsidP="0077673A"/>
        </w:tc>
        <w:tc>
          <w:tcPr>
            <w:tcW w:w="2552" w:type="dxa"/>
          </w:tcPr>
          <w:p w:rsidR="00F862D6" w:rsidRPr="00FF33F1" w:rsidRDefault="00F862D6" w:rsidP="00F310F8">
            <w:bookmarkStart w:id="1" w:name="_GoBack"/>
            <w:bookmarkEnd w:id="1"/>
          </w:p>
        </w:tc>
        <w:tc>
          <w:tcPr>
            <w:tcW w:w="823" w:type="dxa"/>
          </w:tcPr>
          <w:p w:rsidR="00F862D6" w:rsidRPr="00FF33F1" w:rsidRDefault="00F862D6" w:rsidP="0077673A"/>
        </w:tc>
        <w:tc>
          <w:tcPr>
            <w:tcW w:w="3685" w:type="dxa"/>
          </w:tcPr>
          <w:p w:rsidR="00F862D6" w:rsidRPr="00FF33F1" w:rsidRDefault="00F862D6" w:rsidP="0077673A"/>
        </w:tc>
      </w:tr>
    </w:tbl>
    <w:p w:rsidR="00CB7B5A" w:rsidRPr="00FF33F1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FF33F1">
        <w:rPr>
          <w:rFonts w:eastAsia="Calibri" w:cs="Times New Roman"/>
          <w:lang w:eastAsia="cs-CZ"/>
        </w:rPr>
        <w:t xml:space="preserve">Věc: </w:t>
      </w:r>
      <w:r w:rsidR="006414E0" w:rsidRPr="00FF33F1">
        <w:rPr>
          <w:rFonts w:eastAsia="Calibri" w:cs="Times New Roman"/>
          <w:b/>
          <w:lang w:eastAsia="cs-CZ"/>
        </w:rPr>
        <w:t>Zvýšení trakčního výkonu TNS Čebín</w:t>
      </w:r>
    </w:p>
    <w:p w:rsidR="00CB7B5A" w:rsidRPr="00FF33F1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F33F1">
        <w:rPr>
          <w:rFonts w:eastAsia="Calibri" w:cs="Times New Roman"/>
          <w:lang w:eastAsia="cs-CZ"/>
        </w:rPr>
        <w:t xml:space="preserve">Vysvětlení/ změna/ doplnění zadávací dokumentace č. </w:t>
      </w:r>
      <w:r w:rsidR="00DB4DCF" w:rsidRPr="00FF33F1">
        <w:rPr>
          <w:rFonts w:eastAsia="Calibri" w:cs="Times New Roman"/>
          <w:lang w:eastAsia="cs-CZ"/>
        </w:rPr>
        <w:t>1</w:t>
      </w:r>
    </w:p>
    <w:p w:rsidR="00BD5319" w:rsidRPr="00FF33F1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FF33F1">
        <w:rPr>
          <w:rFonts w:eastAsia="Calibri" w:cs="Times New Roman"/>
        </w:rPr>
        <w:t xml:space="preserve">ve smyslu </w:t>
      </w:r>
      <w:r w:rsidRPr="00FF33F1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FF33F1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:rsidR="0016440D" w:rsidRPr="00FF33F1" w:rsidRDefault="0016440D" w:rsidP="003863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8636F" w:rsidRPr="00FF33F1" w:rsidRDefault="0038636F" w:rsidP="0038636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F33F1">
        <w:rPr>
          <w:rFonts w:eastAsia="Calibri" w:cs="Times New Roman"/>
          <w:b/>
          <w:lang w:eastAsia="cs-CZ"/>
        </w:rPr>
        <w:t xml:space="preserve">Dotaz </w:t>
      </w:r>
      <w:r w:rsidR="00BA64A7" w:rsidRPr="00FF33F1">
        <w:rPr>
          <w:rFonts w:eastAsia="Calibri" w:cs="Times New Roman"/>
          <w:b/>
          <w:lang w:eastAsia="cs-CZ"/>
        </w:rPr>
        <w:t xml:space="preserve">č. </w:t>
      </w:r>
      <w:r w:rsidR="006414E0" w:rsidRPr="00FF33F1">
        <w:rPr>
          <w:rFonts w:eastAsia="Calibri" w:cs="Times New Roman"/>
          <w:b/>
          <w:lang w:eastAsia="cs-CZ"/>
        </w:rPr>
        <w:t>1</w:t>
      </w:r>
      <w:r w:rsidRPr="00FF33F1">
        <w:rPr>
          <w:rFonts w:eastAsia="Calibri" w:cs="Times New Roman"/>
          <w:b/>
          <w:lang w:eastAsia="cs-CZ"/>
        </w:rPr>
        <w:t>:</w:t>
      </w:r>
    </w:p>
    <w:p w:rsidR="00A61AA1" w:rsidRPr="00BE0AC1" w:rsidRDefault="00B90D09" w:rsidP="00B90D09">
      <w:pPr>
        <w:spacing w:after="0" w:line="240" w:lineRule="auto"/>
        <w:jc w:val="both"/>
        <w:rPr>
          <w:rFonts w:eastAsia="Calibri" w:cs="Calibri"/>
        </w:rPr>
      </w:pPr>
      <w:r w:rsidRPr="00FF33F1">
        <w:rPr>
          <w:rFonts w:eastAsia="Times New Roman" w:cs="Calibri"/>
        </w:rPr>
        <w:t xml:space="preserve">Průvodní zpráva a Souhrnná technická zpráva zmiňují PS </w:t>
      </w:r>
      <w:r w:rsidRPr="00BE0AC1">
        <w:rPr>
          <w:rFonts w:eastAsia="Times New Roman" w:cs="Calibri"/>
        </w:rPr>
        <w:t>90-28-01 „</w:t>
      </w:r>
      <w:proofErr w:type="spellStart"/>
      <w:proofErr w:type="gramStart"/>
      <w:r w:rsidRPr="00BE0AC1">
        <w:rPr>
          <w:rFonts w:eastAsia="Times New Roman" w:cs="Calibri"/>
        </w:rPr>
        <w:t>T.ú</w:t>
      </w:r>
      <w:proofErr w:type="spellEnd"/>
      <w:r w:rsidRPr="00BE0AC1">
        <w:rPr>
          <w:rFonts w:eastAsia="Times New Roman" w:cs="Calibri"/>
        </w:rPr>
        <w:t>.</w:t>
      </w:r>
      <w:proofErr w:type="gramEnd"/>
      <w:r w:rsidRPr="00BE0AC1">
        <w:rPr>
          <w:rFonts w:eastAsia="Times New Roman" w:cs="Calibri"/>
        </w:rPr>
        <w:t xml:space="preserve"> Brno – Kutná Hora, úprava zpětné cesty“ a SO 90-17-01 „</w:t>
      </w:r>
      <w:proofErr w:type="spellStart"/>
      <w:proofErr w:type="gramStart"/>
      <w:r w:rsidRPr="00BE0AC1">
        <w:rPr>
          <w:rFonts w:eastAsia="Times New Roman" w:cs="Calibri"/>
        </w:rPr>
        <w:t>T.ú</w:t>
      </w:r>
      <w:proofErr w:type="spellEnd"/>
      <w:r w:rsidRPr="00BE0AC1">
        <w:rPr>
          <w:rFonts w:eastAsia="Times New Roman" w:cs="Calibri"/>
        </w:rPr>
        <w:t>.</w:t>
      </w:r>
      <w:proofErr w:type="gramEnd"/>
      <w:r w:rsidRPr="00BE0AC1">
        <w:rPr>
          <w:rFonts w:eastAsia="Times New Roman" w:cs="Calibri"/>
        </w:rPr>
        <w:t xml:space="preserve"> Brno – Kutná Hora, úprava zpětné cesty“. Ani jeden z těchto objektů však není uveden v soupisech prací ani v rekapitulaci. Žádáme zadavatele o prověření a příslušnou úpravu ZD.</w:t>
      </w:r>
    </w:p>
    <w:p w:rsidR="00A61AA1" w:rsidRPr="00DB4DCF" w:rsidRDefault="00A61AA1" w:rsidP="00A61AA1">
      <w:pPr>
        <w:spacing w:after="0" w:line="240" w:lineRule="auto"/>
        <w:ind w:left="720"/>
        <w:jc w:val="both"/>
        <w:rPr>
          <w:rFonts w:ascii="Calibri" w:eastAsia="Calibri" w:hAnsi="Calibri" w:cs="Calibri"/>
        </w:rPr>
      </w:pPr>
    </w:p>
    <w:p w:rsidR="00A61AA1" w:rsidRPr="00DB4DCF" w:rsidRDefault="00A61AA1" w:rsidP="00A61AA1">
      <w:pPr>
        <w:spacing w:after="200" w:line="276" w:lineRule="auto"/>
        <w:contextualSpacing/>
        <w:rPr>
          <w:rFonts w:eastAsia="Calibri" w:cs="Times New Roman"/>
          <w:lang w:eastAsia="cs-CZ"/>
        </w:rPr>
      </w:pPr>
      <w:r w:rsidRPr="00DB4DCF">
        <w:rPr>
          <w:rFonts w:eastAsia="Calibri" w:cs="Times New Roman"/>
          <w:b/>
          <w:lang w:eastAsia="cs-CZ"/>
        </w:rPr>
        <w:t xml:space="preserve">Odpověď: </w:t>
      </w:r>
      <w:r w:rsidR="007779C8" w:rsidRPr="00DB4DCF">
        <w:rPr>
          <w:rFonts w:eastAsia="Calibri" w:cs="Times New Roman"/>
          <w:lang w:eastAsia="cs-CZ"/>
        </w:rPr>
        <w:t>Výše uvedené objekty budou realizovány samostatně mimo toto výběrové řízení. Oba objekty budou poptány v samostatné soutěži.</w:t>
      </w:r>
    </w:p>
    <w:p w:rsidR="007779C8" w:rsidRPr="00DB4DCF" w:rsidRDefault="007779C8" w:rsidP="00A61AA1">
      <w:pPr>
        <w:spacing w:after="200" w:line="276" w:lineRule="auto"/>
        <w:contextualSpacing/>
        <w:rPr>
          <w:rFonts w:eastAsia="Calibri" w:cs="Times New Roman"/>
          <w:b/>
          <w:lang w:eastAsia="cs-CZ"/>
        </w:rPr>
      </w:pPr>
    </w:p>
    <w:p w:rsidR="00A61AA1" w:rsidRPr="00DB4DCF" w:rsidRDefault="00A61AA1" w:rsidP="00A61A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61AA1" w:rsidRPr="00DB4DCF" w:rsidRDefault="006414E0" w:rsidP="00A61A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B4DCF">
        <w:rPr>
          <w:rFonts w:eastAsia="Calibri" w:cs="Times New Roman"/>
          <w:b/>
          <w:lang w:eastAsia="cs-CZ"/>
        </w:rPr>
        <w:t>Dotaz č. 2</w:t>
      </w:r>
      <w:r w:rsidR="00A61AA1" w:rsidRPr="00DB4DCF">
        <w:rPr>
          <w:rFonts w:eastAsia="Calibri" w:cs="Times New Roman"/>
          <w:b/>
          <w:lang w:eastAsia="cs-CZ"/>
        </w:rPr>
        <w:t>:</w:t>
      </w:r>
    </w:p>
    <w:p w:rsidR="00A61AA1" w:rsidRPr="00DB4DCF" w:rsidRDefault="00B90D09" w:rsidP="0072414A">
      <w:pPr>
        <w:spacing w:after="0" w:line="240" w:lineRule="auto"/>
        <w:jc w:val="both"/>
        <w:rPr>
          <w:rFonts w:eastAsia="Times New Roman" w:cs="Calibri"/>
        </w:rPr>
      </w:pPr>
      <w:r w:rsidRPr="00DB4DCF">
        <w:rPr>
          <w:rFonts w:eastAsia="Times New Roman" w:cs="Calibri"/>
        </w:rPr>
        <w:t xml:space="preserve">Soupis prací pro PS 01-14-04 „TNS Čebín, PZTS a ZPDP“ se nachází jak v </w:t>
      </w:r>
      <w:proofErr w:type="gramStart"/>
      <w:r w:rsidRPr="00DB4DCF">
        <w:rPr>
          <w:rFonts w:eastAsia="Times New Roman" w:cs="Calibri"/>
        </w:rPr>
        <w:t>části D.1.2.1</w:t>
      </w:r>
      <w:proofErr w:type="gramEnd"/>
      <w:r w:rsidRPr="00DB4DCF">
        <w:rPr>
          <w:rFonts w:eastAsia="Times New Roman" w:cs="Calibri"/>
        </w:rPr>
        <w:t xml:space="preserve"> tak i v části D.1.2.2. kde je podle našeho názoru uveden duplicitně. Žádáme zadavatele o prověření a příslušnou úpravu ZD.</w:t>
      </w:r>
    </w:p>
    <w:p w:rsidR="00A61AA1" w:rsidRPr="00DB4DCF" w:rsidRDefault="00A61AA1" w:rsidP="007241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61AA1" w:rsidRPr="00DB4DCF" w:rsidRDefault="00A61AA1" w:rsidP="00A61AA1">
      <w:pPr>
        <w:spacing w:after="200" w:line="276" w:lineRule="auto"/>
        <w:contextualSpacing/>
        <w:rPr>
          <w:rFonts w:eastAsia="Calibri" w:cs="Times New Roman"/>
          <w:lang w:eastAsia="cs-CZ"/>
        </w:rPr>
      </w:pPr>
      <w:r w:rsidRPr="00DB4DCF">
        <w:rPr>
          <w:rFonts w:eastAsia="Calibri" w:cs="Times New Roman"/>
          <w:b/>
          <w:lang w:eastAsia="cs-CZ"/>
        </w:rPr>
        <w:t xml:space="preserve">Odpověď: </w:t>
      </w:r>
      <w:r w:rsidR="007779C8" w:rsidRPr="00DB4DCF">
        <w:rPr>
          <w:rFonts w:eastAsia="Calibri" w:cs="Times New Roman"/>
          <w:lang w:eastAsia="cs-CZ"/>
        </w:rPr>
        <w:t xml:space="preserve">Pří přípravě soupisu prací došlo k chybě a vzniku duplicity a špatnému označení. Objekt PS 01-14-01 patří do </w:t>
      </w:r>
      <w:proofErr w:type="gramStart"/>
      <w:r w:rsidR="007779C8" w:rsidRPr="00DB4DCF">
        <w:rPr>
          <w:rFonts w:eastAsia="Calibri" w:cs="Times New Roman"/>
          <w:lang w:eastAsia="cs-CZ"/>
        </w:rPr>
        <w:t>části D.1.2.2</w:t>
      </w:r>
      <w:proofErr w:type="gramEnd"/>
      <w:r w:rsidR="007779C8" w:rsidRPr="00DB4DCF">
        <w:rPr>
          <w:rFonts w:eastAsia="Calibri" w:cs="Times New Roman"/>
          <w:lang w:eastAsia="cs-CZ"/>
        </w:rPr>
        <w:t>. Přikládáme opravený soupis prací PS 01-14-04, který nahrazuje oba duplicitní soubory. Položky soupisu prací se nemění.</w:t>
      </w:r>
    </w:p>
    <w:p w:rsidR="007779C8" w:rsidRPr="00DB4DCF" w:rsidRDefault="007779C8" w:rsidP="00A61AA1">
      <w:pPr>
        <w:spacing w:after="200" w:line="276" w:lineRule="auto"/>
        <w:contextualSpacing/>
        <w:rPr>
          <w:rFonts w:eastAsia="Calibri" w:cs="Times New Roman"/>
          <w:b/>
          <w:lang w:eastAsia="cs-CZ"/>
        </w:rPr>
      </w:pPr>
    </w:p>
    <w:p w:rsidR="00A61AA1" w:rsidRPr="00DB4DCF" w:rsidRDefault="00DB4DCF" w:rsidP="0072414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B4DCF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:rsidR="00DB4DCF" w:rsidRDefault="00DB4DCF" w:rsidP="0072414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B4DCF" w:rsidRPr="00BD5319" w:rsidRDefault="00DB4DCF" w:rsidP="00DB4DC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DB4DCF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DB4DCF" w:rsidRPr="00BD5319" w:rsidRDefault="00DB4DCF" w:rsidP="00DB4DCF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DB4DCF" w:rsidRPr="00DB4DCF" w:rsidRDefault="00DB4DCF" w:rsidP="00DB4DCF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B4DCF">
        <w:rPr>
          <w:rFonts w:eastAsia="Calibri" w:cs="Times New Roman"/>
          <w:b/>
          <w:bCs/>
          <w:lang w:eastAsia="cs-CZ"/>
        </w:rPr>
        <w:t xml:space="preserve">Příloha: </w:t>
      </w:r>
      <w:proofErr w:type="gramStart"/>
      <w:r w:rsidRPr="00DB4DCF">
        <w:rPr>
          <w:rFonts w:eastAsia="Calibri" w:cs="Times New Roman"/>
          <w:bCs/>
          <w:lang w:eastAsia="cs-CZ"/>
        </w:rPr>
        <w:t>D.1.2.2</w:t>
      </w:r>
      <w:proofErr w:type="gramEnd"/>
      <w:r w:rsidRPr="00DB4DCF">
        <w:rPr>
          <w:rFonts w:eastAsia="Calibri" w:cs="Times New Roman"/>
          <w:bCs/>
          <w:lang w:eastAsia="cs-CZ"/>
        </w:rPr>
        <w:t xml:space="preserve"> PS 01-14-04_A</w:t>
      </w:r>
    </w:p>
    <w:p w:rsidR="00DB4DCF" w:rsidRPr="00DB4DCF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4DCF" w:rsidRPr="00DB4DCF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4DCF" w:rsidRPr="00DB4DCF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4DCF">
        <w:rPr>
          <w:rFonts w:eastAsia="Calibri" w:cs="Times New Roman"/>
          <w:lang w:eastAsia="cs-CZ"/>
        </w:rPr>
        <w:t>V </w:t>
      </w:r>
      <w:r w:rsidRPr="00DB4DCF">
        <w:rPr>
          <w:rFonts w:eastAsia="Calibri" w:cs="Times New Roman"/>
          <w:lang w:eastAsia="cs-CZ"/>
        </w:rPr>
        <w:t xml:space="preserve"> </w:t>
      </w:r>
      <w:r w:rsidRPr="00DB4DCF">
        <w:rPr>
          <w:rFonts w:eastAsia="Calibri" w:cs="Times New Roman"/>
          <w:lang w:eastAsia="cs-CZ"/>
        </w:rPr>
        <w:t xml:space="preserve">Olomouci dne </w:t>
      </w:r>
    </w:p>
    <w:p w:rsidR="00DB4DCF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D769C" w:rsidRDefault="007D769C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D769C" w:rsidRDefault="007D769C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D769C" w:rsidRPr="00DB4DCF" w:rsidRDefault="007D769C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4DCF" w:rsidRPr="00DB4DCF" w:rsidRDefault="00DB4DCF" w:rsidP="00DB4DCF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DB4DCF" w:rsidRPr="00DB4DCF" w:rsidRDefault="00DB4DCF" w:rsidP="00DB4DC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B4DCF">
        <w:rPr>
          <w:rFonts w:eastAsia="Times New Roman" w:cs="Times New Roman"/>
          <w:b/>
          <w:bCs/>
          <w:lang w:eastAsia="cs-CZ"/>
        </w:rPr>
        <w:t>Ing. Miroslav Bocák</w:t>
      </w:r>
      <w:r w:rsidRPr="00DB4DCF">
        <w:rPr>
          <w:rFonts w:eastAsia="Times New Roman" w:cs="Times New Roman"/>
          <w:b/>
          <w:lang w:eastAsia="cs-CZ"/>
        </w:rPr>
        <w:t xml:space="preserve"> </w:t>
      </w:r>
    </w:p>
    <w:p w:rsidR="00DB4DCF" w:rsidRPr="00DB4DCF" w:rsidRDefault="00DB4DCF" w:rsidP="00DB4DCF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B4DCF">
        <w:rPr>
          <w:rFonts w:eastAsia="Times New Roman" w:cs="Times New Roman"/>
          <w:lang w:eastAsia="cs-CZ"/>
        </w:rPr>
        <w:t>ředitel organizační jednotky</w:t>
      </w:r>
      <w:r w:rsidRPr="00DB4DCF">
        <w:rPr>
          <w:rFonts w:eastAsia="Times New Roman" w:cs="Times New Roman"/>
          <w:lang w:eastAsia="cs-CZ"/>
        </w:rPr>
        <w:tab/>
      </w:r>
    </w:p>
    <w:p w:rsidR="00DB4DCF" w:rsidRPr="00BD5319" w:rsidRDefault="00DB4DCF" w:rsidP="00DB4DCF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B4DCF">
        <w:rPr>
          <w:rFonts w:eastAsia="Times New Roman" w:cs="Times New Roman"/>
          <w:lang w:eastAsia="cs-CZ"/>
        </w:rPr>
        <w:t>Stavební správa východ</w:t>
      </w:r>
    </w:p>
    <w:p w:rsidR="00DB4DCF" w:rsidRDefault="00DB4DCF" w:rsidP="007D769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DB4DCF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769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51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8509BA9" wp14:editId="37707B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61709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43DC80" wp14:editId="536F14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C48F6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51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51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FF698D" wp14:editId="0F80FE0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BC0B5F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29ED232" wp14:editId="01F2BF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4C8353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CAFCBC3" wp14:editId="4F28AF1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6D0CDA1" wp14:editId="736D8B0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1446D97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C7A8652" wp14:editId="137FD36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BDEB2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6B3A6D"/>
    <w:multiLevelType w:val="hybridMultilevel"/>
    <w:tmpl w:val="211A65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C2AB5"/>
    <w:multiLevelType w:val="hybridMultilevel"/>
    <w:tmpl w:val="CF962B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E639A"/>
    <w:multiLevelType w:val="hybridMultilevel"/>
    <w:tmpl w:val="6E728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441E6860"/>
    <w:multiLevelType w:val="hybridMultilevel"/>
    <w:tmpl w:val="BFCA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>
    <w:nsid w:val="51ED2637"/>
    <w:multiLevelType w:val="hybridMultilevel"/>
    <w:tmpl w:val="68260EA6"/>
    <w:lvl w:ilvl="0" w:tplc="E7DC9C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D94748"/>
    <w:multiLevelType w:val="hybridMultilevel"/>
    <w:tmpl w:val="AC9A298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CA439C2"/>
    <w:multiLevelType w:val="hybridMultilevel"/>
    <w:tmpl w:val="063693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13C05CC"/>
    <w:multiLevelType w:val="hybridMultilevel"/>
    <w:tmpl w:val="984891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C11BC"/>
    <w:multiLevelType w:val="hybridMultilevel"/>
    <w:tmpl w:val="FED83278"/>
    <w:lvl w:ilvl="0" w:tplc="B04E4C4E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6"/>
  </w:num>
  <w:num w:numId="4">
    <w:abstractNumId w:val="14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960D1"/>
    <w:rsid w:val="000A059D"/>
    <w:rsid w:val="000B3A82"/>
    <w:rsid w:val="000B6C7E"/>
    <w:rsid w:val="000B7907"/>
    <w:rsid w:val="000C0429"/>
    <w:rsid w:val="000C45E8"/>
    <w:rsid w:val="00114472"/>
    <w:rsid w:val="001177B0"/>
    <w:rsid w:val="0016440D"/>
    <w:rsid w:val="00170EC5"/>
    <w:rsid w:val="001747C1"/>
    <w:rsid w:val="0018596A"/>
    <w:rsid w:val="001864D2"/>
    <w:rsid w:val="001B69C2"/>
    <w:rsid w:val="001C4DA0"/>
    <w:rsid w:val="00207DF5"/>
    <w:rsid w:val="0023683B"/>
    <w:rsid w:val="00253F41"/>
    <w:rsid w:val="00267369"/>
    <w:rsid w:val="0026785D"/>
    <w:rsid w:val="00295C3E"/>
    <w:rsid w:val="002C31BF"/>
    <w:rsid w:val="002E0CD7"/>
    <w:rsid w:val="002F026B"/>
    <w:rsid w:val="00357BC6"/>
    <w:rsid w:val="00362731"/>
    <w:rsid w:val="0037111D"/>
    <w:rsid w:val="003756B9"/>
    <w:rsid w:val="0038636F"/>
    <w:rsid w:val="003956C6"/>
    <w:rsid w:val="003E6B9A"/>
    <w:rsid w:val="003E75CE"/>
    <w:rsid w:val="003F2F56"/>
    <w:rsid w:val="0041380F"/>
    <w:rsid w:val="00415C6D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E062C"/>
    <w:rsid w:val="005F43FE"/>
    <w:rsid w:val="00602ADF"/>
    <w:rsid w:val="006104F6"/>
    <w:rsid w:val="0061068E"/>
    <w:rsid w:val="006414E0"/>
    <w:rsid w:val="00643946"/>
    <w:rsid w:val="00660AD3"/>
    <w:rsid w:val="00664D0E"/>
    <w:rsid w:val="00677B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2414A"/>
    <w:rsid w:val="007329AF"/>
    <w:rsid w:val="00735ED4"/>
    <w:rsid w:val="00743525"/>
    <w:rsid w:val="007531A0"/>
    <w:rsid w:val="0076286B"/>
    <w:rsid w:val="00764595"/>
    <w:rsid w:val="00766846"/>
    <w:rsid w:val="0077673A"/>
    <w:rsid w:val="007779C8"/>
    <w:rsid w:val="007846E1"/>
    <w:rsid w:val="007B570C"/>
    <w:rsid w:val="007C19F3"/>
    <w:rsid w:val="007D769C"/>
    <w:rsid w:val="007E4A6E"/>
    <w:rsid w:val="007F56A7"/>
    <w:rsid w:val="00807DD0"/>
    <w:rsid w:val="008108E1"/>
    <w:rsid w:val="00813F11"/>
    <w:rsid w:val="00891334"/>
    <w:rsid w:val="008A3568"/>
    <w:rsid w:val="008A7796"/>
    <w:rsid w:val="008B0F36"/>
    <w:rsid w:val="008D03B9"/>
    <w:rsid w:val="008F18D6"/>
    <w:rsid w:val="00904780"/>
    <w:rsid w:val="009113A8"/>
    <w:rsid w:val="00922385"/>
    <w:rsid w:val="009223DF"/>
    <w:rsid w:val="009358E7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1AA1"/>
    <w:rsid w:val="00A6299A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3460"/>
    <w:rsid w:val="00B8518B"/>
    <w:rsid w:val="00B90D09"/>
    <w:rsid w:val="00BA64A7"/>
    <w:rsid w:val="00BB3740"/>
    <w:rsid w:val="00BD5319"/>
    <w:rsid w:val="00BD7E91"/>
    <w:rsid w:val="00BE0AC1"/>
    <w:rsid w:val="00BF374D"/>
    <w:rsid w:val="00BF6D48"/>
    <w:rsid w:val="00C02D0A"/>
    <w:rsid w:val="00C03A6E"/>
    <w:rsid w:val="00C30759"/>
    <w:rsid w:val="00C44F6A"/>
    <w:rsid w:val="00C727E5"/>
    <w:rsid w:val="00C8207D"/>
    <w:rsid w:val="00C86A4B"/>
    <w:rsid w:val="00CB587A"/>
    <w:rsid w:val="00CB7B5A"/>
    <w:rsid w:val="00CC1E2B"/>
    <w:rsid w:val="00CD1FC4"/>
    <w:rsid w:val="00CE371D"/>
    <w:rsid w:val="00D02A4D"/>
    <w:rsid w:val="00D15683"/>
    <w:rsid w:val="00D21061"/>
    <w:rsid w:val="00D251CA"/>
    <w:rsid w:val="00D316A7"/>
    <w:rsid w:val="00D4108E"/>
    <w:rsid w:val="00D6163D"/>
    <w:rsid w:val="00D63009"/>
    <w:rsid w:val="00D831A3"/>
    <w:rsid w:val="00D902AD"/>
    <w:rsid w:val="00DA6FFE"/>
    <w:rsid w:val="00DB4DCF"/>
    <w:rsid w:val="00DC3110"/>
    <w:rsid w:val="00DD46F3"/>
    <w:rsid w:val="00DD58A6"/>
    <w:rsid w:val="00DE56F2"/>
    <w:rsid w:val="00DF116D"/>
    <w:rsid w:val="00E10710"/>
    <w:rsid w:val="00E824F1"/>
    <w:rsid w:val="00E9118E"/>
    <w:rsid w:val="00EB104F"/>
    <w:rsid w:val="00EC6042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33F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94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94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CAB227-E166-42B4-9E76-3813F46C8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62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51</cp:revision>
  <cp:lastPrinted>2020-11-03T12:41:00Z</cp:lastPrinted>
  <dcterms:created xsi:type="dcterms:W3CDTF">2020-01-24T13:38:00Z</dcterms:created>
  <dcterms:modified xsi:type="dcterms:W3CDTF">2020-11-03T12:43:00Z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