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F1454B" w14:textId="30B6659D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8373D3">
        <w:rPr>
          <w:rFonts w:asciiTheme="majorHAnsi" w:eastAsia="Times New Roman" w:hAnsiTheme="majorHAnsi" w:cs="Times New Roman"/>
          <w:lang w:eastAsia="cs-CZ"/>
        </w:rPr>
        <w:t>6</w:t>
      </w:r>
      <w:r w:rsidR="00FD3001">
        <w:rPr>
          <w:rFonts w:asciiTheme="majorHAnsi" w:eastAsia="Times New Roman" w:hAnsiTheme="majorHAnsi" w:cs="Times New Roman"/>
          <w:lang w:eastAsia="cs-CZ"/>
        </w:rPr>
        <w:t>b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71413EB7" w14:textId="545C934D" w:rsidR="005740C3" w:rsidRPr="00F20995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objednatele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9B4030">
        <w:rPr>
          <w:rFonts w:eastAsia="Times New Roman" w:cs="Times New Roman"/>
          <w:b/>
          <w:highlight w:val="green"/>
          <w:lang w:eastAsia="cs-CZ"/>
        </w:rPr>
        <w:t>Číslo smlouvy zhotovitele.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sp.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3A44472F" w14:textId="5BE05A15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686BA1F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                            </w:t>
      </w:r>
      <w:r w:rsidRPr="004E1498">
        <w:rPr>
          <w:rFonts w:eastAsia="Times New Roman" w:cs="Times New Roman"/>
          <w:lang w:eastAsia="cs-CZ"/>
        </w:rPr>
        <w:tab/>
      </w:r>
    </w:p>
    <w:p w14:paraId="0431CDBD" w14:textId="2A8DBC93" w:rsidR="004E1498" w:rsidRPr="00820250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 xml:space="preserve">                       </w:t>
      </w:r>
      <w:r w:rsidR="00820250" w:rsidRPr="00820250">
        <w:rPr>
          <w:rFonts w:eastAsia="Times New Roman" w:cs="Times New Roman"/>
          <w:b/>
          <w:lang w:eastAsia="cs-CZ"/>
        </w:rPr>
        <w:t>organizační složka Správa železniční geodézie</w:t>
      </w:r>
      <w:r w:rsidRPr="00820250">
        <w:rPr>
          <w:rFonts w:eastAsia="Times New Roman" w:cs="Times New Roman"/>
          <w:b/>
          <w:lang w:eastAsia="cs-CZ"/>
        </w:rPr>
        <w:t xml:space="preserve">, </w:t>
      </w:r>
    </w:p>
    <w:p w14:paraId="05AE7DF1" w14:textId="4F72044C" w:rsidR="004E1498" w:rsidRPr="004E1498" w:rsidRDefault="00820250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820250">
        <w:rPr>
          <w:rFonts w:eastAsia="Times New Roman" w:cs="Times New Roman"/>
          <w:lang w:eastAsia="cs-CZ"/>
        </w:rPr>
        <w:t>zastoupená Ing. Ondřejem Červenkou, ředitelem Správy železniční geodézie</w:t>
      </w:r>
    </w:p>
    <w:p w14:paraId="1222357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7EFD0C0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4CC3B95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b/>
          <w:lang w:eastAsia="cs-CZ"/>
        </w:rPr>
        <w:t>Zhotovitel:</w:t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19E73E8B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57570FF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Sídlo:</w:t>
      </w:r>
    </w:p>
    <w:p w14:paraId="420D77A3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19B3856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Bankovní spojení:……………………..</w:t>
      </w:r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Číslo účtu:…………………………..</w:t>
      </w:r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2D1C3CEF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 w:rsidR="00B33E8C" w:rsidRPr="00EB2655">
        <w:rPr>
          <w:rFonts w:eastAsia="Times New Roman" w:cs="Times New Roman"/>
          <w:lang w:eastAsia="cs-CZ"/>
        </w:rPr>
        <w:t>„Technická výpomoc – zaměření mapových podkladů</w:t>
      </w:r>
      <w:r w:rsidR="00D97928" w:rsidRPr="00EB2655">
        <w:t xml:space="preserve"> </w:t>
      </w:r>
      <w:r w:rsidR="00D97928" w:rsidRPr="00EB2655">
        <w:rPr>
          <w:rFonts w:eastAsia="Times New Roman" w:cs="Times New Roman"/>
          <w:lang w:eastAsia="cs-CZ"/>
        </w:rPr>
        <w:t>vybraných železničních stanic ve Správě tratí Praha západ, Praha východ a Plzeň</w:t>
      </w:r>
      <w:r w:rsidRPr="00EB2655">
        <w:rPr>
          <w:rFonts w:eastAsia="Times New Roman" w:cs="Times New Roman"/>
          <w:lang w:eastAsia="cs-CZ"/>
        </w:rPr>
        <w:t>“</w:t>
      </w:r>
      <w:r w:rsidR="004244C0">
        <w:rPr>
          <w:rFonts w:eastAsia="Times New Roman" w:cs="Times New Roman"/>
          <w:lang w:eastAsia="cs-CZ"/>
        </w:rPr>
        <w:t xml:space="preserve"> II. část</w:t>
      </w:r>
      <w:r w:rsidRPr="00EB2655">
        <w:rPr>
          <w:rFonts w:eastAsia="Times New Roman" w:cs="Times New Roman"/>
          <w:lang w:eastAsia="cs-CZ"/>
        </w:rPr>
        <w:t xml:space="preserve">, </w:t>
      </w:r>
      <w:r w:rsidR="000D278B" w:rsidRPr="00EB2655">
        <w:rPr>
          <w:rFonts w:eastAsia="Times New Roman" w:cs="Times New Roman"/>
          <w:lang w:eastAsia="cs-CZ"/>
        </w:rPr>
        <w:t>č.j. veřejné</w:t>
      </w:r>
      <w:r w:rsidR="000D278B" w:rsidRPr="00B33E8C">
        <w:rPr>
          <w:rFonts w:eastAsia="Times New Roman" w:cs="Times New Roman"/>
          <w:lang w:eastAsia="cs-CZ"/>
        </w:rPr>
        <w:t xml:space="preserve"> zakázky </w:t>
      </w:r>
      <w:r w:rsidR="00D97928" w:rsidRPr="00D97928">
        <w:rPr>
          <w:rFonts w:eastAsia="Times New Roman" w:cs="Times New Roman"/>
          <w:lang w:eastAsia="cs-CZ"/>
        </w:rPr>
        <w:t>4156</w:t>
      </w:r>
      <w:r w:rsidR="00B33E8C" w:rsidRPr="00B33E8C">
        <w:rPr>
          <w:rFonts w:eastAsia="Times New Roman" w:cs="Times New Roman"/>
          <w:lang w:eastAsia="cs-CZ"/>
        </w:rPr>
        <w:t>/2020-SŽ-SŽG</w:t>
      </w:r>
      <w:r w:rsidR="005740C3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11E6F3F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592757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E7DA03B" w14:textId="30B6F904" w:rsidR="006963FC" w:rsidRPr="004244C0" w:rsidRDefault="004E1498" w:rsidP="00585E27">
      <w:pPr>
        <w:pStyle w:val="Nadpis2"/>
      </w:pPr>
      <w:r w:rsidRPr="004244C0">
        <w:t xml:space="preserve">Předmětem díla je </w:t>
      </w:r>
      <w:r w:rsidR="00585E27" w:rsidRPr="004244C0">
        <w:t>zaměření stávajícího stavu - železniční svršek, spodek, terén, komunikace a veškeré shora viditelné předměty a pevná zařízení dle předpisu Účelová železniční mapa velkého měřítka (SŽDC M20/MP010) a Opatření k zaměřování objektů železniční dopravní cesty (SŽDC M20/MP006).</w:t>
      </w:r>
    </w:p>
    <w:p w14:paraId="31E5226B" w14:textId="0F5F632F" w:rsidR="004E1498" w:rsidRPr="00373913" w:rsidRDefault="004E1498" w:rsidP="00592757">
      <w:pPr>
        <w:pStyle w:val="Nadpis2"/>
        <w:jc w:val="left"/>
      </w:pPr>
      <w:r w:rsidRPr="00373913">
        <w:t>Předmět díla je blíže specifikován v přílo</w:t>
      </w:r>
      <w:r w:rsidR="00CB53B1" w:rsidRPr="00373913">
        <w:t>ze</w:t>
      </w:r>
      <w:r w:rsidRPr="00373913">
        <w:t xml:space="preserve"> </w:t>
      </w:r>
      <w:r w:rsidR="00C2627F" w:rsidRPr="00373913">
        <w:t xml:space="preserve">č. 1 </w:t>
      </w:r>
      <w:r w:rsidR="006566F7" w:rsidRPr="00373913">
        <w:t>S</w:t>
      </w:r>
      <w:r w:rsidR="00C2627F" w:rsidRPr="00373913">
        <w:t>mlo</w:t>
      </w:r>
      <w:r w:rsidRPr="00373913">
        <w:t>uvy.</w:t>
      </w:r>
    </w:p>
    <w:p w14:paraId="620E778C" w14:textId="4AA46583" w:rsidR="004E1498" w:rsidRDefault="004E1498" w:rsidP="00275474">
      <w:pPr>
        <w:pStyle w:val="Nadpis2"/>
        <w:jc w:val="left"/>
      </w:pPr>
      <w:r w:rsidRPr="00373913">
        <w:t>Jakost ani provedení Předmětu díla není určeno vzorkem ani předlohou.</w:t>
      </w:r>
    </w:p>
    <w:p w14:paraId="1FD740D0" w14:textId="037E9B7F" w:rsidR="00D97928" w:rsidRDefault="00D97928" w:rsidP="00D97928">
      <w:pPr>
        <w:rPr>
          <w:lang w:eastAsia="cs-CZ"/>
        </w:rPr>
      </w:pPr>
    </w:p>
    <w:p w14:paraId="2B1FFF4D" w14:textId="77777777" w:rsidR="00D97928" w:rsidRPr="00D97928" w:rsidRDefault="00D97928" w:rsidP="00D97928">
      <w:pPr>
        <w:rPr>
          <w:lang w:eastAsia="cs-CZ"/>
        </w:rPr>
      </w:pPr>
    </w:p>
    <w:p w14:paraId="600D21AE" w14:textId="6CA2DE43" w:rsidR="004E1498" w:rsidRPr="004E1498" w:rsidRDefault="0029605F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Cena díla </w:t>
      </w:r>
    </w:p>
    <w:p w14:paraId="1CF139A2" w14:textId="77777777" w:rsidR="005740C3" w:rsidRDefault="00810E9B" w:rsidP="005740C3">
      <w:pPr>
        <w:pStyle w:val="Nadpis2"/>
        <w:jc w:val="left"/>
      </w:pPr>
      <w:r w:rsidRPr="00275474">
        <w:t xml:space="preserve">Cena bez DPH </w:t>
      </w:r>
      <w:r w:rsidRPr="00275474">
        <w:tab/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 </w:t>
      </w:r>
    </w:p>
    <w:p w14:paraId="7979BC31" w14:textId="77777777" w:rsidR="005740C3" w:rsidRDefault="00810E9B" w:rsidP="005740C3">
      <w:pPr>
        <w:pStyle w:val="Nadpis2"/>
        <w:jc w:val="left"/>
      </w:pPr>
      <w:r w:rsidRPr="00275474">
        <w:t xml:space="preserve">Výše DPH 21%    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13EC6F11" w14:textId="4E359D1C" w:rsidR="00810E9B" w:rsidRPr="00275474" w:rsidRDefault="00810E9B" w:rsidP="005740C3">
      <w:pPr>
        <w:pStyle w:val="Nadpis2"/>
        <w:jc w:val="left"/>
      </w:pPr>
      <w:r w:rsidRPr="00275474">
        <w:t xml:space="preserve">Cena včetně DPH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6BCFCFF2" w14:textId="77777777" w:rsidR="00404B8F" w:rsidRPr="001B5647" w:rsidRDefault="00404B8F" w:rsidP="00404B8F">
      <w:pPr>
        <w:pStyle w:val="Nadpis2"/>
      </w:pPr>
      <w:r w:rsidRPr="001B5647">
        <w:t>Fakturace bude provedena následovně:</w:t>
      </w:r>
    </w:p>
    <w:p w14:paraId="1E696AAE" w14:textId="77777777" w:rsidR="00404B8F" w:rsidRPr="001B5647" w:rsidRDefault="00404B8F" w:rsidP="00404B8F">
      <w:pPr>
        <w:pStyle w:val="Nadpis2"/>
        <w:numPr>
          <w:ilvl w:val="0"/>
          <w:numId w:val="0"/>
        </w:numPr>
        <w:ind w:left="567" w:hanging="567"/>
        <w:jc w:val="left"/>
      </w:pPr>
      <w:r w:rsidRPr="001B5647">
        <w:t>3.4.1</w:t>
      </w:r>
      <w:r w:rsidRPr="001B5647">
        <w:tab/>
        <w:t xml:space="preserve">30% z celkové ceny díla bez DPH bude fakturováno po předání elektronické verze I. etapy, na základě faktury vystavené Zhotovitelem a předáním díla na základě předávacího protokolu podepsaného oběma Smluvními stranami. Fakturace bude provedena nejpozději do </w:t>
      </w:r>
      <w:r w:rsidRPr="001B5647">
        <w:rPr>
          <w:b/>
        </w:rPr>
        <w:t>28. 12. 2020</w:t>
      </w:r>
      <w:r w:rsidRPr="001B5647">
        <w:t xml:space="preserve"> </w:t>
      </w:r>
    </w:p>
    <w:p w14:paraId="4D2E611D" w14:textId="77777777" w:rsidR="00404B8F" w:rsidRPr="001B5A54" w:rsidRDefault="00404B8F" w:rsidP="00404B8F">
      <w:pPr>
        <w:ind w:left="567" w:hanging="567"/>
        <w:rPr>
          <w:lang w:eastAsia="cs-CZ"/>
        </w:rPr>
      </w:pPr>
      <w:r w:rsidRPr="001B5647">
        <w:rPr>
          <w:lang w:eastAsia="cs-CZ"/>
        </w:rPr>
        <w:t>3.4.2</w:t>
      </w:r>
      <w:r w:rsidRPr="001B5647">
        <w:rPr>
          <w:lang w:eastAsia="cs-CZ"/>
        </w:rPr>
        <w:tab/>
        <w:t>70% z celkové ceny díla bez DPH bude fakturováno po předání kompletní dokumentace, na základě faktury vystavené Zhotovitelem a předáním díla na základě předávacího protokolu podepsaného oběma Smluvními stranami.</w:t>
      </w:r>
    </w:p>
    <w:p w14:paraId="1AFBED5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bookmarkStart w:id="0" w:name="_GoBack"/>
      <w:bookmarkEnd w:id="0"/>
      <w:r w:rsidRPr="004E1498">
        <w:rPr>
          <w:rFonts w:eastAsia="Times New Roman"/>
          <w:lang w:eastAsia="cs-CZ"/>
        </w:rPr>
        <w:t>Místo a doba plnění</w:t>
      </w:r>
    </w:p>
    <w:p w14:paraId="4DCCF507" w14:textId="15394FAB" w:rsidR="004E1498" w:rsidRPr="009408ED" w:rsidRDefault="004E1498" w:rsidP="001F46BF">
      <w:pPr>
        <w:pStyle w:val="Nadpis2"/>
      </w:pPr>
      <w:r w:rsidRPr="004E1498">
        <w:t xml:space="preserve">Místem </w:t>
      </w:r>
      <w:r w:rsidR="001F46BF">
        <w:t xml:space="preserve">plnění je žst. ve Správě tratí Praha východ: </w:t>
      </w:r>
      <w:r w:rsidR="001F46BF" w:rsidRPr="001F46BF">
        <w:t>žst. Běchovice</w:t>
      </w:r>
    </w:p>
    <w:p w14:paraId="773EB070" w14:textId="10B0847D" w:rsidR="00CB53B1" w:rsidRPr="008F53EE" w:rsidRDefault="00CB53B1" w:rsidP="00CB53B1">
      <w:pPr>
        <w:pStyle w:val="Nadpis2"/>
        <w:jc w:val="left"/>
      </w:pPr>
      <w:r w:rsidRPr="00275474">
        <w:t xml:space="preserve">Smlouva se uzavírá na dobu </w:t>
      </w:r>
      <w:r w:rsidR="00C717B5" w:rsidRPr="00C717B5">
        <w:t xml:space="preserve">určitou </w:t>
      </w:r>
      <w:r w:rsidR="00C717B5" w:rsidRPr="008F53EE">
        <w:t xml:space="preserve">do </w:t>
      </w:r>
      <w:r w:rsidR="000D6571" w:rsidRPr="008F53EE">
        <w:rPr>
          <w:b/>
        </w:rPr>
        <w:t>31</w:t>
      </w:r>
      <w:r w:rsidR="00C717B5" w:rsidRPr="008F53EE">
        <w:rPr>
          <w:b/>
        </w:rPr>
        <w:t>.</w:t>
      </w:r>
      <w:r w:rsidR="000D6571" w:rsidRPr="008F53EE">
        <w:rPr>
          <w:b/>
        </w:rPr>
        <w:t xml:space="preserve"> 5</w:t>
      </w:r>
      <w:r w:rsidR="00C717B5" w:rsidRPr="008F53EE">
        <w:rPr>
          <w:b/>
        </w:rPr>
        <w:t>.</w:t>
      </w:r>
      <w:r w:rsidR="000D6571" w:rsidRPr="008F53EE">
        <w:rPr>
          <w:b/>
        </w:rPr>
        <w:t xml:space="preserve"> 2021</w:t>
      </w:r>
    </w:p>
    <w:p w14:paraId="5DE5960A" w14:textId="44102835" w:rsidR="009408ED" w:rsidRPr="007546FE" w:rsidRDefault="004E1498" w:rsidP="005740C3">
      <w:pPr>
        <w:pStyle w:val="Nadpis2"/>
        <w:jc w:val="left"/>
      </w:pPr>
      <w:r w:rsidRPr="007546FE">
        <w:t>Z</w:t>
      </w:r>
      <w:r w:rsidR="005740C3" w:rsidRPr="007546FE">
        <w:t xml:space="preserve">hotovitel je povinen provést a předat </w:t>
      </w:r>
      <w:r w:rsidRPr="007546FE">
        <w:t>Dílo</w:t>
      </w:r>
      <w:r w:rsidR="00F0344F" w:rsidRPr="007546FE">
        <w:t>:</w:t>
      </w:r>
    </w:p>
    <w:p w14:paraId="18E9036F" w14:textId="77777777" w:rsidR="005E3CCF" w:rsidRDefault="005E3CCF" w:rsidP="005E3CCF">
      <w:pPr>
        <w:pStyle w:val="Nadpis2"/>
        <w:numPr>
          <w:ilvl w:val="0"/>
          <w:numId w:val="0"/>
        </w:numPr>
        <w:ind w:left="2700" w:firstLine="132"/>
        <w:jc w:val="left"/>
        <w:rPr>
          <w:b/>
        </w:rPr>
      </w:pPr>
      <w:r w:rsidRPr="007546FE">
        <w:t>Elektronická verze</w:t>
      </w:r>
      <w:r>
        <w:t xml:space="preserve"> I. etapy nejpozději do </w:t>
      </w:r>
      <w:r w:rsidRPr="00F6378E">
        <w:rPr>
          <w:b/>
        </w:rPr>
        <w:t>1</w:t>
      </w:r>
      <w:r>
        <w:rPr>
          <w:b/>
        </w:rPr>
        <w:t>5</w:t>
      </w:r>
      <w:r w:rsidRPr="00F6378E">
        <w:rPr>
          <w:b/>
        </w:rPr>
        <w:t>.</w:t>
      </w:r>
      <w:r>
        <w:rPr>
          <w:b/>
        </w:rPr>
        <w:t xml:space="preserve"> 12</w:t>
      </w:r>
      <w:r w:rsidRPr="00F6378E">
        <w:rPr>
          <w:b/>
        </w:rPr>
        <w:t>.</w:t>
      </w:r>
      <w:r>
        <w:rPr>
          <w:b/>
        </w:rPr>
        <w:t xml:space="preserve"> 2020</w:t>
      </w:r>
    </w:p>
    <w:p w14:paraId="3E356A07" w14:textId="77777777" w:rsidR="005E3CCF" w:rsidRPr="00DB3200" w:rsidRDefault="005E3CCF" w:rsidP="005E3CCF">
      <w:pPr>
        <w:spacing w:after="0"/>
        <w:rPr>
          <w:lang w:eastAsia="cs-CZ"/>
        </w:rPr>
      </w:pP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Pr="007546FE">
        <w:t>Elektronická verze</w:t>
      </w:r>
      <w:r>
        <w:t xml:space="preserve"> II. etapy nejpozději do </w:t>
      </w:r>
      <w:r w:rsidRPr="00DB3200">
        <w:rPr>
          <w:b/>
        </w:rPr>
        <w:t>31. 3. 2021</w:t>
      </w:r>
    </w:p>
    <w:p w14:paraId="22316AEF" w14:textId="77777777" w:rsidR="005E3CCF" w:rsidRPr="008229C4" w:rsidRDefault="005E3CCF" w:rsidP="005E3CCF">
      <w:pPr>
        <w:rPr>
          <w:lang w:eastAsia="cs-CZ"/>
        </w:rPr>
      </w:pPr>
      <w:r w:rsidRPr="00F6378E">
        <w:rPr>
          <w:lang w:eastAsia="cs-CZ"/>
        </w:rPr>
        <w:tab/>
      </w:r>
      <w:r w:rsidRPr="00F6378E">
        <w:rPr>
          <w:lang w:eastAsia="cs-CZ"/>
        </w:rPr>
        <w:tab/>
      </w:r>
      <w:r w:rsidRPr="00F6378E">
        <w:rPr>
          <w:lang w:eastAsia="cs-CZ"/>
        </w:rPr>
        <w:tab/>
      </w:r>
      <w:r w:rsidRPr="00F6378E">
        <w:rPr>
          <w:lang w:eastAsia="cs-CZ"/>
        </w:rPr>
        <w:tab/>
        <w:t>Kompletní dokumentace nejpozději do</w:t>
      </w:r>
      <w:r>
        <w:rPr>
          <w:lang w:eastAsia="cs-CZ"/>
        </w:rPr>
        <w:t xml:space="preserve"> </w:t>
      </w:r>
      <w:r w:rsidRPr="00F6378E">
        <w:rPr>
          <w:b/>
          <w:lang w:eastAsia="cs-CZ"/>
        </w:rPr>
        <w:t>30. 4. 2021</w:t>
      </w:r>
    </w:p>
    <w:p w14:paraId="4AE0DFE4" w14:textId="24ADA706" w:rsidR="004E1498" w:rsidRPr="00DB146E" w:rsidRDefault="00CB53B1" w:rsidP="00BC4DC9">
      <w:pPr>
        <w:pStyle w:val="Nadpis2"/>
      </w:pPr>
      <w:r w:rsidRPr="00DB146E">
        <w:t>Zhotovitel je povinen zahájit plnění Díla nej</w:t>
      </w:r>
      <w:r w:rsidR="00DB146E" w:rsidRPr="00DB146E">
        <w:t xml:space="preserve">později do 5 </w:t>
      </w:r>
      <w:r w:rsidR="006566F7" w:rsidRPr="00DB146E">
        <w:t>dnů od účinnosti S</w:t>
      </w:r>
      <w:r w:rsidRPr="00DB146E">
        <w:t>mlouvy</w:t>
      </w:r>
      <w:r w:rsidR="00BC4DC9" w:rsidRPr="00DB146E">
        <w:t>. V případě, že Zhotovitel nezahájí plnění nejpo</w:t>
      </w:r>
      <w:r w:rsidR="00DB146E" w:rsidRPr="00DB146E">
        <w:t>zději 5</w:t>
      </w:r>
      <w:r w:rsidR="006566F7" w:rsidRPr="00DB146E">
        <w:t xml:space="preserve"> den od účinnosti této S</w:t>
      </w:r>
      <w:r w:rsidR="00BC4DC9" w:rsidRPr="00DB146E">
        <w:t>mlouvy, je povinen zaplatit Objednateli smluvní pokutu ve výši 50.000,-Kč a Objednatel má právo odstoupit o</w:t>
      </w:r>
      <w:r w:rsidR="006566F7" w:rsidRPr="00DB146E">
        <w:t>d této Smlouvy. Odstoupením od S</w:t>
      </w:r>
      <w:r w:rsidR="00BC4DC9" w:rsidRPr="00DB146E">
        <w:t>mlouvy nejsou dotčeny další sankce sjed</w:t>
      </w:r>
      <w:r w:rsidR="006566F7" w:rsidRPr="00DB146E">
        <w:t>nané v této S</w:t>
      </w:r>
      <w:r w:rsidR="00BC4DC9" w:rsidRPr="00DB146E">
        <w:t>mlouvě a právo na náhradu škody vzniklé Objednateli.</w:t>
      </w:r>
    </w:p>
    <w:p w14:paraId="3828001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799028D2" w:rsidR="004E1498" w:rsidRPr="006C7697" w:rsidRDefault="004E1498" w:rsidP="006C7697">
      <w:pPr>
        <w:pStyle w:val="Nadpis2"/>
        <w:jc w:val="left"/>
      </w:pPr>
      <w:r w:rsidRPr="004E1498">
        <w:t xml:space="preserve">Záruční doba činí </w:t>
      </w:r>
      <w:r w:rsidRPr="007F0203">
        <w:rPr>
          <w:highlight w:val="green"/>
        </w:rPr>
        <w:t>………</w:t>
      </w:r>
      <w:r w:rsidR="00816B59" w:rsidRPr="007F0203">
        <w:rPr>
          <w:highlight w:val="green"/>
        </w:rPr>
        <w:t xml:space="preserve"> </w:t>
      </w:r>
      <w:r w:rsidR="00816B59" w:rsidRPr="00816B59">
        <w:t>(minimálně 24 měsíců)</w:t>
      </w:r>
      <w:r w:rsidRPr="00816B59">
        <w:t>.</w:t>
      </w:r>
    </w:p>
    <w:p w14:paraId="700C0934" w14:textId="52529E28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6946143B" w:rsidR="004E1498" w:rsidRPr="004E1498" w:rsidRDefault="004E1498" w:rsidP="00592757">
      <w:pPr>
        <w:pStyle w:val="Nadpis2"/>
        <w:jc w:val="left"/>
      </w:pPr>
      <w:r w:rsidRPr="004E1498">
        <w:t>Na pro</w:t>
      </w:r>
      <w:r w:rsidR="000D278B">
        <w:t>vedení Díla se budou podílet pod</w:t>
      </w:r>
      <w:r w:rsidRPr="004E1498">
        <w:t xml:space="preserve">dodavatelé uvedení v příloze </w:t>
      </w:r>
      <w:r w:rsidRPr="009B4030">
        <w:rPr>
          <w:highlight w:val="green"/>
        </w:rPr>
        <w:t>č…</w:t>
      </w:r>
      <w:r w:rsidR="006566F7" w:rsidRPr="009B4030">
        <w:rPr>
          <w:highlight w:val="green"/>
        </w:rPr>
        <w:t>.</w:t>
      </w:r>
      <w:r w:rsidR="006566F7">
        <w:t xml:space="preserve"> této S</w:t>
      </w:r>
      <w:r w:rsidRPr="004E1498">
        <w:t xml:space="preserve">mlouvy. </w:t>
      </w:r>
    </w:p>
    <w:p w14:paraId="6E4032B4" w14:textId="2FE6076C" w:rsidR="007C01CD" w:rsidRDefault="00A02EE7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7B4D3379" w14:textId="6863564C" w:rsidR="00FD17C6" w:rsidRPr="00EB7951" w:rsidRDefault="00FD17C6" w:rsidP="00275474">
      <w:pPr>
        <w:pStyle w:val="Nadpis2"/>
        <w:jc w:val="left"/>
      </w:pPr>
      <w:r w:rsidRPr="007F0203">
        <w:t>Na provedení Díla se budou podílet č</w:t>
      </w:r>
      <w:r w:rsidR="00816B59" w:rsidRPr="007F0203">
        <w:t>lenové realizačního týmu uvedení</w:t>
      </w:r>
      <w:r w:rsidR="007F0203" w:rsidRPr="007F0203">
        <w:t xml:space="preserve"> v </w:t>
      </w:r>
      <w:r w:rsidR="007F0203" w:rsidRPr="00EB7951">
        <w:t xml:space="preserve">příloze č. 2 </w:t>
      </w:r>
      <w:r w:rsidR="006566F7" w:rsidRPr="00EB7951">
        <w:t>této S</w:t>
      </w:r>
      <w:r w:rsidRPr="00EB7951">
        <w:t>mlouvy.</w:t>
      </w:r>
    </w:p>
    <w:p w14:paraId="5BBC90E2" w14:textId="76D31389" w:rsidR="00FD17C6" w:rsidRPr="007F0203" w:rsidRDefault="00FD17C6" w:rsidP="00275474">
      <w:pPr>
        <w:pStyle w:val="Nadpis2"/>
        <w:jc w:val="left"/>
      </w:pPr>
      <w:r w:rsidRPr="007F0203">
        <w:t xml:space="preserve">Zhotovitel může v průběhu plnění Předmětu díla nahradit některé osoby z osob, uvedených v seznamu realizačního týmu </w:t>
      </w:r>
      <w:r w:rsidRPr="00EB7951">
        <w:t>dle přílohy č</w:t>
      </w:r>
      <w:r w:rsidR="007F0203" w:rsidRPr="00EB7951">
        <w:t>. 2</w:t>
      </w:r>
      <w:r w:rsidRPr="00EB7951">
        <w:t xml:space="preserve"> této </w:t>
      </w:r>
      <w:r w:rsidR="00A605AE" w:rsidRPr="00EB7951">
        <w:t>S</w:t>
      </w:r>
      <w:r w:rsidRPr="00EB7951">
        <w:t xml:space="preserve">mlouvy, </w:t>
      </w:r>
      <w:r w:rsidRPr="007F0203">
        <w:t>pouze po předchozím souhlasu Objednatele na základě písemné žádosti Zhotovitele. V případě, že Zhotovitel požádá o změnu některých členů realizační</w:t>
      </w:r>
      <w:r w:rsidR="007F0203" w:rsidRPr="007F0203">
        <w:t xml:space="preserve">ho týmu uvedeného v </w:t>
      </w:r>
      <w:r w:rsidR="007F0203" w:rsidRPr="00EB7951">
        <w:t xml:space="preserve">příloze č. 2 </w:t>
      </w:r>
      <w:r w:rsidRPr="00EB7951">
        <w:t xml:space="preserve"> této Smlouvy, </w:t>
      </w:r>
      <w:r w:rsidRPr="007F0203">
        <w:t>musí tato osoba, splňovat kvalifikaci požadovanou v zadávacím řízení. Změna osoby nepodléhá povinnosti uzavřít dodatek ke Smlouvě a proběhne na základě písemného souhlasu Objednatele s touto změnou.</w:t>
      </w:r>
    </w:p>
    <w:p w14:paraId="11AD6701" w14:textId="77777777" w:rsidR="00FD17C6" w:rsidRPr="004E1498" w:rsidRDefault="00FD17C6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</w:p>
    <w:p w14:paraId="21F816C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592757">
      <w:pPr>
        <w:pStyle w:val="Nadpis2"/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4E1498" w:rsidRDefault="004E1498" w:rsidP="00592757">
      <w:pPr>
        <w:pStyle w:val="Nadpis2"/>
        <w:jc w:val="left"/>
        <w:rPr>
          <w:highlight w:val="yellow"/>
        </w:rPr>
      </w:pPr>
      <w:r w:rsidRPr="004E1498">
        <w:rPr>
          <w:highlight w:val="yellow"/>
        </w:rPr>
        <w:t>Kontaktními osobami smluvních stran jsou</w:t>
      </w:r>
    </w:p>
    <w:p w14:paraId="4E7FEA6D" w14:textId="776D44A0" w:rsidR="004E1498" w:rsidRPr="004E1498" w:rsidRDefault="004E1498" w:rsidP="00592757">
      <w:pPr>
        <w:pStyle w:val="Nadpis3"/>
        <w:jc w:val="left"/>
        <w:rPr>
          <w:highlight w:val="yellow"/>
        </w:rPr>
      </w:pPr>
      <w:r w:rsidRPr="004E1498">
        <w:rPr>
          <w:highlight w:val="yellow"/>
        </w:rPr>
        <w:t xml:space="preserve">za </w:t>
      </w:r>
      <w:r w:rsidRPr="00950C1F">
        <w:rPr>
          <w:highlight w:val="yellow"/>
        </w:rPr>
        <w:t>Objednatele</w:t>
      </w:r>
      <w:r w:rsidRPr="004E1498">
        <w:rPr>
          <w:highlight w:val="yellow"/>
        </w:rPr>
        <w:t xml:space="preserve"> p. ………………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tel. 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email ………………</w:t>
      </w:r>
      <w:r w:rsidR="0086114C" w:rsidRPr="004E1498">
        <w:rPr>
          <w:highlight w:val="yellow"/>
        </w:rPr>
        <w:t>……,</w:t>
      </w:r>
    </w:p>
    <w:p w14:paraId="1C513CD4" w14:textId="4CC511DB" w:rsidR="004E1498" w:rsidRPr="009B4030" w:rsidRDefault="004E1498" w:rsidP="00592757">
      <w:pPr>
        <w:pStyle w:val="Nadpis3"/>
        <w:jc w:val="left"/>
        <w:rPr>
          <w:highlight w:val="green"/>
        </w:rPr>
      </w:pPr>
      <w:r w:rsidRPr="009B4030">
        <w:rPr>
          <w:highlight w:val="green"/>
        </w:rPr>
        <w:t>za Zhotovitele p. ………………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tel. 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email ………………</w:t>
      </w:r>
      <w:r w:rsidR="0086114C" w:rsidRPr="009B4030">
        <w:rPr>
          <w:highlight w:val="green"/>
        </w:rPr>
        <w:t>…….</w:t>
      </w:r>
    </w:p>
    <w:p w14:paraId="739753B3" w14:textId="34ECEF7A" w:rsidR="004E1498" w:rsidRPr="00D9782E" w:rsidRDefault="004E1498" w:rsidP="00592757">
      <w:pPr>
        <w:pStyle w:val="Nadpis2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</w:t>
      </w:r>
      <w:r w:rsidRPr="00D9782E">
        <w:rPr>
          <w:rFonts w:eastAsia="Calibri"/>
        </w:rPr>
        <w:lastRenderedPageBreak/>
        <w:t xml:space="preserve">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4429CF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92757">
      <w:pPr>
        <w:pStyle w:val="Nadpis2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59275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592757">
      <w:pPr>
        <w:pStyle w:val="Nadpis3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28C69A51" w:rsidR="006E6E61" w:rsidRPr="009C30C5" w:rsidRDefault="004A1DA5" w:rsidP="009C30C5">
      <w:pPr>
        <w:pStyle w:val="Nadpis2"/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třech vyhotoveních, přičemž jedno vyhotovení obdrží Zhotovitel a dvě vyhotovení Objednatel.</w:t>
      </w:r>
    </w:p>
    <w:p w14:paraId="6AB23CD3" w14:textId="6EF7FE9C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Pr="00774B45" w:rsidRDefault="004E1498" w:rsidP="009C30C5">
      <w:pPr>
        <w:pStyle w:val="Nadpis2"/>
        <w:ind w:left="567" w:hanging="567"/>
        <w:jc w:val="left"/>
      </w:pPr>
      <w:r w:rsidRPr="00774B45">
        <w:rPr>
          <w:rFonts w:eastAsia="Calibri"/>
        </w:rPr>
        <w:t xml:space="preserve">Tato </w:t>
      </w:r>
      <w:r w:rsidR="00D9782E" w:rsidRPr="00774B45">
        <w:rPr>
          <w:rFonts w:eastAsia="Calibri"/>
        </w:rPr>
        <w:t>Sml</w:t>
      </w:r>
      <w:r w:rsidRPr="00774B45">
        <w:rPr>
          <w:rFonts w:eastAsia="Calibri"/>
        </w:rPr>
        <w:t xml:space="preserve">ouva nabývá platnosti okamžikem podpisu poslední ze </w:t>
      </w:r>
      <w:r w:rsidR="00D9782E" w:rsidRPr="00774B45">
        <w:rPr>
          <w:rFonts w:eastAsia="Calibri"/>
        </w:rPr>
        <w:t>Sml</w:t>
      </w:r>
      <w:r w:rsidRPr="00774B45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7BCD9A30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9A12285" w14:textId="77777777" w:rsidR="004E1498" w:rsidRPr="004E1498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132EAB42" w14:textId="52F22553" w:rsidR="006E6E61" w:rsidRPr="00AE4F5E" w:rsidRDefault="00AE4F5E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E4F5E">
        <w:rPr>
          <w:rFonts w:eastAsia="Times New Roman" w:cs="Times New Roman"/>
          <w:lang w:eastAsia="cs-CZ"/>
        </w:rPr>
        <w:t>Bližší specifikace</w:t>
      </w:r>
    </w:p>
    <w:p w14:paraId="665289CB" w14:textId="4B98FE8B" w:rsidR="006E6E61" w:rsidRPr="00AE4F5E" w:rsidRDefault="00AE4F5E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AE4F5E">
        <w:rPr>
          <w:rFonts w:eastAsia="Times New Roman" w:cs="Times New Roman"/>
          <w:highlight w:val="green"/>
          <w:lang w:eastAsia="cs-CZ"/>
        </w:rPr>
        <w:t>Seznam realizačního týmu</w:t>
      </w:r>
    </w:p>
    <w:p w14:paraId="077D172E" w14:textId="3B94A5E1" w:rsidR="006E6E61" w:rsidRPr="009B4030" w:rsidRDefault="004429CF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S</w:t>
      </w:r>
      <w:r w:rsidR="006E6E61" w:rsidRPr="009B4030">
        <w:rPr>
          <w:rFonts w:eastAsia="Times New Roman" w:cs="Times New Roman"/>
          <w:highlight w:val="green"/>
          <w:lang w:eastAsia="cs-CZ"/>
        </w:rPr>
        <w:t>eznam poddodavatelů</w:t>
      </w:r>
      <w:r w:rsidRPr="009B4030">
        <w:rPr>
          <w:rFonts w:eastAsia="Times New Roman" w:cs="Times New Roman"/>
          <w:highlight w:val="green"/>
          <w:lang w:eastAsia="cs-CZ"/>
        </w:rPr>
        <w:t xml:space="preserve"> – doplní Zhotovitel</w:t>
      </w:r>
    </w:p>
    <w:p w14:paraId="64EEE3E6" w14:textId="05C07376" w:rsidR="006E6E61" w:rsidRPr="009B4030" w:rsidRDefault="004429CF" w:rsidP="0027547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P</w:t>
      </w:r>
      <w:r w:rsidR="00B27209" w:rsidRPr="009B4030">
        <w:rPr>
          <w:rFonts w:eastAsia="Times New Roman" w:cs="Times New Roman"/>
          <w:highlight w:val="green"/>
          <w:lang w:eastAsia="cs-CZ"/>
        </w:rPr>
        <w:t>lná moc (pouze v případě zastoupení zhotovitele osobou na základě plné moci)</w:t>
      </w:r>
    </w:p>
    <w:p w14:paraId="314AFFCD" w14:textId="669BE385" w:rsidR="00D657AD" w:rsidRPr="009B4030" w:rsidRDefault="00D657AD" w:rsidP="00AE4F5E">
      <w:pPr>
        <w:pStyle w:val="Odstavecseseznamem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</w:p>
    <w:p w14:paraId="4B15E5D7" w14:textId="77777777" w:rsidR="006C7697" w:rsidRDefault="006C769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E126795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3A374A3" w14:textId="24D0A3D8" w:rsidR="00613238" w:rsidRDefault="006132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Za Objednatele: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Za Zhotovitele:</w:t>
      </w:r>
    </w:p>
    <w:p w14:paraId="10BE7672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75D2B619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2FA0D040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4761E1C5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14:paraId="111F1717" w14:textId="371A2A28" w:rsidR="00613238" w:rsidRDefault="00DF2F26" w:rsidP="00613238">
      <w:pPr>
        <w:spacing w:after="0" w:line="276" w:lineRule="auto"/>
        <w:rPr>
          <w:rFonts w:asciiTheme="majorHAnsi" w:hAnsiTheme="majorHAnsi"/>
          <w:noProof/>
        </w:rPr>
      </w:pPr>
      <w:r>
        <w:rPr>
          <w:noProof/>
        </w:rPr>
        <w:t>Ing. Ondřej Červenka</w:t>
      </w:r>
      <w:r>
        <w:rPr>
          <w:noProof/>
        </w:rPr>
        <w:tab/>
      </w:r>
      <w:r w:rsidR="00613238" w:rsidRPr="00DF2F26">
        <w:rPr>
          <w:rFonts w:asciiTheme="majorHAnsi" w:hAnsiTheme="majorHAnsi"/>
        </w:rPr>
        <w:t xml:space="preserve"> </w:t>
      </w:r>
      <w:r w:rsidR="00613238" w:rsidRPr="009B4030">
        <w:rPr>
          <w:rFonts w:asciiTheme="majorHAnsi" w:hAnsiTheme="majorHAnsi"/>
        </w:rPr>
        <w:tab/>
        <w:t xml:space="preserve">  </w:t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  <w:noProof/>
          <w:highlight w:val="green"/>
        </w:rPr>
        <w:t>[</w:t>
      </w:r>
      <w:r w:rsidR="00613238" w:rsidRPr="009B4030">
        <w:rPr>
          <w:rFonts w:asciiTheme="majorHAnsi" w:hAnsiTheme="majorHAnsi"/>
          <w:i/>
          <w:iCs/>
          <w:noProof/>
          <w:highlight w:val="green"/>
        </w:rPr>
        <w:t>DOPLNÍ ZHOTOVITEL</w:t>
      </w:r>
      <w:r w:rsidR="00613238" w:rsidRPr="009B4030">
        <w:rPr>
          <w:rFonts w:asciiTheme="majorHAnsi" w:hAnsiTheme="majorHAnsi"/>
          <w:noProof/>
          <w:highlight w:val="green"/>
        </w:rPr>
        <w:t>]</w:t>
      </w:r>
    </w:p>
    <w:p w14:paraId="01D01834" w14:textId="05D073F9" w:rsidR="00DF2F26" w:rsidRDefault="00DF2F26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  <w:noProof/>
        </w:rPr>
        <w:t>ředitel Správy železniční geodézie</w:t>
      </w:r>
    </w:p>
    <w:p w14:paraId="5E8BA70D" w14:textId="77777777" w:rsidR="00D9782E" w:rsidRDefault="00D9782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sectPr w:rsidR="00D9782E" w:rsidSect="000645D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8E11B6" w14:textId="77777777" w:rsidR="00216193" w:rsidRDefault="00216193" w:rsidP="00962258">
      <w:pPr>
        <w:spacing w:after="0" w:line="240" w:lineRule="auto"/>
      </w:pPr>
      <w:r>
        <w:separator/>
      </w:r>
    </w:p>
  </w:endnote>
  <w:endnote w:type="continuationSeparator" w:id="0">
    <w:p w14:paraId="51AD142E" w14:textId="77777777" w:rsidR="00216193" w:rsidRDefault="0021619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D6930" w14:textId="77777777" w:rsidR="00AD7371" w:rsidRDefault="00AD737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01208E55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04B8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04B8F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8265DC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D08B48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06EED741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04B8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04B8F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68750E5C" w:rsidR="00592757" w:rsidRDefault="00592757" w:rsidP="00093A53">
          <w:pPr>
            <w:pStyle w:val="Zpat"/>
          </w:pPr>
          <w:r>
            <w:t>www.</w:t>
          </w:r>
          <w:r w:rsidR="00AD7371">
            <w:t>spravazeleznic</w:t>
          </w:r>
          <w:r>
            <w:t>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B9A6DB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D3328D1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0AA59C" w14:textId="77777777" w:rsidR="00216193" w:rsidRDefault="00216193" w:rsidP="00962258">
      <w:pPr>
        <w:spacing w:after="0" w:line="240" w:lineRule="auto"/>
      </w:pPr>
      <w:r>
        <w:separator/>
      </w:r>
    </w:p>
  </w:footnote>
  <w:footnote w:type="continuationSeparator" w:id="0">
    <w:p w14:paraId="76A80E10" w14:textId="77777777" w:rsidR="00216193" w:rsidRDefault="0021619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E50C1" w14:textId="77777777" w:rsidR="00AD7371" w:rsidRDefault="00AD737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4070991"/>
    <w:multiLevelType w:val="multilevel"/>
    <w:tmpl w:val="CABE99FC"/>
    <w:numStyleLink w:val="ListNumbermultilevel"/>
  </w:abstractNum>
  <w:abstractNum w:abstractNumId="19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18"/>
  </w:num>
  <w:num w:numId="5">
    <w:abstractNumId w:val="8"/>
  </w:num>
  <w:num w:numId="6">
    <w:abstractNumId w:val="0"/>
  </w:num>
  <w:num w:numId="7">
    <w:abstractNumId w:val="10"/>
  </w:num>
  <w:num w:numId="8">
    <w:abstractNumId w:val="19"/>
  </w:num>
  <w:num w:numId="9">
    <w:abstractNumId w:val="11"/>
  </w:num>
  <w:num w:numId="10">
    <w:abstractNumId w:val="6"/>
  </w:num>
  <w:num w:numId="11">
    <w:abstractNumId w:val="2"/>
  </w:num>
  <w:num w:numId="12">
    <w:abstractNumId w:val="15"/>
  </w:num>
  <w:num w:numId="13">
    <w:abstractNumId w:val="17"/>
  </w:num>
  <w:num w:numId="14">
    <w:abstractNumId w:val="4"/>
  </w:num>
  <w:num w:numId="15">
    <w:abstractNumId w:val="20"/>
  </w:num>
  <w:num w:numId="16">
    <w:abstractNumId w:val="12"/>
  </w:num>
  <w:num w:numId="17">
    <w:abstractNumId w:val="7"/>
  </w:num>
  <w:num w:numId="18">
    <w:abstractNumId w:val="9"/>
  </w:num>
  <w:num w:numId="19">
    <w:abstractNumId w:val="14"/>
  </w:num>
  <w:num w:numId="20">
    <w:abstractNumId w:val="13"/>
  </w:num>
  <w:num w:numId="21">
    <w:abstractNumId w:val="7"/>
  </w:num>
  <w:num w:numId="22">
    <w:abstractNumId w:val="16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645D6"/>
    <w:rsid w:val="00072C1E"/>
    <w:rsid w:val="00073A69"/>
    <w:rsid w:val="000814B9"/>
    <w:rsid w:val="000853E9"/>
    <w:rsid w:val="000A13BC"/>
    <w:rsid w:val="000A3F85"/>
    <w:rsid w:val="000B324A"/>
    <w:rsid w:val="000D278B"/>
    <w:rsid w:val="000D6571"/>
    <w:rsid w:val="000E23A7"/>
    <w:rsid w:val="00105CB1"/>
    <w:rsid w:val="0010693F"/>
    <w:rsid w:val="00107E5E"/>
    <w:rsid w:val="00114472"/>
    <w:rsid w:val="0013379C"/>
    <w:rsid w:val="001550BC"/>
    <w:rsid w:val="001605B9"/>
    <w:rsid w:val="0017008D"/>
    <w:rsid w:val="00170EC5"/>
    <w:rsid w:val="001747C1"/>
    <w:rsid w:val="00184743"/>
    <w:rsid w:val="00193A76"/>
    <w:rsid w:val="001A6752"/>
    <w:rsid w:val="001C0FC2"/>
    <w:rsid w:val="001C298C"/>
    <w:rsid w:val="001D3AFC"/>
    <w:rsid w:val="001D68A6"/>
    <w:rsid w:val="001F46BF"/>
    <w:rsid w:val="00207DF5"/>
    <w:rsid w:val="00216193"/>
    <w:rsid w:val="002313EA"/>
    <w:rsid w:val="0025341D"/>
    <w:rsid w:val="00271874"/>
    <w:rsid w:val="00275474"/>
    <w:rsid w:val="00280E07"/>
    <w:rsid w:val="0029605F"/>
    <w:rsid w:val="002C31BF"/>
    <w:rsid w:val="002D08B1"/>
    <w:rsid w:val="002D6523"/>
    <w:rsid w:val="002E0CD7"/>
    <w:rsid w:val="003013FA"/>
    <w:rsid w:val="003071BD"/>
    <w:rsid w:val="00330F86"/>
    <w:rsid w:val="00341DCF"/>
    <w:rsid w:val="003538BD"/>
    <w:rsid w:val="00357BC6"/>
    <w:rsid w:val="00373913"/>
    <w:rsid w:val="0038088E"/>
    <w:rsid w:val="003956C6"/>
    <w:rsid w:val="003A0DCF"/>
    <w:rsid w:val="003A4D59"/>
    <w:rsid w:val="003B39EC"/>
    <w:rsid w:val="003B5DD6"/>
    <w:rsid w:val="003B5FC3"/>
    <w:rsid w:val="003D1F1E"/>
    <w:rsid w:val="003D703A"/>
    <w:rsid w:val="003E031F"/>
    <w:rsid w:val="003F20D8"/>
    <w:rsid w:val="00401303"/>
    <w:rsid w:val="00404B8F"/>
    <w:rsid w:val="0042314E"/>
    <w:rsid w:val="004244C0"/>
    <w:rsid w:val="00431925"/>
    <w:rsid w:val="00441430"/>
    <w:rsid w:val="004429CF"/>
    <w:rsid w:val="00450F07"/>
    <w:rsid w:val="00453CD3"/>
    <w:rsid w:val="00454457"/>
    <w:rsid w:val="00460660"/>
    <w:rsid w:val="00461D32"/>
    <w:rsid w:val="0047161E"/>
    <w:rsid w:val="0047677B"/>
    <w:rsid w:val="00486107"/>
    <w:rsid w:val="00491827"/>
    <w:rsid w:val="00493B1B"/>
    <w:rsid w:val="004A1DA5"/>
    <w:rsid w:val="004A6222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22467"/>
    <w:rsid w:val="00523EA7"/>
    <w:rsid w:val="00527421"/>
    <w:rsid w:val="00532358"/>
    <w:rsid w:val="00537B7A"/>
    <w:rsid w:val="00537B95"/>
    <w:rsid w:val="005413EC"/>
    <w:rsid w:val="00553375"/>
    <w:rsid w:val="005736B7"/>
    <w:rsid w:val="005740C3"/>
    <w:rsid w:val="00575E5A"/>
    <w:rsid w:val="00585E27"/>
    <w:rsid w:val="00592757"/>
    <w:rsid w:val="00597E84"/>
    <w:rsid w:val="005A4770"/>
    <w:rsid w:val="005A59A9"/>
    <w:rsid w:val="005B76DD"/>
    <w:rsid w:val="005D5624"/>
    <w:rsid w:val="005E3CCF"/>
    <w:rsid w:val="005F1404"/>
    <w:rsid w:val="0060520C"/>
    <w:rsid w:val="0061068E"/>
    <w:rsid w:val="00613238"/>
    <w:rsid w:val="006566F7"/>
    <w:rsid w:val="00660AD3"/>
    <w:rsid w:val="00677B7F"/>
    <w:rsid w:val="006963FC"/>
    <w:rsid w:val="006A5570"/>
    <w:rsid w:val="006A689C"/>
    <w:rsid w:val="006B0BBB"/>
    <w:rsid w:val="006B3D79"/>
    <w:rsid w:val="006C7697"/>
    <w:rsid w:val="006D7AFE"/>
    <w:rsid w:val="006E0578"/>
    <w:rsid w:val="006E314D"/>
    <w:rsid w:val="006E6E61"/>
    <w:rsid w:val="007061F8"/>
    <w:rsid w:val="00710723"/>
    <w:rsid w:val="00723ED1"/>
    <w:rsid w:val="00743525"/>
    <w:rsid w:val="007510DD"/>
    <w:rsid w:val="00753EBA"/>
    <w:rsid w:val="007546FE"/>
    <w:rsid w:val="00756BBA"/>
    <w:rsid w:val="0076286B"/>
    <w:rsid w:val="007631B4"/>
    <w:rsid w:val="00766846"/>
    <w:rsid w:val="00774B45"/>
    <w:rsid w:val="0077673A"/>
    <w:rsid w:val="007846E1"/>
    <w:rsid w:val="007A0C04"/>
    <w:rsid w:val="007B570C"/>
    <w:rsid w:val="007C01CD"/>
    <w:rsid w:val="007C589B"/>
    <w:rsid w:val="007E4A6E"/>
    <w:rsid w:val="007F0203"/>
    <w:rsid w:val="007F56A7"/>
    <w:rsid w:val="00807DD0"/>
    <w:rsid w:val="00810E9B"/>
    <w:rsid w:val="00816B59"/>
    <w:rsid w:val="00820250"/>
    <w:rsid w:val="008229C4"/>
    <w:rsid w:val="008373D3"/>
    <w:rsid w:val="00845DC2"/>
    <w:rsid w:val="0084768D"/>
    <w:rsid w:val="0086114C"/>
    <w:rsid w:val="008659F3"/>
    <w:rsid w:val="00886D4B"/>
    <w:rsid w:val="00895406"/>
    <w:rsid w:val="008A3568"/>
    <w:rsid w:val="008B6021"/>
    <w:rsid w:val="008D03B9"/>
    <w:rsid w:val="008E1E86"/>
    <w:rsid w:val="008F18D6"/>
    <w:rsid w:val="008F53EE"/>
    <w:rsid w:val="008F7DFE"/>
    <w:rsid w:val="00904780"/>
    <w:rsid w:val="00922385"/>
    <w:rsid w:val="009223DF"/>
    <w:rsid w:val="00936091"/>
    <w:rsid w:val="009408ED"/>
    <w:rsid w:val="00940D8A"/>
    <w:rsid w:val="00950C1F"/>
    <w:rsid w:val="00962258"/>
    <w:rsid w:val="009678B7"/>
    <w:rsid w:val="009833E1"/>
    <w:rsid w:val="00985EC7"/>
    <w:rsid w:val="00992D9C"/>
    <w:rsid w:val="00996CB8"/>
    <w:rsid w:val="009A0078"/>
    <w:rsid w:val="009B14A9"/>
    <w:rsid w:val="009B2E97"/>
    <w:rsid w:val="009B4030"/>
    <w:rsid w:val="009C30C5"/>
    <w:rsid w:val="009D1230"/>
    <w:rsid w:val="009D1706"/>
    <w:rsid w:val="009D1BD0"/>
    <w:rsid w:val="009E07F4"/>
    <w:rsid w:val="009F392E"/>
    <w:rsid w:val="00A021CC"/>
    <w:rsid w:val="00A02EE7"/>
    <w:rsid w:val="00A157FE"/>
    <w:rsid w:val="00A605AE"/>
    <w:rsid w:val="00A6177B"/>
    <w:rsid w:val="00A66136"/>
    <w:rsid w:val="00A751C8"/>
    <w:rsid w:val="00A76699"/>
    <w:rsid w:val="00AA4CBB"/>
    <w:rsid w:val="00AA65FA"/>
    <w:rsid w:val="00AA7351"/>
    <w:rsid w:val="00AB6759"/>
    <w:rsid w:val="00AD056F"/>
    <w:rsid w:val="00AD6731"/>
    <w:rsid w:val="00AD7371"/>
    <w:rsid w:val="00AE4F5E"/>
    <w:rsid w:val="00AF0524"/>
    <w:rsid w:val="00AF11FA"/>
    <w:rsid w:val="00B05DC3"/>
    <w:rsid w:val="00B133B5"/>
    <w:rsid w:val="00B15D0D"/>
    <w:rsid w:val="00B17679"/>
    <w:rsid w:val="00B27209"/>
    <w:rsid w:val="00B33E8C"/>
    <w:rsid w:val="00B3452A"/>
    <w:rsid w:val="00B365D2"/>
    <w:rsid w:val="00B545C1"/>
    <w:rsid w:val="00B748DD"/>
    <w:rsid w:val="00B75EE1"/>
    <w:rsid w:val="00B77481"/>
    <w:rsid w:val="00B8518B"/>
    <w:rsid w:val="00BB184D"/>
    <w:rsid w:val="00BC4DC9"/>
    <w:rsid w:val="00BD65A3"/>
    <w:rsid w:val="00BD7E91"/>
    <w:rsid w:val="00C02D0A"/>
    <w:rsid w:val="00C03A6E"/>
    <w:rsid w:val="00C22949"/>
    <w:rsid w:val="00C2627F"/>
    <w:rsid w:val="00C35AE5"/>
    <w:rsid w:val="00C42A1F"/>
    <w:rsid w:val="00C44F6A"/>
    <w:rsid w:val="00C47AE3"/>
    <w:rsid w:val="00C70EC1"/>
    <w:rsid w:val="00C717B5"/>
    <w:rsid w:val="00CB53B1"/>
    <w:rsid w:val="00CC6991"/>
    <w:rsid w:val="00CD1FC4"/>
    <w:rsid w:val="00D21061"/>
    <w:rsid w:val="00D4108E"/>
    <w:rsid w:val="00D6163D"/>
    <w:rsid w:val="00D64F44"/>
    <w:rsid w:val="00D657AD"/>
    <w:rsid w:val="00D76037"/>
    <w:rsid w:val="00D831A3"/>
    <w:rsid w:val="00D85C5B"/>
    <w:rsid w:val="00D9782E"/>
    <w:rsid w:val="00D97928"/>
    <w:rsid w:val="00DA6DCA"/>
    <w:rsid w:val="00DB146E"/>
    <w:rsid w:val="00DB210B"/>
    <w:rsid w:val="00DC60C3"/>
    <w:rsid w:val="00DC75F3"/>
    <w:rsid w:val="00DD46F3"/>
    <w:rsid w:val="00DE56F2"/>
    <w:rsid w:val="00DF116D"/>
    <w:rsid w:val="00DF2F26"/>
    <w:rsid w:val="00E017C5"/>
    <w:rsid w:val="00E25F49"/>
    <w:rsid w:val="00E55F3F"/>
    <w:rsid w:val="00E71231"/>
    <w:rsid w:val="00EB104F"/>
    <w:rsid w:val="00EB2655"/>
    <w:rsid w:val="00EB7951"/>
    <w:rsid w:val="00ED14BD"/>
    <w:rsid w:val="00EF1804"/>
    <w:rsid w:val="00F0344F"/>
    <w:rsid w:val="00F0533E"/>
    <w:rsid w:val="00F1048D"/>
    <w:rsid w:val="00F12C80"/>
    <w:rsid w:val="00F12DEC"/>
    <w:rsid w:val="00F1715C"/>
    <w:rsid w:val="00F310F8"/>
    <w:rsid w:val="00F35939"/>
    <w:rsid w:val="00F45607"/>
    <w:rsid w:val="00F60F94"/>
    <w:rsid w:val="00F659EB"/>
    <w:rsid w:val="00F867BB"/>
    <w:rsid w:val="00F86BA6"/>
    <w:rsid w:val="00F913D3"/>
    <w:rsid w:val="00F969C4"/>
    <w:rsid w:val="00FA32F8"/>
    <w:rsid w:val="00FC6389"/>
    <w:rsid w:val="00FD17C6"/>
    <w:rsid w:val="00FD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F5FF3E3"/>
  <w14:defaultImageDpi w14:val="32767"/>
  <w15:docId w15:val="{262007FD-B390-4F30-823B-33CBDD0FE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1A5057-1AEB-442A-98B7-33EAB91E5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1493</Words>
  <Characters>8812</Characters>
  <Application>Microsoft Office Word</Application>
  <DocSecurity>0</DocSecurity>
  <Lines>73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10285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Sýkorová Elen</cp:lastModifiedBy>
  <cp:revision>65</cp:revision>
  <cp:lastPrinted>2017-11-28T17:18:00Z</cp:lastPrinted>
  <dcterms:created xsi:type="dcterms:W3CDTF">2020-01-20T10:39:00Z</dcterms:created>
  <dcterms:modified xsi:type="dcterms:W3CDTF">2020-10-16T09:40:00Z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