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26BEAB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80C2A">
        <w:rPr>
          <w:rFonts w:asciiTheme="majorHAnsi" w:eastAsia="Times New Roman" w:hAnsiTheme="majorHAnsi" w:cs="Times New Roman"/>
          <w:lang w:eastAsia="cs-CZ"/>
        </w:rPr>
        <w:t>5a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E1FAFD2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7F76CF">
        <w:rPr>
          <w:rFonts w:eastAsia="Times New Roman" w:cs="Times New Roman"/>
          <w:lang w:eastAsia="cs-CZ"/>
        </w:rPr>
        <w:t>„Technická výpomoc – zaměření mapových podkladů</w:t>
      </w:r>
      <w:r w:rsidR="005077D0" w:rsidRPr="007F76CF">
        <w:rPr>
          <w:rFonts w:eastAsia="Times New Roman" w:cs="Times New Roman"/>
          <w:lang w:eastAsia="cs-CZ"/>
        </w:rPr>
        <w:t xml:space="preserve"> vybraných železničních stanic ve Správě tratí Ústí nad Labem a Liberec</w:t>
      </w:r>
      <w:r w:rsidR="00200BD9">
        <w:rPr>
          <w:rFonts w:eastAsia="Times New Roman" w:cs="Times New Roman"/>
          <w:lang w:eastAsia="cs-CZ"/>
        </w:rPr>
        <w:t xml:space="preserve"> I. část</w:t>
      </w:r>
      <w:r w:rsidRPr="007F76CF">
        <w:rPr>
          <w:rFonts w:eastAsia="Times New Roman" w:cs="Times New Roman"/>
          <w:lang w:eastAsia="cs-CZ"/>
        </w:rPr>
        <w:t xml:space="preserve">“, </w:t>
      </w:r>
      <w:r w:rsidR="000D278B" w:rsidRPr="007F76CF">
        <w:rPr>
          <w:rFonts w:eastAsia="Times New Roman" w:cs="Times New Roman"/>
          <w:lang w:eastAsia="cs-CZ"/>
        </w:rPr>
        <w:t>č</w:t>
      </w:r>
      <w:r w:rsidR="000D278B" w:rsidRPr="00B33E8C">
        <w:rPr>
          <w:rFonts w:eastAsia="Times New Roman" w:cs="Times New Roman"/>
          <w:lang w:eastAsia="cs-CZ"/>
        </w:rPr>
        <w:t xml:space="preserve">.j. veřejné zakázky </w:t>
      </w:r>
      <w:r w:rsidR="005077D0" w:rsidRPr="005077D0">
        <w:rPr>
          <w:rFonts w:eastAsia="Times New Roman" w:cs="Times New Roman"/>
          <w:lang w:eastAsia="cs-CZ"/>
        </w:rPr>
        <w:t>4162</w:t>
      </w:r>
      <w:r w:rsidR="00B33E8C" w:rsidRPr="005077D0">
        <w:rPr>
          <w:rFonts w:eastAsia="Times New Roman" w:cs="Times New Roman"/>
          <w:lang w:eastAsia="cs-CZ"/>
        </w:rPr>
        <w:t>/</w:t>
      </w:r>
      <w:r w:rsidR="00B33E8C" w:rsidRPr="00B33E8C">
        <w:rPr>
          <w:rFonts w:eastAsia="Times New Roman" w:cs="Times New Roman"/>
          <w:lang w:eastAsia="cs-CZ"/>
        </w:rPr>
        <w:t>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951B11C" w14:textId="77777777" w:rsidR="005077D0" w:rsidRPr="00200BD9" w:rsidRDefault="004E1498" w:rsidP="005077D0">
      <w:pPr>
        <w:pStyle w:val="Nadpis2"/>
      </w:pPr>
      <w:r w:rsidRPr="00200BD9">
        <w:t xml:space="preserve">Předmětem díla je </w:t>
      </w:r>
      <w:r w:rsidR="005077D0" w:rsidRPr="00200BD9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373913" w:rsidRDefault="004E1498" w:rsidP="00592757">
      <w:pPr>
        <w:pStyle w:val="Nadpis2"/>
        <w:jc w:val="left"/>
      </w:pPr>
      <w:r w:rsidRPr="00373913">
        <w:t>Předmět díla je blíže specifikován v přílo</w:t>
      </w:r>
      <w:r w:rsidR="00CB53B1" w:rsidRPr="00373913">
        <w:t>ze</w:t>
      </w:r>
      <w:r w:rsidRPr="00373913">
        <w:t xml:space="preserve"> </w:t>
      </w:r>
      <w:r w:rsidR="00C2627F" w:rsidRPr="00373913">
        <w:t xml:space="preserve">č. 1 </w:t>
      </w:r>
      <w:r w:rsidR="006566F7" w:rsidRPr="00373913">
        <w:t>S</w:t>
      </w:r>
      <w:r w:rsidR="00C2627F" w:rsidRPr="00373913">
        <w:t>mlo</w:t>
      </w:r>
      <w:r w:rsidRPr="00373913">
        <w:t>uvy.</w:t>
      </w:r>
    </w:p>
    <w:p w14:paraId="620E778C" w14:textId="02A4CC86" w:rsidR="004E1498" w:rsidRDefault="004E1498" w:rsidP="00275474">
      <w:pPr>
        <w:pStyle w:val="Nadpis2"/>
        <w:jc w:val="left"/>
      </w:pPr>
      <w:r w:rsidRPr="00373913">
        <w:t>Jakost ani provedení Předmětu díla není určeno vzorkem ani předlohou.</w:t>
      </w:r>
    </w:p>
    <w:p w14:paraId="0746D373" w14:textId="77777777" w:rsidR="005077D0" w:rsidRPr="005077D0" w:rsidRDefault="005077D0" w:rsidP="005077D0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0BCA7F45" w14:textId="77777777" w:rsidR="00610871" w:rsidRPr="001B5647" w:rsidRDefault="00610871" w:rsidP="00610871">
      <w:pPr>
        <w:pStyle w:val="Nadpis2"/>
      </w:pPr>
      <w:r w:rsidRPr="001B5647">
        <w:t>Fakturace bude provedena následovně:</w:t>
      </w:r>
    </w:p>
    <w:p w14:paraId="728133C2" w14:textId="77777777" w:rsidR="00610871" w:rsidRPr="001B5647" w:rsidRDefault="00610871" w:rsidP="00610871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61AB946F" w14:textId="77777777" w:rsidR="00610871" w:rsidRPr="001B5A54" w:rsidRDefault="00610871" w:rsidP="00610871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200BD9" w:rsidRDefault="004E1498" w:rsidP="00592757">
      <w:pPr>
        <w:pStyle w:val="Nadpis1"/>
        <w:rPr>
          <w:rFonts w:eastAsia="Times New Roman"/>
          <w:lang w:eastAsia="cs-CZ"/>
        </w:rPr>
      </w:pPr>
      <w:r w:rsidRPr="00200BD9">
        <w:rPr>
          <w:rFonts w:eastAsia="Times New Roman"/>
          <w:lang w:eastAsia="cs-CZ"/>
        </w:rPr>
        <w:t>Místo a doba plnění</w:t>
      </w:r>
    </w:p>
    <w:p w14:paraId="4DCCF507" w14:textId="55CAE68B" w:rsidR="004E1498" w:rsidRPr="009408ED" w:rsidRDefault="004E1498" w:rsidP="00387C8F">
      <w:pPr>
        <w:pStyle w:val="Nadpis2"/>
      </w:pPr>
      <w:r w:rsidRPr="004E1498">
        <w:t xml:space="preserve">Místem </w:t>
      </w:r>
      <w:r w:rsidR="00387C8F">
        <w:t xml:space="preserve">plnění je žst. ve Správě tratí Ústí nad Labem: žst. </w:t>
      </w:r>
      <w:r w:rsidR="00387C8F" w:rsidRPr="00387C8F">
        <w:t>Ústí nad Labem západ</w:t>
      </w:r>
    </w:p>
    <w:p w14:paraId="773EB070" w14:textId="5E817C6E" w:rsidR="00CB53B1" w:rsidRPr="00610871" w:rsidRDefault="00CB53B1" w:rsidP="00CB53B1">
      <w:pPr>
        <w:pStyle w:val="Nadpis2"/>
        <w:jc w:val="left"/>
      </w:pPr>
      <w:r w:rsidRPr="00275474">
        <w:t xml:space="preserve">Smlouva se uzavírá na dobu </w:t>
      </w:r>
      <w:r w:rsidR="00C717B5" w:rsidRPr="00610871">
        <w:t xml:space="preserve">určitou do </w:t>
      </w:r>
      <w:r w:rsidR="00200BD9" w:rsidRPr="00610871">
        <w:rPr>
          <w:b/>
        </w:rPr>
        <w:t>31</w:t>
      </w:r>
      <w:r w:rsidR="00C717B5" w:rsidRPr="00610871">
        <w:rPr>
          <w:b/>
        </w:rPr>
        <w:t>.</w:t>
      </w:r>
      <w:r w:rsidR="00200BD9" w:rsidRPr="00610871">
        <w:rPr>
          <w:b/>
        </w:rPr>
        <w:t xml:space="preserve"> 5</w:t>
      </w:r>
      <w:r w:rsidR="00C717B5" w:rsidRPr="00610871">
        <w:rPr>
          <w:b/>
        </w:rPr>
        <w:t>.</w:t>
      </w:r>
      <w:r w:rsidR="00200BD9" w:rsidRPr="00610871">
        <w:rPr>
          <w:b/>
        </w:rPr>
        <w:t xml:space="preserve"> 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5D8B0C0E" w14:textId="77777777" w:rsidR="00610871" w:rsidRDefault="00610871" w:rsidP="00610871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3A5A62EE" w14:textId="77777777" w:rsidR="00610871" w:rsidRPr="00DB3200" w:rsidRDefault="00610871" w:rsidP="00610871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3892293E" w14:textId="77777777" w:rsidR="00610871" w:rsidRPr="008229C4" w:rsidRDefault="00610871" w:rsidP="00610871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374301DE" w:rsidR="00613238" w:rsidRDefault="00F406DF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 w:rsidR="00613238" w:rsidRPr="00F406DF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20AB7CC4" w14:textId="77650304" w:rsidR="00F406DF" w:rsidRDefault="00F406DF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3CC101A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087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08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ACE2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538E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3FD578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08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08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4D8E9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16AB2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0C2A"/>
    <w:rsid w:val="00184743"/>
    <w:rsid w:val="00193A76"/>
    <w:rsid w:val="001A6752"/>
    <w:rsid w:val="001C0FC2"/>
    <w:rsid w:val="001C298C"/>
    <w:rsid w:val="001D3AFC"/>
    <w:rsid w:val="001D68A6"/>
    <w:rsid w:val="00200BD9"/>
    <w:rsid w:val="00207DF5"/>
    <w:rsid w:val="00216193"/>
    <w:rsid w:val="002313EA"/>
    <w:rsid w:val="0025341D"/>
    <w:rsid w:val="00271874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0F86"/>
    <w:rsid w:val="00341DCF"/>
    <w:rsid w:val="00351D02"/>
    <w:rsid w:val="003538BD"/>
    <w:rsid w:val="00357BC6"/>
    <w:rsid w:val="00373913"/>
    <w:rsid w:val="0038088E"/>
    <w:rsid w:val="00387C8F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077D0"/>
    <w:rsid w:val="00511AB9"/>
    <w:rsid w:val="00522467"/>
    <w:rsid w:val="00523EA7"/>
    <w:rsid w:val="00527421"/>
    <w:rsid w:val="00532358"/>
    <w:rsid w:val="00537B7A"/>
    <w:rsid w:val="00537B95"/>
    <w:rsid w:val="005413EC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0871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7F76CF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8ED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630B3"/>
    <w:rsid w:val="00B748DD"/>
    <w:rsid w:val="00B75EE1"/>
    <w:rsid w:val="00B77481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25F49"/>
    <w:rsid w:val="00E55F3F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06DF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B7872B-1E58-4973-8087-9AEDF8E4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1493</Words>
  <Characters>8814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59</cp:revision>
  <cp:lastPrinted>2017-11-28T17:18:00Z</cp:lastPrinted>
  <dcterms:created xsi:type="dcterms:W3CDTF">2020-01-20T10:39:00Z</dcterms:created>
  <dcterms:modified xsi:type="dcterms:W3CDTF">2020-10-17T15:36:00Z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