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26BEAB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80C2A">
        <w:rPr>
          <w:rFonts w:asciiTheme="majorHAnsi" w:eastAsia="Times New Roman" w:hAnsiTheme="majorHAnsi" w:cs="Times New Roman"/>
          <w:lang w:eastAsia="cs-CZ"/>
        </w:rPr>
        <w:t>5a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0AC567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7F36F4">
        <w:rPr>
          <w:rFonts w:eastAsia="Times New Roman" w:cs="Times New Roman"/>
          <w:lang w:eastAsia="cs-CZ"/>
        </w:rPr>
        <w:t>„Technická výpomoc – zaměření mapových podkladů</w:t>
      </w:r>
      <w:r w:rsidR="00E66B95" w:rsidRPr="007F36F4">
        <w:rPr>
          <w:rFonts w:eastAsia="Times New Roman" w:cs="Times New Roman"/>
          <w:lang w:eastAsia="cs-CZ"/>
        </w:rPr>
        <w:t xml:space="preserve"> vybraných železničních stanic ve Správě tratí Brno a Jihlava</w:t>
      </w:r>
      <w:r w:rsidR="007F36F4" w:rsidRPr="007F36F4">
        <w:rPr>
          <w:rFonts w:eastAsia="Times New Roman" w:cs="Times New Roman"/>
          <w:lang w:eastAsia="cs-CZ"/>
        </w:rPr>
        <w:t xml:space="preserve"> I. část</w:t>
      </w:r>
      <w:r w:rsidR="00F715FD">
        <w:rPr>
          <w:rFonts w:eastAsia="Times New Roman" w:cs="Times New Roman"/>
          <w:lang w:eastAsia="cs-CZ"/>
        </w:rPr>
        <w:t>“</w:t>
      </w:r>
      <w:r w:rsidRPr="007F36F4">
        <w:rPr>
          <w:rFonts w:eastAsia="Times New Roman" w:cs="Times New Roman"/>
          <w:lang w:eastAsia="cs-CZ"/>
        </w:rPr>
        <w:t xml:space="preserve">, </w:t>
      </w:r>
      <w:r w:rsidR="000D278B" w:rsidRPr="007F36F4">
        <w:rPr>
          <w:rFonts w:eastAsia="Times New Roman" w:cs="Times New Roman"/>
          <w:lang w:eastAsia="cs-CZ"/>
        </w:rPr>
        <w:t>č.j.</w:t>
      </w:r>
      <w:r w:rsidR="000D278B" w:rsidRPr="00B33E8C">
        <w:rPr>
          <w:rFonts w:eastAsia="Times New Roman" w:cs="Times New Roman"/>
          <w:lang w:eastAsia="cs-CZ"/>
        </w:rPr>
        <w:t xml:space="preserve"> veřejné zakázky </w:t>
      </w:r>
      <w:r w:rsidR="00062A94" w:rsidRPr="00062A94">
        <w:rPr>
          <w:rFonts w:eastAsia="Times New Roman" w:cs="Times New Roman"/>
          <w:lang w:eastAsia="cs-CZ"/>
        </w:rPr>
        <w:t>4134</w:t>
      </w:r>
      <w:r w:rsidR="00B33E8C" w:rsidRPr="00B33E8C">
        <w:rPr>
          <w:rFonts w:eastAsia="Times New Roman" w:cs="Times New Roman"/>
          <w:lang w:eastAsia="cs-CZ"/>
        </w:rPr>
        <w:t>/2020-SŽ-SŽG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0ACFBA1D" w:rsidR="006963FC" w:rsidRPr="000C65E3" w:rsidRDefault="004E1498" w:rsidP="00196222">
      <w:pPr>
        <w:pStyle w:val="Nadpis2"/>
      </w:pPr>
      <w:r w:rsidRPr="000C65E3">
        <w:t xml:space="preserve">Předmětem díla je </w:t>
      </w:r>
      <w:r w:rsidR="00196222" w:rsidRPr="000C65E3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0C65E3" w:rsidRDefault="004E1498" w:rsidP="00592757">
      <w:pPr>
        <w:pStyle w:val="Nadpis2"/>
        <w:jc w:val="left"/>
      </w:pPr>
      <w:r w:rsidRPr="000C65E3">
        <w:t>Předmět díla je blíže specifikován v přílo</w:t>
      </w:r>
      <w:r w:rsidR="00CB53B1" w:rsidRPr="000C65E3">
        <w:t>ze</w:t>
      </w:r>
      <w:r w:rsidRPr="000C65E3">
        <w:t xml:space="preserve"> </w:t>
      </w:r>
      <w:r w:rsidR="00C2627F" w:rsidRPr="000C65E3">
        <w:t xml:space="preserve">č. 1 </w:t>
      </w:r>
      <w:r w:rsidR="006566F7" w:rsidRPr="000C65E3">
        <w:t>S</w:t>
      </w:r>
      <w:r w:rsidR="00C2627F" w:rsidRPr="000C65E3">
        <w:t>mlo</w:t>
      </w:r>
      <w:r w:rsidRPr="000C65E3">
        <w:t>uvy.</w:t>
      </w:r>
    </w:p>
    <w:p w14:paraId="620E778C" w14:textId="66BDDB6C" w:rsidR="004E1498" w:rsidRDefault="004E1498" w:rsidP="00275474">
      <w:pPr>
        <w:pStyle w:val="Nadpis2"/>
        <w:jc w:val="left"/>
      </w:pPr>
      <w:r w:rsidRPr="000C65E3">
        <w:t>Jakost ani provedení Předmětu díla není určeno vzorkem ani předlohou</w:t>
      </w:r>
      <w:r w:rsidRPr="00373913">
        <w:t>.</w:t>
      </w:r>
    </w:p>
    <w:p w14:paraId="1C97AEB4" w14:textId="77777777" w:rsidR="00AC2AC2" w:rsidRPr="00AC2AC2" w:rsidRDefault="00AC2AC2" w:rsidP="00AC2AC2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  <w:bookmarkStart w:id="0" w:name="_GoBack"/>
      <w:bookmarkEnd w:id="0"/>
    </w:p>
    <w:p w14:paraId="75229F66" w14:textId="3E207253" w:rsidR="00DB3200" w:rsidRPr="001B5647" w:rsidRDefault="00DB3200" w:rsidP="00624943">
      <w:pPr>
        <w:pStyle w:val="Nadpis2"/>
      </w:pPr>
      <w:r w:rsidRPr="001B5647">
        <w:t>Fakturace bude provedena následovně:</w:t>
      </w:r>
    </w:p>
    <w:p w14:paraId="4C4A0E6E" w14:textId="77777777" w:rsidR="00DB3200" w:rsidRPr="001B5647" w:rsidRDefault="00DB3200" w:rsidP="00DB3200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50186DE6" w14:textId="77777777" w:rsidR="00DB3200" w:rsidRPr="001B5A54" w:rsidRDefault="00DB3200" w:rsidP="00DB3200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1C9BD298" w:rsidR="004E1498" w:rsidRPr="009408ED" w:rsidRDefault="0045249C" w:rsidP="0045249C">
      <w:pPr>
        <w:pStyle w:val="Nadpis2"/>
      </w:pPr>
      <w:r w:rsidRPr="0045249C">
        <w:t>Místem plnění jsou žst. ve Správě tratí</w:t>
      </w:r>
      <w:r>
        <w:t xml:space="preserve"> Brno: </w:t>
      </w:r>
      <w:r w:rsidRPr="0045249C">
        <w:t>Brno – Horní Heršpice, Brno – Dolní nádraží, Znojmo</w:t>
      </w:r>
    </w:p>
    <w:p w14:paraId="773EB070" w14:textId="5F5AAB99" w:rsidR="00CB53B1" w:rsidRPr="00426C1C" w:rsidRDefault="00CB53B1" w:rsidP="00CB53B1">
      <w:pPr>
        <w:pStyle w:val="Nadpis2"/>
        <w:jc w:val="left"/>
      </w:pPr>
      <w:r w:rsidRPr="00426C1C">
        <w:t xml:space="preserve">Smlouva se uzavírá na dobu </w:t>
      </w:r>
      <w:r w:rsidR="00C717B5" w:rsidRPr="00426C1C">
        <w:t xml:space="preserve">určitou do </w:t>
      </w:r>
      <w:r w:rsidR="00F6378E" w:rsidRPr="00426C1C">
        <w:rPr>
          <w:b/>
        </w:rPr>
        <w:t>31</w:t>
      </w:r>
      <w:r w:rsidR="00C717B5" w:rsidRPr="00426C1C">
        <w:rPr>
          <w:b/>
        </w:rPr>
        <w:t>.</w:t>
      </w:r>
      <w:r w:rsidR="00431B9B" w:rsidRPr="00426C1C">
        <w:rPr>
          <w:b/>
        </w:rPr>
        <w:t xml:space="preserve"> 5</w:t>
      </w:r>
      <w:r w:rsidR="00C717B5" w:rsidRPr="00426C1C">
        <w:rPr>
          <w:b/>
        </w:rPr>
        <w:t>.</w:t>
      </w:r>
      <w:r w:rsidR="00431B9B" w:rsidRPr="00426C1C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624D8729" w14:textId="6568C6FD" w:rsidR="005740C3" w:rsidRDefault="008229C4" w:rsidP="00F0344F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7546FE">
        <w:t>Elektronická verze</w:t>
      </w:r>
      <w:r w:rsidR="00DB3200">
        <w:t xml:space="preserve"> I. etapy nejpozději do </w:t>
      </w:r>
      <w:r w:rsidR="00D40A55" w:rsidRPr="00F6378E">
        <w:rPr>
          <w:b/>
        </w:rPr>
        <w:t>1</w:t>
      </w:r>
      <w:r w:rsidR="00DB3200">
        <w:rPr>
          <w:b/>
        </w:rPr>
        <w:t>5</w:t>
      </w:r>
      <w:r w:rsidR="00F0344F" w:rsidRPr="00F6378E">
        <w:rPr>
          <w:b/>
        </w:rPr>
        <w:t>.</w:t>
      </w:r>
      <w:r w:rsidR="00DB3200">
        <w:rPr>
          <w:b/>
        </w:rPr>
        <w:t xml:space="preserve"> 12</w:t>
      </w:r>
      <w:r w:rsidR="00F0344F" w:rsidRPr="00F6378E">
        <w:rPr>
          <w:b/>
        </w:rPr>
        <w:t>.</w:t>
      </w:r>
      <w:r w:rsidR="00DB3200">
        <w:rPr>
          <w:b/>
        </w:rPr>
        <w:t xml:space="preserve"> 2020</w:t>
      </w:r>
    </w:p>
    <w:p w14:paraId="7FA6D1E4" w14:textId="177E09C5" w:rsidR="00DB3200" w:rsidRPr="00DB3200" w:rsidRDefault="00DB3200" w:rsidP="00DB3200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7546FE">
        <w:t>Elektronická verze</w:t>
      </w:r>
      <w:r>
        <w:t xml:space="preserve"> I</w:t>
      </w:r>
      <w:r>
        <w:t>I</w:t>
      </w:r>
      <w:r>
        <w:t>. etapy nejpozději do</w:t>
      </w:r>
      <w:r>
        <w:t xml:space="preserve"> </w:t>
      </w:r>
      <w:r w:rsidRPr="00DB3200">
        <w:rPr>
          <w:b/>
        </w:rPr>
        <w:t>31. 3. 2021</w:t>
      </w:r>
    </w:p>
    <w:p w14:paraId="102D0C1C" w14:textId="1B01FD42" w:rsidR="008229C4" w:rsidRPr="008229C4" w:rsidRDefault="008229C4" w:rsidP="008229C4">
      <w:pPr>
        <w:rPr>
          <w:lang w:eastAsia="cs-CZ"/>
        </w:rPr>
      </w:pP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  <w:t>Kompletní dokumentace nejpozději do</w:t>
      </w:r>
      <w:r w:rsidR="00DB3200">
        <w:rPr>
          <w:lang w:eastAsia="cs-CZ"/>
        </w:rPr>
        <w:t xml:space="preserve"> </w:t>
      </w:r>
      <w:r w:rsidR="00D40A55" w:rsidRPr="00F6378E">
        <w:rPr>
          <w:b/>
          <w:lang w:eastAsia="cs-CZ"/>
        </w:rPr>
        <w:t>30</w:t>
      </w:r>
      <w:r w:rsidR="00F0344F" w:rsidRPr="00F6378E">
        <w:rPr>
          <w:b/>
          <w:lang w:eastAsia="cs-CZ"/>
        </w:rPr>
        <w:t>.</w:t>
      </w:r>
      <w:r w:rsidR="00D40A55" w:rsidRPr="00F6378E">
        <w:rPr>
          <w:b/>
          <w:lang w:eastAsia="cs-CZ"/>
        </w:rPr>
        <w:t xml:space="preserve"> 4</w:t>
      </w:r>
      <w:r w:rsidR="00F0344F" w:rsidRPr="00F6378E">
        <w:rPr>
          <w:b/>
          <w:lang w:eastAsia="cs-CZ"/>
        </w:rPr>
        <w:t>.</w:t>
      </w:r>
      <w:r w:rsidR="00D40A55" w:rsidRPr="00F6378E">
        <w:rPr>
          <w:b/>
          <w:lang w:eastAsia="cs-CZ"/>
        </w:rPr>
        <w:t xml:space="preserve">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4DBFF7DB" w:rsidR="00613238" w:rsidRDefault="00F32EFD" w:rsidP="00613238">
      <w:pPr>
        <w:spacing w:after="0" w:line="276" w:lineRule="auto"/>
        <w:rPr>
          <w:rFonts w:asciiTheme="majorHAnsi" w:hAnsiTheme="majorHAnsi"/>
          <w:noProof/>
        </w:rPr>
      </w:pPr>
      <w:r w:rsidRPr="00F32EFD">
        <w:rPr>
          <w:noProof/>
        </w:rPr>
        <w:t>Ing. Ondřej červenka</w:t>
      </w:r>
      <w:r w:rsidR="00613238" w:rsidRPr="00F32EFD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89468CB" w14:textId="427189BA" w:rsidR="00F32EFD" w:rsidRDefault="00F32EFD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6F09EC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494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494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1143E3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331A8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D8E41E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49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494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8100AC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EDE387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2A94"/>
    <w:rsid w:val="000645D6"/>
    <w:rsid w:val="00072C1E"/>
    <w:rsid w:val="00073A69"/>
    <w:rsid w:val="000814B9"/>
    <w:rsid w:val="000853E9"/>
    <w:rsid w:val="000A13BC"/>
    <w:rsid w:val="000A3F85"/>
    <w:rsid w:val="000B324A"/>
    <w:rsid w:val="000C65E3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0C2A"/>
    <w:rsid w:val="00184743"/>
    <w:rsid w:val="00193A76"/>
    <w:rsid w:val="00196222"/>
    <w:rsid w:val="001A6752"/>
    <w:rsid w:val="001B5647"/>
    <w:rsid w:val="001C0FC2"/>
    <w:rsid w:val="001C298C"/>
    <w:rsid w:val="001D3AFC"/>
    <w:rsid w:val="001D68A6"/>
    <w:rsid w:val="00207DF5"/>
    <w:rsid w:val="00216193"/>
    <w:rsid w:val="002313EA"/>
    <w:rsid w:val="0025341D"/>
    <w:rsid w:val="00271874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F20D8"/>
    <w:rsid w:val="00401303"/>
    <w:rsid w:val="0042314E"/>
    <w:rsid w:val="00426C1C"/>
    <w:rsid w:val="00431925"/>
    <w:rsid w:val="00431B9B"/>
    <w:rsid w:val="00441430"/>
    <w:rsid w:val="004429CF"/>
    <w:rsid w:val="00450F07"/>
    <w:rsid w:val="0045249C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7B7A"/>
    <w:rsid w:val="00537B95"/>
    <w:rsid w:val="005413EC"/>
    <w:rsid w:val="00553375"/>
    <w:rsid w:val="005736B7"/>
    <w:rsid w:val="005740C3"/>
    <w:rsid w:val="00575E5A"/>
    <w:rsid w:val="00592757"/>
    <w:rsid w:val="00597E84"/>
    <w:rsid w:val="005A4770"/>
    <w:rsid w:val="005A59A9"/>
    <w:rsid w:val="005B76DD"/>
    <w:rsid w:val="005D5624"/>
    <w:rsid w:val="005F1404"/>
    <w:rsid w:val="0060520C"/>
    <w:rsid w:val="0061068E"/>
    <w:rsid w:val="00613238"/>
    <w:rsid w:val="00624943"/>
    <w:rsid w:val="006566F7"/>
    <w:rsid w:val="00660AD3"/>
    <w:rsid w:val="00677B7F"/>
    <w:rsid w:val="006963FC"/>
    <w:rsid w:val="006A5570"/>
    <w:rsid w:val="006A689C"/>
    <w:rsid w:val="006B0BBB"/>
    <w:rsid w:val="006B3D79"/>
    <w:rsid w:val="006B3DE3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36F4"/>
    <w:rsid w:val="007F56A7"/>
    <w:rsid w:val="00807DD0"/>
    <w:rsid w:val="00810E9B"/>
    <w:rsid w:val="00816B59"/>
    <w:rsid w:val="00820250"/>
    <w:rsid w:val="008229C4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8ED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C2AC2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21061"/>
    <w:rsid w:val="00D40A55"/>
    <w:rsid w:val="00D4108E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B3200"/>
    <w:rsid w:val="00DC60C3"/>
    <w:rsid w:val="00DC75F3"/>
    <w:rsid w:val="00DD46F3"/>
    <w:rsid w:val="00DE56F2"/>
    <w:rsid w:val="00DF116D"/>
    <w:rsid w:val="00E017C5"/>
    <w:rsid w:val="00E25F49"/>
    <w:rsid w:val="00E55F3F"/>
    <w:rsid w:val="00E66B95"/>
    <w:rsid w:val="00E71231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2EFD"/>
    <w:rsid w:val="00F35939"/>
    <w:rsid w:val="00F45607"/>
    <w:rsid w:val="00F60F94"/>
    <w:rsid w:val="00F6378E"/>
    <w:rsid w:val="00F659EB"/>
    <w:rsid w:val="00F715FD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D9940B-E69E-4A12-8D30-9A80D7EC3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1494</Words>
  <Characters>8821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68</cp:revision>
  <cp:lastPrinted>2017-11-28T17:18:00Z</cp:lastPrinted>
  <dcterms:created xsi:type="dcterms:W3CDTF">2020-01-20T10:39:00Z</dcterms:created>
  <dcterms:modified xsi:type="dcterms:W3CDTF">2020-10-16T07:30:00Z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