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EE6" w:rsidRPr="0073571C" w:rsidRDefault="00B20EE6" w:rsidP="00B20EE6">
      <w:pPr>
        <w:pStyle w:val="Nadpis2"/>
        <w:rPr>
          <w:rStyle w:val="Siln"/>
        </w:rPr>
      </w:pPr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B20EE6" w:rsidRPr="005E4B67" w:rsidRDefault="00B20EE6" w:rsidP="00B20EE6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B20EE6" w:rsidRPr="005E4B67" w:rsidRDefault="00B20EE6" w:rsidP="00B20EE6">
      <w:pPr>
        <w:pStyle w:val="Nadpis5"/>
        <w:spacing w:before="120"/>
      </w:pPr>
      <w:r w:rsidRPr="005E4B67">
        <w:t>Účastník: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  <w:t>…………</w:t>
      </w:r>
    </w:p>
    <w:p w:rsidR="00B20EE6" w:rsidRPr="005E4B67" w:rsidRDefault="00B20EE6" w:rsidP="00B20EE6">
      <w:pPr>
        <w:spacing w:before="240" w:after="0"/>
      </w:pPr>
      <w:r w:rsidRPr="005E4B67">
        <w:t xml:space="preserve">který podává nabídku na sektorovou </w:t>
      </w:r>
      <w:r w:rsidRPr="00082FCB">
        <w:t xml:space="preserve">veřejnou zakázku s názvem </w:t>
      </w:r>
      <w:bookmarkStart w:id="0" w:name="_Toc403053768"/>
      <w:r w:rsidRPr="00082FCB">
        <w:rPr>
          <w:b/>
        </w:rPr>
        <w:t>„</w:t>
      </w:r>
      <w:bookmarkEnd w:id="0"/>
      <w:r w:rsidR="00082FCB" w:rsidRPr="00082FCB">
        <w:rPr>
          <w:rFonts w:cs="Times New Roman"/>
          <w:b/>
          <w:bCs/>
        </w:rPr>
        <w:t xml:space="preserve">Oprava speciálního hnacího vozidla MUV 77 </w:t>
      </w:r>
      <w:proofErr w:type="spellStart"/>
      <w:proofErr w:type="gramStart"/>
      <w:r w:rsidR="00082FCB" w:rsidRPr="00082FCB">
        <w:rPr>
          <w:rFonts w:cs="Times New Roman"/>
          <w:b/>
          <w:bCs/>
        </w:rPr>
        <w:t>v.č</w:t>
      </w:r>
      <w:proofErr w:type="spellEnd"/>
      <w:r w:rsidR="00082FCB" w:rsidRPr="00082FCB">
        <w:rPr>
          <w:rFonts w:cs="Times New Roman"/>
          <w:b/>
          <w:bCs/>
        </w:rPr>
        <w:t>.</w:t>
      </w:r>
      <w:proofErr w:type="gramEnd"/>
      <w:r w:rsidR="00082FCB" w:rsidRPr="00082FCB">
        <w:rPr>
          <w:rFonts w:cs="Times New Roman"/>
          <w:b/>
          <w:bCs/>
        </w:rPr>
        <w:t xml:space="preserve"> 009</w:t>
      </w:r>
      <w:r w:rsidRPr="00082FCB">
        <w:rPr>
          <w:b/>
        </w:rPr>
        <w:t>“</w:t>
      </w:r>
      <w:r w:rsidRPr="00082FCB">
        <w:t xml:space="preserve">, č.j. </w:t>
      </w:r>
      <w:bookmarkStart w:id="1" w:name="_GoBack"/>
      <w:r w:rsidR="004C0555" w:rsidRPr="004C0555">
        <w:t>36406</w:t>
      </w:r>
      <w:r w:rsidRPr="004C0555">
        <w:t>/</w:t>
      </w:r>
      <w:bookmarkEnd w:id="1"/>
      <w:r w:rsidRPr="00082FCB">
        <w:t>20</w:t>
      </w:r>
      <w:r w:rsidR="003B0398" w:rsidRPr="00082FCB">
        <w:t>20</w:t>
      </w:r>
      <w:r w:rsidRPr="00082FCB">
        <w:t xml:space="preserve">-SŽ-OŘ PHA-OVZ tímto </w:t>
      </w:r>
      <w:r w:rsidRPr="005E4B67">
        <w:t>čestně prohlašuje, že je účastníkem, který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>
        <w:tab/>
      </w:r>
      <w:r w:rsidRPr="005E4B67">
        <w:t xml:space="preserve">nebyl v zemi svého sídla v posledních 5 letech před zahájením zadávacího řízení pravomocně odsouzen pro trestný čin uvedený v </w:t>
      </w:r>
      <w:hyperlink r:id="rId11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>
        <w:t>zeným odsouzením se nepřihlíží.</w:t>
      </w:r>
    </w:p>
    <w:p w:rsidR="00B20EE6" w:rsidRPr="005E4B67" w:rsidRDefault="00B20EE6" w:rsidP="00B20EE6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>
        <w:tab/>
      </w:r>
      <w:r w:rsidRPr="005E4B67">
        <w:t xml:space="preserve">nemá v České republice nebo v zemi svého sídla v evidenci daní zachycen splatný daňový nedoplatek,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Pr="005E4B67">
        <w:t xml:space="preserve">nemá v České republice nebo v zemi svého sídla splatný nedoplatek na pojistném nebo na penále na veřejné zdravotní pojištění,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Pr="005E4B67">
        <w:t xml:space="preserve">není v likvidaci, proti němuž nebylo vydáno rozhodnutí o úpadku, vůči němuž byla nařízena nucená správa podle jiného právního předpisu nebo v obdobné situaci podle právního řádu země sídla účastníka. </w:t>
      </w:r>
    </w:p>
    <w:p w:rsidR="00B20EE6" w:rsidRPr="005E4B67" w:rsidRDefault="00B20EE6" w:rsidP="00B20EE6">
      <w:pPr>
        <w:tabs>
          <w:tab w:val="num" w:pos="360"/>
        </w:tabs>
        <w:ind w:left="360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9F392E" w:rsidRPr="00F0533E" w:rsidRDefault="00B20EE6" w:rsidP="00B20EE6">
      <w:r w:rsidRPr="005E4B67">
        <w:t>Jméno a podpis osoby oprávněné jednat jménem či za účastníka</w:t>
      </w:r>
    </w:p>
    <w:sectPr w:rsidR="009F392E" w:rsidRPr="00F0533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508" w:rsidRDefault="00FC6508" w:rsidP="00962258">
      <w:pPr>
        <w:spacing w:after="0" w:line="240" w:lineRule="auto"/>
      </w:pPr>
      <w:r>
        <w:separator/>
      </w:r>
    </w:p>
  </w:endnote>
  <w:end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2EB3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51077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C055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C055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</w:t>
          </w:r>
          <w:r w:rsidR="00C714CE" w:rsidRPr="00C714CE">
            <w:t>spravazeleznic.cz</w:t>
          </w:r>
        </w:p>
      </w:tc>
      <w:tc>
        <w:tcPr>
          <w:tcW w:w="2921" w:type="dxa"/>
        </w:tcPr>
        <w:p w:rsidR="00F1715C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 xml:space="preserve">Oblastní ředitelství Praha 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Partyzánská 24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28F2E408" wp14:editId="0922BD7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57A6F6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4CB04FA" wp14:editId="4B8AAB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DFBCA4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508" w:rsidRDefault="00FC6508" w:rsidP="00962258">
      <w:pPr>
        <w:spacing w:after="0" w:line="240" w:lineRule="auto"/>
      </w:pPr>
      <w:r>
        <w:separator/>
      </w:r>
    </w:p>
  </w:footnote>
  <w:foot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82FCB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B0398"/>
    <w:rsid w:val="00441430"/>
    <w:rsid w:val="00450F07"/>
    <w:rsid w:val="00453CD3"/>
    <w:rsid w:val="00460660"/>
    <w:rsid w:val="00486107"/>
    <w:rsid w:val="00491827"/>
    <w:rsid w:val="004B348C"/>
    <w:rsid w:val="004C0555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073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20EE6"/>
    <w:rsid w:val="00B75EE1"/>
    <w:rsid w:val="00B77481"/>
    <w:rsid w:val="00B8518B"/>
    <w:rsid w:val="00BD7E91"/>
    <w:rsid w:val="00C02D0A"/>
    <w:rsid w:val="00C03A6E"/>
    <w:rsid w:val="00C44F6A"/>
    <w:rsid w:val="00C47AE3"/>
    <w:rsid w:val="00C714CE"/>
    <w:rsid w:val="00CD1FC4"/>
    <w:rsid w:val="00D21061"/>
    <w:rsid w:val="00D4108E"/>
    <w:rsid w:val="00D6163D"/>
    <w:rsid w:val="00D65DEB"/>
    <w:rsid w:val="00D73D46"/>
    <w:rsid w:val="00D831A3"/>
    <w:rsid w:val="00DC3DB3"/>
    <w:rsid w:val="00DC75F3"/>
    <w:rsid w:val="00DD46F3"/>
    <w:rsid w:val="00DE56F2"/>
    <w:rsid w:val="00DF116D"/>
    <w:rsid w:val="00E67EC8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C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517369C"/>
  <w14:defaultImageDpi w14:val="32767"/>
  <w15:docId w15:val="{14F7481C-A7A8-4B34-A454-ED519EDAE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sharepoint/v3"/>
    <ds:schemaRef ds:uri="http://purl.org/dc/elements/1.1/"/>
    <ds:schemaRef ds:uri="http://purl.org/dc/dcmitype/"/>
    <ds:schemaRef ds:uri="http://purl.org/dc/terms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sharepoint/v3/field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62EC6C-109D-4578-89AA-CAAEC6455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0</TotalTime>
  <Pages>1</Pages>
  <Words>234</Words>
  <Characters>1381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Kaplanová Ivana</cp:lastModifiedBy>
  <cp:revision>3</cp:revision>
  <cp:lastPrinted>2017-11-28T17:18:00Z</cp:lastPrinted>
  <dcterms:created xsi:type="dcterms:W3CDTF">2020-10-05T08:47:00Z</dcterms:created>
  <dcterms:modified xsi:type="dcterms:W3CDTF">2020-10-05T12:19:00Z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