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  <w:sz w:val="40"/>
          <w:szCs w:val="40"/>
        </w:rPr>
        <w:alias w:val="Název akce - VYplnit pole - přenese se do zápatí"/>
        <w:tag w:val="Název akce"/>
        <w:id w:val="1889687308"/>
        <w:placeholder>
          <w:docPart w:val="C11DE43AE703447381C52A9E6F4B634D"/>
        </w:placeholder>
        <w:text/>
      </w:sdtPr>
      <w:sdtEndPr>
        <w:rPr>
          <w:rStyle w:val="Standardnpsmoodstavce"/>
          <w:b w:val="0"/>
        </w:rPr>
      </w:sdtEndPr>
      <w:sdtContent>
        <w:p w:rsidR="00CF0EF4" w:rsidRPr="00125A5A" w:rsidRDefault="00417BD7" w:rsidP="00CF0EF4">
          <w:pPr>
            <w:pStyle w:val="Tituldatum"/>
            <w:rPr>
              <w:sz w:val="40"/>
              <w:szCs w:val="40"/>
            </w:rPr>
          </w:pPr>
          <w:r w:rsidRPr="00125A5A">
            <w:rPr>
              <w:rStyle w:val="Nzevakce"/>
              <w:sz w:val="40"/>
              <w:szCs w:val="40"/>
            </w:rPr>
            <w:t xml:space="preserve">„Rekonstrukce nástupišť a zřízení </w:t>
          </w:r>
          <w:r w:rsidR="00125A5A" w:rsidRPr="00125A5A">
            <w:rPr>
              <w:rStyle w:val="Nzevakce"/>
              <w:sz w:val="40"/>
              <w:szCs w:val="40"/>
            </w:rPr>
            <w:t>bezbariérových přístupů v </w:t>
          </w:r>
          <w:proofErr w:type="spellStart"/>
          <w:r w:rsidR="00125A5A" w:rsidRPr="00125A5A">
            <w:rPr>
              <w:rStyle w:val="Nzevakce"/>
              <w:sz w:val="40"/>
              <w:szCs w:val="40"/>
            </w:rPr>
            <w:t>žst</w:t>
          </w:r>
          <w:proofErr w:type="spellEnd"/>
          <w:r w:rsidR="00125A5A" w:rsidRPr="00125A5A">
            <w:rPr>
              <w:rStyle w:val="Nzevakce"/>
              <w:sz w:val="40"/>
              <w:szCs w:val="40"/>
            </w:rPr>
            <w:t xml:space="preserve">. </w:t>
          </w:r>
          <w:r w:rsidR="00452F10">
            <w:rPr>
              <w:rStyle w:val="Nzevakce"/>
              <w:sz w:val="40"/>
              <w:szCs w:val="40"/>
            </w:rPr>
            <w:t>Roudnice n.</w:t>
          </w:r>
          <w:r w:rsidRPr="00125A5A">
            <w:rPr>
              <w:rStyle w:val="Nzevakce"/>
              <w:sz w:val="40"/>
              <w:szCs w:val="40"/>
            </w:rPr>
            <w:t>L.</w:t>
          </w:r>
          <w:r w:rsidR="00125A5A" w:rsidRPr="00125A5A">
            <w:rPr>
              <w:rStyle w:val="Nzevakce"/>
              <w:sz w:val="40"/>
              <w:szCs w:val="40"/>
            </w:rPr>
            <w:t>“</w:t>
          </w:r>
        </w:p>
      </w:sdtContent>
    </w:sdt>
    <w:p w:rsidR="00826B7B" w:rsidRPr="00125A5A" w:rsidRDefault="00826B7B" w:rsidP="006C2343">
      <w:pPr>
        <w:pStyle w:val="Titul2"/>
      </w:pPr>
    </w:p>
    <w:p w:rsidR="000008ED" w:rsidRPr="00125A5A" w:rsidRDefault="000008ED" w:rsidP="006C2343">
      <w:pPr>
        <w:pStyle w:val="Tituldatum"/>
      </w:pPr>
    </w:p>
    <w:p w:rsidR="00C90F19" w:rsidRPr="00125A5A" w:rsidRDefault="00C90F19" w:rsidP="006C2343">
      <w:pPr>
        <w:pStyle w:val="Tituldatum"/>
      </w:pPr>
    </w:p>
    <w:p w:rsidR="00826B7B" w:rsidRDefault="006C2343" w:rsidP="006C2343">
      <w:pPr>
        <w:pStyle w:val="Tituldatum"/>
      </w:pPr>
      <w:r w:rsidRPr="00125A5A">
        <w:t xml:space="preserve">Datum vydání: </w:t>
      </w:r>
      <w:r w:rsidRPr="00125A5A">
        <w:tab/>
      </w:r>
      <w:r w:rsidR="00A616BE" w:rsidRPr="00125A5A">
        <w:t>28</w:t>
      </w:r>
      <w:r w:rsidRPr="00125A5A">
        <w:t xml:space="preserve">. </w:t>
      </w:r>
      <w:r w:rsidR="00A616BE" w:rsidRPr="00125A5A">
        <w:t>2</w:t>
      </w:r>
      <w:r w:rsidRPr="00125A5A">
        <w:t>. 20</w:t>
      </w:r>
      <w:r w:rsidR="00A616BE" w:rsidRPr="00125A5A">
        <w:t>20</w:t>
      </w:r>
      <w:r w:rsidR="000008ED">
        <w:t xml:space="preserve"> </w:t>
      </w:r>
    </w:p>
    <w:p w:rsidR="00125A5A" w:rsidRDefault="00125A5A" w:rsidP="006C2343">
      <w:pPr>
        <w:pStyle w:val="Tituldatum"/>
      </w:pPr>
    </w:p>
    <w:p w:rsidR="00125A5A" w:rsidRPr="006C2343" w:rsidRDefault="00125A5A" w:rsidP="006C2343">
      <w:pPr>
        <w:pStyle w:val="Tituldatum"/>
      </w:pP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CF7BA5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04DB2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CF7BA5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04DB2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CF7BA5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04DB2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CF7BA5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04DB2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CF7BA5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04DB2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CF7BA5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04DB2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CF7BA5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04DB2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CF7BA5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454EBD" w:rsidP="005E07BA">
            <w:pPr>
              <w:pStyle w:val="Zkratky1"/>
            </w:pPr>
            <w:r>
              <w:t xml:space="preserve">SŽ …………… 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454EBD" w:rsidP="00BC06B4">
            <w:pPr>
              <w:pStyle w:val="Zkratky2"/>
            </w:pPr>
            <w:r>
              <w:t>Správa železnic,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předpisu </w:t>
      </w:r>
      <w:r w:rsidRPr="00076BA6">
        <w:t>XDC</w:t>
      </w:r>
      <w:r w:rsidR="00076BA6">
        <w:t>)</w:t>
      </w:r>
    </w:p>
    <w:p w:rsidR="005E07BA" w:rsidRDefault="005E07BA" w:rsidP="005E07BA">
      <w:pPr>
        <w:pStyle w:val="Nadpis2-1"/>
      </w:pPr>
      <w:bookmarkStart w:id="10" w:name="_Toc24020717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24020718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B2" w:rsidRDefault="00404DB2" w:rsidP="00962258">
      <w:pPr>
        <w:spacing w:after="0" w:line="240" w:lineRule="auto"/>
      </w:pPr>
      <w:r>
        <w:separator/>
      </w:r>
    </w:p>
  </w:endnote>
  <w:endnote w:type="continuationSeparator" w:id="0">
    <w:p w:rsidR="00404DB2" w:rsidRDefault="00404D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2F1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2F1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125A5A" w:rsidRDefault="00404DB2" w:rsidP="00125A5A">
          <w:pPr>
            <w:pStyle w:val="Zpatvlevo"/>
            <w:jc w:val="both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52F10" w:rsidRPr="00452F10">
            <w:rPr>
              <w:bCs/>
              <w:noProof/>
            </w:rPr>
            <w:t>„</w:t>
          </w:r>
          <w:r w:rsidR="00452F10">
            <w:rPr>
              <w:noProof/>
            </w:rPr>
            <w:t>Rekonstrukce nástupišť a zřízení bezbariérových přístupů v žst. Roudnice n.L.“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404DB2" w:rsidP="00125A5A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52F10" w:rsidRPr="00452F10">
            <w:rPr>
              <w:b/>
              <w:bCs/>
              <w:noProof/>
            </w:rPr>
            <w:t xml:space="preserve">„Rekonstrukce </w:t>
          </w:r>
          <w:r w:rsidR="00452F10">
            <w:rPr>
              <w:noProof/>
            </w:rPr>
            <w:t>nástupišť a zřízení bezbariérových přístupů v žst. Roudnice n.L.“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2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2F1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  <w:r w:rsidRPr="00A616BE">
      <w:rPr>
        <w:noProof/>
        <w:sz w:val="12"/>
        <w:szCs w:val="12"/>
        <w:lang w:eastAsia="cs-CZ"/>
      </w:rPr>
      <w:drawing>
        <wp:anchor distT="0" distB="0" distL="114300" distR="114300" simplePos="0" relativeHeight="251670528" behindDoc="1" locked="1" layoutInCell="1" allowOverlap="1" wp14:anchorId="45277BE7" wp14:editId="16C935AC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B2" w:rsidRDefault="00404DB2" w:rsidP="00962258">
      <w:pPr>
        <w:spacing w:after="0" w:line="240" w:lineRule="auto"/>
      </w:pPr>
      <w:r>
        <w:separator/>
      </w:r>
    </w:p>
  </w:footnote>
  <w:footnote w:type="continuationSeparator" w:id="0">
    <w:p w:rsidR="00404DB2" w:rsidRDefault="00404D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A5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6BA6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25A5A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4E35"/>
    <w:rsid w:val="003956C6"/>
    <w:rsid w:val="003C33F2"/>
    <w:rsid w:val="003D756E"/>
    <w:rsid w:val="003E420D"/>
    <w:rsid w:val="003E4C13"/>
    <w:rsid w:val="003F191F"/>
    <w:rsid w:val="00404DB2"/>
    <w:rsid w:val="004078F3"/>
    <w:rsid w:val="00417BD7"/>
    <w:rsid w:val="00427794"/>
    <w:rsid w:val="00450F07"/>
    <w:rsid w:val="00452F10"/>
    <w:rsid w:val="00453CD3"/>
    <w:rsid w:val="00454EBD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00F9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C4081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CF7BA5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E46699"/>
  <w14:defaultImageDpi w14:val="32767"/>
  <w15:docId w15:val="{536EB55C-D3F3-4B1C-ABDE-4686C89A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R%20-%20Zhotoven&#237;%20stavby\R_Zhotoven&#237;_stavby_FIDIC_(nadlimitn&#237;)\KSP_R-F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11DE43AE703447381C52A9E6F4B63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3CEA91-6EEC-41A4-A0F3-8D490954380C}"/>
      </w:docPartPr>
      <w:docPartBody>
        <w:p w:rsidR="00173DB4" w:rsidRDefault="00173DB4">
          <w:pPr>
            <w:pStyle w:val="C11DE43AE703447381C52A9E6F4B634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B4"/>
    <w:rsid w:val="00173DB4"/>
    <w:rsid w:val="00174A29"/>
    <w:rsid w:val="0085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11DE43AE703447381C52A9E6F4B634D">
    <w:name w:val="C11DE43AE703447381C52A9E6F4B6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81627-0A5F-476B-A49E-56155D68E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KSP_R-F_VZOR_200228.dotx</Template>
  <TotalTime>19</TotalTime>
  <Pages>6</Pages>
  <Words>1831</Words>
  <Characters>10804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Vozka Pavel, Ing.</dc:creator>
  <cp:lastModifiedBy>Šedová Jana, Ing.</cp:lastModifiedBy>
  <cp:revision>8</cp:revision>
  <cp:lastPrinted>2019-03-13T10:28:00Z</cp:lastPrinted>
  <dcterms:created xsi:type="dcterms:W3CDTF">2020-08-07T05:22:00Z</dcterms:created>
  <dcterms:modified xsi:type="dcterms:W3CDTF">2020-09-16T08:26:00Z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