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EB4DBA">
        <w:rPr>
          <w:b/>
        </w:rPr>
        <w:t>„</w:t>
      </w:r>
      <w:bookmarkEnd w:id="0"/>
      <w:r w:rsidR="00EB4DBA" w:rsidRPr="00EB4DBA">
        <w:rPr>
          <w:b/>
        </w:rPr>
        <w:t>Nákup benzínové vrtačky pražců</w:t>
      </w:r>
      <w:r w:rsidRPr="00EB4DBA">
        <w:rPr>
          <w:b/>
        </w:rPr>
        <w:t>“</w:t>
      </w:r>
      <w:r w:rsidRPr="005E4B67">
        <w:t xml:space="preserve">, </w:t>
      </w:r>
      <w:proofErr w:type="gramStart"/>
      <w:r w:rsidRPr="00B8751A">
        <w:t>č.j.</w:t>
      </w:r>
      <w:proofErr w:type="gramEnd"/>
      <w:r w:rsidRPr="00B8751A">
        <w:t xml:space="preserve"> </w:t>
      </w:r>
      <w:r w:rsidR="00B8751A" w:rsidRPr="00B8751A">
        <w:t xml:space="preserve">34615/2020-SŽ-OŘ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</w:t>
      </w:r>
      <w:bookmarkStart w:id="1" w:name="_GoBack"/>
      <w:bookmarkEnd w:id="1"/>
      <w:r w:rsidRPr="005E4B67">
        <w:t xml:space="preserve">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DC8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50C72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75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75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2A0E1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8F588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8751A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B4DB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34A641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8FF5C0-2FF0-4B04-BCD4-79A26F76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3</cp:revision>
  <cp:lastPrinted>2017-11-28T17:18:00Z</cp:lastPrinted>
  <dcterms:created xsi:type="dcterms:W3CDTF">2020-09-22T08:39:00Z</dcterms:created>
  <dcterms:modified xsi:type="dcterms:W3CDTF">2020-09-22T10:40:00Z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