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CDAB7A1" wp14:editId="0DC36A1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823C13" w:rsidP="0037111D">
            <w:r>
              <w:rPr>
                <w:rFonts w:ascii="Helvetica" w:hAnsi="Helvetica"/>
              </w:rPr>
              <w:t>9857</w:t>
            </w:r>
            <w:bookmarkStart w:id="0" w:name="_GoBack"/>
            <w:bookmarkEnd w:id="0"/>
            <w:r w:rsidR="00C7089B" w:rsidRPr="00C7089B">
              <w:rPr>
                <w:rFonts w:ascii="Helvetica" w:hAnsi="Helvetica"/>
              </w:rPr>
              <w:t>/2020-SŽ-SSV-Ú3</w:t>
            </w:r>
            <w:r w:rsidR="00314A6D"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2D2826" w:rsidP="00CC1E2B">
            <w:r>
              <w:t>1/2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7B2EF4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7B2EF4" w:rsidP="009A7568">
            <w:r>
              <w:t>+420 724 932 387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7B2EF4" w:rsidP="006104F6">
            <w:r>
              <w:t>HolaM@spravazeleznic.cz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16BF1">
              <w:rPr>
                <w:noProof/>
              </w:rPr>
              <w:t>22. září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C0455" w:rsidRPr="00CC0455">
        <w:rPr>
          <w:rFonts w:eastAsia="Calibri" w:cs="Times New Roman"/>
          <w:b/>
          <w:lang w:eastAsia="cs-CZ"/>
        </w:rPr>
        <w:t>ŽST Krnov- zřízení informačního systému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14A6D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2D2826">
        <w:rPr>
          <w:rFonts w:eastAsia="Times New Roman" w:cs="Times New Roman"/>
          <w:lang w:eastAsia="cs-CZ"/>
        </w:rPr>
        <w:t>5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D2826" w:rsidRPr="002D2826" w:rsidRDefault="002D2826" w:rsidP="002D2826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D2826">
        <w:rPr>
          <w:rFonts w:ascii="Verdana" w:eastAsia="Times New Roman" w:hAnsi="Verdana" w:cs="Times New Roman"/>
          <w:lang w:eastAsia="cs-CZ"/>
        </w:rPr>
        <w:t xml:space="preserve">Zadavatel </w:t>
      </w:r>
      <w:r w:rsidRPr="002D2826">
        <w:rPr>
          <w:rFonts w:ascii="Verdana" w:eastAsia="Calibri" w:hAnsi="Verdana" w:cs="Times New Roman"/>
          <w:lang w:eastAsia="cs-CZ"/>
        </w:rPr>
        <w:t>tímto podává vysvětlení/ změnu/ doplnění zadávací dokumentace k výše uvedené veřejné zakázce</w:t>
      </w:r>
      <w:r w:rsidRPr="002D2826">
        <w:rPr>
          <w:rFonts w:ascii="Verdana" w:eastAsia="Times New Roman" w:hAnsi="Verdana" w:cs="Times New Roman"/>
          <w:lang w:eastAsia="cs-CZ"/>
        </w:rPr>
        <w:t xml:space="preserve"> </w:t>
      </w:r>
      <w:r w:rsidR="00E67900">
        <w:rPr>
          <w:rFonts w:ascii="Verdana" w:eastAsia="Calibri" w:hAnsi="Verdana" w:cs="Times New Roman"/>
          <w:lang w:eastAsia="cs-CZ"/>
        </w:rPr>
        <w:t>bez předchozí žádosti:</w:t>
      </w:r>
    </w:p>
    <w:p w:rsidR="002D2826" w:rsidRPr="002D2826" w:rsidRDefault="002D2826" w:rsidP="002D2826">
      <w:pPr>
        <w:spacing w:after="0" w:line="240" w:lineRule="auto"/>
        <w:jc w:val="both"/>
        <w:rPr>
          <w:rFonts w:ascii="Verdana" w:eastAsia="Times New Roman" w:hAnsi="Verdana" w:cs="Times New Roman"/>
          <w:color w:val="FF0000"/>
          <w:lang w:eastAsia="cs-CZ"/>
        </w:rPr>
      </w:pPr>
    </w:p>
    <w:p w:rsidR="002D2826" w:rsidRDefault="002D2826" w:rsidP="002D2826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2D2826">
        <w:rPr>
          <w:rFonts w:ascii="Verdana" w:eastAsia="Calibri" w:hAnsi="Verdana" w:cs="Times New Roman"/>
          <w:sz w:val="20"/>
          <w:szCs w:val="20"/>
        </w:rPr>
        <w:t>Ve VV PS02 došlo ke změně – snížení množství u položek 77 a 78.</w:t>
      </w:r>
      <w:r w:rsidR="00E67900">
        <w:rPr>
          <w:rFonts w:ascii="Verdana" w:eastAsia="Calibri" w:hAnsi="Verdana" w:cs="Times New Roman"/>
          <w:sz w:val="20"/>
          <w:szCs w:val="20"/>
        </w:rPr>
        <w:t xml:space="preserve"> Opravené soubory jsou součástí příloh.</w:t>
      </w:r>
    </w:p>
    <w:p w:rsidR="002D2826" w:rsidRDefault="002D2826" w:rsidP="002D2826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:rsidR="00E67900" w:rsidRDefault="00E67900" w:rsidP="002D2826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:rsidR="00E67900" w:rsidRDefault="00E67900" w:rsidP="002D2826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:rsidR="002725E6" w:rsidRPr="002725E6" w:rsidRDefault="002D2826" w:rsidP="002D282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D2826">
        <w:rPr>
          <w:rFonts w:ascii="Verdana" w:eastAsia="Times New Roman" w:hAnsi="Verdana" w:cs="Times New Roman"/>
          <w:lang w:eastAsia="cs-CZ"/>
        </w:rPr>
        <w:t>Povaha shora uvedených vysvětlení/ změn/ doplnění zadávací dokumentace nevyžaduje prodloužení lhůty pro podání nabídek.</w:t>
      </w:r>
    </w:p>
    <w:p w:rsidR="002725E6" w:rsidRPr="002725E6" w:rsidRDefault="002725E6" w:rsidP="002725E6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DA4B8E" w:rsidRDefault="00DA4B8E" w:rsidP="002725E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2725E6" w:rsidRPr="002725E6" w:rsidRDefault="002725E6" w:rsidP="002725E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725E6">
        <w:rPr>
          <w:rFonts w:eastAsia="Times New Roman" w:cs="Times New Roman"/>
          <w:lang w:eastAsia="cs-CZ"/>
        </w:rPr>
        <w:t xml:space="preserve">Vysvětlení/ změnu/ doplnění zadávací dokumentace, včetně příloh, zadavatel uveřejní stejným způsobem, jakým uveřejnil výzvu k podání nabídek, tedy na profilu zadavatele: </w:t>
      </w:r>
      <w:hyperlink r:id="rId12" w:history="1">
        <w:r w:rsidRPr="002725E6">
          <w:rPr>
            <w:rStyle w:val="Hypertextovodkaz"/>
            <w:rFonts w:eastAsia="Times New Roman" w:cs="Times New Roman"/>
            <w:lang w:eastAsia="cs-CZ"/>
          </w:rPr>
          <w:t>https://zakazky.spravazeleznic.cz/</w:t>
        </w:r>
      </w:hyperlink>
      <w:r w:rsidRPr="002725E6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2725E6" w:rsidRDefault="002725E6" w:rsidP="002725E6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:rsidR="00DA4B8E" w:rsidRDefault="00DA4B8E" w:rsidP="002725E6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:rsidR="00DA4B8E" w:rsidRPr="002725E6" w:rsidRDefault="00DA4B8E" w:rsidP="002725E6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:rsidR="002725E6" w:rsidRDefault="002725E6" w:rsidP="002725E6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:rsidR="00314A6D" w:rsidRDefault="002725E6" w:rsidP="002725E6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A4B8E">
        <w:rPr>
          <w:rFonts w:eastAsia="Times New Roman" w:cs="Times New Roman"/>
          <w:b/>
          <w:bCs/>
          <w:lang w:eastAsia="cs-CZ"/>
        </w:rPr>
        <w:t xml:space="preserve">Příloha: </w:t>
      </w:r>
    </w:p>
    <w:p w:rsidR="002725E6" w:rsidRPr="002D2826" w:rsidRDefault="002D2826" w:rsidP="002725E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2D2826">
        <w:rPr>
          <w:rFonts w:eastAsia="Times New Roman" w:cs="Times New Roman"/>
          <w:bCs/>
          <w:lang w:eastAsia="cs-CZ"/>
        </w:rPr>
        <w:t xml:space="preserve">DSP_Krnov_PS02-DDTS_uzavrena </w:t>
      </w:r>
      <w:proofErr w:type="spellStart"/>
      <w:r w:rsidRPr="002D2826">
        <w:rPr>
          <w:rFonts w:eastAsia="Times New Roman" w:cs="Times New Roman"/>
          <w:bCs/>
          <w:lang w:eastAsia="cs-CZ"/>
        </w:rPr>
        <w:t>rev</w:t>
      </w:r>
      <w:proofErr w:type="spellEnd"/>
      <w:r w:rsidRPr="002D2826">
        <w:rPr>
          <w:rFonts w:eastAsia="Times New Roman" w:cs="Times New Roman"/>
          <w:bCs/>
          <w:lang w:eastAsia="cs-CZ"/>
        </w:rPr>
        <w:t xml:space="preserve"> 1</w:t>
      </w:r>
    </w:p>
    <w:p w:rsidR="002D2826" w:rsidRPr="002D2826" w:rsidRDefault="002D2826" w:rsidP="002725E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2D2826">
        <w:rPr>
          <w:rFonts w:eastAsia="Times New Roman" w:cs="Times New Roman"/>
          <w:bCs/>
          <w:lang w:eastAsia="cs-CZ"/>
        </w:rPr>
        <w:t xml:space="preserve">PS02_soupis prací </w:t>
      </w:r>
      <w:proofErr w:type="spellStart"/>
      <w:r w:rsidRPr="002D2826">
        <w:rPr>
          <w:rFonts w:eastAsia="Times New Roman" w:cs="Times New Roman"/>
          <w:bCs/>
          <w:lang w:eastAsia="cs-CZ"/>
        </w:rPr>
        <w:t>rev</w:t>
      </w:r>
      <w:proofErr w:type="spellEnd"/>
      <w:r w:rsidRPr="002D2826">
        <w:rPr>
          <w:rFonts w:eastAsia="Times New Roman" w:cs="Times New Roman"/>
          <w:bCs/>
          <w:lang w:eastAsia="cs-CZ"/>
        </w:rPr>
        <w:t xml:space="preserve"> 2</w:t>
      </w:r>
    </w:p>
    <w:p w:rsidR="002725E6" w:rsidRPr="00CB7B5A" w:rsidRDefault="002725E6" w:rsidP="002725E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A7D04" w:rsidRDefault="004A7D04" w:rsidP="00314A6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4A6D" w:rsidRPr="00CB7B5A" w:rsidRDefault="00314A6D" w:rsidP="00314A6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314A6D" w:rsidRDefault="00314A6D" w:rsidP="00314A6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4A6D" w:rsidRPr="00CB7B5A" w:rsidRDefault="00314A6D" w:rsidP="00314A6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4A6D" w:rsidRDefault="00314A6D" w:rsidP="00314A6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DA4B8E" w:rsidRDefault="00DA4B8E" w:rsidP="00314A6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DA4B8E" w:rsidRDefault="00DA4B8E" w:rsidP="00314A6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314A6D" w:rsidRDefault="00314A6D" w:rsidP="00314A6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314A6D" w:rsidRPr="00CB7B5A" w:rsidRDefault="00314A6D" w:rsidP="00314A6D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314A6D" w:rsidRPr="00CB7B5A" w:rsidRDefault="00314A6D" w:rsidP="00314A6D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314A6D" w:rsidRPr="00CB7B5A" w:rsidRDefault="00314A6D" w:rsidP="00314A6D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C1E2B" w:rsidRDefault="00314A6D" w:rsidP="00314A6D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282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B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B9880F" wp14:editId="11A57F7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518C8A9" wp14:editId="72D6C49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6B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B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0F8DF6" wp14:editId="73C5F3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2CAC77" wp14:editId="28E0F6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65E6692F"/>
    <w:multiLevelType w:val="hybridMultilevel"/>
    <w:tmpl w:val="E2DE16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732F9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725E6"/>
    <w:rsid w:val="002C0CB2"/>
    <w:rsid w:val="002C31BF"/>
    <w:rsid w:val="002D2826"/>
    <w:rsid w:val="002E0CD7"/>
    <w:rsid w:val="002F026B"/>
    <w:rsid w:val="00314A6D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A7D04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2EF4"/>
    <w:rsid w:val="007B570C"/>
    <w:rsid w:val="007D330E"/>
    <w:rsid w:val="007E4A6E"/>
    <w:rsid w:val="007F56A7"/>
    <w:rsid w:val="00807DD0"/>
    <w:rsid w:val="00813F11"/>
    <w:rsid w:val="00823C13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0E70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16BF1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089B"/>
    <w:rsid w:val="00C727E5"/>
    <w:rsid w:val="00C8207D"/>
    <w:rsid w:val="00CB7B5A"/>
    <w:rsid w:val="00CC0455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4B8E"/>
    <w:rsid w:val="00DA6FFE"/>
    <w:rsid w:val="00DC3110"/>
    <w:rsid w:val="00DD46F3"/>
    <w:rsid w:val="00DD58A6"/>
    <w:rsid w:val="00DE56F2"/>
    <w:rsid w:val="00DF116D"/>
    <w:rsid w:val="00E67900"/>
    <w:rsid w:val="00E71660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162A0E-F5D1-456D-B8B5-E5EFE3456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12</cp:revision>
  <cp:lastPrinted>2020-09-22T12:06:00Z</cp:lastPrinted>
  <dcterms:created xsi:type="dcterms:W3CDTF">2020-09-18T09:07:00Z</dcterms:created>
  <dcterms:modified xsi:type="dcterms:W3CDTF">2020-09-22T12:06:00Z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