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CDAB7A1" wp14:editId="0DC36A1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C7089B" w:rsidP="0037111D">
            <w:r w:rsidRPr="00C7089B">
              <w:rPr>
                <w:rFonts w:ascii="Helvetica" w:hAnsi="Helvetica"/>
              </w:rPr>
              <w:t>9632/2020-SŽ-SSV-Ú3</w:t>
            </w:r>
            <w:r w:rsidR="00314A6D"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DA4B8E" w:rsidP="00CC1E2B">
            <w:r>
              <w:t>2</w:t>
            </w:r>
            <w:bookmarkStart w:id="0" w:name="_GoBack"/>
            <w:bookmarkEnd w:id="0"/>
            <w:r>
              <w:t>/3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7B2EF4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7B2EF4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7B2EF4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A4B8E">
              <w:rPr>
                <w:noProof/>
              </w:rPr>
              <w:t>18. září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C0455" w:rsidRPr="00CC0455">
        <w:rPr>
          <w:rFonts w:eastAsia="Calibri" w:cs="Times New Roman"/>
          <w:b/>
          <w:lang w:eastAsia="cs-CZ"/>
        </w:rPr>
        <w:t>ŽST Krnov- zřízení informačního systému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14A6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7089B">
        <w:rPr>
          <w:rFonts w:eastAsia="Times New Roman" w:cs="Times New Roman"/>
          <w:lang w:eastAsia="cs-CZ"/>
        </w:rPr>
        <w:t>4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CC0455" w:rsidRPr="00CC0455" w:rsidRDefault="00CC0455" w:rsidP="00CC0455">
      <w:pPr>
        <w:spacing w:after="0" w:line="240" w:lineRule="auto"/>
        <w:rPr>
          <w:rFonts w:eastAsia="Calibri" w:cs="Times New Roman"/>
          <w:b/>
          <w:lang w:eastAsia="cs-CZ"/>
        </w:rPr>
      </w:pPr>
      <w:r w:rsidRPr="00CC0455">
        <w:rPr>
          <w:rFonts w:eastAsia="Calibri" w:cs="Times New Roman"/>
          <w:b/>
          <w:lang w:eastAsia="cs-CZ"/>
        </w:rPr>
        <w:t>PS 02 ŽST. Krnov - informační systém</w:t>
      </w:r>
    </w:p>
    <w:p w:rsidR="00CC0455" w:rsidRPr="00CC0455" w:rsidRDefault="00CC0455" w:rsidP="00CC0455">
      <w:pPr>
        <w:spacing w:after="0" w:line="240" w:lineRule="auto"/>
        <w:rPr>
          <w:rFonts w:eastAsia="Calibri" w:cs="Times New Roman"/>
          <w:lang w:eastAsia="cs-CZ"/>
        </w:rPr>
      </w:pPr>
      <w:r w:rsidRPr="00CC0455">
        <w:rPr>
          <w:rFonts w:eastAsia="Calibri" w:cs="Times New Roman"/>
          <w:lang w:eastAsia="cs-CZ"/>
        </w:rPr>
        <w:t>Ve výkazu výměr nejsou položky na integraci informačního zařízení do DDTS i když v technické zprávě je tato integrace požadována.</w:t>
      </w:r>
    </w:p>
    <w:p w:rsidR="00CB7B5A" w:rsidRPr="00CC0455" w:rsidRDefault="00CC0455" w:rsidP="00CC0455">
      <w:pPr>
        <w:spacing w:after="0" w:line="240" w:lineRule="auto"/>
        <w:rPr>
          <w:rFonts w:eastAsia="Calibri" w:cs="Times New Roman"/>
          <w:lang w:eastAsia="cs-CZ"/>
        </w:rPr>
      </w:pPr>
      <w:r w:rsidRPr="00CC0455">
        <w:rPr>
          <w:rFonts w:eastAsia="Calibri" w:cs="Times New Roman"/>
          <w:lang w:eastAsia="cs-CZ"/>
        </w:rPr>
        <w:t>Žádáme zadavatele o prověření a případné doplnění do výkazu výměr.</w:t>
      </w:r>
    </w:p>
    <w:p w:rsidR="00CC0455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C0455" w:rsidRDefault="00314A6D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2C0CB2" w:rsidRDefault="002C0CB2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2C0CB2">
        <w:rPr>
          <w:rFonts w:eastAsia="Calibri" w:cs="Times New Roman"/>
          <w:b/>
          <w:lang w:eastAsia="cs-CZ"/>
        </w:rPr>
        <w:t>Opravený výkaz výměr včetně doplnění dokumentace přílohou.</w:t>
      </w:r>
    </w:p>
    <w:p w:rsidR="00CC0455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CB7B5A" w:rsidRPr="00CB7B5A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C0455">
        <w:rPr>
          <w:rFonts w:eastAsia="Calibri" w:cs="Times New Roman"/>
          <w:b/>
          <w:lang w:eastAsia="cs-CZ"/>
        </w:rPr>
        <w:t>PS 02 ŽST. Krnov – rozhlasové zařízení</w:t>
      </w:r>
      <w:r w:rsidRPr="004F606F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  <w:r w:rsidRPr="00CC0455">
        <w:rPr>
          <w:rFonts w:eastAsia="Calibri" w:cs="Times New Roman"/>
          <w:lang w:eastAsia="cs-CZ"/>
        </w:rPr>
        <w:t>Bude požadována integrace rozhlasového zařízení do DDTS? Ve výkazu výměr nejsou na tuto integraci položky.</w:t>
      </w:r>
      <w:r w:rsidRPr="00CC0455">
        <w:rPr>
          <w:rFonts w:eastAsia="Calibri" w:cs="Times New Roman"/>
          <w:lang w:eastAsia="cs-CZ"/>
        </w:rPr>
        <w:br/>
        <w:t>Žádáme zadavatele o prověření a případné doplnění do výkazu výměr.</w:t>
      </w:r>
    </w:p>
    <w:p w:rsidR="00CC0455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C0CB2" w:rsidRPr="002C0CB2" w:rsidRDefault="002C0CB2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2C0CB2">
        <w:rPr>
          <w:rFonts w:eastAsia="Times New Roman" w:cs="Times New Roman"/>
          <w:b/>
          <w:lang w:eastAsia="cs-CZ"/>
        </w:rPr>
        <w:t>Napojení na DDTS je řešeno v PS 02 Informační systém.</w:t>
      </w:r>
    </w:p>
    <w:p w:rsidR="00CC0455" w:rsidRDefault="00CC0455" w:rsidP="00CC045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DA4B8E" w:rsidRPr="00CB7B5A" w:rsidRDefault="00DA4B8E" w:rsidP="00CC045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314A6D" w:rsidRDefault="00314A6D" w:rsidP="00314A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A4B8E" w:rsidRDefault="00DA4B8E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2725E6" w:rsidRPr="002725E6" w:rsidRDefault="002725E6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725E6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2725E6">
        <w:rPr>
          <w:rFonts w:eastAsia="Times New Roman" w:cs="Times New Roman"/>
          <w:b/>
          <w:lang w:eastAsia="cs-CZ"/>
        </w:rPr>
        <w:t>změny/doplnění zadávací dokumentace</w:t>
      </w:r>
      <w:r w:rsidRPr="002725E6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2725E6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23. 9. 2020 v 9:0</w:t>
      </w:r>
      <w:r w:rsidRPr="002725E6">
        <w:rPr>
          <w:rFonts w:eastAsia="Times New Roman" w:cs="Times New Roman"/>
          <w:lang w:eastAsia="cs-CZ"/>
        </w:rPr>
        <w:t xml:space="preserve">0 hod. na den </w:t>
      </w:r>
      <w:r>
        <w:rPr>
          <w:rFonts w:eastAsia="Times New Roman" w:cs="Times New Roman"/>
          <w:lang w:eastAsia="cs-CZ"/>
        </w:rPr>
        <w:t>25. 9. 2020 v 9:0</w:t>
      </w:r>
      <w:r w:rsidRPr="002725E6">
        <w:rPr>
          <w:rFonts w:eastAsia="Times New Roman" w:cs="Times New Roman"/>
          <w:lang w:eastAsia="cs-CZ"/>
        </w:rPr>
        <w:t xml:space="preserve">0 hod.. </w:t>
      </w:r>
    </w:p>
    <w:p w:rsidR="002725E6" w:rsidRPr="002725E6" w:rsidRDefault="002725E6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A4B8E" w:rsidRDefault="00DA4B8E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2725E6" w:rsidRPr="002725E6" w:rsidRDefault="002725E6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2725E6">
        <w:rPr>
          <w:rFonts w:eastAsia="Times New Roman" w:cs="Times New Roman"/>
          <w:lang w:eastAsia="cs-CZ"/>
        </w:rPr>
        <w:t>Z důvodu prodlení s odpovědí na dotaz</w:t>
      </w:r>
      <w:r>
        <w:rPr>
          <w:rFonts w:eastAsia="Times New Roman" w:cs="Times New Roman"/>
          <w:lang w:eastAsia="cs-CZ"/>
        </w:rPr>
        <w:t xml:space="preserve"> č. 3 a 4</w:t>
      </w:r>
      <w:r w:rsidRPr="002725E6">
        <w:rPr>
          <w:rFonts w:eastAsia="Times New Roman" w:cs="Times New Roman"/>
          <w:lang w:eastAsia="cs-CZ"/>
        </w:rPr>
        <w:t xml:space="preserve"> již zadavatel dostatečně prodloužil lhůtu pro podání nabídek v rámci vysvětlení/ změny/ do</w:t>
      </w:r>
      <w:r>
        <w:rPr>
          <w:rFonts w:eastAsia="Times New Roman" w:cs="Times New Roman"/>
          <w:lang w:eastAsia="cs-CZ"/>
        </w:rPr>
        <w:t>plnění zadávací dokumentace č. 2</w:t>
      </w:r>
      <w:r w:rsidRPr="002725E6">
        <w:rPr>
          <w:rFonts w:eastAsia="Times New Roman" w:cs="Times New Roman"/>
          <w:lang w:eastAsia="cs-CZ"/>
        </w:rPr>
        <w:t>.</w:t>
      </w:r>
    </w:p>
    <w:p w:rsidR="002725E6" w:rsidRPr="002725E6" w:rsidRDefault="002725E6" w:rsidP="002725E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DA4B8E" w:rsidRDefault="00DA4B8E" w:rsidP="002725E6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</w:p>
    <w:p w:rsidR="002725E6" w:rsidRPr="002725E6" w:rsidRDefault="002725E6" w:rsidP="002725E6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  <w:r w:rsidRPr="002725E6">
        <w:rPr>
          <w:rFonts w:eastAsia="Times New Roman" w:cs="Times New Roman"/>
          <w:u w:val="single"/>
          <w:lang w:eastAsia="cs-CZ"/>
        </w:rPr>
        <w:t>V souvislosti s touto změnou lhůty pro podání nabídek se mění rovněž:</w:t>
      </w:r>
    </w:p>
    <w:p w:rsidR="002725E6" w:rsidRPr="002725E6" w:rsidRDefault="002725E6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725E6">
        <w:rPr>
          <w:rFonts w:eastAsia="Times New Roman" w:cs="Times New Roman"/>
          <w:lang w:eastAsia="cs-CZ"/>
        </w:rPr>
        <w:t>čl. 12.1 odst. 2 Výzvy k podání nabídky takto:</w:t>
      </w:r>
    </w:p>
    <w:p w:rsidR="002725E6" w:rsidRPr="002725E6" w:rsidRDefault="002725E6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725E6">
        <w:rPr>
          <w:rFonts w:eastAsia="Times New Roman" w:cs="Times New Roman"/>
          <w:lang w:eastAsia="cs-CZ"/>
        </w:rPr>
        <w:t xml:space="preserve">„Nabídky musí být zadavateli doručeny nejpozději do </w:t>
      </w:r>
      <w:r>
        <w:rPr>
          <w:rFonts w:eastAsia="Times New Roman" w:cs="Times New Roman"/>
          <w:b/>
          <w:i/>
          <w:lang w:eastAsia="cs-CZ"/>
        </w:rPr>
        <w:t>25. 9. 2020 do 09:0</w:t>
      </w:r>
      <w:r w:rsidRPr="002725E6">
        <w:rPr>
          <w:rFonts w:eastAsia="Times New Roman" w:cs="Times New Roman"/>
          <w:b/>
          <w:i/>
          <w:lang w:eastAsia="cs-CZ"/>
        </w:rPr>
        <w:t>0 hodin</w:t>
      </w:r>
      <w:r w:rsidRPr="002725E6">
        <w:rPr>
          <w:rFonts w:eastAsia="Times New Roman" w:cs="Times New Roman"/>
          <w:lang w:eastAsia="cs-CZ"/>
        </w:rPr>
        <w:t xml:space="preserve">“ </w:t>
      </w:r>
    </w:p>
    <w:p w:rsidR="002725E6" w:rsidRPr="002725E6" w:rsidRDefault="002725E6" w:rsidP="002725E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DA4B8E" w:rsidRDefault="00DA4B8E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2725E6" w:rsidRPr="002725E6" w:rsidRDefault="002725E6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725E6">
        <w:rPr>
          <w:rFonts w:eastAsia="Times New Roman" w:cs="Times New Roman"/>
          <w:lang w:eastAsia="cs-CZ"/>
        </w:rPr>
        <w:t xml:space="preserve">Vysvětlení/ změnu/ doplnění zadávací dokumentace, včetně příloh, zadavatel uveřejní stejným způsobem, jakým uveřejnil výzvu k podání nabídek, tedy na profilu zadavatele: </w:t>
      </w:r>
      <w:hyperlink r:id="rId12" w:history="1">
        <w:r w:rsidRPr="002725E6">
          <w:rPr>
            <w:rStyle w:val="Hypertextovodkaz"/>
            <w:rFonts w:eastAsia="Times New Roman" w:cs="Times New Roman"/>
            <w:lang w:eastAsia="cs-CZ"/>
          </w:rPr>
          <w:t>https://zakazky.spravazeleznic.cz/</w:t>
        </w:r>
      </w:hyperlink>
      <w:r w:rsidRPr="002725E6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2725E6" w:rsidRDefault="002725E6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:rsidR="00DA4B8E" w:rsidRDefault="00DA4B8E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:rsidR="00DA4B8E" w:rsidRPr="002725E6" w:rsidRDefault="00DA4B8E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:rsidR="002725E6" w:rsidRDefault="002725E6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:rsidR="00314A6D" w:rsidRDefault="002725E6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A4B8E">
        <w:rPr>
          <w:rFonts w:eastAsia="Times New Roman" w:cs="Times New Roman"/>
          <w:b/>
          <w:bCs/>
          <w:lang w:eastAsia="cs-CZ"/>
        </w:rPr>
        <w:lastRenderedPageBreak/>
        <w:t xml:space="preserve">Příloha: </w:t>
      </w:r>
    </w:p>
    <w:p w:rsidR="00DA4B8E" w:rsidRDefault="00DA4B8E" w:rsidP="00DA4B8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A4B8E">
        <w:rPr>
          <w:rFonts w:eastAsia="Times New Roman" w:cs="Times New Roman"/>
          <w:b/>
          <w:bCs/>
          <w:lang w:eastAsia="cs-CZ"/>
        </w:rPr>
        <w:t>DSP_Krnov_PS02-doplnění DDTS</w:t>
      </w:r>
    </w:p>
    <w:p w:rsidR="00DA4B8E" w:rsidRDefault="00DA4B8E" w:rsidP="00DA4B8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A4B8E">
        <w:rPr>
          <w:rFonts w:eastAsia="Times New Roman" w:cs="Times New Roman"/>
          <w:b/>
          <w:bCs/>
          <w:lang w:eastAsia="cs-CZ"/>
        </w:rPr>
        <w:t xml:space="preserve">PS 02 soupis prací </w:t>
      </w:r>
      <w:proofErr w:type="spellStart"/>
      <w:r w:rsidRPr="00DA4B8E">
        <w:rPr>
          <w:rFonts w:eastAsia="Times New Roman" w:cs="Times New Roman"/>
          <w:b/>
          <w:bCs/>
          <w:lang w:eastAsia="cs-CZ"/>
        </w:rPr>
        <w:t>rev</w:t>
      </w:r>
      <w:proofErr w:type="spellEnd"/>
      <w:r w:rsidRPr="00DA4B8E">
        <w:rPr>
          <w:rFonts w:eastAsia="Times New Roman" w:cs="Times New Roman"/>
          <w:b/>
          <w:bCs/>
          <w:lang w:eastAsia="cs-CZ"/>
        </w:rPr>
        <w:t xml:space="preserve"> 1</w:t>
      </w:r>
      <w:r>
        <w:rPr>
          <w:rFonts w:eastAsia="Times New Roman" w:cs="Times New Roman"/>
          <w:b/>
          <w:bCs/>
          <w:lang w:eastAsia="cs-CZ"/>
        </w:rPr>
        <w:t xml:space="preserve"> </w:t>
      </w:r>
      <w:proofErr w:type="spellStart"/>
      <w:r>
        <w:rPr>
          <w:rFonts w:eastAsia="Times New Roman" w:cs="Times New Roman"/>
          <w:b/>
          <w:bCs/>
          <w:lang w:eastAsia="cs-CZ"/>
        </w:rPr>
        <w:t>pdf</w:t>
      </w:r>
      <w:proofErr w:type="spellEnd"/>
    </w:p>
    <w:p w:rsidR="00DA4B8E" w:rsidRPr="00DA4B8E" w:rsidRDefault="00DA4B8E" w:rsidP="00DA4B8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DA4B8E">
        <w:rPr>
          <w:rFonts w:eastAsia="Times New Roman" w:cs="Times New Roman"/>
          <w:b/>
          <w:bCs/>
          <w:lang w:eastAsia="cs-CZ"/>
        </w:rPr>
        <w:t xml:space="preserve">PS 02 soupis prací </w:t>
      </w:r>
      <w:proofErr w:type="spellStart"/>
      <w:r w:rsidRPr="00DA4B8E">
        <w:rPr>
          <w:rFonts w:eastAsia="Times New Roman" w:cs="Times New Roman"/>
          <w:b/>
          <w:bCs/>
          <w:lang w:eastAsia="cs-CZ"/>
        </w:rPr>
        <w:t>rev</w:t>
      </w:r>
      <w:proofErr w:type="spellEnd"/>
      <w:r w:rsidRPr="00DA4B8E">
        <w:rPr>
          <w:rFonts w:eastAsia="Times New Roman" w:cs="Times New Roman"/>
          <w:b/>
          <w:bCs/>
          <w:lang w:eastAsia="cs-CZ"/>
        </w:rPr>
        <w:t xml:space="preserve"> 1</w:t>
      </w:r>
    </w:p>
    <w:p w:rsidR="002725E6" w:rsidRDefault="002725E6" w:rsidP="002725E6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:rsidR="002725E6" w:rsidRPr="00CB7B5A" w:rsidRDefault="002725E6" w:rsidP="002725E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14A6D" w:rsidRPr="00CB7B5A" w:rsidRDefault="00314A6D" w:rsidP="00314A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314A6D" w:rsidRDefault="00314A6D" w:rsidP="00314A6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4A6D" w:rsidRPr="00CB7B5A" w:rsidRDefault="00314A6D" w:rsidP="00314A6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4A6D" w:rsidRDefault="00314A6D" w:rsidP="00314A6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DA4B8E" w:rsidRDefault="00DA4B8E" w:rsidP="00314A6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DA4B8E" w:rsidRDefault="00DA4B8E" w:rsidP="00314A6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314A6D" w:rsidRDefault="00314A6D" w:rsidP="00314A6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314A6D" w:rsidRPr="00CB7B5A" w:rsidRDefault="00314A6D" w:rsidP="00314A6D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314A6D" w:rsidRPr="00CB7B5A" w:rsidRDefault="00314A6D" w:rsidP="00314A6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314A6D" w:rsidRPr="00CB7B5A" w:rsidRDefault="00314A6D" w:rsidP="00314A6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Default="00314A6D" w:rsidP="00314A6D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4B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4B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AE61DFE" wp14:editId="19199A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6556CBE" wp14:editId="163971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4B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4B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9F3DEAB" wp14:editId="6BB1F36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4D29EFD" wp14:editId="3F2A262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65E6692F"/>
    <w:multiLevelType w:val="hybridMultilevel"/>
    <w:tmpl w:val="E2DE1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732F9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725E6"/>
    <w:rsid w:val="002C0CB2"/>
    <w:rsid w:val="002C31BF"/>
    <w:rsid w:val="002E0CD7"/>
    <w:rsid w:val="002F026B"/>
    <w:rsid w:val="00314A6D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2EF4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0E70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089B"/>
    <w:rsid w:val="00C727E5"/>
    <w:rsid w:val="00C8207D"/>
    <w:rsid w:val="00CB7B5A"/>
    <w:rsid w:val="00CC0455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4B8E"/>
    <w:rsid w:val="00DA6FFE"/>
    <w:rsid w:val="00DC3110"/>
    <w:rsid w:val="00DD46F3"/>
    <w:rsid w:val="00DD58A6"/>
    <w:rsid w:val="00DE56F2"/>
    <w:rsid w:val="00DF116D"/>
    <w:rsid w:val="00E71660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9684577-3B1F-4675-B384-4CDA77EEE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2</Pages>
  <Words>303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5</cp:revision>
  <cp:lastPrinted>2020-09-18T10:51:00Z</cp:lastPrinted>
  <dcterms:created xsi:type="dcterms:W3CDTF">2020-09-18T09:07:00Z</dcterms:created>
  <dcterms:modified xsi:type="dcterms:W3CDTF">2020-09-18T10:51:00Z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