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314A6D" w:rsidP="0037111D">
            <w:r w:rsidRPr="00314A6D">
              <w:rPr>
                <w:rFonts w:ascii="Helvetica" w:hAnsi="Helvetica"/>
              </w:rPr>
              <w:t>8938/2020-SŽ-SSV-Ú3</w:t>
            </w:r>
            <w:r>
              <w:rPr>
                <w:rFonts w:ascii="Helvetica" w:hAnsi="Helvetica"/>
              </w:rPr>
              <w:t>/HOL</w:t>
            </w:r>
            <w:bookmarkStart w:id="0" w:name="_GoBack"/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314A6D" w:rsidP="00CC1E2B">
            <w:r>
              <w:t>1</w:t>
            </w:r>
            <w:r w:rsidR="003E6B9A" w:rsidRPr="003E6B9A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7B2EF4" w:rsidP="00FE3455">
            <w:r>
              <w:t>Ing. Magdaléna Holá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7B2EF4" w:rsidP="009A7568">
            <w:r>
              <w:t>+420 724 932 387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7B2EF4" w:rsidP="006104F6">
            <w:r>
              <w:t>HolaM@spravazeleznic.cz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732F9">
              <w:rPr>
                <w:noProof/>
              </w:rPr>
              <w:t>9. září 2020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C0455" w:rsidRPr="00CC0455">
        <w:rPr>
          <w:rFonts w:eastAsia="Calibri" w:cs="Times New Roman"/>
          <w:b/>
          <w:lang w:eastAsia="cs-CZ"/>
        </w:rPr>
        <w:t>ŽST Krnov- zřízení informačního systému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14A6D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CC0455">
        <w:rPr>
          <w:rFonts w:eastAsia="Times New Roman" w:cs="Times New Roman"/>
          <w:lang w:eastAsia="cs-CZ"/>
        </w:rPr>
        <w:t>2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C045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:rsidR="00CC0455" w:rsidRPr="00CC0455" w:rsidRDefault="00CC0455" w:rsidP="00CC0455">
      <w:pPr>
        <w:spacing w:after="0" w:line="240" w:lineRule="auto"/>
        <w:rPr>
          <w:rFonts w:eastAsia="Calibri" w:cs="Times New Roman"/>
          <w:b/>
          <w:lang w:eastAsia="cs-CZ"/>
        </w:rPr>
      </w:pPr>
      <w:r w:rsidRPr="00CC0455">
        <w:rPr>
          <w:rFonts w:eastAsia="Calibri" w:cs="Times New Roman"/>
          <w:b/>
          <w:lang w:eastAsia="cs-CZ"/>
        </w:rPr>
        <w:t>PS 02 ŽST. Krnov - informační systém</w:t>
      </w:r>
    </w:p>
    <w:p w:rsidR="00CC0455" w:rsidRPr="00CC0455" w:rsidRDefault="00CC0455" w:rsidP="00CC0455">
      <w:pPr>
        <w:spacing w:after="0" w:line="240" w:lineRule="auto"/>
        <w:rPr>
          <w:rFonts w:eastAsia="Calibri" w:cs="Times New Roman"/>
          <w:lang w:eastAsia="cs-CZ"/>
        </w:rPr>
      </w:pPr>
      <w:r w:rsidRPr="00CC0455">
        <w:rPr>
          <w:rFonts w:eastAsia="Calibri" w:cs="Times New Roman"/>
          <w:lang w:eastAsia="cs-CZ"/>
        </w:rPr>
        <w:t>Ve výkazu výměr nejsou položky na integraci informačního zařízení do DDTS i když v technické zprávě je tato integrace požadována.</w:t>
      </w:r>
    </w:p>
    <w:p w:rsidR="00CB7B5A" w:rsidRPr="00CC0455" w:rsidRDefault="00CC0455" w:rsidP="00CC0455">
      <w:pPr>
        <w:spacing w:after="0" w:line="240" w:lineRule="auto"/>
        <w:rPr>
          <w:rFonts w:eastAsia="Calibri" w:cs="Times New Roman"/>
          <w:lang w:eastAsia="cs-CZ"/>
        </w:rPr>
      </w:pPr>
      <w:r w:rsidRPr="00CC0455">
        <w:rPr>
          <w:rFonts w:eastAsia="Calibri" w:cs="Times New Roman"/>
          <w:lang w:eastAsia="cs-CZ"/>
        </w:rPr>
        <w:t>Žádáme zadavatele o prověření a případné doplnění do výkazu výměr.</w:t>
      </w:r>
    </w:p>
    <w:p w:rsidR="00CC0455" w:rsidRDefault="00CC045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C0455" w:rsidRDefault="00314A6D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 viz. níže</w:t>
      </w:r>
    </w:p>
    <w:p w:rsidR="00CC0455" w:rsidRDefault="00CC045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C045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:rsidR="00CB7B5A" w:rsidRPr="00CB7B5A" w:rsidRDefault="00CC0455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C0455">
        <w:rPr>
          <w:rFonts w:eastAsia="Calibri" w:cs="Times New Roman"/>
          <w:b/>
          <w:lang w:eastAsia="cs-CZ"/>
        </w:rPr>
        <w:t>PS 02 ŽST. Krnov – rozhlasové zařízení</w:t>
      </w:r>
      <w:r w:rsidRPr="004F606F">
        <w:rPr>
          <w:rFonts w:ascii="Tahoma" w:eastAsia="Times New Roman" w:hAnsi="Tahoma" w:cs="Tahoma"/>
          <w:color w:val="000000"/>
          <w:sz w:val="19"/>
          <w:szCs w:val="19"/>
          <w:lang w:eastAsia="cs-CZ"/>
        </w:rPr>
        <w:br/>
      </w:r>
      <w:r w:rsidRPr="00CC0455">
        <w:rPr>
          <w:rFonts w:eastAsia="Calibri" w:cs="Times New Roman"/>
          <w:lang w:eastAsia="cs-CZ"/>
        </w:rPr>
        <w:t>Bude požadována integrace rozhlasového zařízení do DDTS? Ve výkazu výměr nejsou na tuto integraci položky.</w:t>
      </w:r>
      <w:r w:rsidRPr="00CC0455">
        <w:rPr>
          <w:rFonts w:eastAsia="Calibri" w:cs="Times New Roman"/>
          <w:lang w:eastAsia="cs-CZ"/>
        </w:rPr>
        <w:br/>
        <w:t>Žádáme zadavatele o prověření a případné doplnění do výkazu výměr.</w:t>
      </w:r>
    </w:p>
    <w:p w:rsidR="00CC0455" w:rsidRDefault="00CC045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  <w:r w:rsidR="00314A6D">
        <w:rPr>
          <w:rFonts w:eastAsia="Calibri" w:cs="Times New Roman"/>
          <w:b/>
          <w:lang w:eastAsia="cs-CZ"/>
        </w:rPr>
        <w:t>viz. níže</w:t>
      </w:r>
    </w:p>
    <w:p w:rsidR="00CC0455" w:rsidRPr="00CB7B5A" w:rsidRDefault="00CC0455" w:rsidP="00CC0455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314A6D" w:rsidRDefault="00314A6D" w:rsidP="00314A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314A6D" w:rsidRPr="00434955" w:rsidRDefault="00314A6D" w:rsidP="00314A6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34955">
        <w:rPr>
          <w:rFonts w:eastAsia="Times New Roman" w:cs="Times New Roman"/>
          <w:lang w:eastAsia="cs-CZ"/>
        </w:rPr>
        <w:t xml:space="preserve">Zadavatel dává na vědomí, že nestihne uveřejnit včas odpověď na </w:t>
      </w:r>
      <w:r>
        <w:rPr>
          <w:rFonts w:eastAsia="Times New Roman" w:cs="Times New Roman"/>
          <w:b/>
          <w:lang w:eastAsia="cs-CZ"/>
        </w:rPr>
        <w:t>dotaz č. 3,4</w:t>
      </w:r>
      <w:r w:rsidRPr="00434955">
        <w:rPr>
          <w:rFonts w:eastAsia="Times New Roman" w:cs="Times New Roman"/>
          <w:lang w:eastAsia="cs-CZ"/>
        </w:rPr>
        <w:t xml:space="preserve">. Předpoklad odpovědi je 18. 9. 2020. Z důvodu prodlení s odpovědí </w:t>
      </w:r>
      <w:r>
        <w:rPr>
          <w:rFonts w:eastAsia="Times New Roman" w:cs="Times New Roman"/>
          <w:lang w:eastAsia="cs-CZ"/>
        </w:rPr>
        <w:t>na dotaz</w:t>
      </w:r>
      <w:r w:rsidRPr="00434955">
        <w:rPr>
          <w:rFonts w:eastAsia="Times New Roman" w:cs="Times New Roman"/>
          <w:lang w:eastAsia="cs-CZ"/>
        </w:rPr>
        <w:t xml:space="preserve"> zadavatel prodlužuje lhůtu pro podání nabídek o 7 pracovních dnů, tedy ze dne 14. 9. 2020 v 9</w:t>
      </w:r>
      <w:r>
        <w:rPr>
          <w:rFonts w:eastAsia="Times New Roman" w:cs="Times New Roman"/>
          <w:lang w:eastAsia="cs-CZ"/>
        </w:rPr>
        <w:t>:00 na den 23. 9. 2020 v 9:00</w:t>
      </w:r>
      <w:r w:rsidRPr="00434955">
        <w:rPr>
          <w:rFonts w:eastAsia="Times New Roman" w:cs="Times New Roman"/>
          <w:lang w:eastAsia="cs-CZ"/>
        </w:rPr>
        <w:t xml:space="preserve"> hod.</w:t>
      </w:r>
    </w:p>
    <w:p w:rsidR="00314A6D" w:rsidRPr="00434955" w:rsidRDefault="00314A6D" w:rsidP="00314A6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314A6D" w:rsidRPr="00434955" w:rsidRDefault="00314A6D" w:rsidP="00314A6D">
      <w:pPr>
        <w:spacing w:after="160" w:line="259" w:lineRule="auto"/>
        <w:rPr>
          <w:rFonts w:eastAsia="Calibri" w:cs="Times New Roman"/>
          <w:u w:val="single"/>
        </w:rPr>
      </w:pPr>
      <w:r w:rsidRPr="00434955">
        <w:rPr>
          <w:rFonts w:eastAsia="Calibri" w:cs="Times New Roman"/>
          <w:u w:val="single"/>
        </w:rPr>
        <w:t>V souvislosti s touto změnou lhůty pro podání nabídek se mění rovněž:</w:t>
      </w:r>
    </w:p>
    <w:p w:rsidR="00314A6D" w:rsidRPr="00434955" w:rsidRDefault="00314A6D" w:rsidP="00314A6D">
      <w:pPr>
        <w:spacing w:after="160" w:line="259" w:lineRule="auto"/>
        <w:rPr>
          <w:rFonts w:eastAsia="Calibri" w:cs="Times New Roman"/>
        </w:rPr>
      </w:pPr>
      <w:r w:rsidRPr="00434955">
        <w:rPr>
          <w:rFonts w:eastAsia="Calibri" w:cs="Times New Roman"/>
        </w:rPr>
        <w:t>čl. 12.1 odst. 2 Výzvy k podání nabídky takto:</w:t>
      </w:r>
    </w:p>
    <w:p w:rsidR="00314A6D" w:rsidRPr="00434955" w:rsidRDefault="00314A6D" w:rsidP="00314A6D">
      <w:pPr>
        <w:spacing w:after="200" w:line="276" w:lineRule="auto"/>
        <w:jc w:val="both"/>
        <w:rPr>
          <w:rFonts w:eastAsia="Calibri" w:cs="Times New Roman"/>
        </w:rPr>
      </w:pPr>
      <w:r w:rsidRPr="00434955">
        <w:rPr>
          <w:rFonts w:eastAsia="Calibri" w:cs="Times New Roman"/>
        </w:rPr>
        <w:t xml:space="preserve">„Nabídky musí být zadavateli doručeny nejpozději do </w:t>
      </w:r>
      <w:r>
        <w:rPr>
          <w:rFonts w:eastAsia="Calibri" w:cs="Times New Roman"/>
          <w:b/>
          <w:i/>
        </w:rPr>
        <w:t>23. 9. 2020 do 9:0</w:t>
      </w:r>
      <w:r w:rsidRPr="00434955">
        <w:rPr>
          <w:rFonts w:eastAsia="Calibri" w:cs="Times New Roman"/>
          <w:b/>
          <w:i/>
        </w:rPr>
        <w:t>0 hodin</w:t>
      </w:r>
      <w:r w:rsidRPr="00434955">
        <w:rPr>
          <w:rFonts w:eastAsia="Calibri" w:cs="Times New Roman"/>
        </w:rPr>
        <w:t xml:space="preserve">“ </w:t>
      </w:r>
    </w:p>
    <w:p w:rsidR="00314A6D" w:rsidRPr="00434955" w:rsidRDefault="00314A6D" w:rsidP="00314A6D">
      <w:pPr>
        <w:spacing w:after="0" w:line="240" w:lineRule="auto"/>
        <w:rPr>
          <w:rFonts w:eastAsia="Times New Roman" w:cs="Times New Roman"/>
          <w:lang w:eastAsia="cs-CZ"/>
        </w:rPr>
      </w:pPr>
    </w:p>
    <w:p w:rsidR="00314A6D" w:rsidRDefault="00314A6D" w:rsidP="00314A6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34955">
        <w:rPr>
          <w:rFonts w:eastAsia="Calibri" w:cs="Times New Roman"/>
          <w:lang w:eastAsia="cs-CZ"/>
        </w:rPr>
        <w:t>Vysvětlení/ změnu/ doplnění zadávací dokumentace</w:t>
      </w:r>
      <w:r w:rsidRPr="00434955">
        <w:rPr>
          <w:rFonts w:eastAsia="Times New Roman" w:cs="Times New Roman"/>
          <w:lang w:eastAsia="cs-CZ"/>
        </w:rPr>
        <w:t xml:space="preserve">, včetně příloh, zadavatel uveřejní stejným </w:t>
      </w:r>
      <w:r w:rsidRPr="00CB7B5A">
        <w:rPr>
          <w:rFonts w:eastAsia="Times New Roman" w:cs="Times New Roman"/>
          <w:lang w:eastAsia="cs-CZ"/>
        </w:rPr>
        <w:t xml:space="preserve">způsobem, jakým uveřejnil výzvu k podání nabídek, tedy na profilu zadavatele: </w:t>
      </w:r>
      <w:hyperlink r:id="rId12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314A6D" w:rsidRPr="00CB7B5A" w:rsidRDefault="00314A6D" w:rsidP="00314A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314A6D" w:rsidRPr="00CB7B5A" w:rsidRDefault="00314A6D" w:rsidP="00314A6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314A6D" w:rsidRDefault="00314A6D" w:rsidP="00314A6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14A6D" w:rsidRPr="00CB7B5A" w:rsidRDefault="00314A6D" w:rsidP="00314A6D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314A6D" w:rsidRDefault="00314A6D" w:rsidP="00314A6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314A6D" w:rsidRDefault="00314A6D" w:rsidP="00314A6D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314A6D" w:rsidRPr="00CB7B5A" w:rsidRDefault="00314A6D" w:rsidP="00314A6D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314A6D" w:rsidRPr="00CB7B5A" w:rsidRDefault="00314A6D" w:rsidP="00314A6D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314A6D" w:rsidRPr="00CB7B5A" w:rsidRDefault="00314A6D" w:rsidP="00314A6D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C1E2B" w:rsidRDefault="00314A6D" w:rsidP="00314A6D">
      <w:pPr>
        <w:spacing w:after="0" w:line="240" w:lineRule="auto"/>
        <w:ind w:firstLine="1"/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sectPr w:rsidR="00CC1E2B" w:rsidSect="00FC638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14A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32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C8EC250" wp14:editId="6BC160B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4A8044D" wp14:editId="6CB9E43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32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32F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33C9396" wp14:editId="05F6CD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823DF07" wp14:editId="433001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732F9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14A6D"/>
    <w:rsid w:val="00357BC6"/>
    <w:rsid w:val="0037111D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2EF4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44328"/>
    <w:rsid w:val="00A60E70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0455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026E12F-0CB7-4E6E-AA52-004B02B25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</TotalTime>
  <Pages>1</Pages>
  <Words>259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4</cp:revision>
  <cp:lastPrinted>2020-09-09T11:12:00Z</cp:lastPrinted>
  <dcterms:created xsi:type="dcterms:W3CDTF">2020-09-09T11:06:00Z</dcterms:created>
  <dcterms:modified xsi:type="dcterms:W3CDTF">2020-09-09T11:12:00Z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