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E03932" w:rsidRDefault="005B4BA5" w:rsidP="00E03932">
      <w:pPr>
        <w:pStyle w:val="Nadpis1"/>
      </w:pPr>
      <w:r w:rsidRPr="00E03932">
        <w:t xml:space="preserve">Čestné prohlášení o </w:t>
      </w:r>
      <w:r w:rsidR="0011150C" w:rsidRPr="00E03932">
        <w:t>poddodavatelích</w:t>
      </w:r>
    </w:p>
    <w:p w14:paraId="5D9B8D59" w14:textId="77777777" w:rsidR="00C850DF" w:rsidRPr="00E03932" w:rsidRDefault="00C850DF" w:rsidP="00C850DF">
      <w:pPr>
        <w:rPr>
          <w:rFonts w:ascii="Verdana" w:hAnsi="Verdana"/>
          <w:sz w:val="18"/>
          <w:szCs w:val="18"/>
          <w:lang w:eastAsia="x-none"/>
        </w:rPr>
      </w:pPr>
    </w:p>
    <w:p w14:paraId="6B4D9CFF" w14:textId="77777777" w:rsidR="00BE1004" w:rsidRPr="00E03932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03932">
        <w:rPr>
          <w:rFonts w:ascii="Verdana" w:hAnsi="Verdana"/>
          <w:b/>
          <w:sz w:val="18"/>
          <w:szCs w:val="18"/>
        </w:rPr>
        <w:t>Účastník</w:t>
      </w:r>
      <w:r w:rsidR="00BE1004" w:rsidRPr="00E03932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E03932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03932">
        <w:rPr>
          <w:rFonts w:ascii="Verdana" w:hAnsi="Verdana"/>
          <w:b/>
          <w:sz w:val="18"/>
          <w:szCs w:val="18"/>
        </w:rPr>
        <w:t>Obchodní firma/jméno</w:t>
      </w:r>
      <w:r w:rsidR="00AD3797" w:rsidRPr="00E03932">
        <w:rPr>
          <w:rFonts w:ascii="Verdana" w:hAnsi="Verdana"/>
          <w:b/>
          <w:sz w:val="18"/>
          <w:szCs w:val="18"/>
        </w:rPr>
        <w:tab/>
      </w:r>
      <w:r w:rsidRPr="00E03932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37413351" w:rsidR="00BE1004" w:rsidRPr="00E03932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Sídlo/místo podnikání</w:t>
      </w:r>
      <w:r w:rsidR="00E03932">
        <w:rPr>
          <w:rFonts w:ascii="Verdana" w:hAnsi="Verdana"/>
          <w:sz w:val="18"/>
          <w:szCs w:val="18"/>
        </w:rPr>
        <w:t xml:space="preserve"> </w:t>
      </w:r>
      <w:r w:rsid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38A6D4B" w:rsidR="00BE1004" w:rsidRPr="00E03932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IČ</w:t>
      </w:r>
      <w:r w:rsidR="00AB6C3C" w:rsidRPr="00E03932">
        <w:rPr>
          <w:rFonts w:ascii="Verdana" w:hAnsi="Verdana"/>
          <w:sz w:val="18"/>
          <w:szCs w:val="18"/>
        </w:rPr>
        <w:t>O</w:t>
      </w:r>
      <w:r w:rsidRPr="00E03932">
        <w:rPr>
          <w:rFonts w:ascii="Verdana" w:hAnsi="Verdana"/>
          <w:sz w:val="18"/>
          <w:szCs w:val="18"/>
        </w:rPr>
        <w:tab/>
      </w:r>
      <w:r w:rsidR="00C850DF"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08FA78B" w:rsidR="00BE1004" w:rsidRPr="00E03932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Zastoupen</w:t>
      </w:r>
      <w:r w:rsidR="00BE1004" w:rsidRPr="00E03932">
        <w:rPr>
          <w:rFonts w:ascii="Verdana" w:hAnsi="Verdana"/>
          <w:sz w:val="18"/>
          <w:szCs w:val="18"/>
        </w:rPr>
        <w:tab/>
      </w:r>
      <w:r w:rsidR="00C850DF" w:rsidRPr="00E03932">
        <w:rPr>
          <w:rFonts w:ascii="Verdana" w:hAnsi="Verdana"/>
          <w:sz w:val="18"/>
          <w:szCs w:val="18"/>
        </w:rPr>
        <w:tab/>
      </w:r>
      <w:r w:rsidR="00BE1004" w:rsidRPr="00E03932">
        <w:rPr>
          <w:rFonts w:ascii="Verdana" w:hAnsi="Verdana"/>
          <w:sz w:val="18"/>
          <w:szCs w:val="18"/>
        </w:rPr>
        <w:tab/>
      </w:r>
      <w:r w:rsidR="00BE1004"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E03932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677969B" w:rsidR="005B4BA5" w:rsidRPr="00E03932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 xml:space="preserve">který podává nabídku </w:t>
      </w:r>
      <w:r w:rsidR="00891DF1" w:rsidRPr="00E03932">
        <w:rPr>
          <w:rFonts w:ascii="Verdana" w:hAnsi="Verdana"/>
          <w:sz w:val="18"/>
          <w:szCs w:val="18"/>
        </w:rPr>
        <w:t xml:space="preserve">na </w:t>
      </w:r>
      <w:r w:rsidR="00733E6C">
        <w:rPr>
          <w:rFonts w:ascii="Verdana" w:hAnsi="Verdana"/>
          <w:sz w:val="18"/>
          <w:szCs w:val="18"/>
        </w:rPr>
        <w:t>pod</w:t>
      </w:r>
      <w:r w:rsidR="005539EB" w:rsidRPr="00E03932">
        <w:rPr>
          <w:rFonts w:ascii="Verdana" w:hAnsi="Verdana"/>
          <w:sz w:val="18"/>
          <w:szCs w:val="18"/>
        </w:rPr>
        <w:t xml:space="preserve">limitní sektorovou </w:t>
      </w:r>
      <w:r w:rsidR="00891DF1" w:rsidRPr="00E03932">
        <w:rPr>
          <w:rFonts w:ascii="Verdana" w:hAnsi="Verdana"/>
          <w:sz w:val="18"/>
          <w:szCs w:val="18"/>
        </w:rPr>
        <w:t xml:space="preserve">veřejnou </w:t>
      </w:r>
      <w:r w:rsidRPr="00E03932">
        <w:rPr>
          <w:rFonts w:ascii="Verdana" w:hAnsi="Verdana"/>
          <w:sz w:val="18"/>
          <w:szCs w:val="18"/>
        </w:rPr>
        <w:t xml:space="preserve">zakázku s názvem </w:t>
      </w:r>
      <w:r w:rsidR="00F911DF" w:rsidRPr="00E03932">
        <w:rPr>
          <w:rFonts w:ascii="Verdana" w:hAnsi="Verdana"/>
          <w:sz w:val="18"/>
          <w:szCs w:val="18"/>
        </w:rPr>
        <w:t>„</w:t>
      </w:r>
      <w:r w:rsidR="001E7DC0">
        <w:rPr>
          <w:rFonts w:ascii="Verdana" w:hAnsi="Verdana"/>
          <w:sz w:val="18"/>
          <w:szCs w:val="18"/>
        </w:rPr>
        <w:t>Dodávky látkových roušek</w:t>
      </w:r>
      <w:bookmarkStart w:id="0" w:name="_GoBack"/>
      <w:bookmarkEnd w:id="0"/>
      <w:r w:rsidR="00F22D43">
        <w:rPr>
          <w:rFonts w:ascii="Verdana" w:hAnsi="Verdana"/>
          <w:sz w:val="18"/>
          <w:szCs w:val="18"/>
        </w:rPr>
        <w:t xml:space="preserve"> 2020</w:t>
      </w:r>
      <w:r w:rsidR="00F911DF" w:rsidRPr="00E03932">
        <w:rPr>
          <w:rFonts w:ascii="Verdana" w:hAnsi="Verdana"/>
          <w:sz w:val="18"/>
          <w:szCs w:val="18"/>
        </w:rPr>
        <w:t>“</w:t>
      </w:r>
      <w:r w:rsidRPr="00E03932">
        <w:rPr>
          <w:rFonts w:ascii="Verdana" w:hAnsi="Verdana"/>
          <w:sz w:val="18"/>
          <w:szCs w:val="18"/>
        </w:rPr>
        <w:t>, tímto čestně prohlašuje</w:t>
      </w:r>
      <w:r w:rsidR="003B09D8" w:rsidRPr="00E03932">
        <w:rPr>
          <w:rFonts w:ascii="Verdana" w:hAnsi="Verdana"/>
          <w:sz w:val="18"/>
          <w:szCs w:val="18"/>
        </w:rPr>
        <w:t>, že</w:t>
      </w:r>
      <w:r w:rsidR="0011150C" w:rsidRPr="00E03932">
        <w:rPr>
          <w:rStyle w:val="Odkaznavysvtlivky"/>
          <w:rFonts w:ascii="Verdana" w:hAnsi="Verdana"/>
          <w:sz w:val="18"/>
          <w:szCs w:val="18"/>
        </w:rPr>
        <w:endnoteReference w:id="1"/>
      </w:r>
      <w:r w:rsidR="00E12A77" w:rsidRPr="00E03932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00C4164F" w:rsidR="008A2005" w:rsidRPr="00E03932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E03932">
        <w:rPr>
          <w:rFonts w:ascii="Verdana" w:hAnsi="Verdana"/>
          <w:sz w:val="18"/>
          <w:szCs w:val="18"/>
        </w:rPr>
        <w:instrText xml:space="preserve"> FORMCHECKBOX </w:instrText>
      </w:r>
      <w:r w:rsidR="001E7DC0">
        <w:rPr>
          <w:rFonts w:ascii="Verdana" w:hAnsi="Verdana"/>
          <w:sz w:val="18"/>
          <w:szCs w:val="18"/>
        </w:rPr>
      </w:r>
      <w:r w:rsidR="001E7DC0">
        <w:rPr>
          <w:rFonts w:ascii="Verdana" w:hAnsi="Verdana"/>
          <w:sz w:val="18"/>
          <w:szCs w:val="18"/>
        </w:rPr>
        <w:fldChar w:fldCharType="separate"/>
      </w:r>
      <w:r w:rsidRPr="00E03932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E03932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E03932">
        <w:rPr>
          <w:rFonts w:ascii="Verdana" w:hAnsi="Verdana"/>
          <w:sz w:val="18"/>
          <w:szCs w:val="18"/>
        </w:rPr>
        <w:t>„</w:t>
      </w:r>
      <w:r w:rsidR="00134C65">
        <w:rPr>
          <w:rFonts w:ascii="Verdana" w:hAnsi="Verdana"/>
          <w:sz w:val="18"/>
          <w:szCs w:val="18"/>
        </w:rPr>
        <w:t>Dodávky látkových roušek 2020</w:t>
      </w:r>
      <w:r w:rsidR="00F911DF" w:rsidRPr="00E03932">
        <w:rPr>
          <w:rFonts w:ascii="Verdana" w:hAnsi="Verdana"/>
          <w:sz w:val="18"/>
          <w:szCs w:val="18"/>
        </w:rPr>
        <w:t>“</w:t>
      </w:r>
      <w:r w:rsidR="0011150C" w:rsidRPr="00E03932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E03932">
        <w:rPr>
          <w:rFonts w:ascii="Verdana" w:hAnsi="Verdana"/>
          <w:sz w:val="18"/>
          <w:szCs w:val="18"/>
        </w:rPr>
        <w:t xml:space="preserve"> </w:t>
      </w:r>
    </w:p>
    <w:p w14:paraId="6B4D9D07" w14:textId="59232834" w:rsidR="0011150C" w:rsidRPr="00E03932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E03932">
        <w:rPr>
          <w:rFonts w:ascii="Verdana" w:hAnsi="Verdana"/>
          <w:sz w:val="18"/>
          <w:szCs w:val="18"/>
        </w:rPr>
        <w:instrText xml:space="preserve"> FORMCHECKBOX </w:instrText>
      </w:r>
      <w:r w:rsidR="001E7DC0">
        <w:rPr>
          <w:rFonts w:ascii="Verdana" w:hAnsi="Verdana"/>
          <w:sz w:val="18"/>
          <w:szCs w:val="18"/>
        </w:rPr>
      </w:r>
      <w:r w:rsidR="001E7DC0">
        <w:rPr>
          <w:rFonts w:ascii="Verdana" w:hAnsi="Verdana"/>
          <w:sz w:val="18"/>
          <w:szCs w:val="18"/>
        </w:rPr>
        <w:fldChar w:fldCharType="separate"/>
      </w:r>
      <w:r w:rsidRPr="00E03932">
        <w:rPr>
          <w:rFonts w:ascii="Verdana" w:hAnsi="Verdana"/>
          <w:sz w:val="18"/>
          <w:szCs w:val="18"/>
        </w:rPr>
        <w:fldChar w:fldCharType="end"/>
      </w:r>
      <w:r w:rsidR="0011150C" w:rsidRPr="00E03932">
        <w:rPr>
          <w:rFonts w:ascii="Verdana" w:hAnsi="Verdana"/>
          <w:sz w:val="18"/>
          <w:szCs w:val="18"/>
        </w:rPr>
        <w:tab/>
      </w:r>
      <w:r w:rsidR="0011150C" w:rsidRPr="00E03932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E03932">
        <w:rPr>
          <w:rFonts w:ascii="Verdana" w:hAnsi="Verdana"/>
          <w:sz w:val="18"/>
          <w:szCs w:val="18"/>
        </w:rPr>
        <w:t>„</w:t>
      </w:r>
      <w:r w:rsidR="00134C65">
        <w:rPr>
          <w:rFonts w:ascii="Verdana" w:hAnsi="Verdana"/>
          <w:sz w:val="18"/>
          <w:szCs w:val="18"/>
        </w:rPr>
        <w:t>Dodávky látkových roušek 2020</w:t>
      </w:r>
      <w:r w:rsidR="00D05D06" w:rsidRPr="00E03932">
        <w:rPr>
          <w:rFonts w:ascii="Verdana" w:hAnsi="Verdana"/>
          <w:sz w:val="18"/>
          <w:szCs w:val="18"/>
        </w:rPr>
        <w:t>“</w:t>
      </w:r>
      <w:r w:rsidR="0011150C" w:rsidRPr="00E03932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E03932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E03932" w14:paraId="6B4D9D0B" w14:textId="77777777" w:rsidTr="00C850DF">
        <w:trPr>
          <w:trHeight w:val="503"/>
        </w:trPr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E03932" w:rsidRDefault="0011150C" w:rsidP="00C850DF">
            <w:pPr>
              <w:tabs>
                <w:tab w:val="num" w:pos="360"/>
              </w:tabs>
              <w:rPr>
                <w:rStyle w:val="Siln"/>
                <w:rFonts w:ascii="Verdana" w:hAnsi="Verdana"/>
                <w:sz w:val="18"/>
                <w:szCs w:val="18"/>
              </w:rPr>
            </w:pPr>
            <w:r w:rsidRPr="00E03932">
              <w:rPr>
                <w:rStyle w:val="Siln"/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E03932" w:rsidRDefault="0011150C" w:rsidP="00C850DF">
            <w:pPr>
              <w:tabs>
                <w:tab w:val="num" w:pos="360"/>
              </w:tabs>
              <w:rPr>
                <w:rStyle w:val="Siln"/>
                <w:rFonts w:ascii="Verdana" w:hAnsi="Verdana"/>
                <w:sz w:val="18"/>
                <w:szCs w:val="18"/>
              </w:rPr>
            </w:pPr>
            <w:r w:rsidRPr="00E03932">
              <w:rPr>
                <w:rStyle w:val="Siln"/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E03932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E03932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E03932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E03932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6B4D9D29" w14:textId="77777777" w:rsidR="004E32F0" w:rsidRPr="00E03932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E03932">
        <w:rPr>
          <w:rFonts w:ascii="Verdana" w:hAnsi="Verdana"/>
          <w:sz w:val="18"/>
          <w:szCs w:val="18"/>
        </w:rPr>
        <w:t>dne</w:t>
      </w:r>
      <w:proofErr w:type="gramEnd"/>
      <w:r w:rsidRPr="00E03932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E03932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C850DF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</w:p>
    <w:p w14:paraId="6B4D9D2C" w14:textId="77777777" w:rsidR="004E32F0" w:rsidRPr="00C850DF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  <w:r w:rsidRPr="00C850DF">
        <w:rPr>
          <w:rFonts w:ascii="Verdana" w:hAnsi="Verdana"/>
          <w:sz w:val="20"/>
          <w:szCs w:val="20"/>
        </w:rPr>
        <w:t>…………………………………………………………………….</w:t>
      </w:r>
    </w:p>
    <w:sdt>
      <w:sdtPr>
        <w:rPr>
          <w:rFonts w:ascii="Verdana" w:hAnsi="Verdana"/>
          <w:sz w:val="20"/>
          <w:szCs w:val="20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C850DF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20"/>
              <w:szCs w:val="20"/>
            </w:rPr>
          </w:pPr>
          <w:r w:rsidRPr="00C850DF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p>
      </w:sdtContent>
    </w:sdt>
    <w:sectPr w:rsidR="00404BBF" w:rsidRPr="00C850DF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328CA6" w14:textId="77777777" w:rsidR="00FE225B" w:rsidRDefault="00FE225B">
      <w:r>
        <w:separator/>
      </w:r>
    </w:p>
  </w:endnote>
  <w:endnote w:type="continuationSeparator" w:id="0">
    <w:p w14:paraId="079EDF5E" w14:textId="77777777" w:rsidR="00FE225B" w:rsidRDefault="00FE225B">
      <w:r>
        <w:continuationSeparator/>
      </w:r>
    </w:p>
  </w:endnote>
  <w:endnote w:id="1">
    <w:p w14:paraId="6B4D9D3D" w14:textId="77777777" w:rsidR="0011150C" w:rsidRDefault="0011150C">
      <w:pPr>
        <w:pStyle w:val="Textvysvtlivek"/>
      </w:pPr>
      <w:r>
        <w:rPr>
          <w:rStyle w:val="Odkaznavysvtlivky"/>
        </w:rPr>
        <w:endnoteRef/>
      </w:r>
      <w:r>
        <w:t xml:space="preserve"> </w:t>
      </w:r>
      <w:r w:rsidRPr="0011150C">
        <w:rPr>
          <w:rFonts w:asciiTheme="minorHAnsi" w:hAnsiTheme="minorHAnsi" w:cstheme="minorHAnsi"/>
          <w:sz w:val="18"/>
        </w:rPr>
        <w:t>Účastník zaškrtne příslušné</w:t>
      </w:r>
      <w:r w:rsidR="00355A14">
        <w:rPr>
          <w:rFonts w:asciiTheme="minorHAnsi" w:hAnsiTheme="minorHAnsi" w:cstheme="minorHAnsi"/>
          <w:sz w:val="18"/>
        </w:rPr>
        <w:t xml:space="preserve"> políčko, a doplní případné poddod</w:t>
      </w:r>
      <w:r w:rsidRPr="0011150C">
        <w:rPr>
          <w:rFonts w:asciiTheme="minorHAnsi" w:hAnsiTheme="minorHAnsi" w:cstheme="minorHAnsi"/>
          <w:sz w:val="18"/>
        </w:rPr>
        <w:t xml:space="preserve">avatele a části zakázky, které mají </w:t>
      </w:r>
      <w:r w:rsidR="003F751E">
        <w:rPr>
          <w:rFonts w:asciiTheme="minorHAnsi" w:hAnsiTheme="minorHAnsi" w:cstheme="minorHAnsi"/>
          <w:sz w:val="18"/>
        </w:rPr>
        <w:t xml:space="preserve">tito poddodavatelé </w:t>
      </w:r>
      <w:r w:rsidRPr="0011150C">
        <w:rPr>
          <w:rFonts w:asciiTheme="minorHAnsi" w:hAnsiTheme="minorHAnsi" w:cstheme="minorHAnsi"/>
          <w:sz w:val="18"/>
        </w:rPr>
        <w:t>plnit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CFE0302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1E7DC0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1E7DC0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C46F9C" w14:textId="77777777" w:rsidR="00FE225B" w:rsidRDefault="00FE225B">
      <w:r>
        <w:separator/>
      </w:r>
    </w:p>
  </w:footnote>
  <w:footnote w:type="continuationSeparator" w:id="0">
    <w:p w14:paraId="1E445E8E" w14:textId="77777777" w:rsidR="00FE225B" w:rsidRDefault="00FE22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185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66"/>
      <w:gridCol w:w="5119"/>
    </w:tblGrid>
    <w:tr w:rsidR="0045048D" w14:paraId="6B4D9D38" w14:textId="77777777" w:rsidTr="00014610">
      <w:trPr>
        <w:trHeight w:val="925"/>
      </w:trPr>
      <w:tc>
        <w:tcPr>
          <w:tcW w:w="6066" w:type="dxa"/>
          <w:vAlign w:val="center"/>
        </w:tcPr>
        <w:p w14:paraId="6B4D9D34" w14:textId="36B2F068" w:rsidR="0075099A" w:rsidRDefault="0011150C" w:rsidP="00014610">
          <w:pPr>
            <w:tabs>
              <w:tab w:val="right" w:pos="9072"/>
            </w:tabs>
            <w:ind w:right="-3788"/>
            <w:rPr>
              <w:rFonts w:ascii="Calibri" w:eastAsia="Calibri" w:hAnsi="Calibri"/>
            </w:rPr>
          </w:pPr>
          <w:proofErr w:type="gramStart"/>
          <w:r>
            <w:rPr>
              <w:rFonts w:ascii="Calibri" w:eastAsia="Calibri" w:hAnsi="Calibri"/>
            </w:rPr>
            <w:t xml:space="preserve">Příloha </w:t>
          </w:r>
          <w:r w:rsidR="0045048D" w:rsidRPr="000A4EDE">
            <w:rPr>
              <w:rFonts w:ascii="Calibri" w:eastAsia="Calibri" w:hAnsi="Calibri"/>
            </w:rPr>
            <w:t xml:space="preserve"> </w:t>
          </w:r>
          <w:r w:rsidR="00CC4CD5">
            <w:rPr>
              <w:rFonts w:ascii="Calibri" w:eastAsia="Calibri" w:hAnsi="Calibri"/>
            </w:rPr>
            <w:t>č.</w:t>
          </w:r>
          <w:proofErr w:type="gramEnd"/>
          <w:r w:rsidR="00CC4CD5">
            <w:rPr>
              <w:rFonts w:ascii="Calibri" w:eastAsia="Calibri" w:hAnsi="Calibri"/>
            </w:rPr>
            <w:t xml:space="preserve"> </w:t>
          </w:r>
          <w:r w:rsidR="003269CB">
            <w:rPr>
              <w:rFonts w:ascii="Calibri" w:eastAsia="Calibri" w:hAnsi="Calibri"/>
            </w:rPr>
            <w:t>3</w:t>
          </w:r>
          <w:r w:rsidR="00CC4CD5">
            <w:rPr>
              <w:rFonts w:ascii="Calibri" w:eastAsia="Calibri" w:hAnsi="Calibri"/>
            </w:rPr>
            <w:t xml:space="preserve"> </w:t>
          </w:r>
          <w:r w:rsidR="005669FE">
            <w:rPr>
              <w:rFonts w:ascii="Calibri" w:eastAsia="Calibri" w:hAnsi="Calibri"/>
            </w:rPr>
            <w:t>Rámcové dohody</w:t>
          </w:r>
          <w:r w:rsidR="00014610">
            <w:rPr>
              <w:rFonts w:ascii="Calibri" w:eastAsia="Calibri" w:hAnsi="Calibri"/>
            </w:rPr>
            <w:t xml:space="preserve"> </w:t>
          </w:r>
        </w:p>
        <w:p w14:paraId="6B4D9D36" w14:textId="77777777" w:rsidR="0045048D" w:rsidRPr="00DC177F" w:rsidRDefault="0045048D" w:rsidP="008F6DEF">
          <w:pPr>
            <w:tabs>
              <w:tab w:val="right" w:pos="9072"/>
            </w:tabs>
            <w:ind w:right="-3788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610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34C65"/>
    <w:rsid w:val="0014383F"/>
    <w:rsid w:val="001561B0"/>
    <w:rsid w:val="00184203"/>
    <w:rsid w:val="001D0F6F"/>
    <w:rsid w:val="001D4541"/>
    <w:rsid w:val="001E7DC0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269CB"/>
    <w:rsid w:val="00333895"/>
    <w:rsid w:val="00352F97"/>
    <w:rsid w:val="00355A14"/>
    <w:rsid w:val="00392CBE"/>
    <w:rsid w:val="003A4BE9"/>
    <w:rsid w:val="003A7F39"/>
    <w:rsid w:val="003B09D8"/>
    <w:rsid w:val="003F751E"/>
    <w:rsid w:val="00401691"/>
    <w:rsid w:val="00404BBF"/>
    <w:rsid w:val="00413C13"/>
    <w:rsid w:val="00421796"/>
    <w:rsid w:val="00432D39"/>
    <w:rsid w:val="004337EA"/>
    <w:rsid w:val="0043756B"/>
    <w:rsid w:val="0045048D"/>
    <w:rsid w:val="004618DB"/>
    <w:rsid w:val="00464E24"/>
    <w:rsid w:val="004676C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9EB"/>
    <w:rsid w:val="00553CEF"/>
    <w:rsid w:val="005669FE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6793E"/>
    <w:rsid w:val="00671BDD"/>
    <w:rsid w:val="0069653E"/>
    <w:rsid w:val="006A2376"/>
    <w:rsid w:val="006A4243"/>
    <w:rsid w:val="006A6E4F"/>
    <w:rsid w:val="007042D7"/>
    <w:rsid w:val="00733E6C"/>
    <w:rsid w:val="0075099A"/>
    <w:rsid w:val="00771970"/>
    <w:rsid w:val="00791FB1"/>
    <w:rsid w:val="007B114D"/>
    <w:rsid w:val="007B55B1"/>
    <w:rsid w:val="007E4088"/>
    <w:rsid w:val="0080284A"/>
    <w:rsid w:val="008100EC"/>
    <w:rsid w:val="00822E9C"/>
    <w:rsid w:val="008315BA"/>
    <w:rsid w:val="008333D3"/>
    <w:rsid w:val="00891DF1"/>
    <w:rsid w:val="0089491A"/>
    <w:rsid w:val="008A044A"/>
    <w:rsid w:val="008A2005"/>
    <w:rsid w:val="008C248D"/>
    <w:rsid w:val="008D0741"/>
    <w:rsid w:val="008D1FBE"/>
    <w:rsid w:val="008F6DEF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15109"/>
    <w:rsid w:val="00A17DCD"/>
    <w:rsid w:val="00A217AF"/>
    <w:rsid w:val="00A26AB5"/>
    <w:rsid w:val="00A51E9C"/>
    <w:rsid w:val="00A52FEC"/>
    <w:rsid w:val="00A55423"/>
    <w:rsid w:val="00A558DE"/>
    <w:rsid w:val="00A90ED5"/>
    <w:rsid w:val="00A93837"/>
    <w:rsid w:val="00AA3895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926A1"/>
    <w:rsid w:val="00BA24EC"/>
    <w:rsid w:val="00BA7EF4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850DF"/>
    <w:rsid w:val="00CA0C22"/>
    <w:rsid w:val="00CA1A88"/>
    <w:rsid w:val="00CA2A32"/>
    <w:rsid w:val="00CA7864"/>
    <w:rsid w:val="00CC4CD5"/>
    <w:rsid w:val="00CD615E"/>
    <w:rsid w:val="00CE522E"/>
    <w:rsid w:val="00CF4B3F"/>
    <w:rsid w:val="00CF5FAD"/>
    <w:rsid w:val="00D0403C"/>
    <w:rsid w:val="00D04582"/>
    <w:rsid w:val="00D05D06"/>
    <w:rsid w:val="00D12124"/>
    <w:rsid w:val="00D12AFC"/>
    <w:rsid w:val="00D1692D"/>
    <w:rsid w:val="00D23AE7"/>
    <w:rsid w:val="00D607ED"/>
    <w:rsid w:val="00D80E56"/>
    <w:rsid w:val="00D817C7"/>
    <w:rsid w:val="00D9176F"/>
    <w:rsid w:val="00D9470F"/>
    <w:rsid w:val="00DB6956"/>
    <w:rsid w:val="00DC6384"/>
    <w:rsid w:val="00DC7EB9"/>
    <w:rsid w:val="00E03932"/>
    <w:rsid w:val="00E12A77"/>
    <w:rsid w:val="00E55FE0"/>
    <w:rsid w:val="00E7211F"/>
    <w:rsid w:val="00E876D3"/>
    <w:rsid w:val="00E92A17"/>
    <w:rsid w:val="00EA1764"/>
    <w:rsid w:val="00EB4DD5"/>
    <w:rsid w:val="00ED307F"/>
    <w:rsid w:val="00ED6E7A"/>
    <w:rsid w:val="00EF50B7"/>
    <w:rsid w:val="00F01186"/>
    <w:rsid w:val="00F11BFF"/>
    <w:rsid w:val="00F12CA2"/>
    <w:rsid w:val="00F17FB5"/>
    <w:rsid w:val="00F20DA3"/>
    <w:rsid w:val="00F21ED6"/>
    <w:rsid w:val="00F22D43"/>
    <w:rsid w:val="00F2397E"/>
    <w:rsid w:val="00F4576A"/>
    <w:rsid w:val="00F55F38"/>
    <w:rsid w:val="00F75EBC"/>
    <w:rsid w:val="00F75F1A"/>
    <w:rsid w:val="00F764D7"/>
    <w:rsid w:val="00F80FC1"/>
    <w:rsid w:val="00F911DF"/>
    <w:rsid w:val="00FB054E"/>
    <w:rsid w:val="00FC6A85"/>
    <w:rsid w:val="00FD570C"/>
    <w:rsid w:val="00FE22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64A77"/>
    <w:rsid w:val="002868A0"/>
    <w:rsid w:val="004C1618"/>
    <w:rsid w:val="0079333D"/>
    <w:rsid w:val="00956FC2"/>
    <w:rsid w:val="00B50BB6"/>
    <w:rsid w:val="00C5739F"/>
    <w:rsid w:val="00DD3C94"/>
    <w:rsid w:val="00E10E6E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64C5E3-0C93-4895-A71F-531618504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190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Smeták Stanislav</cp:lastModifiedBy>
  <cp:revision>8</cp:revision>
  <cp:lastPrinted>2018-12-06T13:13:00Z</cp:lastPrinted>
  <dcterms:created xsi:type="dcterms:W3CDTF">2020-08-03T08:07:00Z</dcterms:created>
  <dcterms:modified xsi:type="dcterms:W3CDTF">2020-09-03T13:36:00Z</dcterms:modified>
</cp:coreProperties>
</file>