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D9AA690" w14:textId="77777777" w:rsidTr="00F862D6">
        <w:tc>
          <w:tcPr>
            <w:tcW w:w="1020" w:type="dxa"/>
          </w:tcPr>
          <w:p w14:paraId="35C1B29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FFF9D78" wp14:editId="4C48D7B0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635187" w14:textId="77777777"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FF9D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6B635187" w14:textId="77777777"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2EDF4EB" w14:textId="77777777" w:rsidR="00F64786" w:rsidRDefault="00F64786" w:rsidP="0077673A"/>
        </w:tc>
        <w:tc>
          <w:tcPr>
            <w:tcW w:w="823" w:type="dxa"/>
          </w:tcPr>
          <w:p w14:paraId="5DD9CAF0" w14:textId="77777777" w:rsidR="00F64786" w:rsidRDefault="00F64786" w:rsidP="0077673A"/>
        </w:tc>
        <w:tc>
          <w:tcPr>
            <w:tcW w:w="3685" w:type="dxa"/>
          </w:tcPr>
          <w:p w14:paraId="074B44CA" w14:textId="77777777" w:rsidR="00F64786" w:rsidRDefault="00F64786" w:rsidP="0077673A"/>
        </w:tc>
      </w:tr>
      <w:tr w:rsidR="00F862D6" w14:paraId="551F4B7E" w14:textId="77777777" w:rsidTr="00596C7E">
        <w:tc>
          <w:tcPr>
            <w:tcW w:w="1020" w:type="dxa"/>
          </w:tcPr>
          <w:p w14:paraId="60F4D075" w14:textId="77777777" w:rsidR="00F862D6" w:rsidRDefault="00F862D6" w:rsidP="0077673A"/>
        </w:tc>
        <w:tc>
          <w:tcPr>
            <w:tcW w:w="2552" w:type="dxa"/>
          </w:tcPr>
          <w:p w14:paraId="2AEDF2F2" w14:textId="77777777" w:rsidR="00F862D6" w:rsidRDefault="00F862D6" w:rsidP="00764595"/>
        </w:tc>
        <w:tc>
          <w:tcPr>
            <w:tcW w:w="823" w:type="dxa"/>
          </w:tcPr>
          <w:p w14:paraId="058DEA9C" w14:textId="77777777" w:rsidR="00F862D6" w:rsidRDefault="00F862D6" w:rsidP="0077673A"/>
        </w:tc>
        <w:tc>
          <w:tcPr>
            <w:tcW w:w="3685" w:type="dxa"/>
            <w:vMerge w:val="restart"/>
          </w:tcPr>
          <w:p w14:paraId="306E1B18" w14:textId="77777777" w:rsidR="00596C7E" w:rsidRDefault="00596C7E" w:rsidP="00596C7E">
            <w:pPr>
              <w:rPr>
                <w:rStyle w:val="Potovnadresa"/>
              </w:rPr>
            </w:pPr>
          </w:p>
          <w:p w14:paraId="0B1238F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ED84D72" w14:textId="77777777" w:rsidTr="00F862D6">
        <w:tc>
          <w:tcPr>
            <w:tcW w:w="1020" w:type="dxa"/>
          </w:tcPr>
          <w:p w14:paraId="2CA007B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2553414" w14:textId="421CFF94" w:rsidR="00F862D6" w:rsidRPr="003E6B9A" w:rsidRDefault="009D5EB6" w:rsidP="0037111D">
            <w:r w:rsidRPr="009D5EB6">
              <w:rPr>
                <w:rFonts w:ascii="Helvetica" w:hAnsi="Helvetica"/>
              </w:rPr>
              <w:t>7944/2020-SŽ-SSV-Ú3</w:t>
            </w:r>
          </w:p>
        </w:tc>
        <w:tc>
          <w:tcPr>
            <w:tcW w:w="823" w:type="dxa"/>
          </w:tcPr>
          <w:p w14:paraId="69BB9E02" w14:textId="77777777" w:rsidR="00F862D6" w:rsidRDefault="00F862D6" w:rsidP="0077673A"/>
        </w:tc>
        <w:tc>
          <w:tcPr>
            <w:tcW w:w="3685" w:type="dxa"/>
            <w:vMerge/>
          </w:tcPr>
          <w:p w14:paraId="5DA99C26" w14:textId="77777777" w:rsidR="00F862D6" w:rsidRDefault="00F862D6" w:rsidP="0077673A"/>
        </w:tc>
      </w:tr>
      <w:tr w:rsidR="00F862D6" w14:paraId="27CB9268" w14:textId="77777777" w:rsidTr="00F862D6">
        <w:tc>
          <w:tcPr>
            <w:tcW w:w="1020" w:type="dxa"/>
          </w:tcPr>
          <w:p w14:paraId="5B2000FA" w14:textId="77777777" w:rsidR="00F862D6" w:rsidRPr="009D5EB6" w:rsidRDefault="00F862D6" w:rsidP="0077673A">
            <w:r w:rsidRPr="009D5EB6">
              <w:t>Listů/příloh</w:t>
            </w:r>
          </w:p>
        </w:tc>
        <w:tc>
          <w:tcPr>
            <w:tcW w:w="2552" w:type="dxa"/>
          </w:tcPr>
          <w:p w14:paraId="75D26C9B" w14:textId="77777777" w:rsidR="00F862D6" w:rsidRPr="009D5EB6" w:rsidRDefault="00570591" w:rsidP="00CC1E2B">
            <w:r w:rsidRPr="009D5EB6">
              <w:t>1</w:t>
            </w:r>
            <w:r w:rsidR="003E6B9A" w:rsidRPr="009D5EB6">
              <w:t>/0</w:t>
            </w:r>
          </w:p>
        </w:tc>
        <w:tc>
          <w:tcPr>
            <w:tcW w:w="823" w:type="dxa"/>
          </w:tcPr>
          <w:p w14:paraId="249D64D4" w14:textId="77777777" w:rsidR="00F862D6" w:rsidRDefault="00F862D6" w:rsidP="0077673A"/>
        </w:tc>
        <w:tc>
          <w:tcPr>
            <w:tcW w:w="3685" w:type="dxa"/>
            <w:vMerge/>
          </w:tcPr>
          <w:p w14:paraId="4531EFD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78EA99A" w14:textId="77777777" w:rsidTr="00B23CA3">
        <w:trPr>
          <w:trHeight w:val="77"/>
        </w:trPr>
        <w:tc>
          <w:tcPr>
            <w:tcW w:w="1020" w:type="dxa"/>
          </w:tcPr>
          <w:p w14:paraId="47BC5E32" w14:textId="77777777" w:rsidR="00F862D6" w:rsidRDefault="00F862D6" w:rsidP="0077673A"/>
        </w:tc>
        <w:tc>
          <w:tcPr>
            <w:tcW w:w="2552" w:type="dxa"/>
          </w:tcPr>
          <w:p w14:paraId="207689C5" w14:textId="77777777" w:rsidR="00F862D6" w:rsidRPr="003E6B9A" w:rsidRDefault="00F862D6" w:rsidP="0077673A"/>
        </w:tc>
        <w:tc>
          <w:tcPr>
            <w:tcW w:w="823" w:type="dxa"/>
          </w:tcPr>
          <w:p w14:paraId="7E9009BA" w14:textId="77777777" w:rsidR="00F862D6" w:rsidRDefault="00F862D6" w:rsidP="0077673A"/>
        </w:tc>
        <w:tc>
          <w:tcPr>
            <w:tcW w:w="3685" w:type="dxa"/>
            <w:vMerge/>
          </w:tcPr>
          <w:p w14:paraId="76D2297D" w14:textId="77777777" w:rsidR="00F862D6" w:rsidRDefault="00F862D6" w:rsidP="0077673A"/>
        </w:tc>
      </w:tr>
      <w:tr w:rsidR="00F862D6" w14:paraId="4BEC76B2" w14:textId="77777777" w:rsidTr="00F862D6">
        <w:tc>
          <w:tcPr>
            <w:tcW w:w="1020" w:type="dxa"/>
          </w:tcPr>
          <w:p w14:paraId="370D694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88C13F9" w14:textId="77777777"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14:paraId="50E6E8C2" w14:textId="77777777" w:rsidR="00F862D6" w:rsidRDefault="00F862D6" w:rsidP="0077673A"/>
        </w:tc>
        <w:tc>
          <w:tcPr>
            <w:tcW w:w="3685" w:type="dxa"/>
            <w:vMerge/>
          </w:tcPr>
          <w:p w14:paraId="457C483F" w14:textId="77777777" w:rsidR="00F862D6" w:rsidRDefault="00F862D6" w:rsidP="0077673A"/>
        </w:tc>
      </w:tr>
      <w:tr w:rsidR="009A7568" w14:paraId="7D1A9D3D" w14:textId="77777777" w:rsidTr="00F862D6">
        <w:tc>
          <w:tcPr>
            <w:tcW w:w="1020" w:type="dxa"/>
          </w:tcPr>
          <w:p w14:paraId="49927463" w14:textId="77777777" w:rsidR="009A7568" w:rsidRDefault="009A7568" w:rsidP="009A7568"/>
        </w:tc>
        <w:tc>
          <w:tcPr>
            <w:tcW w:w="2552" w:type="dxa"/>
          </w:tcPr>
          <w:p w14:paraId="1287DF1F" w14:textId="77777777" w:rsidR="009A7568" w:rsidRPr="003E6B9A" w:rsidRDefault="009A7568" w:rsidP="009A7568"/>
        </w:tc>
        <w:tc>
          <w:tcPr>
            <w:tcW w:w="823" w:type="dxa"/>
          </w:tcPr>
          <w:p w14:paraId="018763FC" w14:textId="77777777" w:rsidR="009A7568" w:rsidRDefault="009A7568" w:rsidP="009A7568"/>
        </w:tc>
        <w:tc>
          <w:tcPr>
            <w:tcW w:w="3685" w:type="dxa"/>
            <w:vMerge/>
          </w:tcPr>
          <w:p w14:paraId="4213651B" w14:textId="77777777" w:rsidR="009A7568" w:rsidRDefault="009A7568" w:rsidP="009A7568"/>
        </w:tc>
      </w:tr>
      <w:tr w:rsidR="009A7568" w14:paraId="1EBB2853" w14:textId="77777777" w:rsidTr="00F862D6">
        <w:tc>
          <w:tcPr>
            <w:tcW w:w="1020" w:type="dxa"/>
          </w:tcPr>
          <w:p w14:paraId="010F30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EB395E0" w14:textId="77777777"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14:paraId="0A8997D5" w14:textId="77777777" w:rsidR="009A7568" w:rsidRDefault="009A7568" w:rsidP="009A7568"/>
        </w:tc>
        <w:tc>
          <w:tcPr>
            <w:tcW w:w="3685" w:type="dxa"/>
            <w:vMerge/>
          </w:tcPr>
          <w:p w14:paraId="5B928312" w14:textId="77777777" w:rsidR="009A7568" w:rsidRDefault="009A7568" w:rsidP="009A7568"/>
        </w:tc>
      </w:tr>
      <w:tr w:rsidR="009A7568" w14:paraId="15E231A2" w14:textId="77777777" w:rsidTr="00F862D6">
        <w:tc>
          <w:tcPr>
            <w:tcW w:w="1020" w:type="dxa"/>
          </w:tcPr>
          <w:p w14:paraId="0D06C96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8683DD1" w14:textId="77777777"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14:paraId="321861E1" w14:textId="77777777" w:rsidR="009A7568" w:rsidRDefault="009A7568" w:rsidP="009A7568"/>
        </w:tc>
        <w:tc>
          <w:tcPr>
            <w:tcW w:w="3685" w:type="dxa"/>
            <w:vMerge/>
          </w:tcPr>
          <w:p w14:paraId="6C6FBE3E" w14:textId="77777777" w:rsidR="009A7568" w:rsidRDefault="009A7568" w:rsidP="009A7568"/>
        </w:tc>
      </w:tr>
      <w:tr w:rsidR="009A7568" w14:paraId="0DCED308" w14:textId="77777777" w:rsidTr="00F862D6">
        <w:tc>
          <w:tcPr>
            <w:tcW w:w="1020" w:type="dxa"/>
          </w:tcPr>
          <w:p w14:paraId="2196D6EA" w14:textId="77777777" w:rsidR="009A7568" w:rsidRDefault="009A7568" w:rsidP="009A7568"/>
        </w:tc>
        <w:tc>
          <w:tcPr>
            <w:tcW w:w="2552" w:type="dxa"/>
          </w:tcPr>
          <w:p w14:paraId="32BF984A" w14:textId="77777777" w:rsidR="009A7568" w:rsidRPr="003E6B9A" w:rsidRDefault="009A7568" w:rsidP="009A7568"/>
        </w:tc>
        <w:tc>
          <w:tcPr>
            <w:tcW w:w="823" w:type="dxa"/>
          </w:tcPr>
          <w:p w14:paraId="7B421B15" w14:textId="77777777" w:rsidR="009A7568" w:rsidRDefault="009A7568" w:rsidP="009A7568"/>
        </w:tc>
        <w:tc>
          <w:tcPr>
            <w:tcW w:w="3685" w:type="dxa"/>
          </w:tcPr>
          <w:p w14:paraId="3215EA6B" w14:textId="77777777" w:rsidR="009A7568" w:rsidRDefault="009A7568" w:rsidP="009A7568"/>
        </w:tc>
      </w:tr>
      <w:tr w:rsidR="009A7568" w14:paraId="0149AB95" w14:textId="77777777" w:rsidTr="00F862D6">
        <w:tc>
          <w:tcPr>
            <w:tcW w:w="1020" w:type="dxa"/>
          </w:tcPr>
          <w:p w14:paraId="52828A4F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7500DF93" w14:textId="7DC6E7A1" w:rsidR="009A7568" w:rsidRPr="003E6B9A" w:rsidRDefault="006E3EAB" w:rsidP="009D5EB6">
            <w:bookmarkStart w:id="0" w:name="Datum"/>
            <w:r>
              <w:t>2</w:t>
            </w:r>
            <w:r w:rsidR="009D5EB6">
              <w:t>4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D8DF34D" w14:textId="77777777" w:rsidR="009A7568" w:rsidRDefault="009A7568" w:rsidP="009A7568"/>
        </w:tc>
        <w:tc>
          <w:tcPr>
            <w:tcW w:w="3685" w:type="dxa"/>
          </w:tcPr>
          <w:p w14:paraId="09BBB634" w14:textId="77777777" w:rsidR="009A7568" w:rsidRDefault="009A7568" w:rsidP="009A7568"/>
        </w:tc>
      </w:tr>
      <w:tr w:rsidR="00F64786" w14:paraId="4817D3FE" w14:textId="77777777" w:rsidTr="00F862D6">
        <w:tc>
          <w:tcPr>
            <w:tcW w:w="1020" w:type="dxa"/>
          </w:tcPr>
          <w:p w14:paraId="02481992" w14:textId="77777777" w:rsidR="00F64786" w:rsidRDefault="00F64786" w:rsidP="0077673A"/>
        </w:tc>
        <w:tc>
          <w:tcPr>
            <w:tcW w:w="2552" w:type="dxa"/>
          </w:tcPr>
          <w:p w14:paraId="2309B07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5C45E19" w14:textId="77777777" w:rsidR="00F64786" w:rsidRDefault="00F64786" w:rsidP="0077673A"/>
        </w:tc>
        <w:tc>
          <w:tcPr>
            <w:tcW w:w="3685" w:type="dxa"/>
          </w:tcPr>
          <w:p w14:paraId="195AB67F" w14:textId="77777777" w:rsidR="00F64786" w:rsidRDefault="00F64786" w:rsidP="0077673A"/>
        </w:tc>
      </w:tr>
      <w:tr w:rsidR="00F862D6" w14:paraId="2F001D5F" w14:textId="77777777" w:rsidTr="00B45E9E">
        <w:trPr>
          <w:trHeight w:val="794"/>
        </w:trPr>
        <w:tc>
          <w:tcPr>
            <w:tcW w:w="1020" w:type="dxa"/>
          </w:tcPr>
          <w:p w14:paraId="552C9768" w14:textId="77777777" w:rsidR="00F862D6" w:rsidRDefault="00F862D6" w:rsidP="0077673A"/>
        </w:tc>
        <w:tc>
          <w:tcPr>
            <w:tcW w:w="2552" w:type="dxa"/>
          </w:tcPr>
          <w:p w14:paraId="2AB94C58" w14:textId="77777777" w:rsidR="00F862D6" w:rsidRDefault="00F862D6" w:rsidP="00F310F8"/>
        </w:tc>
        <w:tc>
          <w:tcPr>
            <w:tcW w:w="823" w:type="dxa"/>
          </w:tcPr>
          <w:p w14:paraId="21B2A476" w14:textId="77777777" w:rsidR="00F862D6" w:rsidRDefault="00F862D6" w:rsidP="0077673A"/>
        </w:tc>
        <w:tc>
          <w:tcPr>
            <w:tcW w:w="3685" w:type="dxa"/>
          </w:tcPr>
          <w:p w14:paraId="5D5C0A33" w14:textId="77777777" w:rsidR="00F862D6" w:rsidRDefault="00F862D6" w:rsidP="0077673A"/>
        </w:tc>
      </w:tr>
    </w:tbl>
    <w:p w14:paraId="32738CFF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14:paraId="15F4D10E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="0092166E">
        <w:rPr>
          <w:rFonts w:eastAsia="Calibri" w:cs="Times New Roman"/>
          <w:lang w:eastAsia="cs-CZ"/>
        </w:rPr>
        <w:t xml:space="preserve">. </w:t>
      </w:r>
      <w:r w:rsidR="00705071">
        <w:rPr>
          <w:rFonts w:eastAsia="Calibri" w:cs="Times New Roman"/>
          <w:lang w:eastAsia="cs-CZ"/>
        </w:rPr>
        <w:t>1</w:t>
      </w:r>
      <w:r w:rsidR="00CC00E6">
        <w:rPr>
          <w:rFonts w:eastAsia="Calibri" w:cs="Times New Roman"/>
          <w:lang w:eastAsia="cs-CZ"/>
        </w:rPr>
        <w:t>8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6C04C55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E12E6AF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6287FD9" w14:textId="77777777"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ABD6B1E" w14:textId="77777777"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FC33C16" w14:textId="77777777"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DE4035">
        <w:rPr>
          <w:rFonts w:eastAsia="Calibri" w:cs="Times New Roman"/>
          <w:b/>
          <w:lang w:eastAsia="cs-CZ"/>
        </w:rPr>
        <w:t>206</w:t>
      </w:r>
      <w:r w:rsidRPr="008302E6">
        <w:rPr>
          <w:rFonts w:eastAsia="Calibri" w:cs="Times New Roman"/>
          <w:b/>
          <w:lang w:eastAsia="cs-CZ"/>
        </w:rPr>
        <w:t>:</w:t>
      </w:r>
    </w:p>
    <w:p w14:paraId="6FE4D7D4" w14:textId="77777777" w:rsidR="006E3EAB" w:rsidRPr="00DE4035" w:rsidRDefault="00DE4035" w:rsidP="00F65E59">
      <w:pPr>
        <w:spacing w:after="0" w:line="240" w:lineRule="auto"/>
        <w:rPr>
          <w:rFonts w:eastAsia="Times New Roman" w:cs="Tahoma"/>
          <w:color w:val="000000"/>
          <w:lang w:eastAsia="cs-CZ"/>
        </w:rPr>
      </w:pPr>
      <w:r w:rsidRPr="00DE4035">
        <w:rPr>
          <w:rFonts w:eastAsia="Calibri" w:cs="Arial"/>
        </w:rPr>
        <w:t>Položky č. 18-19 v předloženém výkazu výměr u objektu SO 05-63-01 nejsou však ve výpisu prvků specifikované. Žádáme o doplnění specifikace.</w:t>
      </w:r>
    </w:p>
    <w:p w14:paraId="3938D6ED" w14:textId="77777777" w:rsidR="00BF4924" w:rsidRDefault="00BF4924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9A2620" w14:textId="77777777"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14:paraId="38B58646" w14:textId="4E066DA6" w:rsidR="00F65E59" w:rsidRPr="009D5EB6" w:rsidRDefault="001B3A38" w:rsidP="00F65E59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9D5EB6">
        <w:rPr>
          <w:rFonts w:eastAsia="Times New Roman" w:cs="Times New Roman"/>
          <w:bCs/>
          <w:i/>
          <w:lang w:eastAsia="cs-CZ"/>
        </w:rPr>
        <w:t xml:space="preserve">Specifikace prvků včetně popisu montáže je obsažena ve výkresu: Výpis prvků část </w:t>
      </w:r>
      <w:proofErr w:type="gramStart"/>
      <w:r w:rsidRPr="009D5EB6">
        <w:rPr>
          <w:rFonts w:eastAsia="Times New Roman" w:cs="Times New Roman"/>
          <w:bCs/>
          <w:i/>
          <w:lang w:eastAsia="cs-CZ"/>
        </w:rPr>
        <w:t>dokumentace D.2.2.3</w:t>
      </w:r>
      <w:proofErr w:type="gramEnd"/>
      <w:r w:rsidRPr="009D5EB6">
        <w:rPr>
          <w:rFonts w:eastAsia="Times New Roman" w:cs="Times New Roman"/>
          <w:bCs/>
          <w:i/>
          <w:lang w:eastAsia="cs-CZ"/>
        </w:rPr>
        <w:t xml:space="preserve"> číslo přílohy 1.08</w:t>
      </w:r>
      <w:r w:rsidR="009D5EB6" w:rsidRPr="009D5EB6">
        <w:rPr>
          <w:rFonts w:eastAsia="Times New Roman" w:cs="Times New Roman"/>
          <w:bCs/>
          <w:i/>
          <w:lang w:eastAsia="cs-CZ"/>
        </w:rPr>
        <w:t xml:space="preserve"> (D_02_02_03_01_056301_08_VÝPIS PRVKŮ.PDF)</w:t>
      </w:r>
    </w:p>
    <w:p w14:paraId="26ECED72" w14:textId="77777777"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5DE2DD" w14:textId="77777777" w:rsidR="00812E69" w:rsidRDefault="00812E6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DD16CA8" w14:textId="77777777" w:rsidR="009D5EB6" w:rsidRDefault="009D5EB6" w:rsidP="009D5EB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63917D" w14:textId="77777777" w:rsidR="009D5EB6" w:rsidRDefault="009D5EB6" w:rsidP="009D5EB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bylo provedeno pouze </w:t>
      </w:r>
      <w:r>
        <w:rPr>
          <w:rFonts w:eastAsia="Times New Roman" w:cs="Times New Roman"/>
          <w:b/>
          <w:lang w:eastAsia="cs-CZ"/>
        </w:rPr>
        <w:t xml:space="preserve">vysvětlení zadávací dokumentace </w:t>
      </w:r>
      <w:r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52B1179A" w14:textId="77777777" w:rsidR="009D5EB6" w:rsidRDefault="009D5EB6" w:rsidP="009D5EB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AEA574" w14:textId="77777777" w:rsidR="009D5EB6" w:rsidRDefault="009D5EB6" w:rsidP="009D5EB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14:paraId="370E1215" w14:textId="77777777" w:rsidR="009D5EB6" w:rsidRDefault="009D5EB6" w:rsidP="009D5EB6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1D87949" w14:textId="77777777" w:rsidR="009D5EB6" w:rsidRDefault="009D5EB6" w:rsidP="009D5EB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4B619F8" w14:textId="77777777" w:rsidR="009D5EB6" w:rsidRDefault="009D5EB6" w:rsidP="009D5EB6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0EE54E" w14:textId="5E34D4A1" w:rsidR="009D5EB6" w:rsidRDefault="009D5EB6" w:rsidP="009D5EB6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24. 8. 2020</w:t>
      </w:r>
    </w:p>
    <w:p w14:paraId="2B7FD39A" w14:textId="77777777" w:rsidR="009D5EB6" w:rsidRDefault="009D5EB6" w:rsidP="009D5EB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E594DC" w14:textId="77777777" w:rsidR="009D5EB6" w:rsidRDefault="009D5EB6" w:rsidP="009D5EB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8C9490" w14:textId="77777777" w:rsidR="009D5EB6" w:rsidRDefault="009D5EB6" w:rsidP="009D5EB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F2C2D96" w14:textId="77777777" w:rsidR="009D5EB6" w:rsidRDefault="009D5EB6" w:rsidP="009D5EB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64259CC" w14:textId="77777777" w:rsidR="009D5EB6" w:rsidRDefault="009D5EB6" w:rsidP="009D5EB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14:paraId="2CDD7BBB" w14:textId="77777777" w:rsidR="009D5EB6" w:rsidRDefault="009D5EB6" w:rsidP="009D5EB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7E07D2A" w14:textId="77777777" w:rsidR="009D5EB6" w:rsidRDefault="009D5EB6" w:rsidP="009D5EB6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14:paraId="0A2E91FF" w14:textId="77777777" w:rsidR="009D5EB6" w:rsidRDefault="009D5EB6" w:rsidP="009D5EB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14:paraId="37A3A008" w14:textId="77777777" w:rsidR="009D5EB6" w:rsidRDefault="009D5EB6" w:rsidP="009D5EB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14:paraId="1B3F15D2" w14:textId="77777777" w:rsidR="009D5EB6" w:rsidRDefault="009D5EB6" w:rsidP="009D5EB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železnic, státní organizace</w:t>
      </w:r>
    </w:p>
    <w:p w14:paraId="2ED517D2" w14:textId="77777777" w:rsidR="00CB7B5A" w:rsidRPr="00CB7B5A" w:rsidRDefault="00CB7B5A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0FAE9" w14:textId="77777777" w:rsidR="003C061A" w:rsidRDefault="003C061A" w:rsidP="00962258">
      <w:pPr>
        <w:spacing w:after="0" w:line="240" w:lineRule="auto"/>
      </w:pPr>
      <w:r>
        <w:separator/>
      </w:r>
    </w:p>
  </w:endnote>
  <w:endnote w:type="continuationSeparator" w:id="0">
    <w:p w14:paraId="1CCFFD8D" w14:textId="77777777" w:rsidR="003C061A" w:rsidRDefault="003C06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14:paraId="74CD94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123B67" w14:textId="77777777"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40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07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7DD209" w14:textId="77777777"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EF613B" w14:textId="77777777" w:rsidR="00FF07F2" w:rsidRDefault="00FF07F2" w:rsidP="00B8518B">
          <w:pPr>
            <w:pStyle w:val="Zpat"/>
          </w:pPr>
        </w:p>
      </w:tc>
      <w:tc>
        <w:tcPr>
          <w:tcW w:w="2921" w:type="dxa"/>
        </w:tcPr>
        <w:p w14:paraId="40721CF4" w14:textId="77777777" w:rsidR="00FF07F2" w:rsidRDefault="00FF07F2" w:rsidP="00D831A3">
          <w:pPr>
            <w:pStyle w:val="Zpat"/>
          </w:pPr>
        </w:p>
      </w:tc>
    </w:tr>
  </w:tbl>
  <w:p w14:paraId="0DCDC176" w14:textId="77777777"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8A4B731" wp14:editId="6214C3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0333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99BA02" wp14:editId="1181CC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DD4A9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14:paraId="3C67604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6F4AE2" w14:textId="77777777"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07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07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98C447" w14:textId="77777777" w:rsidR="00FF07F2" w:rsidRDefault="00FF07F2" w:rsidP="00FF07F2">
          <w:pPr>
            <w:pStyle w:val="Zpat"/>
          </w:pPr>
          <w:r>
            <w:t>Správa železnic, státní organizace</w:t>
          </w:r>
        </w:p>
        <w:p w14:paraId="72AE9B27" w14:textId="77777777"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830C53" w14:textId="77777777" w:rsidR="00FF07F2" w:rsidRDefault="00FF07F2" w:rsidP="00FF07F2">
          <w:pPr>
            <w:pStyle w:val="Zpat"/>
          </w:pPr>
          <w:r>
            <w:t>Sídlo: Dlážděná 1003/7, 110 00 Praha 1</w:t>
          </w:r>
        </w:p>
        <w:p w14:paraId="517C8805" w14:textId="77777777" w:rsidR="00FF07F2" w:rsidRDefault="00FF07F2" w:rsidP="00FF07F2">
          <w:pPr>
            <w:pStyle w:val="Zpat"/>
          </w:pPr>
          <w:r>
            <w:t>IČO: 709 94 234 DIČ: CZ 709 94 234</w:t>
          </w:r>
        </w:p>
        <w:p w14:paraId="317B06AD" w14:textId="77777777"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14:paraId="57BBF30A" w14:textId="77777777"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679874" w14:textId="77777777"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1508179" w14:textId="77777777"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8839E95" w14:textId="77777777" w:rsidR="00FF07F2" w:rsidRDefault="00FF07F2" w:rsidP="00FF07F2">
          <w:pPr>
            <w:pStyle w:val="Zpat"/>
          </w:pPr>
        </w:p>
      </w:tc>
    </w:tr>
  </w:tbl>
  <w:p w14:paraId="64E50780" w14:textId="77777777"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023B713" wp14:editId="253344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69AC25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AD59CA9" wp14:editId="2FE7D1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E3392F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DA625" w14:textId="77777777"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880B9" w14:textId="77777777" w:rsidR="003C061A" w:rsidRDefault="003C061A" w:rsidP="00962258">
      <w:pPr>
        <w:spacing w:after="0" w:line="240" w:lineRule="auto"/>
      </w:pPr>
      <w:r>
        <w:separator/>
      </w:r>
    </w:p>
  </w:footnote>
  <w:footnote w:type="continuationSeparator" w:id="0">
    <w:p w14:paraId="5A06DC2A" w14:textId="77777777" w:rsidR="003C061A" w:rsidRDefault="003C06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14:paraId="492321A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83F617" w14:textId="77777777"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8498CF" w14:textId="77777777"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E72FD8" w14:textId="77777777" w:rsidR="00FF07F2" w:rsidRPr="00D6163D" w:rsidRDefault="00FF07F2" w:rsidP="00D6163D">
          <w:pPr>
            <w:pStyle w:val="Druhdokumentu"/>
          </w:pPr>
        </w:p>
      </w:tc>
    </w:tr>
  </w:tbl>
  <w:p w14:paraId="63CEAF46" w14:textId="77777777"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14:paraId="5361554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007EE1" w14:textId="77777777"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B866256" wp14:editId="2D774CF8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4D083C2" wp14:editId="5E5B961F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6FD5D9B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0490C" w14:textId="77777777"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CEF387" w14:textId="77777777" w:rsidR="00FF07F2" w:rsidRPr="00D6163D" w:rsidRDefault="00FF07F2" w:rsidP="00FC6389">
          <w:pPr>
            <w:pStyle w:val="Druhdokumentu"/>
          </w:pPr>
        </w:p>
      </w:tc>
    </w:tr>
    <w:tr w:rsidR="00FF07F2" w14:paraId="34BE37B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811CA27" w14:textId="77777777"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524F1" w14:textId="77777777"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E7052C" w14:textId="77777777" w:rsidR="00FF07F2" w:rsidRDefault="00FF07F2" w:rsidP="00FC6389">
          <w:pPr>
            <w:pStyle w:val="Druhdokumentu"/>
            <w:rPr>
              <w:noProof/>
            </w:rPr>
          </w:pPr>
        </w:p>
      </w:tc>
    </w:tr>
  </w:tbl>
  <w:p w14:paraId="006CFD78" w14:textId="77777777"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A9B0BA2" wp14:editId="291A470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930FF4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04493B9" w14:textId="77777777"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4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0"/>
  </w:num>
  <w:num w:numId="18">
    <w:abstractNumId w:val="8"/>
  </w:num>
  <w:num w:numId="19">
    <w:abstractNumId w:val="33"/>
  </w:num>
  <w:num w:numId="20">
    <w:abstractNumId w:val="35"/>
  </w:num>
  <w:num w:numId="21">
    <w:abstractNumId w:val="31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9"/>
  </w:num>
  <w:num w:numId="27">
    <w:abstractNumId w:val="12"/>
  </w:num>
  <w:num w:numId="28">
    <w:abstractNumId w:val="10"/>
  </w:num>
  <w:num w:numId="29">
    <w:abstractNumId w:val="28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4472"/>
    <w:rsid w:val="00170EC5"/>
    <w:rsid w:val="001747C1"/>
    <w:rsid w:val="00176AD8"/>
    <w:rsid w:val="0018596A"/>
    <w:rsid w:val="001B3A38"/>
    <w:rsid w:val="001B69C2"/>
    <w:rsid w:val="001C4DA0"/>
    <w:rsid w:val="001F4872"/>
    <w:rsid w:val="00207DF5"/>
    <w:rsid w:val="00240083"/>
    <w:rsid w:val="00256063"/>
    <w:rsid w:val="00256467"/>
    <w:rsid w:val="00267369"/>
    <w:rsid w:val="0026785D"/>
    <w:rsid w:val="00281D13"/>
    <w:rsid w:val="002B06CF"/>
    <w:rsid w:val="002B2F0A"/>
    <w:rsid w:val="002C31BF"/>
    <w:rsid w:val="002E0CD7"/>
    <w:rsid w:val="002F026B"/>
    <w:rsid w:val="00357BC6"/>
    <w:rsid w:val="0037111D"/>
    <w:rsid w:val="003756B9"/>
    <w:rsid w:val="0038055F"/>
    <w:rsid w:val="003956C6"/>
    <w:rsid w:val="003A0BB0"/>
    <w:rsid w:val="003A3618"/>
    <w:rsid w:val="003C061A"/>
    <w:rsid w:val="003E6B9A"/>
    <w:rsid w:val="003E75CE"/>
    <w:rsid w:val="003E7BF6"/>
    <w:rsid w:val="003F2C2E"/>
    <w:rsid w:val="003F4DAD"/>
    <w:rsid w:val="00400F99"/>
    <w:rsid w:val="0041380F"/>
    <w:rsid w:val="00450F07"/>
    <w:rsid w:val="00453CD3"/>
    <w:rsid w:val="00455BC7"/>
    <w:rsid w:val="00460660"/>
    <w:rsid w:val="00460CCB"/>
    <w:rsid w:val="00477370"/>
    <w:rsid w:val="004800E9"/>
    <w:rsid w:val="00486107"/>
    <w:rsid w:val="00491827"/>
    <w:rsid w:val="004926B0"/>
    <w:rsid w:val="004A7C69"/>
    <w:rsid w:val="004B0B5A"/>
    <w:rsid w:val="004C4399"/>
    <w:rsid w:val="004C69ED"/>
    <w:rsid w:val="004C787C"/>
    <w:rsid w:val="004E616C"/>
    <w:rsid w:val="004F4B9B"/>
    <w:rsid w:val="00501654"/>
    <w:rsid w:val="005117D3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104F6"/>
    <w:rsid w:val="0061068E"/>
    <w:rsid w:val="0061674D"/>
    <w:rsid w:val="00660AD3"/>
    <w:rsid w:val="006A5570"/>
    <w:rsid w:val="006A689C"/>
    <w:rsid w:val="006B3D79"/>
    <w:rsid w:val="006D3AE2"/>
    <w:rsid w:val="006E0578"/>
    <w:rsid w:val="006E314D"/>
    <w:rsid w:val="006E3EAB"/>
    <w:rsid w:val="006E7F06"/>
    <w:rsid w:val="00700FC2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6A7"/>
    <w:rsid w:val="00807DD0"/>
    <w:rsid w:val="00812E69"/>
    <w:rsid w:val="00813F11"/>
    <w:rsid w:val="00825B0C"/>
    <w:rsid w:val="008302E6"/>
    <w:rsid w:val="00870747"/>
    <w:rsid w:val="00871912"/>
    <w:rsid w:val="00891334"/>
    <w:rsid w:val="008A3568"/>
    <w:rsid w:val="008D03B9"/>
    <w:rsid w:val="008E5F0E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15F6"/>
    <w:rsid w:val="009D5EB6"/>
    <w:rsid w:val="009E07F4"/>
    <w:rsid w:val="009E48F0"/>
    <w:rsid w:val="009F392E"/>
    <w:rsid w:val="00A44042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B7B5A"/>
    <w:rsid w:val="00CC00E6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56B31"/>
    <w:rsid w:val="00E824F1"/>
    <w:rsid w:val="00EB104F"/>
    <w:rsid w:val="00EB4A17"/>
    <w:rsid w:val="00EC3C53"/>
    <w:rsid w:val="00ED14BD"/>
    <w:rsid w:val="00EF418A"/>
    <w:rsid w:val="00F01440"/>
    <w:rsid w:val="00F07F8F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7BC2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7BE0CD-2AB8-40AB-B1DE-FC3838A7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17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8</cp:revision>
  <cp:lastPrinted>2020-08-24T08:26:00Z</cp:lastPrinted>
  <dcterms:created xsi:type="dcterms:W3CDTF">2020-08-18T11:44:00Z</dcterms:created>
  <dcterms:modified xsi:type="dcterms:W3CDTF">2020-08-24T08:34:00Z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