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0C5197" wp14:editId="5CA30CC8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F07F2" w:rsidRDefault="00FF07F2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7D0C51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#f0f0f0 [3212]" stroked="f" strokeweight=".5pt">
                      <v:textbox>
                        <w:txbxContent>
                          <w:p w:rsidR="00FF07F2" w:rsidRDefault="00FF07F2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720E7F" w:rsidRDefault="00F862D6" w:rsidP="0077673A">
            <w:r w:rsidRPr="00720E7F">
              <w:t>Naše zn.</w:t>
            </w:r>
          </w:p>
        </w:tc>
        <w:tc>
          <w:tcPr>
            <w:tcW w:w="2552" w:type="dxa"/>
          </w:tcPr>
          <w:p w:rsidR="00F862D6" w:rsidRPr="00720E7F" w:rsidRDefault="003A0BB0" w:rsidP="0037111D">
            <w:r w:rsidRPr="00720E7F">
              <w:rPr>
                <w:rFonts w:ascii="Helvetica" w:hAnsi="Helvetica"/>
              </w:rPr>
              <w:t>7664/2020-SŽ-SSV-Ú3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2B0243" w:rsidP="002B0243">
            <w:r w:rsidRPr="002B0243">
              <w:t>4</w:t>
            </w:r>
            <w:r w:rsidR="003E6B9A" w:rsidRPr="002B0243">
              <w:t>/</w:t>
            </w:r>
            <w:r w:rsidRPr="002B0243">
              <w:t>8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3A3618" w:rsidP="003A0BB0">
            <w:bookmarkStart w:id="0" w:name="Datum"/>
            <w:r>
              <w:t>1</w:t>
            </w:r>
            <w:r w:rsidR="003A0BB0">
              <w:t>9</w:t>
            </w:r>
            <w:r w:rsidR="00871912">
              <w:t xml:space="preserve">. </w:t>
            </w:r>
            <w:r w:rsidR="00EC3C53">
              <w:t>srpna</w:t>
            </w:r>
            <w:r w:rsidR="00871912">
              <w:t xml:space="preserve"> 2020</w:t>
            </w:r>
            <w:r w:rsidR="00871912" w:rsidRPr="003E6B9A">
              <w:t xml:space="preserve"> 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36EA8" w:rsidRPr="00D36EA8">
        <w:rPr>
          <w:rFonts w:eastAsia="Calibri" w:cs="Times New Roman"/>
          <w:b/>
          <w:lang w:eastAsia="cs-CZ"/>
        </w:rPr>
        <w:t>Ústí n. O. - Brandýs n. O. - původní stopa,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dokumentace č</w:t>
      </w:r>
      <w:r w:rsidR="0092166E">
        <w:rPr>
          <w:rFonts w:eastAsia="Calibri" w:cs="Times New Roman"/>
          <w:lang w:eastAsia="cs-CZ"/>
        </w:rPr>
        <w:t xml:space="preserve">. </w:t>
      </w:r>
      <w:r w:rsidR="00705071">
        <w:rPr>
          <w:rFonts w:eastAsia="Calibri" w:cs="Times New Roman"/>
          <w:lang w:eastAsia="cs-CZ"/>
        </w:rPr>
        <w:t>1</w:t>
      </w:r>
      <w:r w:rsidR="003A0BB0">
        <w:rPr>
          <w:rFonts w:eastAsia="Calibri" w:cs="Times New Roman"/>
          <w:lang w:eastAsia="cs-CZ"/>
        </w:rPr>
        <w:t>6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AF7957" w:rsidRDefault="00AF795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8302E6" w:rsidRPr="00BD5319" w:rsidRDefault="008302E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1422A" w:rsidRDefault="00705071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4E616C">
        <w:rPr>
          <w:rFonts w:eastAsia="Calibri" w:cs="Times New Roman"/>
          <w:b/>
          <w:lang w:eastAsia="cs-CZ"/>
        </w:rPr>
        <w:t>1</w:t>
      </w:r>
      <w:r w:rsidR="003A0BB0">
        <w:rPr>
          <w:rFonts w:eastAsia="Calibri" w:cs="Times New Roman"/>
          <w:b/>
          <w:lang w:eastAsia="cs-CZ"/>
        </w:rPr>
        <w:t>90</w:t>
      </w:r>
      <w:r w:rsidR="00F1422A">
        <w:rPr>
          <w:rFonts w:eastAsia="Calibri" w:cs="Times New Roman"/>
          <w:b/>
          <w:lang w:eastAsia="cs-CZ"/>
        </w:rPr>
        <w:t>:</w:t>
      </w:r>
    </w:p>
    <w:p w:rsidR="003A0BB0" w:rsidRPr="003A0BB0" w:rsidRDefault="003A0BB0" w:rsidP="00F1422A">
      <w:pPr>
        <w:spacing w:after="0" w:line="240" w:lineRule="auto"/>
        <w:rPr>
          <w:rFonts w:eastAsia="Calibri" w:cs="Times New Roman"/>
          <w:lang w:eastAsia="cs-CZ"/>
        </w:rPr>
      </w:pPr>
      <w:r w:rsidRPr="003A0BB0">
        <w:rPr>
          <w:rFonts w:eastAsia="Calibri" w:cs="Times New Roman"/>
          <w:u w:val="single"/>
          <w:lang w:eastAsia="cs-CZ"/>
        </w:rPr>
        <w:t>SO 02-54-01 Ústí nad Orlicí – Bezpráví, úprava a ochran</w:t>
      </w:r>
      <w:r>
        <w:rPr>
          <w:rFonts w:eastAsia="Calibri" w:cs="Times New Roman"/>
          <w:u w:val="single"/>
          <w:lang w:eastAsia="cs-CZ"/>
        </w:rPr>
        <w:t>a přípojky k domku v km 258,676</w:t>
      </w:r>
      <w:r w:rsidRPr="003A0BB0">
        <w:rPr>
          <w:rFonts w:eastAsia="Calibri" w:cs="Times New Roman"/>
          <w:lang w:eastAsia="cs-CZ"/>
        </w:rPr>
        <w:t xml:space="preserve"> </w:t>
      </w:r>
    </w:p>
    <w:p w:rsidR="003F2C2E" w:rsidRPr="003A0BB0" w:rsidRDefault="003A0BB0" w:rsidP="00F1422A">
      <w:pPr>
        <w:spacing w:after="0" w:line="240" w:lineRule="auto"/>
        <w:rPr>
          <w:rFonts w:eastAsia="Calibri" w:cs="Times New Roman"/>
          <w:lang w:eastAsia="cs-CZ"/>
        </w:rPr>
      </w:pPr>
      <w:r w:rsidRPr="003A0BB0">
        <w:rPr>
          <w:rFonts w:eastAsia="Calibri" w:cs="Times New Roman"/>
          <w:lang w:eastAsia="cs-CZ"/>
        </w:rPr>
        <w:t>V položce č. 7 - PROTLAČOVÁNÍ POTRUBÍ Z PLAST HMOT DN DO 200MM, je uvedená výměra protlaku 2800 m. Na základě známých skutečností se uchazeč domnívá, že tato výměra ani řádově neodpovídá skutečné délce protlaků. (viz. příloha D_02_01_05_01_02_1_Situace). Pokud je výměra 2800 metrů v rozpočtu uvedena správně, může zadavatel doplnit výkresovou dokumentaci o veške</w:t>
      </w:r>
      <w:r>
        <w:rPr>
          <w:rFonts w:eastAsia="Calibri" w:cs="Times New Roman"/>
          <w:lang w:eastAsia="cs-CZ"/>
        </w:rPr>
        <w:t>ré protlaky včetně jejich délek?</w:t>
      </w:r>
    </w:p>
    <w:p w:rsidR="003A0BB0" w:rsidRDefault="003A0BB0" w:rsidP="00F1422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1422A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3D1A67" w:rsidRPr="002B0243" w:rsidRDefault="006E028B" w:rsidP="003D1A67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2B0243">
        <w:rPr>
          <w:rFonts w:eastAsia="Times New Roman" w:cs="Times New Roman"/>
          <w:i/>
          <w:lang w:eastAsia="cs-CZ"/>
        </w:rPr>
        <w:t xml:space="preserve">Položka </w:t>
      </w:r>
      <w:proofErr w:type="gramStart"/>
      <w:r w:rsidRPr="002B0243">
        <w:rPr>
          <w:rFonts w:eastAsia="Times New Roman" w:cs="Times New Roman"/>
          <w:i/>
          <w:lang w:eastAsia="cs-CZ"/>
        </w:rPr>
        <w:t>č.7 , 14173</w:t>
      </w:r>
      <w:proofErr w:type="gramEnd"/>
      <w:r w:rsidRPr="002B0243">
        <w:rPr>
          <w:rFonts w:eastAsia="Times New Roman" w:cs="Times New Roman"/>
          <w:i/>
          <w:lang w:eastAsia="cs-CZ"/>
        </w:rPr>
        <w:t>, PROTLAČOVÁNÍ POTRUBÍ Z PLAST HMOT DN DO 200MM upravena na 18 M.</w:t>
      </w:r>
    </w:p>
    <w:p w:rsidR="006E028B" w:rsidRPr="002B0243" w:rsidRDefault="006E028B" w:rsidP="003D1A67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2B0243">
        <w:rPr>
          <w:rFonts w:eastAsia="Times New Roman" w:cs="Times New Roman"/>
          <w:bCs/>
          <w:i/>
          <w:iCs/>
          <w:lang w:eastAsia="cs-CZ"/>
        </w:rPr>
        <w:t xml:space="preserve">Upraven dokument </w:t>
      </w:r>
      <w:bookmarkStart w:id="1" w:name="_Hlk48667720"/>
      <w:r w:rsidRPr="002B0243">
        <w:rPr>
          <w:rFonts w:eastAsia="Times New Roman" w:cs="Times New Roman"/>
          <w:bCs/>
          <w:i/>
          <w:iCs/>
          <w:lang w:eastAsia="cs-CZ"/>
        </w:rPr>
        <w:t>SO025401_upr02.xlsm</w:t>
      </w:r>
      <w:bookmarkEnd w:id="1"/>
    </w:p>
    <w:p w:rsidR="004E616C" w:rsidRDefault="004E616C" w:rsidP="00F1422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C15F6" w:rsidRPr="008302E6" w:rsidRDefault="009C15F6" w:rsidP="00F1422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1422A" w:rsidRPr="008302E6" w:rsidRDefault="00705071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Dotaz č. </w:t>
      </w:r>
      <w:r w:rsidR="003A0BB0">
        <w:rPr>
          <w:rFonts w:eastAsia="Calibri" w:cs="Times New Roman"/>
          <w:b/>
          <w:lang w:eastAsia="cs-CZ"/>
        </w:rPr>
        <w:t>191</w:t>
      </w:r>
      <w:r w:rsidR="00F1422A" w:rsidRPr="008302E6">
        <w:rPr>
          <w:rFonts w:eastAsia="Calibri" w:cs="Times New Roman"/>
          <w:b/>
          <w:lang w:eastAsia="cs-CZ"/>
        </w:rPr>
        <w:t>:</w:t>
      </w:r>
    </w:p>
    <w:p w:rsidR="003A0BB0" w:rsidRPr="003A0BB0" w:rsidRDefault="003A0BB0" w:rsidP="00F1422A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3A0BB0">
        <w:rPr>
          <w:rFonts w:eastAsia="Calibri" w:cs="Times New Roman"/>
          <w:u w:val="single"/>
          <w:lang w:eastAsia="cs-CZ"/>
        </w:rPr>
        <w:t xml:space="preserve">SO 03-76-12 Odbočka </w:t>
      </w:r>
      <w:proofErr w:type="spellStart"/>
      <w:r w:rsidRPr="003A0BB0">
        <w:rPr>
          <w:rFonts w:eastAsia="Calibri" w:cs="Times New Roman"/>
          <w:u w:val="single"/>
          <w:lang w:eastAsia="cs-CZ"/>
        </w:rPr>
        <w:t>Odb</w:t>
      </w:r>
      <w:proofErr w:type="spellEnd"/>
      <w:r w:rsidRPr="003A0BB0">
        <w:rPr>
          <w:rFonts w:eastAsia="Calibri" w:cs="Times New Roman"/>
          <w:u w:val="single"/>
          <w:lang w:eastAsia="cs-CZ"/>
        </w:rPr>
        <w:t xml:space="preserve"> Bezpráví, venkovní osvětlení </w:t>
      </w:r>
    </w:p>
    <w:p w:rsidR="00575BC4" w:rsidRDefault="003A0BB0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 w:rsidRPr="003A0BB0">
        <w:rPr>
          <w:rFonts w:eastAsia="Calibri" w:cs="Times New Roman"/>
          <w:lang w:eastAsia="cs-CZ"/>
        </w:rPr>
        <w:t>Položka č. 16 - ZASYPÁNÍ KABELOVÉHO ŽLABU VRSTVOU Z PŘESÁTÉHO PÍSKU SVĚTLÉ ŠÍŘKY DO 120 MM v množství 4760 m. Uchazeč se domnívá že toto množství není přiměřené vzhledem k použité délce kabelového žlabu zemního (pol. č. 12), kterého je užito 940 m a trasy určené polohopisem. Může zadavatel vysvětlit nepoměr v těchto množstvích</w:t>
      </w:r>
      <w:r w:rsidRPr="003A0BB0">
        <w:rPr>
          <w:rFonts w:eastAsia="Calibri" w:cs="Times New Roman"/>
          <w:b/>
          <w:lang w:eastAsia="cs-CZ"/>
        </w:rPr>
        <w:t>?</w:t>
      </w:r>
    </w:p>
    <w:p w:rsidR="003A0BB0" w:rsidRPr="008302E6" w:rsidRDefault="003A0BB0" w:rsidP="00F1422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1422A" w:rsidRPr="008302E6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Odpověď: </w:t>
      </w:r>
    </w:p>
    <w:p w:rsidR="00F1422A" w:rsidRPr="002B0243" w:rsidRDefault="00F1258D" w:rsidP="00F1422A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B0243">
        <w:rPr>
          <w:rFonts w:eastAsia="Times New Roman" w:cs="Times New Roman"/>
          <w:bCs/>
          <w:i/>
          <w:lang w:eastAsia="cs-CZ"/>
        </w:rPr>
        <w:t xml:space="preserve">Položka </w:t>
      </w:r>
      <w:proofErr w:type="gramStart"/>
      <w:r w:rsidRPr="002B0243">
        <w:rPr>
          <w:rFonts w:eastAsia="Times New Roman" w:cs="Times New Roman"/>
          <w:bCs/>
          <w:i/>
          <w:lang w:eastAsia="cs-CZ"/>
        </w:rPr>
        <w:t>č.16</w:t>
      </w:r>
      <w:proofErr w:type="gramEnd"/>
      <w:r w:rsidRPr="002B0243">
        <w:rPr>
          <w:rFonts w:eastAsia="Times New Roman" w:cs="Times New Roman"/>
          <w:bCs/>
          <w:i/>
          <w:lang w:eastAsia="cs-CZ"/>
        </w:rPr>
        <w:t xml:space="preserve"> , 702901, ZASYPÁNÍ KABELOVÉHO ŽLABU VRSTVOU Z PŘESÁTÉHO PÍSKU SVĚTLÉ ŠÍŘKY DO 120 MM upravena na 940 M.</w:t>
      </w:r>
    </w:p>
    <w:p w:rsidR="00F1258D" w:rsidRPr="002B0243" w:rsidRDefault="00F1258D" w:rsidP="00F1422A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B0243">
        <w:rPr>
          <w:rFonts w:eastAsia="Times New Roman" w:cs="Times New Roman"/>
          <w:bCs/>
          <w:i/>
          <w:iCs/>
          <w:lang w:eastAsia="cs-CZ"/>
        </w:rPr>
        <w:t>Upraven dokument SO037612_upr01.xlsm</w:t>
      </w:r>
    </w:p>
    <w:p w:rsidR="00705071" w:rsidRPr="008302E6" w:rsidRDefault="00705071" w:rsidP="00F1422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F07F2" w:rsidRPr="008302E6" w:rsidRDefault="00FF07F2" w:rsidP="00F1422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A7047" w:rsidRPr="008302E6" w:rsidRDefault="005A7047" w:rsidP="005A7047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>Dotaz č. 1</w:t>
      </w:r>
      <w:r w:rsidR="003A0BB0">
        <w:rPr>
          <w:rFonts w:eastAsia="Calibri" w:cs="Times New Roman"/>
          <w:b/>
          <w:lang w:eastAsia="cs-CZ"/>
        </w:rPr>
        <w:t>92</w:t>
      </w:r>
      <w:r w:rsidRPr="008302E6">
        <w:rPr>
          <w:rFonts w:eastAsia="Calibri" w:cs="Times New Roman"/>
          <w:b/>
          <w:lang w:eastAsia="cs-CZ"/>
        </w:rPr>
        <w:t>:</w:t>
      </w:r>
    </w:p>
    <w:p w:rsidR="003A0BB0" w:rsidRPr="003A0BB0" w:rsidRDefault="003A0BB0" w:rsidP="00575BC4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3A0BB0">
        <w:rPr>
          <w:rFonts w:eastAsia="Calibri" w:cs="Times New Roman"/>
          <w:u w:val="single"/>
          <w:lang w:eastAsia="cs-CZ"/>
        </w:rPr>
        <w:t>SO 05-76-12 ŽST Brandýs nad Orlicí předjízdné koleje, venkovní osvětlení</w:t>
      </w:r>
    </w:p>
    <w:p w:rsidR="00575BC4" w:rsidRPr="003A0BB0" w:rsidRDefault="003A0BB0" w:rsidP="00575BC4">
      <w:pPr>
        <w:spacing w:after="0" w:line="240" w:lineRule="auto"/>
        <w:rPr>
          <w:rFonts w:eastAsia="Calibri" w:cs="Times New Roman"/>
          <w:lang w:eastAsia="cs-CZ"/>
        </w:rPr>
      </w:pPr>
      <w:r w:rsidRPr="003A0BB0">
        <w:rPr>
          <w:rFonts w:eastAsia="Calibri" w:cs="Times New Roman"/>
          <w:lang w:eastAsia="cs-CZ"/>
        </w:rPr>
        <w:t>Položka č. 22 KABEL NN ČTYŘ- A PĚTIŽÍLOVÝ CU S PLASTOVOU IZOLACÍ OD 4 DO 16 MM2 v množství 800m. Dle Tabulky kabelů/schémat, zde spadají kabely o dimenzích CYKY-O 4x4 a CYKY-O 4x6 o celkové délce 4 500 m. Upraví zadavatel množství položky?</w:t>
      </w:r>
    </w:p>
    <w:p w:rsidR="003A0BB0" w:rsidRPr="008302E6" w:rsidRDefault="003A0BB0" w:rsidP="00575BC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A7047" w:rsidRPr="008302E6" w:rsidRDefault="005A7047" w:rsidP="005A7047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Odpověď: </w:t>
      </w:r>
    </w:p>
    <w:p w:rsidR="00F1258D" w:rsidRPr="002B0243" w:rsidRDefault="00F1258D" w:rsidP="00F1258D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B0243">
        <w:rPr>
          <w:rFonts w:eastAsia="Times New Roman" w:cs="Times New Roman"/>
          <w:bCs/>
          <w:i/>
          <w:lang w:eastAsia="cs-CZ"/>
        </w:rPr>
        <w:t xml:space="preserve">Položka </w:t>
      </w:r>
      <w:proofErr w:type="gramStart"/>
      <w:r w:rsidRPr="002B0243">
        <w:rPr>
          <w:rFonts w:eastAsia="Times New Roman" w:cs="Times New Roman"/>
          <w:bCs/>
          <w:i/>
          <w:lang w:eastAsia="cs-CZ"/>
        </w:rPr>
        <w:t>č.22</w:t>
      </w:r>
      <w:proofErr w:type="gramEnd"/>
      <w:r w:rsidRPr="002B0243">
        <w:rPr>
          <w:rFonts w:eastAsia="Times New Roman" w:cs="Times New Roman"/>
          <w:bCs/>
          <w:i/>
          <w:lang w:eastAsia="cs-CZ"/>
        </w:rPr>
        <w:t xml:space="preserve"> , 742H12, KABEL NN ČTYŘ- A PĚTIŽÍLOVÝ CU S PLASTOVOU IZOLACÍ OD 4 DO 16 MM2 upravena na 4500 M.</w:t>
      </w:r>
    </w:p>
    <w:p w:rsidR="005A7047" w:rsidRPr="002B0243" w:rsidRDefault="00F1258D" w:rsidP="00F1258D">
      <w:pPr>
        <w:spacing w:after="0" w:line="240" w:lineRule="auto"/>
        <w:rPr>
          <w:rFonts w:eastAsia="Times New Roman" w:cs="Times New Roman"/>
          <w:b/>
          <w:i/>
          <w:lang w:eastAsia="cs-CZ"/>
        </w:rPr>
      </w:pPr>
      <w:r w:rsidRPr="002B0243">
        <w:rPr>
          <w:rFonts w:eastAsia="Times New Roman" w:cs="Times New Roman"/>
          <w:bCs/>
          <w:i/>
          <w:iCs/>
          <w:lang w:eastAsia="cs-CZ"/>
        </w:rPr>
        <w:t>Upraven dokument SO057612_upr01.xlsm</w:t>
      </w:r>
    </w:p>
    <w:p w:rsidR="005A7047" w:rsidRDefault="005A7047" w:rsidP="00575BC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B32C42" w:rsidRPr="008302E6" w:rsidRDefault="00B32C42" w:rsidP="00575BC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A7047" w:rsidRPr="008302E6" w:rsidRDefault="005A7047" w:rsidP="005A7047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lastRenderedPageBreak/>
        <w:t>Dotaz č. 1</w:t>
      </w:r>
      <w:r w:rsidR="003A0BB0">
        <w:rPr>
          <w:rFonts w:eastAsia="Calibri" w:cs="Times New Roman"/>
          <w:b/>
          <w:lang w:eastAsia="cs-CZ"/>
        </w:rPr>
        <w:t>93</w:t>
      </w:r>
      <w:r w:rsidRPr="008302E6">
        <w:rPr>
          <w:rFonts w:eastAsia="Calibri" w:cs="Times New Roman"/>
          <w:b/>
          <w:lang w:eastAsia="cs-CZ"/>
        </w:rPr>
        <w:t>:</w:t>
      </w:r>
    </w:p>
    <w:p w:rsidR="005A7047" w:rsidRDefault="003A0BB0" w:rsidP="005A704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A0BB0">
        <w:rPr>
          <w:rFonts w:eastAsia="Times New Roman" w:cs="Times New Roman"/>
          <w:u w:val="single"/>
          <w:lang w:eastAsia="cs-CZ"/>
        </w:rPr>
        <w:t>SO 02-54-01 Ústí nad Orlicí - Bezpráví, úprava a ochrana přípojky k domku v km 258,676</w:t>
      </w:r>
      <w:r w:rsidRPr="003A0BB0">
        <w:rPr>
          <w:rFonts w:eastAsia="Times New Roman" w:cs="Times New Roman"/>
          <w:lang w:eastAsia="cs-CZ"/>
        </w:rPr>
        <w:t xml:space="preserve"> Položka č. 6 - KABEL NN ČTYŘ- A PĚTIŽÍLOVÝ AL S PLASTOVOU IZOLACÍ OD 25 DO 50 MM2 v délce 85 m. Může zadavatel doplnit konkrétní dimenzi, typ kabelu a doplnit do výkazu výměr položku, jež by zohlednila ukončení kabelu?</w:t>
      </w:r>
    </w:p>
    <w:p w:rsidR="003A0BB0" w:rsidRPr="008302E6" w:rsidRDefault="003A0BB0" w:rsidP="005A704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A7047" w:rsidRPr="008302E6" w:rsidRDefault="005A7047" w:rsidP="005A7047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Odpověď: </w:t>
      </w:r>
    </w:p>
    <w:p w:rsidR="0062240B" w:rsidRPr="002B0243" w:rsidRDefault="006E028B" w:rsidP="0062240B">
      <w:pPr>
        <w:spacing w:after="0" w:line="240" w:lineRule="auto"/>
        <w:rPr>
          <w:rFonts w:eastAsia="Times New Roman" w:cs="Times New Roman"/>
          <w:i/>
          <w:color w:val="FF0000"/>
          <w:lang w:eastAsia="cs-CZ"/>
        </w:rPr>
      </w:pPr>
      <w:r w:rsidRPr="002B0243">
        <w:rPr>
          <w:rFonts w:eastAsia="Times New Roman" w:cs="Times New Roman"/>
          <w:i/>
          <w:lang w:eastAsia="cs-CZ"/>
        </w:rPr>
        <w:t>AYKY 4x50 mm2 – třídník OTSKP neumožňuje konkrétnější specifikaci.</w:t>
      </w:r>
    </w:p>
    <w:p w:rsidR="003A3618" w:rsidRPr="008302E6" w:rsidRDefault="003A3618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A7047" w:rsidRPr="008302E6" w:rsidRDefault="005A7047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A7047" w:rsidRPr="008302E6" w:rsidRDefault="005A7047" w:rsidP="005A7047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>Dotaz č. 1</w:t>
      </w:r>
      <w:r w:rsidR="003A0BB0">
        <w:rPr>
          <w:rFonts w:eastAsia="Calibri" w:cs="Times New Roman"/>
          <w:b/>
          <w:lang w:eastAsia="cs-CZ"/>
        </w:rPr>
        <w:t>94</w:t>
      </w:r>
      <w:r w:rsidRPr="008302E6">
        <w:rPr>
          <w:rFonts w:eastAsia="Calibri" w:cs="Times New Roman"/>
          <w:b/>
          <w:lang w:eastAsia="cs-CZ"/>
        </w:rPr>
        <w:t>:</w:t>
      </w:r>
    </w:p>
    <w:p w:rsidR="003F2C2E" w:rsidRPr="003A0BB0" w:rsidRDefault="003A0BB0" w:rsidP="003F2C2E">
      <w:pPr>
        <w:spacing w:after="0" w:line="240" w:lineRule="auto"/>
        <w:rPr>
          <w:rFonts w:eastAsia="Calibri" w:cs="Times New Roman"/>
          <w:lang w:eastAsia="cs-CZ"/>
        </w:rPr>
      </w:pPr>
      <w:r w:rsidRPr="003A0BB0">
        <w:rPr>
          <w:rFonts w:eastAsia="Calibri" w:cs="Times New Roman"/>
          <w:lang w:eastAsia="cs-CZ"/>
        </w:rPr>
        <w:t xml:space="preserve">V dokumentaci pro objekt </w:t>
      </w:r>
      <w:r w:rsidRPr="003A0BB0">
        <w:rPr>
          <w:rFonts w:eastAsia="Calibri" w:cs="Times New Roman"/>
          <w:u w:val="single"/>
          <w:lang w:eastAsia="cs-CZ"/>
        </w:rPr>
        <w:t xml:space="preserve">SO 03-76-12 Odbočka </w:t>
      </w:r>
      <w:proofErr w:type="spellStart"/>
      <w:r w:rsidRPr="003A0BB0">
        <w:rPr>
          <w:rFonts w:eastAsia="Calibri" w:cs="Times New Roman"/>
          <w:u w:val="single"/>
          <w:lang w:eastAsia="cs-CZ"/>
        </w:rPr>
        <w:t>Odb</w:t>
      </w:r>
      <w:proofErr w:type="spellEnd"/>
      <w:r w:rsidRPr="003A0BB0">
        <w:rPr>
          <w:rFonts w:eastAsia="Calibri" w:cs="Times New Roman"/>
          <w:u w:val="single"/>
          <w:lang w:eastAsia="cs-CZ"/>
        </w:rPr>
        <w:t xml:space="preserve"> Bezpráví, venkovní osvětlení</w:t>
      </w:r>
      <w:r w:rsidRPr="003A0BB0">
        <w:rPr>
          <w:rFonts w:eastAsia="Calibri" w:cs="Times New Roman"/>
          <w:lang w:eastAsia="cs-CZ"/>
        </w:rPr>
        <w:t xml:space="preserve"> - chybí technická zpráva, na kterou se odkazují i položky výkazu výměr. Bude zadavatelem doplněna?</w:t>
      </w:r>
    </w:p>
    <w:p w:rsidR="003A0BB0" w:rsidRDefault="003A0BB0" w:rsidP="003F2C2E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A7047" w:rsidRPr="008302E6" w:rsidRDefault="005A7047" w:rsidP="005A7047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Odpověď: </w:t>
      </w:r>
    </w:p>
    <w:p w:rsidR="005A7047" w:rsidRPr="002B0243" w:rsidRDefault="00F1258D" w:rsidP="005A7047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B0243">
        <w:rPr>
          <w:rFonts w:eastAsia="Times New Roman" w:cs="Times New Roman"/>
          <w:bCs/>
          <w:i/>
          <w:lang w:eastAsia="cs-CZ"/>
        </w:rPr>
        <w:t xml:space="preserve">Doplněna příloha </w:t>
      </w:r>
      <w:bookmarkStart w:id="2" w:name="_Hlk48667777"/>
      <w:r w:rsidRPr="002B0243">
        <w:rPr>
          <w:rFonts w:eastAsia="Times New Roman" w:cs="Times New Roman"/>
          <w:bCs/>
          <w:i/>
          <w:lang w:eastAsia="cs-CZ"/>
        </w:rPr>
        <w:t>E_03_06_00_037612_01_TECHNICKÁ ZPRÁVA_upr01.pdf.</w:t>
      </w:r>
    </w:p>
    <w:bookmarkEnd w:id="2"/>
    <w:p w:rsidR="0062240B" w:rsidRDefault="0062240B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65E59" w:rsidRPr="008302E6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65E59" w:rsidRDefault="00F65E59" w:rsidP="00F65E59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>Dotaz č. 1</w:t>
      </w:r>
      <w:r w:rsidR="003A0BB0">
        <w:rPr>
          <w:rFonts w:eastAsia="Calibri" w:cs="Times New Roman"/>
          <w:b/>
          <w:lang w:eastAsia="cs-CZ"/>
        </w:rPr>
        <w:t>95</w:t>
      </w:r>
      <w:r w:rsidRPr="008302E6">
        <w:rPr>
          <w:rFonts w:eastAsia="Calibri" w:cs="Times New Roman"/>
          <w:b/>
          <w:lang w:eastAsia="cs-CZ"/>
        </w:rPr>
        <w:t>:</w:t>
      </w:r>
    </w:p>
    <w:p w:rsidR="003A0BB0" w:rsidRPr="003A0BB0" w:rsidRDefault="003A0BB0" w:rsidP="00F65E5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3A0BB0">
        <w:rPr>
          <w:rFonts w:eastAsia="Calibri" w:cs="Times New Roman"/>
          <w:u w:val="single"/>
          <w:lang w:eastAsia="cs-CZ"/>
        </w:rPr>
        <w:t>SO 05-76-11 ŽST Brandýs nad Orlicí předjízdné koleje, rozvod NN</w:t>
      </w:r>
    </w:p>
    <w:p w:rsidR="00F65E59" w:rsidRPr="003A0BB0" w:rsidRDefault="003A0BB0" w:rsidP="00F65E59">
      <w:pPr>
        <w:spacing w:after="0" w:line="240" w:lineRule="auto"/>
        <w:rPr>
          <w:rFonts w:eastAsia="Calibri" w:cs="Times New Roman"/>
          <w:lang w:eastAsia="cs-CZ"/>
        </w:rPr>
      </w:pPr>
      <w:r w:rsidRPr="003A0BB0">
        <w:rPr>
          <w:rFonts w:eastAsia="Calibri" w:cs="Times New Roman"/>
          <w:lang w:eastAsia="cs-CZ"/>
        </w:rPr>
        <w:t>Položka č. 22 - KABEL NN ČTYŘ- A PĚTIŽÍLOVÝ AL S PLASTOVOU IZOLACÍ OD 70 DO 120 MM2 v množství 2000 m. Dle kabelové listiny zde spadají kabely o dimenzích AYKY-J 4x120 a AYKY-J 4x95 o celkové délce 1380 m. Opraví zadavatel výkaz výměr, případně doplní chybějící délky/kabely?</w:t>
      </w:r>
    </w:p>
    <w:p w:rsidR="003A0BB0" w:rsidRPr="008302E6" w:rsidRDefault="003A0BB0" w:rsidP="00F65E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65E59" w:rsidRPr="008302E6" w:rsidRDefault="00F65E59" w:rsidP="00F65E59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Odpověď: </w:t>
      </w:r>
    </w:p>
    <w:p w:rsidR="00A13B38" w:rsidRPr="002B0243" w:rsidRDefault="00A13B38" w:rsidP="00A13B38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B0243">
        <w:rPr>
          <w:rFonts w:eastAsia="Times New Roman" w:cs="Times New Roman"/>
          <w:bCs/>
          <w:i/>
          <w:lang w:eastAsia="cs-CZ"/>
        </w:rPr>
        <w:t xml:space="preserve">Položka </w:t>
      </w:r>
      <w:proofErr w:type="gramStart"/>
      <w:r w:rsidR="008E0EE4" w:rsidRPr="002B0243">
        <w:rPr>
          <w:rFonts w:eastAsia="Times New Roman" w:cs="Times New Roman"/>
          <w:bCs/>
          <w:i/>
          <w:lang w:eastAsia="cs-CZ"/>
        </w:rPr>
        <w:t>č.22</w:t>
      </w:r>
      <w:proofErr w:type="gramEnd"/>
      <w:r w:rsidR="008E0EE4" w:rsidRPr="002B0243">
        <w:rPr>
          <w:rFonts w:eastAsia="Times New Roman" w:cs="Times New Roman"/>
          <w:bCs/>
          <w:i/>
          <w:lang w:eastAsia="cs-CZ"/>
        </w:rPr>
        <w:t>,</w:t>
      </w:r>
      <w:r w:rsidRPr="002B0243">
        <w:rPr>
          <w:rFonts w:eastAsia="Times New Roman" w:cs="Times New Roman"/>
          <w:bCs/>
          <w:i/>
          <w:lang w:eastAsia="cs-CZ"/>
        </w:rPr>
        <w:t xml:space="preserve"> 742H24, KABEL NN ČTYŘ- A PĚTIŽÍLOVÝ AL S PLASTOVOU IZOLACÍ OD 70 DO 120 MM2 upravena na 1380 M.</w:t>
      </w:r>
    </w:p>
    <w:p w:rsidR="00A13B38" w:rsidRPr="002B0243" w:rsidRDefault="00A13B38" w:rsidP="00A13B38">
      <w:pPr>
        <w:spacing w:after="0" w:line="240" w:lineRule="auto"/>
        <w:rPr>
          <w:rFonts w:eastAsia="Times New Roman" w:cs="Times New Roman"/>
          <w:b/>
          <w:i/>
          <w:lang w:eastAsia="cs-CZ"/>
        </w:rPr>
      </w:pPr>
      <w:r w:rsidRPr="002B0243">
        <w:rPr>
          <w:rFonts w:eastAsia="Times New Roman" w:cs="Times New Roman"/>
          <w:bCs/>
          <w:i/>
          <w:iCs/>
          <w:lang w:eastAsia="cs-CZ"/>
        </w:rPr>
        <w:t xml:space="preserve">Upraven dokument </w:t>
      </w:r>
      <w:bookmarkStart w:id="3" w:name="_Hlk48667807"/>
      <w:r w:rsidRPr="002B0243">
        <w:rPr>
          <w:rFonts w:eastAsia="Times New Roman" w:cs="Times New Roman"/>
          <w:bCs/>
          <w:i/>
          <w:iCs/>
          <w:lang w:eastAsia="cs-CZ"/>
        </w:rPr>
        <w:t>SO057611_upr01.xlsm</w:t>
      </w:r>
    </w:p>
    <w:bookmarkEnd w:id="3"/>
    <w:p w:rsidR="005A7047" w:rsidRDefault="005A7047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65E59" w:rsidRDefault="00F65E59" w:rsidP="00F65E59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>Dotaz č. 1</w:t>
      </w:r>
      <w:r w:rsidR="003A0BB0">
        <w:rPr>
          <w:rFonts w:eastAsia="Calibri" w:cs="Times New Roman"/>
          <w:b/>
          <w:lang w:eastAsia="cs-CZ"/>
        </w:rPr>
        <w:t>96</w:t>
      </w:r>
      <w:r w:rsidRPr="008302E6">
        <w:rPr>
          <w:rFonts w:eastAsia="Calibri" w:cs="Times New Roman"/>
          <w:b/>
          <w:lang w:eastAsia="cs-CZ"/>
        </w:rPr>
        <w:t>:</w:t>
      </w:r>
    </w:p>
    <w:p w:rsidR="003A0BB0" w:rsidRPr="003A0BB0" w:rsidRDefault="003A0BB0" w:rsidP="00F65E5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3A0BB0">
        <w:rPr>
          <w:rFonts w:eastAsia="Calibri" w:cs="Times New Roman"/>
          <w:u w:val="single"/>
          <w:lang w:eastAsia="cs-CZ"/>
        </w:rPr>
        <w:t>SO 05-76-12 ŽST Brandýs nad Orlicí předjízdné koleje, venkovní osvětlení</w:t>
      </w:r>
    </w:p>
    <w:p w:rsidR="00F65E59" w:rsidRPr="003A0BB0" w:rsidRDefault="003A0BB0" w:rsidP="00F65E59">
      <w:pPr>
        <w:spacing w:after="0" w:line="240" w:lineRule="auto"/>
        <w:rPr>
          <w:rFonts w:eastAsia="Calibri" w:cs="Times New Roman"/>
          <w:lang w:eastAsia="cs-CZ"/>
        </w:rPr>
      </w:pPr>
      <w:r w:rsidRPr="003A0BB0">
        <w:rPr>
          <w:rFonts w:eastAsia="Calibri" w:cs="Times New Roman"/>
          <w:lang w:eastAsia="cs-CZ"/>
        </w:rPr>
        <w:t>Dle obsahu dokumentace k tomuto objektu, chybí přílohy: 04.2 Osvětlovací stožár 6m a 04.3 Osvětlovací stožár 12m, které se v rámci tohoto objetu realizují. Budou tyto přílohy zadavatelem doplněny?</w:t>
      </w:r>
    </w:p>
    <w:p w:rsidR="003A0BB0" w:rsidRPr="008302E6" w:rsidRDefault="003A0BB0" w:rsidP="00F65E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65E59" w:rsidRPr="008302E6" w:rsidRDefault="00F65E59" w:rsidP="00F65E59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Odpověď: </w:t>
      </w:r>
    </w:p>
    <w:p w:rsidR="00F65E59" w:rsidRPr="002B0243" w:rsidRDefault="008E0EE4" w:rsidP="005A7047">
      <w:pPr>
        <w:spacing w:after="0" w:line="240" w:lineRule="auto"/>
        <w:rPr>
          <w:rFonts w:eastAsia="Times New Roman" w:cs="Times New Roman"/>
          <w:b/>
          <w:i/>
          <w:lang w:eastAsia="cs-CZ"/>
        </w:rPr>
      </w:pPr>
      <w:r w:rsidRPr="002B0243">
        <w:rPr>
          <w:rFonts w:eastAsia="Times New Roman" w:cs="Times New Roman"/>
          <w:bCs/>
          <w:i/>
          <w:lang w:eastAsia="cs-CZ"/>
        </w:rPr>
        <w:t xml:space="preserve">Doplněny přílohy </w:t>
      </w:r>
      <w:bookmarkStart w:id="4" w:name="_Hlk48667828"/>
      <w:r w:rsidRPr="002B0243">
        <w:rPr>
          <w:rFonts w:eastAsia="Times New Roman" w:cs="Times New Roman"/>
          <w:bCs/>
          <w:i/>
          <w:lang w:eastAsia="cs-CZ"/>
        </w:rPr>
        <w:t>D_02_03_06_00_057612_04_02_STOŽÁR 6M_upr01.pdf a D_02_03_06_00_057612_04_03_STOŽÁR 12M_upr01.pdf</w:t>
      </w:r>
      <w:bookmarkEnd w:id="4"/>
    </w:p>
    <w:p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8E0EE4" w:rsidRDefault="008E0EE4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65E59" w:rsidRDefault="00F65E59" w:rsidP="00F65E59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>Dotaz č. 1</w:t>
      </w:r>
      <w:r w:rsidR="003A0BB0">
        <w:rPr>
          <w:rFonts w:eastAsia="Calibri" w:cs="Times New Roman"/>
          <w:b/>
          <w:lang w:eastAsia="cs-CZ"/>
        </w:rPr>
        <w:t>97</w:t>
      </w:r>
      <w:r w:rsidRPr="008302E6">
        <w:rPr>
          <w:rFonts w:eastAsia="Calibri" w:cs="Times New Roman"/>
          <w:b/>
          <w:lang w:eastAsia="cs-CZ"/>
        </w:rPr>
        <w:t>:</w:t>
      </w:r>
    </w:p>
    <w:p w:rsidR="003A0BB0" w:rsidRPr="003A0BB0" w:rsidRDefault="003A0BB0" w:rsidP="00F65E5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3A0BB0">
        <w:rPr>
          <w:rFonts w:eastAsia="Calibri" w:cs="Times New Roman"/>
          <w:u w:val="single"/>
          <w:lang w:eastAsia="cs-CZ"/>
        </w:rPr>
        <w:t>SO 05-76-21 ŽST Brandýs nad Orlicí předjízdné koleje, úprava rozvodu VN 6kV</w:t>
      </w:r>
    </w:p>
    <w:p w:rsidR="004800E9" w:rsidRDefault="003A0BB0" w:rsidP="00F65E59">
      <w:pPr>
        <w:spacing w:after="0" w:line="240" w:lineRule="auto"/>
        <w:rPr>
          <w:rFonts w:eastAsia="Calibri" w:cs="Times New Roman"/>
          <w:lang w:eastAsia="cs-CZ"/>
        </w:rPr>
      </w:pPr>
      <w:r w:rsidRPr="003A0BB0">
        <w:rPr>
          <w:rFonts w:eastAsia="Calibri" w:cs="Times New Roman"/>
          <w:lang w:eastAsia="cs-CZ"/>
        </w:rPr>
        <w:t xml:space="preserve">Součástí tohoto objektu je dle přílohy D_02_03_06_02_057621_09___Uprava_zapojeni_stavajiciho_RZS1_2, úprava zapojení. </w:t>
      </w:r>
    </w:p>
    <w:p w:rsidR="00F65E59" w:rsidRPr="003A0BB0" w:rsidRDefault="003A0BB0" w:rsidP="00F65E59">
      <w:pPr>
        <w:spacing w:after="0" w:line="240" w:lineRule="auto"/>
        <w:rPr>
          <w:rFonts w:eastAsia="Calibri" w:cs="Times New Roman"/>
          <w:lang w:eastAsia="cs-CZ"/>
        </w:rPr>
      </w:pPr>
      <w:r w:rsidRPr="003A0BB0">
        <w:rPr>
          <w:rFonts w:eastAsia="Calibri" w:cs="Times New Roman"/>
          <w:lang w:eastAsia="cs-CZ"/>
        </w:rPr>
        <w:t>VV chybí položka, která by obsáhla výměnu elektroměru včetně výměny MTP. Bude položka zadavatelem doplněna?</w:t>
      </w:r>
    </w:p>
    <w:p w:rsidR="003A0BB0" w:rsidRPr="008302E6" w:rsidRDefault="003A0BB0" w:rsidP="00F65E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65E59" w:rsidRPr="008302E6" w:rsidRDefault="00F65E59" w:rsidP="00F65E59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Odpověď: </w:t>
      </w:r>
    </w:p>
    <w:p w:rsidR="008E0EE4" w:rsidRPr="002B0243" w:rsidRDefault="008E0EE4" w:rsidP="00F65E59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B0243">
        <w:rPr>
          <w:rFonts w:eastAsia="Times New Roman" w:cs="Times New Roman"/>
          <w:bCs/>
          <w:i/>
          <w:lang w:eastAsia="cs-CZ"/>
        </w:rPr>
        <w:t xml:space="preserve">Položky elektroměru, zkušební svorkovnice a MTP byla v Soupisu prací doplněna jako nové položky </w:t>
      </w:r>
    </w:p>
    <w:p w:rsidR="008E0EE4" w:rsidRPr="002B0243" w:rsidRDefault="008E0EE4" w:rsidP="00F65E59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B0243">
        <w:rPr>
          <w:rFonts w:eastAsia="Times New Roman" w:cs="Times New Roman"/>
          <w:bCs/>
          <w:i/>
          <w:lang w:eastAsia="cs-CZ"/>
        </w:rPr>
        <w:t>č. 53, 744O14, ELEKTROMĚR</w:t>
      </w:r>
    </w:p>
    <w:p w:rsidR="008E0EE4" w:rsidRPr="002B0243" w:rsidRDefault="008E0EE4" w:rsidP="00F65E59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B0243">
        <w:rPr>
          <w:rFonts w:eastAsia="Times New Roman" w:cs="Times New Roman"/>
          <w:bCs/>
          <w:i/>
          <w:lang w:eastAsia="cs-CZ"/>
        </w:rPr>
        <w:t>č. 54, 744O34, ZKUŠEBNÍ SVORKOVNICE</w:t>
      </w:r>
    </w:p>
    <w:p w:rsidR="00F65E59" w:rsidRPr="002B0243" w:rsidRDefault="008E0EE4" w:rsidP="00F65E59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B0243">
        <w:rPr>
          <w:rFonts w:eastAsia="Times New Roman" w:cs="Times New Roman"/>
          <w:bCs/>
          <w:i/>
          <w:lang w:eastAsia="cs-CZ"/>
        </w:rPr>
        <w:t>č. 55, 744O21, MĚŘÍCÍ TRANSFORMÁTOR PROUDU DO 1500/5 A</w:t>
      </w:r>
    </w:p>
    <w:p w:rsidR="00C01365" w:rsidRPr="002B0243" w:rsidRDefault="00C01365" w:rsidP="00F65E59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B0243">
        <w:rPr>
          <w:rFonts w:eastAsia="Times New Roman" w:cs="Times New Roman"/>
          <w:bCs/>
          <w:i/>
          <w:iCs/>
          <w:lang w:eastAsia="cs-CZ"/>
        </w:rPr>
        <w:t xml:space="preserve">Upraven dokument </w:t>
      </w:r>
      <w:bookmarkStart w:id="5" w:name="_Hlk48667867"/>
      <w:r w:rsidRPr="002B0243">
        <w:rPr>
          <w:rFonts w:eastAsia="Times New Roman" w:cs="Times New Roman"/>
          <w:bCs/>
          <w:i/>
          <w:iCs/>
          <w:lang w:eastAsia="cs-CZ"/>
        </w:rPr>
        <w:t>SO057621_upr01.xlsm</w:t>
      </w:r>
      <w:bookmarkEnd w:id="5"/>
      <w:r w:rsidRPr="002B0243">
        <w:rPr>
          <w:rFonts w:eastAsia="Times New Roman" w:cs="Times New Roman"/>
          <w:bCs/>
          <w:i/>
          <w:iCs/>
          <w:lang w:eastAsia="cs-CZ"/>
        </w:rPr>
        <w:t>.</w:t>
      </w:r>
    </w:p>
    <w:p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4B0B5A" w:rsidRDefault="004B0B5A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65E59" w:rsidRDefault="00F65E59" w:rsidP="00F65E59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>Dotaz č. 1</w:t>
      </w:r>
      <w:r w:rsidR="003A0BB0">
        <w:rPr>
          <w:rFonts w:eastAsia="Calibri" w:cs="Times New Roman"/>
          <w:b/>
          <w:lang w:eastAsia="cs-CZ"/>
        </w:rPr>
        <w:t>98</w:t>
      </w:r>
      <w:r w:rsidRPr="008302E6">
        <w:rPr>
          <w:rFonts w:eastAsia="Calibri" w:cs="Times New Roman"/>
          <w:b/>
          <w:lang w:eastAsia="cs-CZ"/>
        </w:rPr>
        <w:t>:</w:t>
      </w:r>
    </w:p>
    <w:p w:rsidR="004800E9" w:rsidRPr="004800E9" w:rsidRDefault="004800E9" w:rsidP="00F65E5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4800E9">
        <w:rPr>
          <w:rFonts w:eastAsia="Calibri" w:cs="Times New Roman"/>
          <w:u w:val="single"/>
          <w:lang w:eastAsia="cs-CZ"/>
        </w:rPr>
        <w:t>SO 05-76-21 ŽST Brandýs nad Orlicí předjízdné koleje, úprava rozvodu VN 6kV</w:t>
      </w:r>
    </w:p>
    <w:p w:rsidR="00F65E59" w:rsidRPr="004800E9" w:rsidRDefault="004800E9" w:rsidP="00F65E59">
      <w:pPr>
        <w:spacing w:after="0" w:line="240" w:lineRule="auto"/>
        <w:rPr>
          <w:rFonts w:eastAsia="Calibri" w:cs="Times New Roman"/>
          <w:lang w:eastAsia="cs-CZ"/>
        </w:rPr>
      </w:pPr>
      <w:r w:rsidRPr="004800E9">
        <w:rPr>
          <w:rFonts w:eastAsia="Calibri" w:cs="Times New Roman"/>
          <w:lang w:eastAsia="cs-CZ"/>
        </w:rPr>
        <w:t>Součástí tohoto objektu je dle přílohy D_02_03_06_02_057621_09___Uprava_zapojeni_stavajiciho_RZS1_2, úprava zapojení. Dle této přílohy budou položeny nové kabely CYKY-J 4x120 a AYKY-J 4x120. Je realizace těchto kabelů součástí daného objektu? Pokud ano, může zadavatel doplnit požadovanou délku?</w:t>
      </w:r>
    </w:p>
    <w:p w:rsidR="004800E9" w:rsidRPr="008302E6" w:rsidRDefault="004800E9" w:rsidP="00F65E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65E59" w:rsidRPr="008302E6" w:rsidRDefault="00F65E59" w:rsidP="00F65E59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Odpověď: </w:t>
      </w:r>
    </w:p>
    <w:p w:rsidR="00C01365" w:rsidRPr="002B0243" w:rsidRDefault="00C01365" w:rsidP="00C01365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B0243">
        <w:rPr>
          <w:rFonts w:eastAsia="Times New Roman" w:cs="Times New Roman"/>
          <w:bCs/>
          <w:i/>
          <w:lang w:eastAsia="cs-CZ"/>
        </w:rPr>
        <w:t>Kabely typu AYKY-J 4x120 jsou součástí objektu rozvodů NN (SO 05-76-11).</w:t>
      </w:r>
    </w:p>
    <w:p w:rsidR="00F65E59" w:rsidRPr="002B0243" w:rsidRDefault="00C01365" w:rsidP="00C01365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B0243">
        <w:rPr>
          <w:rFonts w:eastAsia="Times New Roman" w:cs="Times New Roman"/>
          <w:bCs/>
          <w:i/>
          <w:lang w:eastAsia="cs-CZ"/>
        </w:rPr>
        <w:t xml:space="preserve">Kabel typu CYKY-J 4x120 – zde se jedná o překlep v průřezu a tento kabel odpovídá položce </w:t>
      </w:r>
      <w:proofErr w:type="gramStart"/>
      <w:r w:rsidRPr="002B0243">
        <w:rPr>
          <w:rFonts w:eastAsia="Times New Roman" w:cs="Times New Roman"/>
          <w:bCs/>
          <w:i/>
          <w:lang w:eastAsia="cs-CZ"/>
        </w:rPr>
        <w:t>č.36</w:t>
      </w:r>
      <w:proofErr w:type="gramEnd"/>
      <w:r w:rsidRPr="002B0243">
        <w:rPr>
          <w:rFonts w:eastAsia="Times New Roman" w:cs="Times New Roman"/>
          <w:bCs/>
          <w:i/>
          <w:lang w:eastAsia="cs-CZ"/>
        </w:rPr>
        <w:t>. Bude tedy použit kabel CYKY-J 4x50 v délce 20m.</w:t>
      </w:r>
    </w:p>
    <w:p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65E59" w:rsidRDefault="00F65E59" w:rsidP="00F65E59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>Dotaz č. 1</w:t>
      </w:r>
      <w:r w:rsidR="003A0BB0">
        <w:rPr>
          <w:rFonts w:eastAsia="Calibri" w:cs="Times New Roman"/>
          <w:b/>
          <w:lang w:eastAsia="cs-CZ"/>
        </w:rPr>
        <w:t>99</w:t>
      </w:r>
      <w:r w:rsidRPr="008302E6">
        <w:rPr>
          <w:rFonts w:eastAsia="Calibri" w:cs="Times New Roman"/>
          <w:b/>
          <w:lang w:eastAsia="cs-CZ"/>
        </w:rPr>
        <w:t>:</w:t>
      </w:r>
    </w:p>
    <w:p w:rsidR="004800E9" w:rsidRDefault="004800E9" w:rsidP="00F65E59">
      <w:pPr>
        <w:spacing w:after="0" w:line="240" w:lineRule="auto"/>
        <w:rPr>
          <w:rFonts w:eastAsia="Calibri" w:cs="Times New Roman"/>
          <w:lang w:eastAsia="cs-CZ"/>
        </w:rPr>
      </w:pPr>
      <w:r w:rsidRPr="004800E9">
        <w:rPr>
          <w:rFonts w:eastAsia="Calibri" w:cs="Times New Roman"/>
          <w:u w:val="single"/>
          <w:lang w:eastAsia="cs-CZ"/>
        </w:rPr>
        <w:t>SO 05-76-21 ŽST Brandýs nad Orlicí předjízdné koleje, úprava rozvodu VN 6kV</w:t>
      </w:r>
    </w:p>
    <w:p w:rsidR="00F65E59" w:rsidRPr="004800E9" w:rsidRDefault="004800E9" w:rsidP="00F65E59">
      <w:pPr>
        <w:spacing w:after="0" w:line="240" w:lineRule="auto"/>
        <w:rPr>
          <w:rFonts w:eastAsia="Calibri" w:cs="Times New Roman"/>
          <w:lang w:eastAsia="cs-CZ"/>
        </w:rPr>
      </w:pPr>
      <w:r w:rsidRPr="004800E9">
        <w:rPr>
          <w:rFonts w:eastAsia="Calibri" w:cs="Times New Roman"/>
          <w:lang w:eastAsia="cs-CZ"/>
        </w:rPr>
        <w:t>Položka č. 36 - KABEL NN ČTYŘ- A PĚTIŽÍLOVÝ CU S PLASTOVOU IZOLACÍ OD 25 DO 50 MM2 v délce 20m. Může zadavatel objasnit o jaký kabel se jedná?</w:t>
      </w:r>
    </w:p>
    <w:p w:rsidR="004800E9" w:rsidRPr="008302E6" w:rsidRDefault="004800E9" w:rsidP="00F65E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65E59" w:rsidRPr="008302E6" w:rsidRDefault="00F65E59" w:rsidP="00F65E59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Odpověď: </w:t>
      </w:r>
    </w:p>
    <w:p w:rsidR="0062240B" w:rsidRPr="002B0243" w:rsidRDefault="00C01365" w:rsidP="0062240B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B0243">
        <w:rPr>
          <w:rFonts w:eastAsia="Times New Roman" w:cs="Times New Roman"/>
          <w:bCs/>
          <w:i/>
          <w:lang w:eastAsia="cs-CZ"/>
        </w:rPr>
        <w:t>Viz odpověď na dotaz 198</w:t>
      </w:r>
    </w:p>
    <w:p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65E59" w:rsidRDefault="003A0BB0" w:rsidP="00F65E5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200</w:t>
      </w:r>
      <w:r w:rsidR="00F65E59" w:rsidRPr="008302E6">
        <w:rPr>
          <w:rFonts w:eastAsia="Calibri" w:cs="Times New Roman"/>
          <w:b/>
          <w:lang w:eastAsia="cs-CZ"/>
        </w:rPr>
        <w:t>:</w:t>
      </w:r>
    </w:p>
    <w:p w:rsidR="004800E9" w:rsidRPr="004800E9" w:rsidRDefault="004800E9" w:rsidP="00F65E5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4800E9">
        <w:rPr>
          <w:rFonts w:eastAsia="Calibri" w:cs="Times New Roman"/>
          <w:u w:val="single"/>
          <w:lang w:eastAsia="cs-CZ"/>
        </w:rPr>
        <w:t>SO 05-76-21 ŽST Brandýs nad Orlicí předjízdné koleje, úprava rozvodu VN 6kV</w:t>
      </w:r>
    </w:p>
    <w:p w:rsidR="00F65E59" w:rsidRPr="004800E9" w:rsidRDefault="004800E9" w:rsidP="00F65E59">
      <w:pPr>
        <w:spacing w:after="0" w:line="240" w:lineRule="auto"/>
        <w:rPr>
          <w:rFonts w:eastAsia="Calibri" w:cs="Times New Roman"/>
          <w:lang w:eastAsia="cs-CZ"/>
        </w:rPr>
      </w:pPr>
      <w:r w:rsidRPr="004800E9">
        <w:rPr>
          <w:rFonts w:eastAsia="Calibri" w:cs="Times New Roman"/>
          <w:lang w:eastAsia="cs-CZ"/>
        </w:rPr>
        <w:t>Položka č. 38 - KABELOVÁ SKŘÍŇ VENKOVNÍ R1. v množství 1 kus. V popisu položky se zadavatel odkazuje na přílohu č. 3. Tato příloha však obsahuje pouze vzorové řezy uložení kabelu. V poskytnuté dokumentaci dále není příloha, která by řešila tuto skříň. Může zadavatel dokumentaci se specifikací skříně doplnit?</w:t>
      </w:r>
    </w:p>
    <w:p w:rsidR="004800E9" w:rsidRPr="008302E6" w:rsidRDefault="004800E9" w:rsidP="00F65E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65E59" w:rsidRPr="008302E6" w:rsidRDefault="00F65E59" w:rsidP="00F65E59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Odpověď: </w:t>
      </w:r>
    </w:p>
    <w:p w:rsidR="0062240B" w:rsidRPr="002B0243" w:rsidRDefault="008E0EE4" w:rsidP="008E0EE4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B0243">
        <w:rPr>
          <w:rFonts w:eastAsia="Times New Roman" w:cs="Times New Roman"/>
          <w:bCs/>
          <w:i/>
          <w:lang w:eastAsia="cs-CZ"/>
        </w:rPr>
        <w:t xml:space="preserve">Položka </w:t>
      </w:r>
      <w:proofErr w:type="gramStart"/>
      <w:r w:rsidRPr="002B0243">
        <w:rPr>
          <w:rFonts w:eastAsia="Times New Roman" w:cs="Times New Roman"/>
          <w:bCs/>
          <w:i/>
          <w:lang w:eastAsia="cs-CZ"/>
        </w:rPr>
        <w:t>č.38</w:t>
      </w:r>
      <w:proofErr w:type="gramEnd"/>
      <w:r w:rsidRPr="002B0243">
        <w:rPr>
          <w:rFonts w:eastAsia="Times New Roman" w:cs="Times New Roman"/>
          <w:bCs/>
          <w:i/>
          <w:lang w:eastAsia="cs-CZ"/>
        </w:rPr>
        <w:t xml:space="preserve"> je kabelová skříň RP – jedná se o </w:t>
      </w:r>
      <w:proofErr w:type="spellStart"/>
      <w:r w:rsidRPr="002B0243">
        <w:rPr>
          <w:rFonts w:eastAsia="Times New Roman" w:cs="Times New Roman"/>
          <w:bCs/>
          <w:i/>
          <w:lang w:eastAsia="cs-CZ"/>
        </w:rPr>
        <w:t>pilířek</w:t>
      </w:r>
      <w:proofErr w:type="spellEnd"/>
      <w:r w:rsidRPr="002B0243">
        <w:rPr>
          <w:rFonts w:eastAsia="Times New Roman" w:cs="Times New Roman"/>
          <w:bCs/>
          <w:i/>
          <w:lang w:eastAsia="cs-CZ"/>
        </w:rPr>
        <w:t xml:space="preserve"> u reléového domku přejezdu. Schéma této skříně je součástí přílohy č. 7.1 (Schéma TTS 3070).</w:t>
      </w:r>
    </w:p>
    <w:p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65E59" w:rsidRDefault="00F65E59" w:rsidP="00F65E59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Dotaz č. </w:t>
      </w:r>
      <w:r w:rsidR="003A0BB0">
        <w:rPr>
          <w:rFonts w:eastAsia="Calibri" w:cs="Times New Roman"/>
          <w:b/>
          <w:lang w:eastAsia="cs-CZ"/>
        </w:rPr>
        <w:t>201</w:t>
      </w:r>
      <w:r w:rsidRPr="008302E6">
        <w:rPr>
          <w:rFonts w:eastAsia="Calibri" w:cs="Times New Roman"/>
          <w:b/>
          <w:lang w:eastAsia="cs-CZ"/>
        </w:rPr>
        <w:t>:</w:t>
      </w:r>
    </w:p>
    <w:p w:rsidR="004800E9" w:rsidRPr="004800E9" w:rsidRDefault="004800E9" w:rsidP="00F65E5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4800E9">
        <w:rPr>
          <w:rFonts w:eastAsia="Calibri" w:cs="Times New Roman"/>
          <w:u w:val="single"/>
          <w:lang w:eastAsia="cs-CZ"/>
        </w:rPr>
        <w:t xml:space="preserve">PS 03-03-61 Odbočka </w:t>
      </w:r>
      <w:proofErr w:type="spellStart"/>
      <w:r w:rsidRPr="004800E9">
        <w:rPr>
          <w:rFonts w:eastAsia="Calibri" w:cs="Times New Roman"/>
          <w:u w:val="single"/>
          <w:lang w:eastAsia="cs-CZ"/>
        </w:rPr>
        <w:t>Odb</w:t>
      </w:r>
      <w:proofErr w:type="spellEnd"/>
      <w:r w:rsidRPr="004800E9">
        <w:rPr>
          <w:rFonts w:eastAsia="Calibri" w:cs="Times New Roman"/>
          <w:u w:val="single"/>
          <w:lang w:eastAsia="cs-CZ"/>
        </w:rPr>
        <w:t xml:space="preserve"> Bezpráví, technologie TTS 3030</w:t>
      </w:r>
    </w:p>
    <w:p w:rsidR="003A0BB0" w:rsidRPr="004800E9" w:rsidRDefault="004800E9" w:rsidP="00F65E59">
      <w:pPr>
        <w:spacing w:after="0" w:line="240" w:lineRule="auto"/>
        <w:rPr>
          <w:rFonts w:eastAsia="Calibri" w:cs="Times New Roman"/>
          <w:lang w:eastAsia="cs-CZ"/>
        </w:rPr>
      </w:pPr>
      <w:r w:rsidRPr="004800E9">
        <w:rPr>
          <w:rFonts w:eastAsia="Calibri" w:cs="Times New Roman"/>
          <w:lang w:eastAsia="cs-CZ"/>
        </w:rPr>
        <w:t>Z technické zprávy a ostatních výkresových částí vypl</w:t>
      </w:r>
      <w:r w:rsidR="0062240B">
        <w:rPr>
          <w:rFonts w:eastAsia="Calibri" w:cs="Times New Roman"/>
          <w:lang w:eastAsia="cs-CZ"/>
        </w:rPr>
        <w:t>ý</w:t>
      </w:r>
      <w:r w:rsidRPr="004800E9">
        <w:rPr>
          <w:rFonts w:eastAsia="Calibri" w:cs="Times New Roman"/>
          <w:lang w:eastAsia="cs-CZ"/>
        </w:rPr>
        <w:t xml:space="preserve">vá, že bude použit transformátor o výkonu 100 </w:t>
      </w:r>
      <w:proofErr w:type="spellStart"/>
      <w:r w:rsidRPr="004800E9">
        <w:rPr>
          <w:rFonts w:eastAsia="Calibri" w:cs="Times New Roman"/>
          <w:lang w:eastAsia="cs-CZ"/>
        </w:rPr>
        <w:t>kVA</w:t>
      </w:r>
      <w:proofErr w:type="spellEnd"/>
      <w:r w:rsidRPr="004800E9">
        <w:rPr>
          <w:rFonts w:eastAsia="Calibri" w:cs="Times New Roman"/>
          <w:lang w:eastAsia="cs-CZ"/>
        </w:rPr>
        <w:t>. V TOS je však hned na prvním řádku specifikace uveden výkon 400kVA. Může zadavatel potvrdit, že se jedná o chybu?</w:t>
      </w:r>
    </w:p>
    <w:p w:rsidR="004800E9" w:rsidRDefault="004800E9" w:rsidP="00F65E5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65E59" w:rsidRPr="002B0243" w:rsidRDefault="00F65E59" w:rsidP="00F65E59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Odpověď: </w:t>
      </w:r>
    </w:p>
    <w:p w:rsidR="0062240B" w:rsidRPr="002B0243" w:rsidRDefault="008E0EE4" w:rsidP="0062240B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B0243">
        <w:rPr>
          <w:rFonts w:eastAsia="Times New Roman" w:cs="Times New Roman"/>
          <w:bCs/>
          <w:i/>
          <w:lang w:eastAsia="cs-CZ"/>
        </w:rPr>
        <w:t>Ano, v </w:t>
      </w:r>
      <w:proofErr w:type="gramStart"/>
      <w:r w:rsidRPr="002B0243">
        <w:rPr>
          <w:rFonts w:eastAsia="Times New Roman" w:cs="Times New Roman"/>
          <w:bCs/>
          <w:i/>
          <w:lang w:eastAsia="cs-CZ"/>
        </w:rPr>
        <w:t>TOS</w:t>
      </w:r>
      <w:proofErr w:type="gramEnd"/>
      <w:r w:rsidRPr="002B0243">
        <w:rPr>
          <w:rFonts w:eastAsia="Times New Roman" w:cs="Times New Roman"/>
          <w:bCs/>
          <w:i/>
          <w:lang w:eastAsia="cs-CZ"/>
        </w:rPr>
        <w:t xml:space="preserve"> se jedná o překlep. Správná hodnota je dle dokumentace, tedy transformátor o </w:t>
      </w:r>
      <w:proofErr w:type="spellStart"/>
      <w:r w:rsidRPr="002B0243">
        <w:rPr>
          <w:rFonts w:eastAsia="Times New Roman" w:cs="Times New Roman"/>
          <w:bCs/>
          <w:i/>
          <w:lang w:eastAsia="cs-CZ"/>
        </w:rPr>
        <w:t>jm</w:t>
      </w:r>
      <w:proofErr w:type="spellEnd"/>
      <w:r w:rsidRPr="002B0243">
        <w:rPr>
          <w:rFonts w:eastAsia="Times New Roman" w:cs="Times New Roman"/>
          <w:bCs/>
          <w:i/>
          <w:lang w:eastAsia="cs-CZ"/>
        </w:rPr>
        <w:t>. výkonu 100kVA.</w:t>
      </w:r>
    </w:p>
    <w:p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32C42" w:rsidRPr="00BD5319" w:rsidRDefault="00B32C42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BD5319" w:rsidRDefault="00BD5319" w:rsidP="00AF7957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AA7F86">
        <w:rPr>
          <w:rFonts w:eastAsia="Times New Roman" w:cs="Times New Roman"/>
          <w:lang w:eastAsia="cs-CZ"/>
        </w:rPr>
        <w:t xml:space="preserve">provedeny </w:t>
      </w:r>
      <w:r w:rsidRPr="00AA7F86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>. § 99 odst. 2 ZZV</w:t>
      </w:r>
      <w:r w:rsidR="00AF7957">
        <w:rPr>
          <w:rFonts w:eastAsia="Times New Roman" w:cs="Times New Roman"/>
          <w:lang w:eastAsia="cs-CZ"/>
        </w:rPr>
        <w:t xml:space="preserve">Z a prodlužuje lhůtu pro podání nabídek </w:t>
      </w:r>
      <w:r w:rsidR="00AF7957" w:rsidRPr="003F4DAD">
        <w:rPr>
          <w:rFonts w:eastAsia="Times New Roman" w:cs="Times New Roman"/>
          <w:lang w:eastAsia="cs-CZ"/>
        </w:rPr>
        <w:t xml:space="preserve">ze dne </w:t>
      </w:r>
      <w:r w:rsidR="003A0BB0">
        <w:rPr>
          <w:rFonts w:eastAsia="Times New Roman" w:cs="Times New Roman"/>
          <w:b/>
          <w:lang w:eastAsia="cs-CZ"/>
        </w:rPr>
        <w:t>4</w:t>
      </w:r>
      <w:r w:rsidR="00AF7957" w:rsidRPr="003F4DAD">
        <w:rPr>
          <w:rFonts w:eastAsia="Times New Roman" w:cs="Times New Roman"/>
          <w:b/>
          <w:lang w:eastAsia="cs-CZ"/>
        </w:rPr>
        <w:t xml:space="preserve">. </w:t>
      </w:r>
      <w:r w:rsidR="008302E6" w:rsidRPr="003F4DAD">
        <w:rPr>
          <w:rFonts w:eastAsia="Times New Roman" w:cs="Times New Roman"/>
          <w:b/>
          <w:lang w:eastAsia="cs-CZ"/>
        </w:rPr>
        <w:t>9</w:t>
      </w:r>
      <w:r w:rsidR="00AF7957" w:rsidRPr="003F4DAD">
        <w:rPr>
          <w:rFonts w:eastAsia="Times New Roman" w:cs="Times New Roman"/>
          <w:b/>
          <w:lang w:eastAsia="cs-CZ"/>
        </w:rPr>
        <w:t>. 2020</w:t>
      </w:r>
      <w:r w:rsidRPr="003F4DAD">
        <w:rPr>
          <w:rFonts w:eastAsia="Times New Roman" w:cs="Times New Roman"/>
          <w:lang w:eastAsia="cs-CZ"/>
        </w:rPr>
        <w:t xml:space="preserve"> na den </w:t>
      </w:r>
      <w:r w:rsidR="003A0BB0">
        <w:rPr>
          <w:rFonts w:eastAsia="Times New Roman" w:cs="Times New Roman"/>
          <w:b/>
          <w:lang w:eastAsia="cs-CZ"/>
        </w:rPr>
        <w:t>7</w:t>
      </w:r>
      <w:r w:rsidR="003F4DAD" w:rsidRPr="003F4DAD">
        <w:rPr>
          <w:rFonts w:eastAsia="Times New Roman" w:cs="Times New Roman"/>
          <w:b/>
          <w:lang w:eastAsia="cs-CZ"/>
        </w:rPr>
        <w:t>. 9. 2020</w:t>
      </w:r>
      <w:r w:rsidRPr="003F4DAD">
        <w:rPr>
          <w:rFonts w:eastAsia="Times New Roman" w:cs="Times New Roman"/>
          <w:lang w:eastAsia="cs-CZ"/>
        </w:rPr>
        <w:t>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AF7957">
        <w:rPr>
          <w:rFonts w:eastAsia="Times New Roman" w:cs="Times New Roman"/>
          <w:lang w:eastAsia="cs-CZ"/>
        </w:rPr>
        <w:t>Z2020-024049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32C42" w:rsidRPr="00BD5319" w:rsidRDefault="00B32C42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4F6973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4F6973" w:rsidRPr="004F6973">
        <w:rPr>
          <w:rFonts w:eastAsia="Times New Roman" w:cs="Times New Roman"/>
          <w:lang w:eastAsia="cs-CZ"/>
        </w:rPr>
        <w:t>13. 8</w:t>
      </w:r>
      <w:r w:rsidR="00AA7F86" w:rsidRPr="004F6973">
        <w:rPr>
          <w:rFonts w:eastAsia="Times New Roman" w:cs="Times New Roman"/>
          <w:lang w:eastAsia="cs-CZ"/>
        </w:rPr>
        <w:t>. 2020</w:t>
      </w:r>
      <w:r w:rsidRPr="004F6973">
        <w:rPr>
          <w:rFonts w:eastAsia="Times New Roman" w:cs="Times New Roman"/>
          <w:lang w:eastAsia="cs-CZ"/>
        </w:rPr>
        <w:t xml:space="preserve"> v 10:00 hod. a nahrazujeme datem </w:t>
      </w:r>
      <w:r w:rsidR="003A0BB0" w:rsidRPr="004F6973">
        <w:rPr>
          <w:rFonts w:eastAsia="Times New Roman" w:cs="Times New Roman"/>
          <w:b/>
          <w:lang w:eastAsia="cs-CZ"/>
        </w:rPr>
        <w:t>7</w:t>
      </w:r>
      <w:r w:rsidR="003F4DAD" w:rsidRPr="004F6973">
        <w:rPr>
          <w:rFonts w:eastAsia="Times New Roman" w:cs="Times New Roman"/>
          <w:b/>
          <w:lang w:eastAsia="cs-CZ"/>
        </w:rPr>
        <w:t>. 9. 2020</w:t>
      </w:r>
      <w:r w:rsidRPr="004F6973">
        <w:rPr>
          <w:rFonts w:eastAsia="Times New Roman" w:cs="Times New Roman"/>
          <w:lang w:eastAsia="cs-CZ"/>
        </w:rPr>
        <w:t xml:space="preserve"> v 10:00 hod.,</w:t>
      </w:r>
      <w:r w:rsidRPr="004F6973">
        <w:rPr>
          <w:rFonts w:eastAsia="Times New Roman" w:cs="Times New Roman"/>
          <w:b/>
          <w:lang w:eastAsia="cs-CZ"/>
        </w:rPr>
        <w:t xml:space="preserve"> </w:t>
      </w:r>
    </w:p>
    <w:p w:rsidR="00BD5319" w:rsidRPr="004F6973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F6973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F6973">
        <w:rPr>
          <w:rFonts w:eastAsia="Times New Roman" w:cs="Times New Roman"/>
          <w:lang w:eastAsia="cs-CZ"/>
        </w:rPr>
        <w:t xml:space="preserve">rušíme datum </w:t>
      </w:r>
      <w:r w:rsidR="004F6973" w:rsidRPr="004F6973">
        <w:rPr>
          <w:rFonts w:eastAsia="Times New Roman" w:cs="Times New Roman"/>
          <w:lang w:eastAsia="cs-CZ"/>
        </w:rPr>
        <w:t>13. 8</w:t>
      </w:r>
      <w:r w:rsidR="00AA7F86" w:rsidRPr="004F6973">
        <w:rPr>
          <w:rFonts w:eastAsia="Times New Roman" w:cs="Times New Roman"/>
          <w:lang w:eastAsia="cs-CZ"/>
        </w:rPr>
        <w:t>. 2020</w:t>
      </w:r>
      <w:r w:rsidR="000B3A82" w:rsidRPr="004F6973">
        <w:rPr>
          <w:rFonts w:eastAsia="Times New Roman" w:cs="Times New Roman"/>
          <w:lang w:eastAsia="cs-CZ"/>
        </w:rPr>
        <w:t xml:space="preserve"> v 10</w:t>
      </w:r>
      <w:r w:rsidR="000B3A82">
        <w:rPr>
          <w:rFonts w:eastAsia="Times New Roman" w:cs="Times New Roman"/>
          <w:lang w:eastAsia="cs-CZ"/>
        </w:rPr>
        <w:t>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3A0BB0">
        <w:rPr>
          <w:rFonts w:eastAsia="Times New Roman" w:cs="Times New Roman"/>
          <w:b/>
          <w:lang w:eastAsia="cs-CZ"/>
        </w:rPr>
        <w:t>7</w:t>
      </w:r>
      <w:r w:rsidR="003F4DAD" w:rsidRPr="003F4DAD">
        <w:rPr>
          <w:rFonts w:eastAsia="Times New Roman" w:cs="Times New Roman"/>
          <w:b/>
          <w:lang w:eastAsia="cs-CZ"/>
        </w:rPr>
        <w:t>. 9. 2020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A7F86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3" w:history="1">
        <w:r w:rsidR="003F4DAD" w:rsidRPr="00B97409">
          <w:rPr>
            <w:rStyle w:val="Hypertextovodkaz"/>
            <w:rFonts w:eastAsia="Calibri" w:cs="Times New Roman"/>
            <w:lang w:eastAsia="cs-CZ"/>
          </w:rPr>
          <w:t>https://zakazky.spravazeleznic.cz/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32C42" w:rsidRDefault="00B32C42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32C42" w:rsidRDefault="00B32C42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32C42" w:rsidRDefault="00B32C42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32C42" w:rsidRDefault="00B32C42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32C42" w:rsidRDefault="00B32C42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32C42" w:rsidRPr="00BD5319" w:rsidRDefault="00B32C42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3F4DAD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B0243">
        <w:rPr>
          <w:rFonts w:eastAsia="Calibri" w:cs="Times New Roman"/>
          <w:b/>
          <w:bCs/>
          <w:lang w:eastAsia="cs-CZ"/>
        </w:rPr>
        <w:lastRenderedPageBreak/>
        <w:t xml:space="preserve">Příloha: </w:t>
      </w:r>
      <w:r w:rsidRPr="002B0243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2B0243">
        <w:rPr>
          <w:rFonts w:eastAsia="Calibri" w:cs="Times New Roman"/>
          <w:bCs/>
          <w:lang w:eastAsia="cs-CZ"/>
        </w:rPr>
        <w:instrText xml:space="preserve"> FORMTEXT </w:instrText>
      </w:r>
      <w:r w:rsidRPr="002B0243">
        <w:rPr>
          <w:rFonts w:eastAsia="Calibri" w:cs="Times New Roman"/>
          <w:bCs/>
          <w:lang w:eastAsia="cs-CZ"/>
        </w:rPr>
      </w:r>
      <w:r w:rsidRPr="002B0243">
        <w:rPr>
          <w:rFonts w:eastAsia="Calibri" w:cs="Times New Roman"/>
          <w:bCs/>
          <w:lang w:eastAsia="cs-CZ"/>
        </w:rPr>
        <w:fldChar w:fldCharType="separate"/>
      </w:r>
      <w:r w:rsidRPr="002B0243">
        <w:rPr>
          <w:rFonts w:eastAsia="Calibri" w:cs="Times New Roman"/>
          <w:bCs/>
          <w:lang w:eastAsia="cs-CZ"/>
        </w:rPr>
        <w:t> </w:t>
      </w:r>
      <w:r w:rsidRPr="002B0243">
        <w:rPr>
          <w:rFonts w:eastAsia="Calibri" w:cs="Times New Roman"/>
          <w:bCs/>
          <w:lang w:eastAsia="cs-CZ"/>
        </w:rPr>
        <w:t> </w:t>
      </w:r>
      <w:r w:rsidRPr="002B0243">
        <w:rPr>
          <w:rFonts w:eastAsia="Calibri" w:cs="Times New Roman"/>
          <w:bCs/>
          <w:lang w:eastAsia="cs-CZ"/>
        </w:rPr>
        <w:t> </w:t>
      </w:r>
      <w:r w:rsidRPr="002B0243">
        <w:rPr>
          <w:rFonts w:eastAsia="Calibri" w:cs="Times New Roman"/>
          <w:bCs/>
          <w:lang w:eastAsia="cs-CZ"/>
        </w:rPr>
        <w:t> </w:t>
      </w:r>
      <w:r w:rsidRPr="002B0243">
        <w:rPr>
          <w:rFonts w:eastAsia="Calibri" w:cs="Times New Roman"/>
          <w:bCs/>
          <w:lang w:eastAsia="cs-CZ"/>
        </w:rPr>
        <w:t> </w:t>
      </w:r>
      <w:r w:rsidRPr="002B0243">
        <w:rPr>
          <w:rFonts w:eastAsia="Calibri" w:cs="Times New Roman"/>
          <w:bCs/>
          <w:lang w:eastAsia="cs-CZ"/>
        </w:rPr>
        <w:fldChar w:fldCharType="end"/>
      </w:r>
    </w:p>
    <w:p w:rsidR="005117D3" w:rsidRPr="003F4DAD" w:rsidRDefault="00C0136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01365">
        <w:rPr>
          <w:rFonts w:eastAsia="Calibri" w:cs="Times New Roman"/>
          <w:lang w:eastAsia="cs-CZ"/>
        </w:rPr>
        <w:t>SO025401_upr02.xlsm</w:t>
      </w:r>
    </w:p>
    <w:p w:rsidR="005117D3" w:rsidRDefault="00C0136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01365">
        <w:rPr>
          <w:rFonts w:eastAsia="Calibri" w:cs="Times New Roman"/>
          <w:lang w:eastAsia="cs-CZ"/>
        </w:rPr>
        <w:t>SO037612_upr01.xlsm</w:t>
      </w:r>
    </w:p>
    <w:p w:rsidR="00C01365" w:rsidRDefault="00C0136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01365">
        <w:rPr>
          <w:rFonts w:eastAsia="Calibri" w:cs="Times New Roman"/>
          <w:lang w:eastAsia="cs-CZ"/>
        </w:rPr>
        <w:t>SO057612_upr01.xlsm</w:t>
      </w:r>
    </w:p>
    <w:p w:rsidR="00C01365" w:rsidRDefault="00C0136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01365">
        <w:rPr>
          <w:rFonts w:eastAsia="Calibri" w:cs="Times New Roman"/>
          <w:lang w:eastAsia="cs-CZ"/>
        </w:rPr>
        <w:t>SO057611_upr01.xlsm</w:t>
      </w:r>
    </w:p>
    <w:p w:rsidR="00C01365" w:rsidRDefault="00C0136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01365">
        <w:rPr>
          <w:rFonts w:eastAsia="Calibri" w:cs="Times New Roman"/>
          <w:lang w:eastAsia="cs-CZ"/>
        </w:rPr>
        <w:t>SO057621_upr01.xlsm</w:t>
      </w:r>
    </w:p>
    <w:p w:rsidR="00C01365" w:rsidRDefault="00C0136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01365">
        <w:rPr>
          <w:rFonts w:eastAsia="Calibri" w:cs="Times New Roman"/>
          <w:lang w:eastAsia="cs-CZ"/>
        </w:rPr>
        <w:t>E_03_06_00_037612_01_TECHNICKÁ ZPRÁVA_upr01.pdf</w:t>
      </w:r>
    </w:p>
    <w:p w:rsidR="00C01365" w:rsidRDefault="00C0136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01365">
        <w:rPr>
          <w:rFonts w:eastAsia="Calibri" w:cs="Times New Roman"/>
          <w:lang w:eastAsia="cs-CZ"/>
        </w:rPr>
        <w:t xml:space="preserve">D_02_03_06_00_057612_04_02_STOŽÁR 6M_upr01.pdf </w:t>
      </w:r>
    </w:p>
    <w:p w:rsidR="00C01365" w:rsidRPr="003F4DAD" w:rsidRDefault="00C0136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01365">
        <w:rPr>
          <w:rFonts w:eastAsia="Calibri" w:cs="Times New Roman"/>
          <w:lang w:eastAsia="cs-CZ"/>
        </w:rPr>
        <w:t>D_02_03_06_00_057612_04_03_STOŽÁR 12M_upr01.pdf</w:t>
      </w: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F6973" w:rsidRDefault="004F697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32C42" w:rsidRPr="003F4DAD" w:rsidRDefault="00B32C4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6" w:name="_GoBack"/>
      <w:bookmarkEnd w:id="6"/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F4DAD">
        <w:rPr>
          <w:rFonts w:eastAsia="Calibri" w:cs="Times New Roman"/>
          <w:lang w:eastAsia="cs-CZ"/>
        </w:rPr>
        <w:t>V </w:t>
      </w:r>
      <w:r w:rsidR="003F4DAD" w:rsidRPr="003F4DAD">
        <w:rPr>
          <w:rFonts w:eastAsia="Calibri" w:cs="Times New Roman"/>
          <w:lang w:eastAsia="cs-CZ"/>
        </w:rPr>
        <w:t>Praze</w:t>
      </w:r>
      <w:r w:rsidRPr="003F4DAD">
        <w:rPr>
          <w:rFonts w:eastAsia="Calibri" w:cs="Times New Roman"/>
          <w:lang w:eastAsia="cs-CZ"/>
        </w:rPr>
        <w:t xml:space="preserve"> dne </w:t>
      </w:r>
      <w:r w:rsidR="003F4DAD" w:rsidRPr="003F4DAD">
        <w:rPr>
          <w:rFonts w:eastAsia="Calibri" w:cs="Times New Roman"/>
          <w:lang w:eastAsia="cs-CZ"/>
        </w:rPr>
        <w:t>1</w:t>
      </w:r>
      <w:r w:rsidR="003A0BB0">
        <w:rPr>
          <w:rFonts w:eastAsia="Calibri" w:cs="Times New Roman"/>
          <w:lang w:eastAsia="cs-CZ"/>
        </w:rPr>
        <w:t>9</w:t>
      </w:r>
      <w:r w:rsidR="003F4DAD" w:rsidRPr="003F4DAD">
        <w:rPr>
          <w:rFonts w:eastAsia="Calibri" w:cs="Times New Roman"/>
          <w:lang w:eastAsia="cs-CZ"/>
        </w:rPr>
        <w:t>. 8. 2020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07013" w:rsidRDefault="0090701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07013" w:rsidRPr="00BD5319" w:rsidRDefault="0090701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F6973" w:rsidRDefault="004F6973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Libor Kuta</w:t>
      </w:r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vedoucí oddělení zadávání investic</w:t>
      </w:r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na základě „Pověření“ č. 1937</w:t>
      </w:r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ze dne 02.07.2015</w:t>
      </w:r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 xml:space="preserve">Správa </w:t>
      </w:r>
      <w:r w:rsidR="00E10710">
        <w:rPr>
          <w:rFonts w:eastAsia="Calibri" w:cs="Calibri"/>
          <w:lang w:eastAsia="cs-CZ"/>
        </w:rPr>
        <w:t>železnic</w:t>
      </w:r>
      <w:r w:rsidRPr="00BD5319">
        <w:rPr>
          <w:rFonts w:eastAsia="Calibri" w:cs="Calibri"/>
          <w:lang w:eastAsia="cs-CZ"/>
        </w:rPr>
        <w:t>,</w:t>
      </w:r>
      <w:r w:rsidR="00E10710">
        <w:rPr>
          <w:rFonts w:eastAsia="Calibri" w:cs="Calibri"/>
          <w:lang w:eastAsia="cs-CZ"/>
        </w:rPr>
        <w:t xml:space="preserve"> </w:t>
      </w:r>
      <w:r w:rsidRPr="00BD5319">
        <w:rPr>
          <w:rFonts w:eastAsia="Calibri" w:cs="Calibri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00049C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080" w:rsidRDefault="00694080" w:rsidP="00962258">
      <w:pPr>
        <w:spacing w:after="0" w:line="240" w:lineRule="auto"/>
      </w:pPr>
      <w:r>
        <w:separator/>
      </w:r>
    </w:p>
  </w:endnote>
  <w:endnote w:type="continuationSeparator" w:id="0">
    <w:p w:rsidR="00694080" w:rsidRDefault="0069408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2C4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2C4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921" w:type="dxa"/>
        </w:tcPr>
        <w:p w:rsidR="00FF07F2" w:rsidRDefault="00FF07F2" w:rsidP="00D831A3">
          <w:pPr>
            <w:pStyle w:val="Zpat"/>
          </w:pPr>
        </w:p>
      </w:tc>
    </w:tr>
  </w:tbl>
  <w:p w:rsidR="00FF07F2" w:rsidRPr="00B8518B" w:rsidRDefault="00FF07F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8677D5D" wp14:editId="454135D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E7BF6C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1BB903C" wp14:editId="439935C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07CDB1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2C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2C4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Správa železnic, státní organizace</w:t>
          </w:r>
        </w:p>
        <w:p w:rsidR="00FF07F2" w:rsidRDefault="00FF07F2" w:rsidP="00FF07F2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Sídlo: Dlážděná 1003/7, 110 00 Praha 1</w:t>
          </w:r>
        </w:p>
        <w:p w:rsidR="00FF07F2" w:rsidRDefault="00FF07F2" w:rsidP="00FF07F2">
          <w:pPr>
            <w:pStyle w:val="Zpat"/>
          </w:pPr>
          <w:r>
            <w:t>IČO: 709 94 234 DIČ: CZ 709 94 234</w:t>
          </w:r>
        </w:p>
        <w:p w:rsidR="00FF07F2" w:rsidRDefault="003F4DAD" w:rsidP="00FF07F2">
          <w:pPr>
            <w:pStyle w:val="Zpat"/>
          </w:pPr>
          <w:r>
            <w:t>www.spravazelezni</w:t>
          </w:r>
          <w:r w:rsidR="00FF07F2">
            <w:t>c.cz</w:t>
          </w:r>
        </w:p>
      </w:tc>
      <w:tc>
        <w:tcPr>
          <w:tcW w:w="2921" w:type="dxa"/>
        </w:tcPr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FF07F2" w:rsidRDefault="00FF07F2" w:rsidP="00FF07F2">
          <w:pPr>
            <w:pStyle w:val="Zpat"/>
          </w:pPr>
        </w:p>
      </w:tc>
    </w:tr>
  </w:tbl>
  <w:p w:rsidR="00FF07F2" w:rsidRPr="00B8518B" w:rsidRDefault="00FF07F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4DF791F" wp14:editId="3C367E8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EFB657A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1A0694B" wp14:editId="51F425D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671870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F07F2" w:rsidRPr="00460660" w:rsidRDefault="00FF07F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080" w:rsidRDefault="00694080" w:rsidP="00962258">
      <w:pPr>
        <w:spacing w:after="0" w:line="240" w:lineRule="auto"/>
      </w:pPr>
      <w:r>
        <w:separator/>
      </w:r>
    </w:p>
  </w:footnote>
  <w:footnote w:type="continuationSeparator" w:id="0">
    <w:p w:rsidR="00694080" w:rsidRDefault="0069408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F07F2" w:rsidRPr="00B8518B" w:rsidRDefault="00FF07F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Default="00FF07F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Pr="00D6163D" w:rsidRDefault="00FF07F2" w:rsidP="00D6163D">
          <w:pPr>
            <w:pStyle w:val="Druhdokumentu"/>
          </w:pPr>
        </w:p>
      </w:tc>
    </w:tr>
  </w:tbl>
  <w:p w:rsidR="00FF07F2" w:rsidRPr="00D6163D" w:rsidRDefault="00FF07F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7B1B171" wp14:editId="26F13031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DD2901C" wp14:editId="61EF408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<w:pict>
                  <v:shape w14:anchorId="76EC2C4B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Pr="00D6163D" w:rsidRDefault="00FF07F2" w:rsidP="00FC6389">
          <w:pPr>
            <w:pStyle w:val="Druhdokumentu"/>
          </w:pPr>
        </w:p>
      </w:tc>
    </w:tr>
    <w:tr w:rsidR="00FF07F2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Druhdokumentu"/>
            <w:rPr>
              <w:noProof/>
            </w:rPr>
          </w:pPr>
        </w:p>
      </w:tc>
    </w:tr>
  </w:tbl>
  <w:p w:rsidR="00FF07F2" w:rsidRPr="00D6163D" w:rsidRDefault="00FF07F2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28AC03A" wp14:editId="0FFD345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 w14:anchorId="0E3CF23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F07F2" w:rsidRPr="00460660" w:rsidRDefault="00FF07F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79C1098"/>
    <w:multiLevelType w:val="hybridMultilevel"/>
    <w:tmpl w:val="BB5411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73A92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46ADC"/>
    <w:multiLevelType w:val="hybridMultilevel"/>
    <w:tmpl w:val="FE34D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D448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D4103"/>
    <w:multiLevelType w:val="hybridMultilevel"/>
    <w:tmpl w:val="2BD25CC4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1A608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84CBD"/>
    <w:multiLevelType w:val="hybridMultilevel"/>
    <w:tmpl w:val="DD408508"/>
    <w:lvl w:ilvl="0" w:tplc="2D0686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>
    <w:nsid w:val="1AEB63A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872BB6"/>
    <w:multiLevelType w:val="hybridMultilevel"/>
    <w:tmpl w:val="D3AA9794"/>
    <w:lvl w:ilvl="0" w:tplc="6F9E8CB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249D4E94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8E0C7E"/>
    <w:multiLevelType w:val="hybridMultilevel"/>
    <w:tmpl w:val="D3DE87AE"/>
    <w:lvl w:ilvl="0" w:tplc="4386BD1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39129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F76403"/>
    <w:multiLevelType w:val="multilevel"/>
    <w:tmpl w:val="0D34D660"/>
    <w:numStyleLink w:val="ListBulletmultilevel"/>
  </w:abstractNum>
  <w:abstractNum w:abstractNumId="17">
    <w:nsid w:val="2D554369"/>
    <w:multiLevelType w:val="hybridMultilevel"/>
    <w:tmpl w:val="7F461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920811"/>
    <w:multiLevelType w:val="hybridMultilevel"/>
    <w:tmpl w:val="59E40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40402"/>
    <w:multiLevelType w:val="hybridMultilevel"/>
    <w:tmpl w:val="C1E0625C"/>
    <w:lvl w:ilvl="0" w:tplc="172A05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B08549A"/>
    <w:multiLevelType w:val="hybridMultilevel"/>
    <w:tmpl w:val="A8D6B87A"/>
    <w:lvl w:ilvl="0" w:tplc="1E26E3D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312408C"/>
    <w:multiLevelType w:val="hybridMultilevel"/>
    <w:tmpl w:val="1D105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7734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5B3722"/>
    <w:multiLevelType w:val="hybridMultilevel"/>
    <w:tmpl w:val="AD5AE8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5C25B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7">
    <w:nsid w:val="4C0F1BA6"/>
    <w:multiLevelType w:val="hybridMultilevel"/>
    <w:tmpl w:val="F7D2D2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5810A2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940C1F"/>
    <w:multiLevelType w:val="hybridMultilevel"/>
    <w:tmpl w:val="98A0D9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96276D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872204"/>
    <w:multiLevelType w:val="hybridMultilevel"/>
    <w:tmpl w:val="45D8D6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710E7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552548"/>
    <w:multiLevelType w:val="hybridMultilevel"/>
    <w:tmpl w:val="CB5872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070991"/>
    <w:multiLevelType w:val="multilevel"/>
    <w:tmpl w:val="CABE99FC"/>
    <w:numStyleLink w:val="ListNumbermultilevel"/>
  </w:abstractNum>
  <w:abstractNum w:abstractNumId="35">
    <w:nsid w:val="74F05B63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6"/>
  </w:num>
  <w:num w:numId="4">
    <w:abstractNumId w:val="34"/>
  </w:num>
  <w:num w:numId="5">
    <w:abstractNumId w:val="0"/>
  </w:num>
  <w:num w:numId="6">
    <w:abstractNumId w:val="26"/>
  </w:num>
  <w:num w:numId="7">
    <w:abstractNumId w:val="4"/>
  </w:num>
  <w:num w:numId="8">
    <w:abstractNumId w:val="24"/>
  </w:num>
  <w:num w:numId="9">
    <w:abstractNumId w:val="23"/>
  </w:num>
  <w:num w:numId="10">
    <w:abstractNumId w:val="20"/>
  </w:num>
  <w:num w:numId="11">
    <w:abstractNumId w:val="11"/>
  </w:num>
  <w:num w:numId="12">
    <w:abstractNumId w:val="2"/>
  </w:num>
  <w:num w:numId="13">
    <w:abstractNumId w:val="17"/>
  </w:num>
  <w:num w:numId="14">
    <w:abstractNumId w:val="6"/>
  </w:num>
  <w:num w:numId="15">
    <w:abstractNumId w:val="19"/>
  </w:num>
  <w:num w:numId="16">
    <w:abstractNumId w:val="18"/>
  </w:num>
  <w:num w:numId="17">
    <w:abstractNumId w:val="30"/>
  </w:num>
  <w:num w:numId="18">
    <w:abstractNumId w:val="8"/>
  </w:num>
  <w:num w:numId="19">
    <w:abstractNumId w:val="33"/>
  </w:num>
  <w:num w:numId="20">
    <w:abstractNumId w:val="35"/>
  </w:num>
  <w:num w:numId="21">
    <w:abstractNumId w:val="31"/>
  </w:num>
  <w:num w:numId="22">
    <w:abstractNumId w:val="21"/>
  </w:num>
  <w:num w:numId="23">
    <w:abstractNumId w:val="27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29"/>
  </w:num>
  <w:num w:numId="27">
    <w:abstractNumId w:val="12"/>
  </w:num>
  <w:num w:numId="28">
    <w:abstractNumId w:val="10"/>
  </w:num>
  <w:num w:numId="29">
    <w:abstractNumId w:val="28"/>
  </w:num>
  <w:num w:numId="30">
    <w:abstractNumId w:val="7"/>
  </w:num>
  <w:num w:numId="31">
    <w:abstractNumId w:val="13"/>
  </w:num>
  <w:num w:numId="32">
    <w:abstractNumId w:val="15"/>
  </w:num>
  <w:num w:numId="33">
    <w:abstractNumId w:val="5"/>
  </w:num>
  <w:num w:numId="34">
    <w:abstractNumId w:val="25"/>
  </w:num>
  <w:num w:numId="35">
    <w:abstractNumId w:val="3"/>
  </w:num>
  <w:num w:numId="36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0049C"/>
    <w:rsid w:val="00003E72"/>
    <w:rsid w:val="0002735A"/>
    <w:rsid w:val="00033432"/>
    <w:rsid w:val="000335CC"/>
    <w:rsid w:val="00072C1E"/>
    <w:rsid w:val="000B2F30"/>
    <w:rsid w:val="000B3A82"/>
    <w:rsid w:val="000B6C7E"/>
    <w:rsid w:val="000B7907"/>
    <w:rsid w:val="000C0429"/>
    <w:rsid w:val="000C45E8"/>
    <w:rsid w:val="00111D76"/>
    <w:rsid w:val="00114472"/>
    <w:rsid w:val="00170EC5"/>
    <w:rsid w:val="001747C1"/>
    <w:rsid w:val="00176AD8"/>
    <w:rsid w:val="0018596A"/>
    <w:rsid w:val="001B69C2"/>
    <w:rsid w:val="001C4DA0"/>
    <w:rsid w:val="001F4872"/>
    <w:rsid w:val="00207DF5"/>
    <w:rsid w:val="00240083"/>
    <w:rsid w:val="00256063"/>
    <w:rsid w:val="00256467"/>
    <w:rsid w:val="00267369"/>
    <w:rsid w:val="0026785D"/>
    <w:rsid w:val="00281D13"/>
    <w:rsid w:val="00285E8C"/>
    <w:rsid w:val="002B0243"/>
    <w:rsid w:val="002B06CF"/>
    <w:rsid w:val="002B2F0A"/>
    <w:rsid w:val="002C31BF"/>
    <w:rsid w:val="002E0CD7"/>
    <w:rsid w:val="002F026B"/>
    <w:rsid w:val="00357BC6"/>
    <w:rsid w:val="0037111D"/>
    <w:rsid w:val="003756B9"/>
    <w:rsid w:val="0038055F"/>
    <w:rsid w:val="003956C6"/>
    <w:rsid w:val="003A0BB0"/>
    <w:rsid w:val="003A3618"/>
    <w:rsid w:val="003D1A67"/>
    <w:rsid w:val="003E6B9A"/>
    <w:rsid w:val="003E75CE"/>
    <w:rsid w:val="003E7BF6"/>
    <w:rsid w:val="003F2C2E"/>
    <w:rsid w:val="003F4DAD"/>
    <w:rsid w:val="00400F99"/>
    <w:rsid w:val="0041380F"/>
    <w:rsid w:val="004412CC"/>
    <w:rsid w:val="00450F07"/>
    <w:rsid w:val="00453CD3"/>
    <w:rsid w:val="00455BC7"/>
    <w:rsid w:val="00460660"/>
    <w:rsid w:val="00460CCB"/>
    <w:rsid w:val="00477370"/>
    <w:rsid w:val="004800E9"/>
    <w:rsid w:val="00486107"/>
    <w:rsid w:val="00491827"/>
    <w:rsid w:val="004926B0"/>
    <w:rsid w:val="004A7C69"/>
    <w:rsid w:val="004B0B5A"/>
    <w:rsid w:val="004C4399"/>
    <w:rsid w:val="004C69ED"/>
    <w:rsid w:val="004C787C"/>
    <w:rsid w:val="004E616C"/>
    <w:rsid w:val="004F4B9B"/>
    <w:rsid w:val="004F6973"/>
    <w:rsid w:val="00501654"/>
    <w:rsid w:val="005117D3"/>
    <w:rsid w:val="00511AB9"/>
    <w:rsid w:val="00523EA7"/>
    <w:rsid w:val="00542527"/>
    <w:rsid w:val="00551D1F"/>
    <w:rsid w:val="00553375"/>
    <w:rsid w:val="005658A6"/>
    <w:rsid w:val="00570591"/>
    <w:rsid w:val="005720E7"/>
    <w:rsid w:val="005722BB"/>
    <w:rsid w:val="005736B7"/>
    <w:rsid w:val="00575BC4"/>
    <w:rsid w:val="00575E5A"/>
    <w:rsid w:val="00584E2A"/>
    <w:rsid w:val="00593C9B"/>
    <w:rsid w:val="00596C7E"/>
    <w:rsid w:val="005A3176"/>
    <w:rsid w:val="005A64E9"/>
    <w:rsid w:val="005A7047"/>
    <w:rsid w:val="005B5EE9"/>
    <w:rsid w:val="006104F6"/>
    <w:rsid w:val="0061068E"/>
    <w:rsid w:val="0061674D"/>
    <w:rsid w:val="0062240B"/>
    <w:rsid w:val="00660AD3"/>
    <w:rsid w:val="00694080"/>
    <w:rsid w:val="006A5570"/>
    <w:rsid w:val="006A689C"/>
    <w:rsid w:val="006B3D79"/>
    <w:rsid w:val="006D3AE2"/>
    <w:rsid w:val="006E028B"/>
    <w:rsid w:val="006E0578"/>
    <w:rsid w:val="006E314D"/>
    <w:rsid w:val="006E7F06"/>
    <w:rsid w:val="00700FC2"/>
    <w:rsid w:val="00705071"/>
    <w:rsid w:val="00710723"/>
    <w:rsid w:val="00712ED1"/>
    <w:rsid w:val="00720E7F"/>
    <w:rsid w:val="00723ED1"/>
    <w:rsid w:val="00735ED4"/>
    <w:rsid w:val="00743525"/>
    <w:rsid w:val="00744612"/>
    <w:rsid w:val="007531A0"/>
    <w:rsid w:val="0076286B"/>
    <w:rsid w:val="00764595"/>
    <w:rsid w:val="00766846"/>
    <w:rsid w:val="0077673A"/>
    <w:rsid w:val="007846E1"/>
    <w:rsid w:val="007B570C"/>
    <w:rsid w:val="007C7C4A"/>
    <w:rsid w:val="007E4A6E"/>
    <w:rsid w:val="007F56A7"/>
    <w:rsid w:val="00807DD0"/>
    <w:rsid w:val="00813F11"/>
    <w:rsid w:val="00825B0C"/>
    <w:rsid w:val="008302E6"/>
    <w:rsid w:val="00871912"/>
    <w:rsid w:val="00891334"/>
    <w:rsid w:val="008A3568"/>
    <w:rsid w:val="008D03B9"/>
    <w:rsid w:val="008E0EE4"/>
    <w:rsid w:val="008E5F0E"/>
    <w:rsid w:val="008F145C"/>
    <w:rsid w:val="008F18D6"/>
    <w:rsid w:val="008F5346"/>
    <w:rsid w:val="00904780"/>
    <w:rsid w:val="00907013"/>
    <w:rsid w:val="009113A8"/>
    <w:rsid w:val="0092166E"/>
    <w:rsid w:val="00922385"/>
    <w:rsid w:val="009223DF"/>
    <w:rsid w:val="00936091"/>
    <w:rsid w:val="00937ADB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55F6"/>
    <w:rsid w:val="009B72CC"/>
    <w:rsid w:val="009C15F6"/>
    <w:rsid w:val="009E07F4"/>
    <w:rsid w:val="009E48F0"/>
    <w:rsid w:val="009F392E"/>
    <w:rsid w:val="00A13B38"/>
    <w:rsid w:val="00A145FC"/>
    <w:rsid w:val="00A44328"/>
    <w:rsid w:val="00A6177B"/>
    <w:rsid w:val="00A66136"/>
    <w:rsid w:val="00AA4CBB"/>
    <w:rsid w:val="00AA65FA"/>
    <w:rsid w:val="00AA7351"/>
    <w:rsid w:val="00AA7F86"/>
    <w:rsid w:val="00AD056F"/>
    <w:rsid w:val="00AD1F27"/>
    <w:rsid w:val="00AD2773"/>
    <w:rsid w:val="00AD6731"/>
    <w:rsid w:val="00AE1DDE"/>
    <w:rsid w:val="00AF7957"/>
    <w:rsid w:val="00B15B5E"/>
    <w:rsid w:val="00B15D0D"/>
    <w:rsid w:val="00B23CA3"/>
    <w:rsid w:val="00B32C42"/>
    <w:rsid w:val="00B3491A"/>
    <w:rsid w:val="00B45E9E"/>
    <w:rsid w:val="00B55F9C"/>
    <w:rsid w:val="00B75EE1"/>
    <w:rsid w:val="00B77481"/>
    <w:rsid w:val="00B8518B"/>
    <w:rsid w:val="00BB3740"/>
    <w:rsid w:val="00BD5319"/>
    <w:rsid w:val="00BD55D1"/>
    <w:rsid w:val="00BD7E91"/>
    <w:rsid w:val="00BF374D"/>
    <w:rsid w:val="00BF6D48"/>
    <w:rsid w:val="00C01365"/>
    <w:rsid w:val="00C02D0A"/>
    <w:rsid w:val="00C03A6E"/>
    <w:rsid w:val="00C27CAB"/>
    <w:rsid w:val="00C30759"/>
    <w:rsid w:val="00C44F6A"/>
    <w:rsid w:val="00C56EF4"/>
    <w:rsid w:val="00C727E5"/>
    <w:rsid w:val="00C8207D"/>
    <w:rsid w:val="00CB7B5A"/>
    <w:rsid w:val="00CC1E2B"/>
    <w:rsid w:val="00CD1FC4"/>
    <w:rsid w:val="00CE371D"/>
    <w:rsid w:val="00CF1E5D"/>
    <w:rsid w:val="00D02A4D"/>
    <w:rsid w:val="00D21061"/>
    <w:rsid w:val="00D316A7"/>
    <w:rsid w:val="00D36EA8"/>
    <w:rsid w:val="00D4108E"/>
    <w:rsid w:val="00D6163D"/>
    <w:rsid w:val="00D63009"/>
    <w:rsid w:val="00D64926"/>
    <w:rsid w:val="00D6609F"/>
    <w:rsid w:val="00D831A3"/>
    <w:rsid w:val="00D902AD"/>
    <w:rsid w:val="00DA6FFE"/>
    <w:rsid w:val="00DC3110"/>
    <w:rsid w:val="00DC6282"/>
    <w:rsid w:val="00DD46F3"/>
    <w:rsid w:val="00DD58A6"/>
    <w:rsid w:val="00DE56F2"/>
    <w:rsid w:val="00DF116D"/>
    <w:rsid w:val="00E03321"/>
    <w:rsid w:val="00E10710"/>
    <w:rsid w:val="00E56B31"/>
    <w:rsid w:val="00E824F1"/>
    <w:rsid w:val="00EB104F"/>
    <w:rsid w:val="00EB4A17"/>
    <w:rsid w:val="00EC3C53"/>
    <w:rsid w:val="00ED14BD"/>
    <w:rsid w:val="00EF418A"/>
    <w:rsid w:val="00F01440"/>
    <w:rsid w:val="00F1258D"/>
    <w:rsid w:val="00F12DEC"/>
    <w:rsid w:val="00F1422A"/>
    <w:rsid w:val="00F1715C"/>
    <w:rsid w:val="00F310F8"/>
    <w:rsid w:val="00F35939"/>
    <w:rsid w:val="00F41D5F"/>
    <w:rsid w:val="00F45607"/>
    <w:rsid w:val="00F64786"/>
    <w:rsid w:val="00F659EB"/>
    <w:rsid w:val="00F65E59"/>
    <w:rsid w:val="00F804A7"/>
    <w:rsid w:val="00F862D6"/>
    <w:rsid w:val="00F86BA6"/>
    <w:rsid w:val="00FA4057"/>
    <w:rsid w:val="00FB7E02"/>
    <w:rsid w:val="00FC26F4"/>
    <w:rsid w:val="00FC6389"/>
    <w:rsid w:val="00FD2F51"/>
    <w:rsid w:val="00FE3455"/>
    <w:rsid w:val="00FF07F2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pravazelezni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2DD89C-77F0-4CBA-84A8-CD82C3510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239</TotalTime>
  <Pages>4</Pages>
  <Words>1109</Words>
  <Characters>6546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Klimeš Jaroslav, JUDr.</cp:lastModifiedBy>
  <cp:revision>17</cp:revision>
  <cp:lastPrinted>2019-02-22T13:28:00Z</cp:lastPrinted>
  <dcterms:created xsi:type="dcterms:W3CDTF">2020-08-12T11:12:00Z</dcterms:created>
  <dcterms:modified xsi:type="dcterms:W3CDTF">2020-08-19T10:58:00Z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