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990E43" w:rsidRPr="00990E43">
        <w:rPr>
          <w:rFonts w:ascii="Verdana" w:hAnsi="Verdana"/>
          <w:sz w:val="18"/>
          <w:szCs w:val="18"/>
        </w:rPr>
        <w:t>Vypracování projektové dokumentace „Oprava osvětlení a TV vjezdová skupina Česká Třebová“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4B7A" w:rsidRDefault="00794B7A">
      <w:r>
        <w:separator/>
      </w:r>
    </w:p>
  </w:endnote>
  <w:endnote w:type="continuationSeparator" w:id="0">
    <w:p w:rsidR="00794B7A" w:rsidRDefault="00794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90E4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90E43" w:rsidRPr="00990E4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4B7A" w:rsidRDefault="00794B7A">
      <w:r>
        <w:separator/>
      </w:r>
    </w:p>
  </w:footnote>
  <w:footnote w:type="continuationSeparator" w:id="0">
    <w:p w:rsidR="00794B7A" w:rsidRDefault="00794B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11D79"/>
    <w:rsid w:val="00744544"/>
    <w:rsid w:val="0075099A"/>
    <w:rsid w:val="00771970"/>
    <w:rsid w:val="007825DA"/>
    <w:rsid w:val="00791FB1"/>
    <w:rsid w:val="00794B7A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0E43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EB74F768-DF99-46A5-8AA1-54A8399BF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179D1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185394-2043-4572-8CBE-DDD00DEBA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114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Procházka Martin, DiS.</cp:lastModifiedBy>
  <cp:revision>18</cp:revision>
  <cp:lastPrinted>2016-08-01T07:54:00Z</cp:lastPrinted>
  <dcterms:created xsi:type="dcterms:W3CDTF">2018-11-26T13:17:00Z</dcterms:created>
  <dcterms:modified xsi:type="dcterms:W3CDTF">2020-07-10T09:40:00Z</dcterms:modified>
</cp:coreProperties>
</file>