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  <w:bookmarkStart w:id="0" w:name="_GoBack"/>
      <w:bookmarkEnd w:id="0"/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veřejnou zakázku s </w:t>
      </w:r>
      <w:r w:rsidRPr="004B20F3">
        <w:t xml:space="preserve">názvem </w:t>
      </w:r>
      <w:bookmarkStart w:id="1" w:name="_Toc403053768"/>
      <w:r w:rsidRPr="004B20F3">
        <w:rPr>
          <w:b/>
        </w:rPr>
        <w:t>„</w:t>
      </w:r>
      <w:bookmarkEnd w:id="1"/>
      <w:r w:rsidR="001E0AC0">
        <w:rPr>
          <w:rFonts w:cs="Arial"/>
          <w:b/>
        </w:rPr>
        <w:t xml:space="preserve">Nákup zkratovacích souprav do </w:t>
      </w:r>
      <w:r w:rsidR="001E0AC0" w:rsidRPr="00C40974">
        <w:rPr>
          <w:rFonts w:cs="Arial"/>
          <w:b/>
        </w:rPr>
        <w:t>27,5kV</w:t>
      </w:r>
      <w:r w:rsidR="00441F57">
        <w:rPr>
          <w:rFonts w:cs="Arial"/>
          <w:b/>
        </w:rPr>
        <w:t>,</w:t>
      </w:r>
      <w:r w:rsidRPr="004B20F3">
        <w:rPr>
          <w:b/>
        </w:rPr>
        <w:t>“</w:t>
      </w:r>
      <w:r w:rsidRPr="00441F57">
        <w:t xml:space="preserve"> </w:t>
      </w:r>
      <w:proofErr w:type="gramStart"/>
      <w:r w:rsidRPr="00441F57">
        <w:t>č.j.</w:t>
      </w:r>
      <w:proofErr w:type="gramEnd"/>
      <w:r w:rsidRPr="00441F57">
        <w:t xml:space="preserve"> </w:t>
      </w:r>
      <w:r w:rsidR="00441F57" w:rsidRPr="001E0AC0">
        <w:t>29586</w:t>
      </w:r>
      <w:r w:rsidRPr="001E0AC0">
        <w:t>/</w:t>
      </w:r>
      <w:r w:rsidRPr="00441F57">
        <w:t>20</w:t>
      </w:r>
      <w:r w:rsidR="003B0398" w:rsidRPr="00441F57">
        <w:t>20</w:t>
      </w:r>
      <w:r w:rsidRPr="00441F57">
        <w:t xml:space="preserve">-SŽ-OŘ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18C25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F0D2C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0A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0A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38943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40125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E0AC0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41F57"/>
    <w:rsid w:val="00450F07"/>
    <w:rsid w:val="00453CD3"/>
    <w:rsid w:val="00460660"/>
    <w:rsid w:val="00486107"/>
    <w:rsid w:val="00491827"/>
    <w:rsid w:val="004B20F3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260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83498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9C13475-BC21-4601-B81E-66621EEB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6</cp:revision>
  <cp:lastPrinted>2017-11-28T17:18:00Z</cp:lastPrinted>
  <dcterms:created xsi:type="dcterms:W3CDTF">2020-08-04T07:27:00Z</dcterms:created>
  <dcterms:modified xsi:type="dcterms:W3CDTF">2020-08-06T06:33:00Z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