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180273" w:rsidRPr="00180273">
        <w:rPr>
          <w:rFonts w:ascii="Verdana" w:hAnsi="Verdana"/>
          <w:b/>
          <w:sz w:val="18"/>
          <w:szCs w:val="18"/>
        </w:rPr>
        <w:t>Poskytování služeb velkoformátového zařízení pro OŘ Ostrava</w:t>
      </w:r>
      <w:bookmarkStart w:id="0" w:name="_GoBack"/>
      <w:bookmarkEnd w:id="0"/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F15ED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0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0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0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0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0273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A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4D7F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6464A1-7AE9-42C7-BF20-0464D22B2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2018-11-26T13:17:00Z</dcterms:created>
  <dcterms:modified xsi:type="dcterms:W3CDTF">2020-08-07T06:31:00Z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