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32E5D3" wp14:editId="53A7BF4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7832E5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38055F" w:rsidP="0037111D">
            <w:r>
              <w:rPr>
                <w:rFonts w:ascii="Helvetica" w:hAnsi="Helvetica"/>
              </w:rPr>
              <w:t>6842/2020-SŽ-SSV-Ú3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DB1C07" w:rsidRDefault="00F862D6" w:rsidP="0077673A">
            <w:r w:rsidRPr="00DB1C07">
              <w:t>Listů/příloh</w:t>
            </w:r>
          </w:p>
        </w:tc>
        <w:tc>
          <w:tcPr>
            <w:tcW w:w="2552" w:type="dxa"/>
          </w:tcPr>
          <w:p w:rsidR="00F862D6" w:rsidRPr="00DB1C07" w:rsidRDefault="00DB1C07" w:rsidP="00DB1C07">
            <w:r w:rsidRPr="00DB1C07">
              <w:t>4</w:t>
            </w:r>
            <w:r w:rsidR="003E6B9A" w:rsidRPr="00DB1C07">
              <w:t>/</w:t>
            </w:r>
            <w:r w:rsidRPr="00DB1C07">
              <w:t>5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FC26F4" w:rsidP="00EC3C53">
            <w:bookmarkStart w:id="0" w:name="Datum"/>
            <w:r>
              <w:t>3</w:t>
            </w:r>
            <w:r w:rsidR="00871912">
              <w:t xml:space="preserve">. </w:t>
            </w:r>
            <w:r w:rsidR="00EC3C53">
              <w:t>srpna</w:t>
            </w:r>
            <w:r w:rsidR="00871912">
              <w:t xml:space="preserve"> 2020</w:t>
            </w:r>
            <w:r w:rsidR="00871912"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="00EC3C53">
        <w:rPr>
          <w:rFonts w:eastAsia="Calibri" w:cs="Times New Roman"/>
          <w:lang w:eastAsia="cs-CZ"/>
        </w:rPr>
        <w:t>. 8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F7957" w:rsidRPr="00BD5319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FA4057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EC3C53">
        <w:rPr>
          <w:rFonts w:eastAsia="Calibri" w:cs="Times New Roman"/>
          <w:b/>
          <w:lang w:eastAsia="cs-CZ"/>
        </w:rPr>
        <w:t>77</w:t>
      </w:r>
      <w:r w:rsidRPr="00FA4057">
        <w:rPr>
          <w:rFonts w:eastAsia="Calibri" w:cs="Times New Roman"/>
          <w:b/>
          <w:lang w:eastAsia="cs-CZ"/>
        </w:rPr>
        <w:t>:</w:t>
      </w:r>
    </w:p>
    <w:p w:rsidR="00EC3C53" w:rsidRDefault="00EC3C53" w:rsidP="00EC3C53">
      <w:pPr>
        <w:spacing w:after="0"/>
      </w:pPr>
      <w:r>
        <w:t>Níže uvedené soubory nejdou otevřít, vykazují chybu:</w:t>
      </w:r>
    </w:p>
    <w:p w:rsidR="00EC3C53" w:rsidRDefault="00EC3C53" w:rsidP="00EC3C53">
      <w:pPr>
        <w:spacing w:after="0"/>
      </w:pPr>
      <w:r>
        <w:t>C_03_17 KoorSitu.pdf</w:t>
      </w:r>
    </w:p>
    <w:p w:rsidR="00EC3C53" w:rsidRDefault="00EC3C53" w:rsidP="00EC3C53">
      <w:pPr>
        <w:spacing w:after="0"/>
      </w:pPr>
      <w:r>
        <w:t>SO 05 10 01 -  D_02_01_01_051001_01_TZ</w:t>
      </w:r>
    </w:p>
    <w:p w:rsidR="00EC3C53" w:rsidRDefault="00EC3C53" w:rsidP="00EC3C53">
      <w:pPr>
        <w:spacing w:after="0"/>
      </w:pPr>
      <w:r>
        <w:t>SO 04 20 03 - D_02_01_04_00_042003_2_4_2_Podelny_rez_stavebni_postupy</w:t>
      </w:r>
    </w:p>
    <w:p w:rsidR="00EC3C53" w:rsidRDefault="00EC3C53" w:rsidP="00EC3C53">
      <w:pPr>
        <w:spacing w:after="0"/>
      </w:pPr>
      <w:r>
        <w:t>SO 05 20 05 - D_02_01_04_00_052005_2_8_2_Stavební postup 2</w:t>
      </w:r>
    </w:p>
    <w:p w:rsidR="00EC3C53" w:rsidRDefault="00EC3C53" w:rsidP="00EC3C53">
      <w:pPr>
        <w:spacing w:after="0"/>
      </w:pPr>
      <w:r>
        <w:t>SO 05 62 01 - D_02_02_02_056201_01_TZ_2019_11_15</w:t>
      </w:r>
    </w:p>
    <w:p w:rsidR="00EC3C53" w:rsidRDefault="00EC3C53" w:rsidP="00EC3C53">
      <w:pPr>
        <w:spacing w:after="0"/>
      </w:pPr>
      <w:r>
        <w:t>SO 03 77 01 - D_02_03_07_037701_00_1_Seznam_priloh</w:t>
      </w:r>
    </w:p>
    <w:p w:rsidR="00EC3C53" w:rsidRPr="00EC3C53" w:rsidRDefault="00EC3C53" w:rsidP="00EC3C53">
      <w:pPr>
        <w:spacing w:after="0"/>
      </w:pPr>
      <w:r w:rsidRPr="00EC3C53">
        <w:t>Žádáme o opravu a zaslání nových souborů.</w:t>
      </w:r>
    </w:p>
    <w:p w:rsidR="008F5346" w:rsidRDefault="008F5346" w:rsidP="00400F99">
      <w:pPr>
        <w:spacing w:after="0" w:line="240" w:lineRule="auto"/>
        <w:rPr>
          <w:rFonts w:cs="Arial"/>
        </w:rPr>
      </w:pPr>
    </w:p>
    <w:p w:rsidR="00BD5319" w:rsidRPr="00FA4057" w:rsidRDefault="00BD5319" w:rsidP="00400F99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5E1339" w:rsidRPr="0026227F" w:rsidRDefault="005E1339" w:rsidP="005E1339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>Zadavatel</w:t>
      </w:r>
      <w:r w:rsidR="0026227F" w:rsidRPr="0026227F">
        <w:rPr>
          <w:rFonts w:eastAsia="Calibri" w:cs="Times New Roman"/>
          <w:i/>
          <w:lang w:eastAsia="cs-CZ"/>
        </w:rPr>
        <w:t xml:space="preserve"> ověřil integritu souborů, po otevření nevykazují chybu. Doporučujeme ověřit, zda dotazovatel pracuje s aktuální verzí ZD. Viz odpověď dotaz č. 3 a odpověď dotaz č. 25.</w:t>
      </w:r>
    </w:p>
    <w:p w:rsidR="005A3176" w:rsidRDefault="005A31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1D76" w:rsidRPr="00FA4057" w:rsidRDefault="00111D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1D76" w:rsidRDefault="00111D76" w:rsidP="00111D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8055F">
        <w:rPr>
          <w:rFonts w:eastAsia="Calibri" w:cs="Times New Roman"/>
          <w:b/>
          <w:lang w:eastAsia="cs-CZ"/>
        </w:rPr>
        <w:t>78</w:t>
      </w:r>
      <w:r>
        <w:rPr>
          <w:rFonts w:eastAsia="Calibri" w:cs="Times New Roman"/>
          <w:b/>
          <w:lang w:eastAsia="cs-CZ"/>
        </w:rPr>
        <w:t>:</w:t>
      </w:r>
    </w:p>
    <w:p w:rsidR="0038055F" w:rsidRPr="0038055F" w:rsidRDefault="0038055F" w:rsidP="0038055F">
      <w:pPr>
        <w:spacing w:after="0" w:line="240" w:lineRule="auto"/>
        <w:rPr>
          <w:rFonts w:eastAsia="Calibri" w:cs="Times New Roman"/>
          <w:lang w:eastAsia="cs-CZ"/>
        </w:rPr>
      </w:pPr>
      <w:r w:rsidRPr="0038055F">
        <w:rPr>
          <w:rFonts w:eastAsia="Calibri" w:cs="Times New Roman"/>
          <w:lang w:eastAsia="cs-CZ"/>
        </w:rPr>
        <w:t xml:space="preserve">Žádáme Vás o zaslání výkazu materiálů ocelových konstrukcí pro zachování porovnatelnosti jednotlivých cenových nabídek. </w:t>
      </w:r>
    </w:p>
    <w:p w:rsidR="008F5346" w:rsidRDefault="0038055F" w:rsidP="0038055F">
      <w:pPr>
        <w:spacing w:after="0" w:line="240" w:lineRule="auto"/>
        <w:rPr>
          <w:rFonts w:eastAsia="Calibri" w:cs="Times New Roman"/>
          <w:lang w:eastAsia="cs-CZ"/>
        </w:rPr>
      </w:pPr>
      <w:r w:rsidRPr="0038055F">
        <w:rPr>
          <w:rFonts w:eastAsia="Calibri" w:cs="Times New Roman"/>
          <w:lang w:eastAsia="cs-CZ"/>
        </w:rPr>
        <w:t>Popis položek č 28-30 (SO 05-62-01) a č. 41-43 (SO 05-62-02) je pro ocenění nedostačující.</w:t>
      </w:r>
    </w:p>
    <w:p w:rsidR="0038055F" w:rsidRDefault="0038055F" w:rsidP="0038055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1D76" w:rsidRPr="00FA4057" w:rsidRDefault="00111D76" w:rsidP="00111D76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8A646D" w:rsidRPr="0026227F" w:rsidRDefault="008A646D" w:rsidP="008A646D">
      <w:pPr>
        <w:spacing w:after="0" w:line="240" w:lineRule="auto"/>
        <w:rPr>
          <w:rFonts w:eastAsia="Calibri" w:cs="Times New Roman"/>
          <w:lang w:eastAsia="cs-CZ"/>
        </w:rPr>
      </w:pPr>
      <w:r w:rsidRPr="0026227F">
        <w:rPr>
          <w:rFonts w:eastAsia="Calibri" w:cs="Times New Roman"/>
          <w:lang w:eastAsia="cs-CZ"/>
        </w:rPr>
        <w:t>Doplněno jako příloha technické zprávy.</w:t>
      </w:r>
    </w:p>
    <w:p w:rsidR="008A646D" w:rsidRPr="0026227F" w:rsidRDefault="008A646D" w:rsidP="008A646D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26227F">
        <w:rPr>
          <w:rFonts w:eastAsia="Calibri" w:cs="Times New Roman"/>
          <w:i/>
          <w:iCs/>
          <w:lang w:eastAsia="cs-CZ"/>
        </w:rPr>
        <w:t xml:space="preserve">Upravena dokumentace </w:t>
      </w:r>
      <w:r w:rsidRPr="0026227F">
        <w:rPr>
          <w:rFonts w:eastAsia="Calibri" w:cs="Times New Roman"/>
          <w:i/>
          <w:iCs/>
          <w:u w:val="single"/>
          <w:lang w:eastAsia="cs-CZ"/>
        </w:rPr>
        <w:t>D_02_02_02_056201_01_TZ_upr1.pdf</w:t>
      </w:r>
    </w:p>
    <w:p w:rsidR="008A646D" w:rsidRDefault="008A646D" w:rsidP="008A646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11D76" w:rsidRDefault="0038055F" w:rsidP="00111D7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8F5346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9</w:t>
      </w:r>
      <w:r w:rsidR="00111D76">
        <w:rPr>
          <w:rFonts w:eastAsia="Calibri" w:cs="Times New Roman"/>
          <w:b/>
          <w:lang w:eastAsia="cs-CZ"/>
        </w:rPr>
        <w:t>:</w:t>
      </w:r>
    </w:p>
    <w:p w:rsidR="008F5346" w:rsidRDefault="0038055F" w:rsidP="00111D76">
      <w:pPr>
        <w:spacing w:after="0" w:line="240" w:lineRule="auto"/>
        <w:rPr>
          <w:rFonts w:eastAsia="Calibri" w:cs="Times New Roman"/>
          <w:lang w:eastAsia="cs-CZ"/>
        </w:rPr>
      </w:pPr>
      <w:r w:rsidRPr="0038055F">
        <w:rPr>
          <w:rFonts w:eastAsia="Calibri" w:cs="Times New Roman"/>
          <w:lang w:eastAsia="cs-CZ"/>
        </w:rPr>
        <w:t>Žádáme o upřesnění délky šroubů M20, M24, M30 viz položky č. 34-26 (SO 05-62-01) a č. 37-39 (SO 05-62-02).</w:t>
      </w:r>
    </w:p>
    <w:p w:rsidR="0038055F" w:rsidRDefault="0038055F" w:rsidP="00111D7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1D76" w:rsidRPr="00FA4057" w:rsidRDefault="00111D76" w:rsidP="00111D76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0A6726" w:rsidRPr="0026227F" w:rsidRDefault="000A6726" w:rsidP="000A6726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>Délky šroubů jsou následující:</w:t>
      </w:r>
    </w:p>
    <w:p w:rsidR="000A6726" w:rsidRPr="0026227F" w:rsidRDefault="000A6726" w:rsidP="000A6726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>Kotevní šrouby do M30 dl. 600mm</w:t>
      </w:r>
    </w:p>
    <w:p w:rsidR="000A6726" w:rsidRPr="0026227F" w:rsidRDefault="000A6726" w:rsidP="000A6726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>Kotevní šrouby do M24 dl. 400mm</w:t>
      </w:r>
    </w:p>
    <w:p w:rsidR="00111D76" w:rsidRPr="0026227F" w:rsidRDefault="000A6726" w:rsidP="000A6726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>Kotevní šrouby do M20 dl. 300mm</w:t>
      </w:r>
    </w:p>
    <w:p w:rsidR="000A6726" w:rsidRPr="0026227F" w:rsidRDefault="000A6726" w:rsidP="000A6726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</w:p>
    <w:p w:rsidR="008A646D" w:rsidRPr="0026227F" w:rsidRDefault="008A646D" w:rsidP="008A646D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>Předpokládáme, že tazatel měl na mysli položky 24-23 (SO 05-62-01). Upraveny specifikace položek</w:t>
      </w:r>
    </w:p>
    <w:p w:rsidR="008A646D" w:rsidRPr="0026227F" w:rsidRDefault="008A646D" w:rsidP="008A646D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 xml:space="preserve">Pol. 24 (SO 05-62-01)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upr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 xml:space="preserve">. specifikace: „nedílná součást SO 05-62-02 (1/3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celk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>. množství), dl. 600mm - 1ks šroubu“</w:t>
      </w:r>
    </w:p>
    <w:p w:rsidR="008A646D" w:rsidRPr="0026227F" w:rsidRDefault="008A646D" w:rsidP="008A646D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</w:p>
    <w:p w:rsidR="008A646D" w:rsidRPr="0026227F" w:rsidRDefault="008A646D" w:rsidP="008A646D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 xml:space="preserve">Pol. 25 (SO 05-62-01)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upr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 xml:space="preserve">. specifikace: „nedílná součást SO 05-62-02 (1/3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celk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>. množství), dl. 400mm - 1ks šroubu“</w:t>
      </w:r>
    </w:p>
    <w:p w:rsidR="008A646D" w:rsidRPr="0026227F" w:rsidRDefault="008A646D" w:rsidP="008A646D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 xml:space="preserve">Pol. 26 (SO 05-62-01)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upr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 xml:space="preserve">. specifikace: „nedílná součást SO 05-62-02 (1/3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celk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>. množství), dl. 300mm - 1ks šroubu“</w:t>
      </w:r>
    </w:p>
    <w:p w:rsidR="008A646D" w:rsidRPr="0026227F" w:rsidRDefault="008A646D" w:rsidP="008A646D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 xml:space="preserve">Pol. 37 (SO 05-62-02)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upr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 xml:space="preserve">. specifikace: „nedílná součást SO 05-62-01 (2/3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celk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>. množství), dl. 600mm - 1ks šroubu“</w:t>
      </w:r>
    </w:p>
    <w:p w:rsidR="008A646D" w:rsidRPr="0026227F" w:rsidRDefault="008A646D" w:rsidP="008A646D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 xml:space="preserve">Pol. 38 (SO 05-62-02)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upr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 xml:space="preserve">. specifikace: „nedílná součást SO 05-62-01 (2/3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celk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>. množství), dl. 400mm - 1ks šroubu“</w:t>
      </w:r>
    </w:p>
    <w:p w:rsidR="008A646D" w:rsidRPr="0026227F" w:rsidRDefault="008A646D" w:rsidP="008A646D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26227F">
        <w:rPr>
          <w:rFonts w:eastAsia="Times New Roman" w:cs="Times New Roman"/>
          <w:bCs/>
          <w:i/>
          <w:lang w:eastAsia="cs-CZ"/>
        </w:rPr>
        <w:t xml:space="preserve">Pol. 39 (SO 05-62-02)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upr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 xml:space="preserve">. specifikace: „nedílná součást SO 05-62-01 (2/3 </w:t>
      </w:r>
      <w:proofErr w:type="spellStart"/>
      <w:r w:rsidRPr="0026227F">
        <w:rPr>
          <w:rFonts w:eastAsia="Times New Roman" w:cs="Times New Roman"/>
          <w:bCs/>
          <w:i/>
          <w:lang w:eastAsia="cs-CZ"/>
        </w:rPr>
        <w:t>celk</w:t>
      </w:r>
      <w:proofErr w:type="spellEnd"/>
      <w:r w:rsidRPr="0026227F">
        <w:rPr>
          <w:rFonts w:eastAsia="Times New Roman" w:cs="Times New Roman"/>
          <w:bCs/>
          <w:i/>
          <w:lang w:eastAsia="cs-CZ"/>
        </w:rPr>
        <w:t>. množství), dl. 300mm - 1ks šroubu“</w:t>
      </w:r>
    </w:p>
    <w:p w:rsidR="008A646D" w:rsidRPr="0026227F" w:rsidRDefault="0026227F" w:rsidP="000A6726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Upraven dokument </w:t>
      </w:r>
      <w:r w:rsidRPr="0026227F">
        <w:rPr>
          <w:rFonts w:eastAsia="Calibri" w:cs="Times New Roman"/>
          <w:i/>
          <w:u w:val="single"/>
          <w:lang w:eastAsia="cs-CZ"/>
        </w:rPr>
        <w:t>SO056201_upr1.xlsm</w:t>
      </w:r>
    </w:p>
    <w:p w:rsidR="008F145C" w:rsidRDefault="008F145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6227F" w:rsidRDefault="0026227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80: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r w:rsidRPr="00C56EF4">
        <w:rPr>
          <w:rFonts w:eastAsia="Calibri" w:cs="Times New Roman"/>
        </w:rPr>
        <w:t>SO 02-54-01 Ústí nad Orlicí - Bezpráví, úprava a ochrana přípojky k domku v km 258,676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r w:rsidRPr="00C56EF4">
        <w:rPr>
          <w:rFonts w:eastAsia="Calibri" w:cs="Times New Roman"/>
        </w:rPr>
        <w:t>Žádáme o prověření množství u pol. č. 7 PROTLAČOVÁNÍ POTRUBÍ Z PLAST HMOT DN DO 200MM, u které je v soupisu prací uvedeno množství 2 800 m.</w:t>
      </w:r>
    </w:p>
    <w:p w:rsidR="00C56EF4" w:rsidRDefault="00C56EF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56EF4" w:rsidRPr="00FA4057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C56EF4" w:rsidRPr="0026227F" w:rsidRDefault="008644EA" w:rsidP="00C56EF4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>Výměra položky byla upravena.</w:t>
      </w:r>
    </w:p>
    <w:p w:rsidR="008644EA" w:rsidRPr="0026227F" w:rsidRDefault="008644EA" w:rsidP="00C56EF4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Upraven dokument </w:t>
      </w:r>
      <w:r w:rsidR="000B5EDE" w:rsidRPr="0026227F">
        <w:rPr>
          <w:rFonts w:eastAsia="Calibri" w:cs="Times New Roman"/>
          <w:i/>
          <w:u w:val="single"/>
          <w:lang w:eastAsia="cs-CZ"/>
        </w:rPr>
        <w:t>SO025401_upr01.xlsm</w:t>
      </w: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81: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r w:rsidRPr="00C56EF4">
        <w:rPr>
          <w:rFonts w:eastAsia="Calibri" w:cs="Times New Roman"/>
        </w:rPr>
        <w:t>SO 05-54-01 ŽST Brandýs nad Orlicí předjízdné koleje, železniční most v ev. km. 266,594, úprava veřejného osvětlení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proofErr w:type="gramStart"/>
      <w:r w:rsidRPr="00C56EF4">
        <w:rPr>
          <w:rFonts w:eastAsia="Calibri" w:cs="Times New Roman"/>
        </w:rPr>
        <w:t>V pol.</w:t>
      </w:r>
      <w:proofErr w:type="gramEnd"/>
      <w:r w:rsidRPr="00C56EF4">
        <w:rPr>
          <w:rFonts w:eastAsia="Calibri" w:cs="Times New Roman"/>
        </w:rPr>
        <w:t xml:space="preserve"> č. 6 - KABEL NN ČTYŘ- A PĚTIŽÍLOVÝ AL S PLASTOVOU IZOLACÍ OD 4 DO 16 MM2, uvedený je AL kabel. Technická zpráva uvádí kabel CU, CYKY 4x16mm. Žádáme o prověření použitého typu kabelu.</w:t>
      </w:r>
    </w:p>
    <w:p w:rsidR="00C56EF4" w:rsidRDefault="00C56EF4" w:rsidP="00C56EF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56EF4" w:rsidRPr="00FA4057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8644EA" w:rsidRPr="0026227F" w:rsidRDefault="008644EA" w:rsidP="008644EA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Položka </w:t>
      </w:r>
      <w:r w:rsidR="000B5EDE" w:rsidRPr="0026227F">
        <w:rPr>
          <w:rFonts w:eastAsia="Calibri" w:cs="Times New Roman"/>
          <w:i/>
          <w:lang w:eastAsia="cs-CZ"/>
        </w:rPr>
        <w:t xml:space="preserve">č. 6 </w:t>
      </w:r>
      <w:r w:rsidRPr="0026227F">
        <w:rPr>
          <w:rFonts w:eastAsia="Calibri" w:cs="Times New Roman"/>
          <w:i/>
          <w:lang w:eastAsia="cs-CZ"/>
        </w:rPr>
        <w:t>byla upravena.</w:t>
      </w:r>
      <w:r w:rsidR="000B5EDE" w:rsidRPr="0026227F">
        <w:rPr>
          <w:rFonts w:eastAsia="Calibri" w:cs="Times New Roman"/>
          <w:i/>
          <w:lang w:eastAsia="cs-CZ"/>
        </w:rPr>
        <w:t xml:space="preserve"> Dále upravena výměra položky č. 3.</w:t>
      </w:r>
    </w:p>
    <w:p w:rsidR="008644EA" w:rsidRPr="0026227F" w:rsidRDefault="008644EA" w:rsidP="008644EA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Upraven dokument </w:t>
      </w:r>
      <w:r w:rsidR="000B5EDE" w:rsidRPr="0026227F">
        <w:rPr>
          <w:rFonts w:eastAsia="Calibri" w:cs="Times New Roman"/>
          <w:i/>
          <w:u w:val="single"/>
          <w:lang w:eastAsia="cs-CZ"/>
        </w:rPr>
        <w:t>SO055401_upr02.xlsm</w:t>
      </w: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82: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r w:rsidRPr="00C56EF4">
        <w:rPr>
          <w:rFonts w:eastAsia="Calibri" w:cs="Times New Roman"/>
        </w:rPr>
        <w:t>SO 04-54-01 Bezpráví - Brandýs nad Orlicí, úprava a ochrana NN přípojky SŽDC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proofErr w:type="gramStart"/>
      <w:r w:rsidRPr="00C56EF4">
        <w:rPr>
          <w:rFonts w:eastAsia="Calibri" w:cs="Times New Roman"/>
        </w:rPr>
        <w:t>V pol.</w:t>
      </w:r>
      <w:proofErr w:type="gramEnd"/>
      <w:r w:rsidRPr="00C56EF4">
        <w:rPr>
          <w:rFonts w:eastAsia="Calibri" w:cs="Times New Roman"/>
        </w:rPr>
        <w:t xml:space="preserve"> č. 5 je uveden KABEL NN ČTYŘ- A PĚTIŽÍLOVÝ AL S PLASTOVOU IZOLACÍ OD 25 DO 50 MM2. Žádáme o prověření použitého typu kabelu.</w:t>
      </w:r>
    </w:p>
    <w:p w:rsidR="00C56EF4" w:rsidRDefault="00C56EF4" w:rsidP="00C56EF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56EF4" w:rsidRPr="00FA4057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C56EF4" w:rsidRPr="0026227F" w:rsidRDefault="00F77D21" w:rsidP="00C56EF4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Od majitele přípojky není známo přesné uložení kabelu ani jeho průřez. V případě, že dojde ke kolizi kabelu se stavbou, bude nutné kabel uložit pod komunikaci do větší hloubky a bude nutné jej prodloužit </w:t>
      </w:r>
      <w:proofErr w:type="spellStart"/>
      <w:r w:rsidRPr="0026227F">
        <w:rPr>
          <w:rFonts w:eastAsia="Calibri" w:cs="Times New Roman"/>
          <w:i/>
          <w:lang w:eastAsia="cs-CZ"/>
        </w:rPr>
        <w:t>spojkováním</w:t>
      </w:r>
      <w:proofErr w:type="spellEnd"/>
      <w:r w:rsidRPr="0026227F">
        <w:rPr>
          <w:rFonts w:eastAsia="Calibri" w:cs="Times New Roman"/>
          <w:i/>
          <w:lang w:eastAsia="cs-CZ"/>
        </w:rPr>
        <w:t>. Vzhledem k délce přípojky se předpokládá průřez 35 mm2.</w:t>
      </w: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26227F" w:rsidRDefault="0026227F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83: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r w:rsidRPr="00C56EF4">
        <w:rPr>
          <w:rFonts w:eastAsia="Calibri" w:cs="Times New Roman"/>
        </w:rPr>
        <w:t>SO 03-54-01 Odbočka Odb Bezpráví, úprava a ochrana přípojky k domku v km 261,139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proofErr w:type="gramStart"/>
      <w:r w:rsidRPr="00C56EF4">
        <w:rPr>
          <w:rFonts w:eastAsia="Calibri" w:cs="Times New Roman"/>
        </w:rPr>
        <w:t>V pol.</w:t>
      </w:r>
      <w:proofErr w:type="gramEnd"/>
      <w:r w:rsidRPr="00C56EF4">
        <w:rPr>
          <w:rFonts w:eastAsia="Calibri" w:cs="Times New Roman"/>
        </w:rPr>
        <w:t xml:space="preserve"> č. 7 je uveden KABEL NN ČTYŘ- A PĚTIŽÍLOVÝ AL S PLASTOVOU IZOLACÍ OD 25 DO 50 MM2. Žádáme o prověření použitého typu kabelu</w:t>
      </w:r>
    </w:p>
    <w:p w:rsidR="00C56EF4" w:rsidRDefault="00C56EF4" w:rsidP="00C56EF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56EF4" w:rsidRPr="00FA4057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C56EF4" w:rsidRPr="0026227F" w:rsidRDefault="00F77D21" w:rsidP="00C56EF4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Od majitele přípojky není známo přesné uložení kabelu ani jeho průřez. V případě, že dojde ke kolizi kabelu se stavbou, bude nutné kabel uložit pod koleje do větší hloubky a bude nutné jej prodloužit </w:t>
      </w:r>
      <w:proofErr w:type="spellStart"/>
      <w:r w:rsidRPr="0026227F">
        <w:rPr>
          <w:rFonts w:eastAsia="Calibri" w:cs="Times New Roman"/>
          <w:i/>
          <w:lang w:eastAsia="cs-CZ"/>
        </w:rPr>
        <w:t>spojkováním</w:t>
      </w:r>
      <w:proofErr w:type="spellEnd"/>
      <w:r w:rsidRPr="0026227F">
        <w:rPr>
          <w:rFonts w:eastAsia="Calibri" w:cs="Times New Roman"/>
          <w:i/>
          <w:lang w:eastAsia="cs-CZ"/>
        </w:rPr>
        <w:t>. Vzhledem k délce přípojky předpokládám</w:t>
      </w:r>
      <w:r w:rsidR="009F414D" w:rsidRPr="0026227F">
        <w:rPr>
          <w:rFonts w:eastAsia="Calibri" w:cs="Times New Roman"/>
          <w:i/>
          <w:lang w:eastAsia="cs-CZ"/>
        </w:rPr>
        <w:t>e</w:t>
      </w:r>
      <w:r w:rsidRPr="0026227F">
        <w:rPr>
          <w:rFonts w:eastAsia="Calibri" w:cs="Times New Roman"/>
          <w:i/>
          <w:lang w:eastAsia="cs-CZ"/>
        </w:rPr>
        <w:t xml:space="preserve"> průřez 35 mm2.</w:t>
      </w: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56EF4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84: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r w:rsidRPr="00C56EF4">
        <w:rPr>
          <w:rFonts w:eastAsia="Calibri" w:cs="Times New Roman"/>
        </w:rPr>
        <w:t>SO 02-54-01 Ústí nad Orlicí - Bezpráví, úprava a ochrana přípojky k domku v km 258,676</w:t>
      </w:r>
    </w:p>
    <w:p w:rsidR="00C56EF4" w:rsidRPr="00C56EF4" w:rsidRDefault="00C56EF4" w:rsidP="00C56EF4">
      <w:pPr>
        <w:spacing w:after="200" w:line="276" w:lineRule="auto"/>
        <w:contextualSpacing/>
        <w:rPr>
          <w:rFonts w:eastAsia="Calibri" w:cs="Times New Roman"/>
        </w:rPr>
      </w:pPr>
      <w:proofErr w:type="gramStart"/>
      <w:r w:rsidRPr="00C56EF4">
        <w:rPr>
          <w:rFonts w:eastAsia="Calibri" w:cs="Times New Roman"/>
        </w:rPr>
        <w:t>V pol.</w:t>
      </w:r>
      <w:proofErr w:type="gramEnd"/>
      <w:r w:rsidRPr="00C56EF4">
        <w:rPr>
          <w:rFonts w:eastAsia="Calibri" w:cs="Times New Roman"/>
        </w:rPr>
        <w:t xml:space="preserve"> č. 6 je uveden KABEL NN ČTYŘ- A PĚTIŽÍLOVÝ AL S PLASTOVOU IZOLACÍ OD 25 DO 50 MM2. Žádáme o prověření použitého typu kabelu.</w:t>
      </w:r>
    </w:p>
    <w:p w:rsidR="00C56EF4" w:rsidRDefault="00C56EF4" w:rsidP="00C56EF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56EF4" w:rsidRPr="00FA4057" w:rsidRDefault="00C56EF4" w:rsidP="00C56EF4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9F414D" w:rsidRPr="0026227F" w:rsidRDefault="009F414D" w:rsidP="009F414D">
      <w:pPr>
        <w:spacing w:after="0" w:line="240" w:lineRule="auto"/>
        <w:rPr>
          <w:rFonts w:eastAsia="Calibri" w:cs="Times New Roman"/>
          <w:i/>
          <w:lang w:eastAsia="cs-CZ"/>
        </w:rPr>
      </w:pPr>
      <w:r w:rsidRPr="0026227F">
        <w:rPr>
          <w:rFonts w:eastAsia="Calibri" w:cs="Times New Roman"/>
          <w:i/>
          <w:lang w:eastAsia="cs-CZ"/>
        </w:rPr>
        <w:t xml:space="preserve">Od majitele přípojky není známo přesné uložení kabelu ani jeho průřez. V případě, že dojde ke kolizi kabelu se stavbou, bude nutné kabel uložit pod koleje do větší hloubky a bude nutné jej prodloužit </w:t>
      </w:r>
      <w:proofErr w:type="spellStart"/>
      <w:r w:rsidRPr="0026227F">
        <w:rPr>
          <w:rFonts w:eastAsia="Calibri" w:cs="Times New Roman"/>
          <w:i/>
          <w:lang w:eastAsia="cs-CZ"/>
        </w:rPr>
        <w:t>spojkováním</w:t>
      </w:r>
      <w:proofErr w:type="spellEnd"/>
      <w:r w:rsidRPr="0026227F">
        <w:rPr>
          <w:rFonts w:eastAsia="Calibri" w:cs="Times New Roman"/>
          <w:i/>
          <w:lang w:eastAsia="cs-CZ"/>
        </w:rPr>
        <w:t>. Vzhledem k délce přípojky předpokládáme průřez 35 mm2.</w:t>
      </w:r>
    </w:p>
    <w:p w:rsidR="00C56EF4" w:rsidRDefault="00C56EF4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26227F" w:rsidRPr="00FA4057" w:rsidRDefault="0026227F" w:rsidP="00C56EF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B1C07" w:rsidRPr="00BD5319" w:rsidRDefault="00DB1C07" w:rsidP="00DB1C07">
      <w:pPr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:rsidR="00BD5319" w:rsidRPr="00BD5319" w:rsidRDefault="00BD5319" w:rsidP="00AF7957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A7F86">
        <w:rPr>
          <w:rFonts w:eastAsia="Times New Roman" w:cs="Times New Roman"/>
          <w:lang w:eastAsia="cs-CZ"/>
        </w:rPr>
        <w:t xml:space="preserve">provedeny </w:t>
      </w:r>
      <w:r w:rsidRPr="00AA7F86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</w:t>
      </w:r>
      <w:r w:rsidRPr="00DB1C07">
        <w:rPr>
          <w:rFonts w:eastAsia="Times New Roman" w:cs="Times New Roman"/>
          <w:lang w:eastAsia="cs-CZ"/>
        </w:rPr>
        <w:t xml:space="preserve">postupuje zadavatel v souladu s </w:t>
      </w:r>
      <w:proofErr w:type="spellStart"/>
      <w:r w:rsidRPr="00DB1C07">
        <w:rPr>
          <w:rFonts w:eastAsia="Times New Roman" w:cs="Times New Roman"/>
          <w:lang w:eastAsia="cs-CZ"/>
        </w:rPr>
        <w:t>ust</w:t>
      </w:r>
      <w:proofErr w:type="spellEnd"/>
      <w:r w:rsidRPr="00DB1C07">
        <w:rPr>
          <w:rFonts w:eastAsia="Times New Roman" w:cs="Times New Roman"/>
          <w:lang w:eastAsia="cs-CZ"/>
        </w:rPr>
        <w:t>. § 99 odst. 2 ZZV</w:t>
      </w:r>
      <w:r w:rsidR="00AF7957" w:rsidRPr="00DB1C07">
        <w:rPr>
          <w:rFonts w:eastAsia="Times New Roman" w:cs="Times New Roman"/>
          <w:lang w:eastAsia="cs-CZ"/>
        </w:rPr>
        <w:t xml:space="preserve">Z a prodlužuje lhůtu pro podání nabídek ze dne </w:t>
      </w:r>
      <w:r w:rsidR="00AF7957" w:rsidRPr="00DB1C07">
        <w:rPr>
          <w:rFonts w:eastAsia="Times New Roman" w:cs="Times New Roman"/>
          <w:b/>
          <w:lang w:eastAsia="cs-CZ"/>
        </w:rPr>
        <w:t>2</w:t>
      </w:r>
      <w:r w:rsidR="00DB1C07" w:rsidRPr="00DB1C07">
        <w:rPr>
          <w:rFonts w:eastAsia="Times New Roman" w:cs="Times New Roman"/>
          <w:b/>
          <w:lang w:eastAsia="cs-CZ"/>
        </w:rPr>
        <w:t>8</w:t>
      </w:r>
      <w:r w:rsidR="00AF7957" w:rsidRPr="00DB1C07">
        <w:rPr>
          <w:rFonts w:eastAsia="Times New Roman" w:cs="Times New Roman"/>
          <w:b/>
          <w:lang w:eastAsia="cs-CZ"/>
        </w:rPr>
        <w:t>. 8. 2020</w:t>
      </w:r>
      <w:r w:rsidRPr="00DB1C07">
        <w:rPr>
          <w:rFonts w:eastAsia="Times New Roman" w:cs="Times New Roman"/>
          <w:lang w:eastAsia="cs-CZ"/>
        </w:rPr>
        <w:t xml:space="preserve"> na den </w:t>
      </w:r>
      <w:r w:rsidR="00DB1C07" w:rsidRPr="00DB1C07">
        <w:rPr>
          <w:rFonts w:eastAsia="Times New Roman" w:cs="Times New Roman"/>
          <w:b/>
          <w:lang w:eastAsia="cs-CZ"/>
        </w:rPr>
        <w:t>31. 8. 2020</w:t>
      </w:r>
      <w:r w:rsidRPr="00DB1C07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AF7957">
        <w:rPr>
          <w:rFonts w:eastAsia="Times New Roman" w:cs="Times New Roman"/>
          <w:lang w:eastAsia="cs-CZ"/>
        </w:rPr>
        <w:t>Z2020-024049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DB1C07" w:rsidRPr="00DB1C07">
        <w:rPr>
          <w:rFonts w:eastAsia="Times New Roman" w:cs="Times New Roman"/>
          <w:b/>
          <w:lang w:eastAsia="cs-CZ"/>
        </w:rPr>
        <w:t>31. 8. 2020</w:t>
      </w:r>
      <w:r w:rsidRPr="00BD5319">
        <w:rPr>
          <w:rFonts w:eastAsia="Times New Roman" w:cs="Times New Roman"/>
          <w:lang w:eastAsia="cs-CZ"/>
        </w:rPr>
        <w:t>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DB1C07" w:rsidRPr="00DB1C07">
        <w:rPr>
          <w:rFonts w:eastAsia="Times New Roman" w:cs="Times New Roman"/>
          <w:b/>
          <w:lang w:eastAsia="cs-CZ"/>
        </w:rPr>
        <w:t>31. 8. 2020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1C07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8A646D" w:rsidRDefault="008A646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646D">
        <w:rPr>
          <w:rFonts w:eastAsia="Calibri" w:cs="Times New Roman"/>
          <w:lang w:eastAsia="cs-CZ"/>
        </w:rPr>
        <w:t>D_02_02_02_056201_01_TZ_upr1.pdf</w:t>
      </w:r>
    </w:p>
    <w:p w:rsidR="008A646D" w:rsidRDefault="008A646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646D">
        <w:rPr>
          <w:rFonts w:eastAsia="Calibri" w:cs="Times New Roman"/>
          <w:lang w:eastAsia="cs-CZ"/>
        </w:rPr>
        <w:t>SO056201_upr1.xlsm</w:t>
      </w:r>
    </w:p>
    <w:p w:rsidR="008A646D" w:rsidRDefault="008A646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646D">
        <w:rPr>
          <w:rFonts w:eastAsia="Calibri" w:cs="Times New Roman"/>
          <w:lang w:eastAsia="cs-CZ"/>
        </w:rPr>
        <w:t>SO056202_upr1.xlsm</w:t>
      </w:r>
    </w:p>
    <w:p w:rsidR="008A646D" w:rsidRDefault="000B5E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B5EDE">
        <w:rPr>
          <w:rFonts w:eastAsia="Calibri" w:cs="Times New Roman"/>
          <w:lang w:eastAsia="cs-CZ"/>
        </w:rPr>
        <w:t>SO025401_upr01.xlsm</w:t>
      </w:r>
    </w:p>
    <w:p w:rsidR="000B5EDE" w:rsidRDefault="000B5E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B5EDE">
        <w:rPr>
          <w:rFonts w:eastAsia="Calibri" w:cs="Times New Roman"/>
          <w:lang w:eastAsia="cs-CZ"/>
        </w:rPr>
        <w:t>SO055401_upr02.xlsm</w:t>
      </w:r>
    </w:p>
    <w:p w:rsidR="008A646D" w:rsidRPr="00BD5319" w:rsidRDefault="008A646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1C07">
        <w:rPr>
          <w:rFonts w:eastAsia="Calibri" w:cs="Times New Roman"/>
          <w:lang w:eastAsia="cs-CZ"/>
        </w:rPr>
        <w:t>V </w:t>
      </w:r>
      <w:r w:rsidR="00DB1C07" w:rsidRPr="00DB1C07">
        <w:rPr>
          <w:rFonts w:eastAsia="Calibri" w:cs="Times New Roman"/>
          <w:lang w:eastAsia="cs-CZ"/>
        </w:rPr>
        <w:t>Praze</w:t>
      </w:r>
      <w:r w:rsidRPr="00DB1C07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DB1C07">
        <w:rPr>
          <w:rFonts w:eastAsia="Calibri" w:cs="Times New Roman"/>
          <w:lang w:eastAsia="cs-CZ"/>
        </w:rPr>
        <w:t>3. 8. 2020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1C07" w:rsidRDefault="00DB1C0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1C07" w:rsidRDefault="00DB1C0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1C07" w:rsidRDefault="00DB1C0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1C07" w:rsidRPr="00BD5319" w:rsidRDefault="00DB1C0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sectPr w:rsidR="00BD5319" w:rsidRPr="00BD5319" w:rsidSect="00593C9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9AF" w:rsidRDefault="002C09AF" w:rsidP="00962258">
      <w:pPr>
        <w:spacing w:after="0" w:line="240" w:lineRule="auto"/>
      </w:pPr>
      <w:r>
        <w:separator/>
      </w:r>
    </w:p>
  </w:endnote>
  <w:endnote w:type="continuationSeparator" w:id="0">
    <w:p w:rsidR="002C09AF" w:rsidRDefault="002C09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7B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7BB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69DBB0" wp14:editId="7E1DBD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3090E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F47FC0" wp14:editId="1FD5D2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EB643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7B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7BB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35EFE07" wp14:editId="7E443D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ED95A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F1200C" wp14:editId="2F673B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0DEF4E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9AF" w:rsidRDefault="002C09AF" w:rsidP="00962258">
      <w:pPr>
        <w:spacing w:after="0" w:line="240" w:lineRule="auto"/>
      </w:pPr>
      <w:r>
        <w:separator/>
      </w:r>
    </w:p>
  </w:footnote>
  <w:footnote w:type="continuationSeparator" w:id="0">
    <w:p w:rsidR="002C09AF" w:rsidRDefault="002C09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9099055" wp14:editId="2EF2FC99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AD14CC1" wp14:editId="0A7A536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2B13E44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1DEF868" wp14:editId="31EC5AA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36AB34E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330E"/>
    <w:multiLevelType w:val="hybridMultilevel"/>
    <w:tmpl w:val="D632D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>
    <w:nsid w:val="712F7B07"/>
    <w:multiLevelType w:val="hybridMultilevel"/>
    <w:tmpl w:val="3E2A5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7"/>
  </w:num>
  <w:num w:numId="4">
    <w:abstractNumId w:val="13"/>
  </w:num>
  <w:num w:numId="5">
    <w:abstractNumId w:val="1"/>
  </w:num>
  <w:num w:numId="6">
    <w:abstractNumId w:val="1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  <w:num w:numId="13">
    <w:abstractNumId w:val="0"/>
  </w:num>
  <w:num w:numId="1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A6726"/>
    <w:rsid w:val="000B2F30"/>
    <w:rsid w:val="000B3A82"/>
    <w:rsid w:val="000B5EDE"/>
    <w:rsid w:val="000B6C7E"/>
    <w:rsid w:val="000B7907"/>
    <w:rsid w:val="000C0429"/>
    <w:rsid w:val="000C45E8"/>
    <w:rsid w:val="00111D76"/>
    <w:rsid w:val="00114472"/>
    <w:rsid w:val="00117BB7"/>
    <w:rsid w:val="00170EC5"/>
    <w:rsid w:val="001747C1"/>
    <w:rsid w:val="0018596A"/>
    <w:rsid w:val="001B69C2"/>
    <w:rsid w:val="001C4DA0"/>
    <w:rsid w:val="00207DF5"/>
    <w:rsid w:val="00240083"/>
    <w:rsid w:val="0026227F"/>
    <w:rsid w:val="00267369"/>
    <w:rsid w:val="0026785D"/>
    <w:rsid w:val="002B2F0A"/>
    <w:rsid w:val="002C09AF"/>
    <w:rsid w:val="002C31BF"/>
    <w:rsid w:val="002E0CD7"/>
    <w:rsid w:val="002F026B"/>
    <w:rsid w:val="00357BC6"/>
    <w:rsid w:val="0037111D"/>
    <w:rsid w:val="003756B9"/>
    <w:rsid w:val="0038055F"/>
    <w:rsid w:val="003956C6"/>
    <w:rsid w:val="003E6B9A"/>
    <w:rsid w:val="003E75CE"/>
    <w:rsid w:val="003E7BF6"/>
    <w:rsid w:val="00400F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E5A"/>
    <w:rsid w:val="00584E2A"/>
    <w:rsid w:val="00593C9B"/>
    <w:rsid w:val="00596C7E"/>
    <w:rsid w:val="005A3176"/>
    <w:rsid w:val="005A64E9"/>
    <w:rsid w:val="005B5EE9"/>
    <w:rsid w:val="005E1339"/>
    <w:rsid w:val="005E64D9"/>
    <w:rsid w:val="006104F6"/>
    <w:rsid w:val="0061068E"/>
    <w:rsid w:val="006220F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5B0C"/>
    <w:rsid w:val="008644EA"/>
    <w:rsid w:val="00871912"/>
    <w:rsid w:val="00891334"/>
    <w:rsid w:val="008A3568"/>
    <w:rsid w:val="008A646D"/>
    <w:rsid w:val="008C48A6"/>
    <w:rsid w:val="008D03B9"/>
    <w:rsid w:val="008F145C"/>
    <w:rsid w:val="008F18D6"/>
    <w:rsid w:val="008F534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48F0"/>
    <w:rsid w:val="009F392E"/>
    <w:rsid w:val="009F414D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6D48"/>
    <w:rsid w:val="00C02D0A"/>
    <w:rsid w:val="00C03A6E"/>
    <w:rsid w:val="00C27CAB"/>
    <w:rsid w:val="00C30759"/>
    <w:rsid w:val="00C44F6A"/>
    <w:rsid w:val="00C56EF4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B1C07"/>
    <w:rsid w:val="00DC3110"/>
    <w:rsid w:val="00DD46F3"/>
    <w:rsid w:val="00DD58A6"/>
    <w:rsid w:val="00DE56F2"/>
    <w:rsid w:val="00DF116D"/>
    <w:rsid w:val="00E10710"/>
    <w:rsid w:val="00E824F1"/>
    <w:rsid w:val="00E96EA5"/>
    <w:rsid w:val="00EB104F"/>
    <w:rsid w:val="00EC3C53"/>
    <w:rsid w:val="00ED14BD"/>
    <w:rsid w:val="00F01440"/>
    <w:rsid w:val="00F12DEC"/>
    <w:rsid w:val="00F1715C"/>
    <w:rsid w:val="00F310F8"/>
    <w:rsid w:val="00F35939"/>
    <w:rsid w:val="00F41D5F"/>
    <w:rsid w:val="00F45607"/>
    <w:rsid w:val="00F64786"/>
    <w:rsid w:val="00F659EB"/>
    <w:rsid w:val="00F77D21"/>
    <w:rsid w:val="00F804A7"/>
    <w:rsid w:val="00F862D6"/>
    <w:rsid w:val="00F86BA6"/>
    <w:rsid w:val="00FA4057"/>
    <w:rsid w:val="00FC26F4"/>
    <w:rsid w:val="00FC294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8A8197-B153-454E-B6B6-8E10386A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313</TotalTime>
  <Pages>3</Pages>
  <Words>875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36</cp:revision>
  <cp:lastPrinted>2019-02-22T13:28:00Z</cp:lastPrinted>
  <dcterms:created xsi:type="dcterms:W3CDTF">2020-01-24T13:38:00Z</dcterms:created>
  <dcterms:modified xsi:type="dcterms:W3CDTF">2020-08-03T11:30:00Z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