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876D3A">
        <w:t>„</w:t>
      </w:r>
      <w:r w:rsidR="00876D3A" w:rsidRPr="00876D3A">
        <w:t>Nákup 60 ks odpadkových košů na směsný odpad</w:t>
      </w:r>
      <w:r w:rsidRPr="00876D3A">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876D3A" w:rsidRDefault="0054209E" w:rsidP="0054209E">
      <w:pPr>
        <w:pStyle w:val="Odstavecseseznamem"/>
        <w:numPr>
          <w:ilvl w:val="2"/>
          <w:numId w:val="35"/>
        </w:numPr>
        <w:rPr>
          <w:noProof/>
        </w:rPr>
      </w:pPr>
      <w:r w:rsidRPr="00286820">
        <w:rPr>
          <w:noProof/>
        </w:rPr>
        <w:t xml:space="preserve">ve věcech smluvních: Ing. Pavel Stejskal, vedoucí odboru veřejných zakázek Oblastního ředitelství Praha, mobil: 601 367 927 (mimo podpisu této </w:t>
      </w:r>
      <w:r w:rsidRPr="00876D3A">
        <w:rPr>
          <w:noProof/>
        </w:rPr>
        <w:t>smlouvy a jejich případných dodatků)</w:t>
      </w:r>
    </w:p>
    <w:p w:rsidR="0054209E" w:rsidRPr="00876D3A" w:rsidRDefault="0054209E" w:rsidP="00876D3A">
      <w:pPr>
        <w:pStyle w:val="Odstavecseseznamem"/>
        <w:numPr>
          <w:ilvl w:val="2"/>
          <w:numId w:val="35"/>
        </w:numPr>
        <w:rPr>
          <w:noProof/>
        </w:rPr>
      </w:pPr>
      <w:bookmarkStart w:id="0" w:name="_Ref171554"/>
      <w:r w:rsidRPr="00876D3A">
        <w:rPr>
          <w:noProof/>
        </w:rPr>
        <w:t xml:space="preserve">ve věcech technických: </w:t>
      </w:r>
      <w:bookmarkEnd w:id="0"/>
      <w:r w:rsidR="00876D3A" w:rsidRPr="00876D3A">
        <w:rPr>
          <w:noProof/>
        </w:rPr>
        <w:t>Jan Ticháček, přednosta odborné správy, tel.: +420 602 298 639</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876D3A" w:rsidRPr="00286820" w:rsidRDefault="00876D3A" w:rsidP="00876D3A">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54209E" w:rsidRPr="009F48B1" w:rsidRDefault="0054209E" w:rsidP="0054209E">
      <w:pPr>
        <w:pStyle w:val="Odstavecseseznamem"/>
        <w:spacing w:before="240"/>
        <w:ind w:left="1077"/>
        <w:contextualSpacing w:val="0"/>
        <w:rPr>
          <w:b/>
          <w:noProof/>
        </w:rPr>
      </w:pPr>
      <w:r w:rsidRPr="009F48B1">
        <w:rPr>
          <w:b/>
          <w:noProof/>
        </w:rPr>
        <w:t xml:space="preserve">č. smlouvy kupujícího: </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lastRenderedPageBreak/>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876D3A" w:rsidRDefault="0054209E" w:rsidP="00876D3A">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813803" w:rsidRDefault="0054209E" w:rsidP="00A26184">
      <w:pPr>
        <w:pStyle w:val="Odstavecseseznamem"/>
        <w:numPr>
          <w:ilvl w:val="2"/>
          <w:numId w:val="35"/>
        </w:numPr>
        <w:rPr>
          <w:noProof/>
        </w:rPr>
      </w:pPr>
      <w:r w:rsidRPr="00813803">
        <w:rPr>
          <w:noProof/>
        </w:rPr>
        <w:t xml:space="preserve">Výzva kupujícího k podání nabídky pod. č.j. </w:t>
      </w:r>
      <w:r w:rsidR="00A26184" w:rsidRPr="00A26184">
        <w:rPr>
          <w:noProof/>
        </w:rPr>
        <w:t>28724/2020-SŽ-OŘ PHA-OVZ</w:t>
      </w:r>
      <w:r w:rsidR="00813803" w:rsidRPr="00813803">
        <w:rPr>
          <w:noProof/>
        </w:rPr>
        <w:t xml:space="preserve"> </w:t>
      </w:r>
      <w:r w:rsidRPr="00813803">
        <w:rPr>
          <w:noProof/>
        </w:rPr>
        <w:t xml:space="preserve">ze dne </w:t>
      </w:r>
      <w:r w:rsidR="00A26184">
        <w:rPr>
          <w:noProof/>
        </w:rPr>
        <w:t>30</w:t>
      </w:r>
      <w:r w:rsidR="00813803" w:rsidRPr="00813803">
        <w:rPr>
          <w:noProof/>
        </w:rPr>
        <w:t>. 07</w:t>
      </w:r>
      <w:r w:rsidRPr="00813803">
        <w:rPr>
          <w:noProof/>
        </w:rPr>
        <w:t xml:space="preserve">. </w:t>
      </w:r>
      <w:r w:rsidR="00813803" w:rsidRPr="00813803">
        <w:rPr>
          <w:noProof/>
        </w:rPr>
        <w:t>2020</w:t>
      </w:r>
      <w:r w:rsidRPr="00813803">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Předmětem této </w:t>
      </w:r>
      <w:r w:rsidRPr="00876D3A">
        <w:rPr>
          <w:noProof/>
        </w:rPr>
        <w:t xml:space="preserve">smlouvy je stanovení režimu dodávky </w:t>
      </w:r>
      <w:r w:rsidR="00876D3A" w:rsidRPr="00876D3A">
        <w:rPr>
          <w:noProof/>
        </w:rPr>
        <w:t>60 ks odpadkových košů</w:t>
      </w:r>
      <w:r w:rsidR="00777D81">
        <w:rPr>
          <w:noProof/>
        </w:rPr>
        <w:t xml:space="preserve"> na směsný odpad</w:t>
      </w:r>
      <w:r w:rsidR="00876D3A" w:rsidRPr="00876D3A">
        <w:rPr>
          <w:noProof/>
        </w:rPr>
        <w:t xml:space="preserve"> </w:t>
      </w:r>
      <w:r w:rsidRPr="00876D3A">
        <w:rPr>
          <w:noProof/>
        </w:rPr>
        <w:t>(dále též zboží). 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 xml:space="preserve">Kč </w:t>
      </w:r>
    </w:p>
    <w:p w:rsidR="0054209E" w:rsidRPr="00E51BB6" w:rsidRDefault="002D2A9E" w:rsidP="0054209E">
      <w:pPr>
        <w:pStyle w:val="Odstavecseseznamem"/>
        <w:tabs>
          <w:tab w:val="left" w:pos="4678"/>
        </w:tabs>
        <w:ind w:left="1078"/>
        <w:contextualSpacing w:val="0"/>
        <w:rPr>
          <w:b/>
          <w:noProof/>
        </w:rPr>
      </w:pPr>
      <w:r>
        <w:rPr>
          <w:b/>
          <w:noProof/>
          <w:highlight w:val="yellow"/>
        </w:rPr>
        <w:t>Celková cena s DPH</w:t>
      </w:r>
      <w:r>
        <w:rPr>
          <w:b/>
          <w:noProof/>
          <w:highlight w:val="yellow"/>
        </w:rPr>
        <w:tab/>
        <w:t xml:space="preserve">Kč </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2D2A9E" w:rsidRPr="004F01D0" w:rsidRDefault="0054209E" w:rsidP="004F01D0">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w:t>
      </w:r>
      <w:r w:rsidR="004F01D0">
        <w:rPr>
          <w:noProof/>
        </w:rPr>
        <w:t>zástupcem kupujícího do určených míst</w:t>
      </w:r>
      <w:r w:rsidRPr="00E51BB6">
        <w:rPr>
          <w:noProof/>
        </w:rPr>
        <w:t xml:space="preserve"> plnění: </w:t>
      </w:r>
    </w:p>
    <w:p w:rsidR="002D2A9E" w:rsidRDefault="002D2A9E" w:rsidP="002D2A9E">
      <w:pPr>
        <w:pStyle w:val="Odstavecseseznamem"/>
        <w:spacing w:after="120"/>
        <w:ind w:left="1077"/>
        <w:contextualSpacing w:val="0"/>
        <w:rPr>
          <w:b/>
          <w:noProof/>
        </w:rPr>
      </w:pPr>
      <w:r>
        <w:rPr>
          <w:b/>
          <w:noProof/>
        </w:rPr>
        <w:t xml:space="preserve">- </w:t>
      </w:r>
      <w:r w:rsidRPr="002D2A9E">
        <w:rPr>
          <w:b/>
          <w:noProof/>
        </w:rPr>
        <w:t>Praha h</w:t>
      </w:r>
      <w:r>
        <w:rPr>
          <w:b/>
          <w:noProof/>
        </w:rPr>
        <w:t xml:space="preserve">lavní nádraží, Wilsonova 300/8 a </w:t>
      </w:r>
      <w:r w:rsidRPr="002D2A9E">
        <w:rPr>
          <w:b/>
          <w:noProof/>
        </w:rPr>
        <w:t>Praha Holešovice, Partyzánská 24</w:t>
      </w:r>
    </w:p>
    <w:p w:rsidR="004F01D0" w:rsidRPr="002D2A9E" w:rsidRDefault="004F01D0" w:rsidP="002D2A9E">
      <w:pPr>
        <w:pStyle w:val="Odstavecseseznamem"/>
        <w:spacing w:after="120"/>
        <w:ind w:left="1077"/>
        <w:contextualSpacing w:val="0"/>
        <w:rPr>
          <w:b/>
          <w:noProof/>
        </w:rPr>
      </w:pPr>
      <w:r>
        <w:rPr>
          <w:b/>
          <w:noProof/>
        </w:rPr>
        <w:t xml:space="preserve">Kontakt: </w:t>
      </w:r>
      <w:r w:rsidRPr="004F01D0">
        <w:rPr>
          <w:b/>
          <w:noProof/>
        </w:rPr>
        <w:t>Soňa Kuhnelová, vedoucí MTZ, tel.: +420 602 435 476</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je 30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3C3E51" w:rsidRDefault="003C3E51" w:rsidP="003C3E51">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3C3E51" w:rsidRPr="00E51BB6" w:rsidRDefault="003C3E51" w:rsidP="003C3E51">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w:t>
      </w:r>
      <w:r w:rsidRPr="007B581F">
        <w:rPr>
          <w:noProof/>
        </w:rPr>
        <w:lastRenderedPageBreak/>
        <w:t xml:space="preserve">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3C3E51" w:rsidRDefault="0054209E" w:rsidP="0054209E">
      <w:pPr>
        <w:pStyle w:val="Odstavecseseznamem"/>
        <w:numPr>
          <w:ilvl w:val="1"/>
          <w:numId w:val="35"/>
        </w:numPr>
        <w:ind w:left="1078" w:hanging="454"/>
        <w:contextualSpacing w:val="0"/>
        <w:rPr>
          <w:noProof/>
        </w:rPr>
      </w:pPr>
      <w:r w:rsidRPr="003C3E51">
        <w:rPr>
          <w:noProof/>
        </w:rPr>
        <w:t xml:space="preserve">Prodávající se zavazuje dodat zboží v dohodnutém termínu v termínu nejpozději </w:t>
      </w:r>
      <w:r w:rsidR="003C3E51" w:rsidRPr="003C3E51">
        <w:rPr>
          <w:noProof/>
        </w:rPr>
        <w:t xml:space="preserve">do </w:t>
      </w:r>
      <w:r w:rsidR="00A26184">
        <w:rPr>
          <w:b/>
          <w:noProof/>
        </w:rPr>
        <w:t>31. 10. 2020</w:t>
      </w:r>
      <w:r w:rsidR="004F01D0">
        <w:rPr>
          <w:b/>
          <w:noProof/>
        </w:rPr>
        <w:t xml:space="preserve">. </w:t>
      </w:r>
    </w:p>
    <w:p w:rsidR="0054209E" w:rsidRPr="007B581F" w:rsidRDefault="003C3E51" w:rsidP="003C3E51">
      <w:pPr>
        <w:pStyle w:val="Odstavecseseznamem"/>
        <w:numPr>
          <w:ilvl w:val="1"/>
          <w:numId w:val="35"/>
        </w:numPr>
        <w:contextualSpacing w:val="0"/>
        <w:rPr>
          <w:noProof/>
        </w:rPr>
      </w:pPr>
      <w:r>
        <w:rPr>
          <w:noProof/>
        </w:rPr>
        <w:t>Předání 60 ks odpadkových košů od dodavatel</w:t>
      </w:r>
      <w:r w:rsidR="004F01D0">
        <w:rPr>
          <w:noProof/>
        </w:rPr>
        <w:t xml:space="preserve">e objednateli, proběhne v žst. </w:t>
      </w:r>
      <w:r w:rsidRPr="003C3E51">
        <w:rPr>
          <w:noProof/>
        </w:rPr>
        <w:t>Praha hlavní nádraží, Wilso</w:t>
      </w:r>
      <w:r>
        <w:rPr>
          <w:noProof/>
        </w:rPr>
        <w:t xml:space="preserve">nova 300/8 a </w:t>
      </w:r>
      <w:r w:rsidR="004F01D0">
        <w:rPr>
          <w:noProof/>
        </w:rPr>
        <w:t xml:space="preserve">žst. </w:t>
      </w:r>
      <w:r w:rsidRPr="003C3E51">
        <w:rPr>
          <w:noProof/>
        </w:rPr>
        <w:t>Praha Holešovice, Partyzánská 24</w:t>
      </w:r>
      <w:r>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35004B" w:rsidRDefault="0054209E" w:rsidP="0054209E">
      <w:pPr>
        <w:pStyle w:val="Odstavecseseznamem"/>
        <w:numPr>
          <w:ilvl w:val="1"/>
          <w:numId w:val="35"/>
        </w:numPr>
        <w:ind w:left="1078" w:hanging="454"/>
        <w:contextualSpacing w:val="0"/>
        <w:rPr>
          <w:noProof/>
        </w:rPr>
      </w:pPr>
      <w:r w:rsidRPr="007B581F">
        <w:rPr>
          <w:noProof/>
        </w:rPr>
        <w:t xml:space="preserve">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w:t>
      </w:r>
      <w:r w:rsidRPr="0035004B">
        <w:rPr>
          <w:noProof/>
        </w:rPr>
        <w:t>účelům.</w:t>
      </w:r>
    </w:p>
    <w:p w:rsidR="0054209E" w:rsidRPr="007B581F" w:rsidRDefault="0054209E" w:rsidP="00D7414C">
      <w:pPr>
        <w:pStyle w:val="Odstavecseseznamem"/>
        <w:numPr>
          <w:ilvl w:val="1"/>
          <w:numId w:val="35"/>
        </w:numPr>
        <w:spacing w:after="0"/>
        <w:ind w:left="1078" w:hanging="454"/>
        <w:contextualSpacing w:val="0"/>
        <w:rPr>
          <w:noProof/>
        </w:rPr>
      </w:pPr>
      <w:r w:rsidRPr="0035004B">
        <w:rPr>
          <w:noProof/>
        </w:rPr>
        <w:t xml:space="preserve">Prodávající poskytuje kupujícímu na dodávané zboží záruční dobu </w:t>
      </w:r>
      <w:r w:rsidRPr="0035004B">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35004B" w:rsidP="0054209E">
      <w:pPr>
        <w:pStyle w:val="Odstavecseseznamem"/>
        <w:numPr>
          <w:ilvl w:val="1"/>
          <w:numId w:val="35"/>
        </w:numPr>
        <w:ind w:left="1078" w:hanging="454"/>
        <w:contextualSpacing w:val="0"/>
        <w:rPr>
          <w:noProof/>
        </w:rPr>
      </w:pPr>
      <w:r>
        <w:rPr>
          <w:noProof/>
        </w:rPr>
        <w:t xml:space="preserve">Tato smlouva byla vypracována ve </w:t>
      </w:r>
      <w:r w:rsidRPr="0035004B">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Smluvní strany podpisem této smlouvy vylučují, že se při právním styku mezi smluvními stranami přihlíží k obchodním zvyklostem, které tak nemají přednost </w:t>
      </w:r>
      <w:r w:rsidRPr="001B0C05">
        <w:rPr>
          <w:noProof/>
        </w:rPr>
        <w:lastRenderedPageBreak/>
        <w:t>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35004B" w:rsidRDefault="0035004B" w:rsidP="0035004B">
      <w:pPr>
        <w:pStyle w:val="Odstavecseseznamem"/>
        <w:ind w:left="1078"/>
        <w:contextualSpacing w:val="0"/>
        <w:rPr>
          <w:noProof/>
        </w:rPr>
      </w:pPr>
      <w:r w:rsidRPr="001B0C05">
        <w:rPr>
          <w:noProof/>
        </w:rPr>
        <w:t>Příloha č. 1: Specifikace dodávky (ceník)</w:t>
      </w:r>
    </w:p>
    <w:p w:rsidR="0035004B" w:rsidRDefault="0035004B" w:rsidP="0035004B">
      <w:pPr>
        <w:pStyle w:val="Odstavecseseznamem"/>
        <w:spacing w:before="120" w:after="120" w:line="240" w:lineRule="auto"/>
        <w:ind w:left="1077"/>
        <w:contextualSpacing w:val="0"/>
        <w:rPr>
          <w:noProof/>
        </w:rPr>
      </w:pPr>
      <w:r>
        <w:rPr>
          <w:noProof/>
        </w:rPr>
        <w:t>Příloha č. 2: Nález podezřelého předmětu</w:t>
      </w:r>
    </w:p>
    <w:p w:rsidR="0035004B" w:rsidRDefault="0035004B" w:rsidP="0054209E">
      <w:pPr>
        <w:tabs>
          <w:tab w:val="left" w:pos="5103"/>
        </w:tabs>
      </w:pPr>
    </w:p>
    <w:p w:rsidR="008136F8" w:rsidRDefault="008136F8" w:rsidP="0054209E">
      <w:pPr>
        <w:tabs>
          <w:tab w:val="left" w:pos="5103"/>
        </w:tabs>
      </w:pPr>
      <w:r w:rsidRPr="0019340A">
        <w:lastRenderedPageBreak/>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A26184" w:rsidRDefault="00A26184" w:rsidP="0054209E"/>
    <w:p w:rsidR="00A26184" w:rsidRDefault="00A26184" w:rsidP="0054209E"/>
    <w:p w:rsidR="00A26184" w:rsidRDefault="00A26184" w:rsidP="0054209E"/>
    <w:p w:rsidR="00A26184" w:rsidRDefault="00A26184" w:rsidP="0054209E"/>
    <w:p w:rsidR="009F392E" w:rsidRPr="0054209E" w:rsidRDefault="0054209E" w:rsidP="0054209E">
      <w:bookmarkStart w:id="1" w:name="_GoBack"/>
      <w:bookmarkEnd w:id="1"/>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618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6184">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6C440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EF2F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618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6184">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EE4C9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E5B89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E23A7"/>
    <w:rsid w:val="0010693F"/>
    <w:rsid w:val="00114472"/>
    <w:rsid w:val="001550BC"/>
    <w:rsid w:val="001605B9"/>
    <w:rsid w:val="00170EC5"/>
    <w:rsid w:val="001747C1"/>
    <w:rsid w:val="00184743"/>
    <w:rsid w:val="00207DF5"/>
    <w:rsid w:val="00280E07"/>
    <w:rsid w:val="002C31BF"/>
    <w:rsid w:val="002D08B1"/>
    <w:rsid w:val="002D2A9E"/>
    <w:rsid w:val="002D35B8"/>
    <w:rsid w:val="002E0CD7"/>
    <w:rsid w:val="00341DCF"/>
    <w:rsid w:val="0035004B"/>
    <w:rsid w:val="00357BC6"/>
    <w:rsid w:val="003956C6"/>
    <w:rsid w:val="003A513B"/>
    <w:rsid w:val="003C3E51"/>
    <w:rsid w:val="00441430"/>
    <w:rsid w:val="00450F07"/>
    <w:rsid w:val="00453CD3"/>
    <w:rsid w:val="00460660"/>
    <w:rsid w:val="00486107"/>
    <w:rsid w:val="00491827"/>
    <w:rsid w:val="004B348C"/>
    <w:rsid w:val="004C4399"/>
    <w:rsid w:val="004C787C"/>
    <w:rsid w:val="004E143C"/>
    <w:rsid w:val="004E3A53"/>
    <w:rsid w:val="004E7C01"/>
    <w:rsid w:val="004F01D0"/>
    <w:rsid w:val="004F20BC"/>
    <w:rsid w:val="004F4B9B"/>
    <w:rsid w:val="004F69EA"/>
    <w:rsid w:val="00511AB9"/>
    <w:rsid w:val="00523EA7"/>
    <w:rsid w:val="0054209E"/>
    <w:rsid w:val="00553375"/>
    <w:rsid w:val="00557C28"/>
    <w:rsid w:val="005736B7"/>
    <w:rsid w:val="00575E5A"/>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77D81"/>
    <w:rsid w:val="007846E1"/>
    <w:rsid w:val="007B570C"/>
    <w:rsid w:val="007C589B"/>
    <w:rsid w:val="007E4A6E"/>
    <w:rsid w:val="007F56A7"/>
    <w:rsid w:val="00807DD0"/>
    <w:rsid w:val="008136F8"/>
    <w:rsid w:val="00813803"/>
    <w:rsid w:val="008659F3"/>
    <w:rsid w:val="00876D3A"/>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26184"/>
    <w:rsid w:val="00A6177B"/>
    <w:rsid w:val="00A66136"/>
    <w:rsid w:val="00AA4CBB"/>
    <w:rsid w:val="00AA65FA"/>
    <w:rsid w:val="00AA7351"/>
    <w:rsid w:val="00AD056F"/>
    <w:rsid w:val="00AD6731"/>
    <w:rsid w:val="00AF77DB"/>
    <w:rsid w:val="00B15D0D"/>
    <w:rsid w:val="00B75EE1"/>
    <w:rsid w:val="00B77481"/>
    <w:rsid w:val="00B8518B"/>
    <w:rsid w:val="00BD7E91"/>
    <w:rsid w:val="00C02D0A"/>
    <w:rsid w:val="00C03A6E"/>
    <w:rsid w:val="00C44F6A"/>
    <w:rsid w:val="00C47AE3"/>
    <w:rsid w:val="00CD1FC4"/>
    <w:rsid w:val="00D21061"/>
    <w:rsid w:val="00D4108E"/>
    <w:rsid w:val="00D6163D"/>
    <w:rsid w:val="00D65DEB"/>
    <w:rsid w:val="00D73D46"/>
    <w:rsid w:val="00D7414C"/>
    <w:rsid w:val="00D831A3"/>
    <w:rsid w:val="00D92AC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DB58EE"/>
  <w14:defaultImageDpi w14:val="32767"/>
  <w15:docId w15:val="{ABC404B8-DFA8-4898-B763-66DCDB50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CAC5E0-4889-4166-B325-991A78B0C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TotalTime>
  <Pages>8</Pages>
  <Words>2754</Words>
  <Characters>16251</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6</cp:revision>
  <cp:lastPrinted>2020-07-13T05:58:00Z</cp:lastPrinted>
  <dcterms:created xsi:type="dcterms:W3CDTF">2020-07-10T11:46:00Z</dcterms:created>
  <dcterms:modified xsi:type="dcterms:W3CDTF">2020-07-28T05:32:00Z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