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s názvem </w:t>
      </w:r>
      <w:bookmarkStart w:id="0" w:name="_Toc403053768"/>
      <w:r w:rsidRPr="00610718">
        <w:rPr>
          <w:b/>
        </w:rPr>
        <w:t>„</w:t>
      </w:r>
      <w:bookmarkEnd w:id="0"/>
      <w:r w:rsidR="00610718" w:rsidRPr="00610718">
        <w:rPr>
          <w:b/>
        </w:rPr>
        <w:t>Nák</w:t>
      </w:r>
      <w:r w:rsidR="000B57AA">
        <w:rPr>
          <w:b/>
        </w:rPr>
        <w:t>up drtičky větví</w:t>
      </w:r>
      <w:r w:rsidRPr="00610718">
        <w:rPr>
          <w:b/>
        </w:rPr>
        <w:t>“</w:t>
      </w:r>
      <w:r w:rsidRPr="005E4B67">
        <w:t xml:space="preserve">, </w:t>
      </w:r>
      <w:r w:rsidR="000B57AA">
        <w:t xml:space="preserve">č.j. </w:t>
      </w:r>
      <w:r w:rsidR="002D6CB9" w:rsidRPr="002D6CB9">
        <w:t>28268</w:t>
      </w:r>
      <w:r w:rsidRPr="003448A4">
        <w:t>/20</w:t>
      </w:r>
      <w:r w:rsidR="003B0398" w:rsidRPr="003448A4">
        <w:t>20</w:t>
      </w:r>
      <w:r w:rsidRPr="003448A4">
        <w:t xml:space="preserve">-SŽ-OŘ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>nemá v České republice ne</w:t>
      </w:r>
      <w:bookmarkStart w:id="1" w:name="_GoBack"/>
      <w:bookmarkEnd w:id="1"/>
      <w:r w:rsidRPr="005E4B67">
        <w:t xml:space="preserve">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5AB" w:rsidRDefault="005D75AB" w:rsidP="00962258">
      <w:pPr>
        <w:spacing w:after="0" w:line="240" w:lineRule="auto"/>
      </w:pPr>
      <w:r>
        <w:separator/>
      </w:r>
    </w:p>
  </w:endnote>
  <w:endnote w:type="continuationSeparator" w:id="0">
    <w:p w:rsidR="005D75AB" w:rsidRDefault="005D75A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C65D7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AA8EA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6C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6C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FC817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4B2D4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5AB" w:rsidRDefault="005D75AB" w:rsidP="00962258">
      <w:pPr>
        <w:spacing w:after="0" w:line="240" w:lineRule="auto"/>
      </w:pPr>
      <w:r>
        <w:separator/>
      </w:r>
    </w:p>
  </w:footnote>
  <w:footnote w:type="continuationSeparator" w:id="0">
    <w:p w:rsidR="005D75AB" w:rsidRDefault="005D75A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B57AA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6CB9"/>
    <w:rsid w:val="002E0CD7"/>
    <w:rsid w:val="00341DCF"/>
    <w:rsid w:val="003448A4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75AB"/>
    <w:rsid w:val="005F1404"/>
    <w:rsid w:val="0061068E"/>
    <w:rsid w:val="00610718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C5B0A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D8C2E6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68AF508-74A8-4DD9-81AE-1D4037996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Karafiát Martin</cp:lastModifiedBy>
  <cp:revision>8</cp:revision>
  <cp:lastPrinted>2017-11-28T17:18:00Z</cp:lastPrinted>
  <dcterms:created xsi:type="dcterms:W3CDTF">2020-01-20T15:05:00Z</dcterms:created>
  <dcterms:modified xsi:type="dcterms:W3CDTF">2020-07-23T06:30:00Z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