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433F26" w:rsidRPr="00433F26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3F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3F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33F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3F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3F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33F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33F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33F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33F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594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3F26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5EF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B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4B5AF09-E491-4802-8426-7B9FE67C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9020E3-76E4-4652-84BA-919758A1F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2020-07-21T14:15:00Z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