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C6BBAB" w14:textId="77777777" w:rsidR="00826B7B" w:rsidRDefault="00826B7B" w:rsidP="006C2343">
      <w:pPr>
        <w:pStyle w:val="Titul2"/>
      </w:pPr>
    </w:p>
    <w:p w14:paraId="2C1A800A" w14:textId="77777777" w:rsidR="00316901" w:rsidRDefault="00316901" w:rsidP="006C2343">
      <w:pPr>
        <w:pStyle w:val="Titul2"/>
      </w:pPr>
    </w:p>
    <w:p w14:paraId="0FAECF36" w14:textId="77777777" w:rsidR="0035531B" w:rsidRPr="000719BB" w:rsidRDefault="0035531B" w:rsidP="0035531B">
      <w:pPr>
        <w:pStyle w:val="Titul2"/>
      </w:pPr>
      <w:r>
        <w:t>Díl 1</w:t>
      </w:r>
    </w:p>
    <w:p w14:paraId="404FFA59"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743F6DB" w14:textId="77777777" w:rsidR="00AD0C7B" w:rsidRDefault="00AD0C7B" w:rsidP="00AD0C7B">
      <w:pPr>
        <w:pStyle w:val="Titul2"/>
      </w:pPr>
    </w:p>
    <w:p w14:paraId="6562172F" w14:textId="77777777" w:rsidR="0035531B" w:rsidRDefault="0035531B" w:rsidP="00AD0C7B">
      <w:pPr>
        <w:pStyle w:val="Titul2"/>
      </w:pPr>
      <w:r>
        <w:t>Část 2</w:t>
      </w:r>
    </w:p>
    <w:p w14:paraId="7F2047ED" w14:textId="77777777" w:rsidR="00AD0C7B" w:rsidRPr="00316901" w:rsidRDefault="0035531B" w:rsidP="006C2343">
      <w:pPr>
        <w:pStyle w:val="Titul1"/>
        <w:rPr>
          <w:caps w:val="0"/>
          <w:sz w:val="48"/>
        </w:rPr>
      </w:pPr>
      <w:r w:rsidRPr="00316901">
        <w:rPr>
          <w:caps w:val="0"/>
          <w:sz w:val="48"/>
        </w:rPr>
        <w:t>Pokyny pro dodavatele</w:t>
      </w:r>
    </w:p>
    <w:p w14:paraId="147457D8" w14:textId="77777777" w:rsidR="00A12463" w:rsidRDefault="00A12463" w:rsidP="00EB46E5">
      <w:pPr>
        <w:pStyle w:val="Titul2"/>
      </w:pPr>
    </w:p>
    <w:p w14:paraId="4E5ABFFA" w14:textId="5694BF3B" w:rsidR="00652EFD" w:rsidRDefault="00792587" w:rsidP="00652EFD">
      <w:pPr>
        <w:pStyle w:val="Titul2"/>
      </w:pPr>
      <w:r>
        <w:t>Aktualizace d</w:t>
      </w:r>
      <w:r w:rsidR="00652EFD">
        <w:t xml:space="preserve">okumentace pro </w:t>
      </w:r>
      <w:r w:rsidR="0076241C">
        <w:t>územní řízení</w:t>
      </w:r>
    </w:p>
    <w:p w14:paraId="0A83B0BE" w14:textId="77777777" w:rsidR="0076241C" w:rsidRDefault="0076241C" w:rsidP="00EB46E5">
      <w:pPr>
        <w:pStyle w:val="Titul2"/>
        <w:rPr>
          <w:highlight w:val="green"/>
        </w:rPr>
      </w:pPr>
    </w:p>
    <w:p w14:paraId="7920111B" w14:textId="77777777" w:rsidR="0035531B" w:rsidRDefault="0035531B" w:rsidP="00EB46E5">
      <w:pPr>
        <w:pStyle w:val="Titul2"/>
      </w:pPr>
      <w:r w:rsidRPr="00B42E17">
        <w:t>„</w:t>
      </w:r>
      <w:r w:rsidR="00B42E17" w:rsidRPr="00B42E17">
        <w:t>Novostavba trati Praha-Smíchov - Beroun</w:t>
      </w:r>
      <w:r w:rsidRPr="00B42E17">
        <w:t>“</w:t>
      </w:r>
    </w:p>
    <w:p w14:paraId="5E3D3FD4" w14:textId="77777777" w:rsidR="00AD0C7B" w:rsidRPr="006C2343" w:rsidRDefault="00AD0C7B" w:rsidP="00EB46E5">
      <w:pPr>
        <w:pStyle w:val="Titul2"/>
      </w:pPr>
    </w:p>
    <w:p w14:paraId="6EC68E24" w14:textId="77777777" w:rsidR="000E125F" w:rsidRDefault="000E125F" w:rsidP="000E125F">
      <w:pPr>
        <w:pStyle w:val="Text1-1"/>
        <w:numPr>
          <w:ilvl w:val="0"/>
          <w:numId w:val="0"/>
        </w:numPr>
        <w:tabs>
          <w:tab w:val="left" w:pos="708"/>
        </w:tabs>
        <w:ind w:left="737" w:hanging="737"/>
      </w:pPr>
      <w:r>
        <w:t xml:space="preserve">Č.j. </w:t>
      </w:r>
      <w:r w:rsidR="00B42E17">
        <w:t>10851/2020-SŽ-SSZ-OVZ</w:t>
      </w:r>
    </w:p>
    <w:p w14:paraId="5247EB05" w14:textId="77777777" w:rsidR="00826B7B" w:rsidRDefault="00826B7B">
      <w:r>
        <w:br w:type="page"/>
      </w:r>
    </w:p>
    <w:p w14:paraId="2C10070B" w14:textId="77777777" w:rsidR="00BD7E91" w:rsidRDefault="00BD7E91" w:rsidP="00FE4333">
      <w:pPr>
        <w:pStyle w:val="Nadpisbezsl1-1"/>
      </w:pPr>
      <w:r>
        <w:lastRenderedPageBreak/>
        <w:t>Obsah</w:t>
      </w:r>
      <w:r w:rsidR="00887F36">
        <w:t xml:space="preserve"> </w:t>
      </w:r>
    </w:p>
    <w:p w14:paraId="1FDBB8B8" w14:textId="0F915832" w:rsidR="003D33BD"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45023900" w:history="1">
        <w:r w:rsidR="003D33BD" w:rsidRPr="00FA77BE">
          <w:rPr>
            <w:rStyle w:val="Hypertextovodkaz"/>
          </w:rPr>
          <w:t>1.</w:t>
        </w:r>
        <w:r w:rsidR="003D33BD">
          <w:rPr>
            <w:rFonts w:eastAsiaTheme="minorEastAsia"/>
            <w:caps w:val="0"/>
            <w:noProof/>
            <w:sz w:val="22"/>
            <w:szCs w:val="22"/>
            <w:lang w:eastAsia="cs-CZ"/>
          </w:rPr>
          <w:tab/>
        </w:r>
        <w:r w:rsidR="003D33BD" w:rsidRPr="00FA77BE">
          <w:rPr>
            <w:rStyle w:val="Hypertextovodkaz"/>
          </w:rPr>
          <w:t>ÚVODNÍ USTANOVENÍ</w:t>
        </w:r>
        <w:r w:rsidR="003D33BD">
          <w:rPr>
            <w:noProof/>
            <w:webHidden/>
          </w:rPr>
          <w:tab/>
        </w:r>
        <w:r w:rsidR="003D33BD">
          <w:rPr>
            <w:noProof/>
            <w:webHidden/>
          </w:rPr>
          <w:fldChar w:fldCharType="begin"/>
        </w:r>
        <w:r w:rsidR="003D33BD">
          <w:rPr>
            <w:noProof/>
            <w:webHidden/>
          </w:rPr>
          <w:instrText xml:space="preserve"> PAGEREF _Toc45023900 \h </w:instrText>
        </w:r>
        <w:r w:rsidR="003D33BD">
          <w:rPr>
            <w:noProof/>
            <w:webHidden/>
          </w:rPr>
        </w:r>
        <w:r w:rsidR="003D33BD">
          <w:rPr>
            <w:noProof/>
            <w:webHidden/>
          </w:rPr>
          <w:fldChar w:fldCharType="separate"/>
        </w:r>
        <w:r w:rsidR="003D33BD">
          <w:rPr>
            <w:noProof/>
            <w:webHidden/>
          </w:rPr>
          <w:t>3</w:t>
        </w:r>
        <w:r w:rsidR="003D33BD">
          <w:rPr>
            <w:noProof/>
            <w:webHidden/>
          </w:rPr>
          <w:fldChar w:fldCharType="end"/>
        </w:r>
      </w:hyperlink>
    </w:p>
    <w:p w14:paraId="4B4A407D" w14:textId="60AE2134" w:rsidR="003D33BD" w:rsidRDefault="00107E6A">
      <w:pPr>
        <w:pStyle w:val="Obsah1"/>
        <w:rPr>
          <w:rFonts w:eastAsiaTheme="minorEastAsia"/>
          <w:caps w:val="0"/>
          <w:noProof/>
          <w:sz w:val="22"/>
          <w:szCs w:val="22"/>
          <w:lang w:eastAsia="cs-CZ"/>
        </w:rPr>
      </w:pPr>
      <w:hyperlink w:anchor="_Toc45023901" w:history="1">
        <w:r w:rsidR="003D33BD" w:rsidRPr="00FA77BE">
          <w:rPr>
            <w:rStyle w:val="Hypertextovodkaz"/>
          </w:rPr>
          <w:t>2.</w:t>
        </w:r>
        <w:r w:rsidR="003D33BD">
          <w:rPr>
            <w:rFonts w:eastAsiaTheme="minorEastAsia"/>
            <w:caps w:val="0"/>
            <w:noProof/>
            <w:sz w:val="22"/>
            <w:szCs w:val="22"/>
            <w:lang w:eastAsia="cs-CZ"/>
          </w:rPr>
          <w:tab/>
        </w:r>
        <w:r w:rsidR="003D33BD" w:rsidRPr="00FA77BE">
          <w:rPr>
            <w:rStyle w:val="Hypertextovodkaz"/>
          </w:rPr>
          <w:t>IDENTIFIKAČNÍ ÚDAJE ZADAVATELE</w:t>
        </w:r>
        <w:r w:rsidR="003D33BD">
          <w:rPr>
            <w:noProof/>
            <w:webHidden/>
          </w:rPr>
          <w:tab/>
        </w:r>
        <w:r w:rsidR="003D33BD">
          <w:rPr>
            <w:noProof/>
            <w:webHidden/>
          </w:rPr>
          <w:fldChar w:fldCharType="begin"/>
        </w:r>
        <w:r w:rsidR="003D33BD">
          <w:rPr>
            <w:noProof/>
            <w:webHidden/>
          </w:rPr>
          <w:instrText xml:space="preserve"> PAGEREF _Toc45023901 \h </w:instrText>
        </w:r>
        <w:r w:rsidR="003D33BD">
          <w:rPr>
            <w:noProof/>
            <w:webHidden/>
          </w:rPr>
        </w:r>
        <w:r w:rsidR="003D33BD">
          <w:rPr>
            <w:noProof/>
            <w:webHidden/>
          </w:rPr>
          <w:fldChar w:fldCharType="separate"/>
        </w:r>
        <w:r w:rsidR="003D33BD">
          <w:rPr>
            <w:noProof/>
            <w:webHidden/>
          </w:rPr>
          <w:t>3</w:t>
        </w:r>
        <w:r w:rsidR="003D33BD">
          <w:rPr>
            <w:noProof/>
            <w:webHidden/>
          </w:rPr>
          <w:fldChar w:fldCharType="end"/>
        </w:r>
      </w:hyperlink>
    </w:p>
    <w:p w14:paraId="7A98C67C" w14:textId="5598282E" w:rsidR="003D33BD" w:rsidRDefault="00107E6A">
      <w:pPr>
        <w:pStyle w:val="Obsah1"/>
        <w:rPr>
          <w:rFonts w:eastAsiaTheme="minorEastAsia"/>
          <w:caps w:val="0"/>
          <w:noProof/>
          <w:sz w:val="22"/>
          <w:szCs w:val="22"/>
          <w:lang w:eastAsia="cs-CZ"/>
        </w:rPr>
      </w:pPr>
      <w:hyperlink w:anchor="_Toc45023902" w:history="1">
        <w:r w:rsidR="003D33BD" w:rsidRPr="00FA77BE">
          <w:rPr>
            <w:rStyle w:val="Hypertextovodkaz"/>
          </w:rPr>
          <w:t>3.</w:t>
        </w:r>
        <w:r w:rsidR="003D33BD">
          <w:rPr>
            <w:rFonts w:eastAsiaTheme="minorEastAsia"/>
            <w:caps w:val="0"/>
            <w:noProof/>
            <w:sz w:val="22"/>
            <w:szCs w:val="22"/>
            <w:lang w:eastAsia="cs-CZ"/>
          </w:rPr>
          <w:tab/>
        </w:r>
        <w:r w:rsidR="003D33BD" w:rsidRPr="00FA77BE">
          <w:rPr>
            <w:rStyle w:val="Hypertextovodkaz"/>
          </w:rPr>
          <w:t>KOMUNIKACE MEZI ZADAVATELEM a DODAVATELEM</w:t>
        </w:r>
        <w:r w:rsidR="003D33BD">
          <w:rPr>
            <w:noProof/>
            <w:webHidden/>
          </w:rPr>
          <w:tab/>
        </w:r>
        <w:r w:rsidR="003D33BD">
          <w:rPr>
            <w:noProof/>
            <w:webHidden/>
          </w:rPr>
          <w:fldChar w:fldCharType="begin"/>
        </w:r>
        <w:r w:rsidR="003D33BD">
          <w:rPr>
            <w:noProof/>
            <w:webHidden/>
          </w:rPr>
          <w:instrText xml:space="preserve"> PAGEREF _Toc45023902 \h </w:instrText>
        </w:r>
        <w:r w:rsidR="003D33BD">
          <w:rPr>
            <w:noProof/>
            <w:webHidden/>
          </w:rPr>
        </w:r>
        <w:r w:rsidR="003D33BD">
          <w:rPr>
            <w:noProof/>
            <w:webHidden/>
          </w:rPr>
          <w:fldChar w:fldCharType="separate"/>
        </w:r>
        <w:r w:rsidR="003D33BD">
          <w:rPr>
            <w:noProof/>
            <w:webHidden/>
          </w:rPr>
          <w:t>4</w:t>
        </w:r>
        <w:r w:rsidR="003D33BD">
          <w:rPr>
            <w:noProof/>
            <w:webHidden/>
          </w:rPr>
          <w:fldChar w:fldCharType="end"/>
        </w:r>
      </w:hyperlink>
    </w:p>
    <w:p w14:paraId="52038366" w14:textId="5DF2292A" w:rsidR="003D33BD" w:rsidRDefault="00107E6A">
      <w:pPr>
        <w:pStyle w:val="Obsah1"/>
        <w:rPr>
          <w:rFonts w:eastAsiaTheme="minorEastAsia"/>
          <w:caps w:val="0"/>
          <w:noProof/>
          <w:sz w:val="22"/>
          <w:szCs w:val="22"/>
          <w:lang w:eastAsia="cs-CZ"/>
        </w:rPr>
      </w:pPr>
      <w:hyperlink w:anchor="_Toc45023903" w:history="1">
        <w:r w:rsidR="003D33BD" w:rsidRPr="00FA77BE">
          <w:rPr>
            <w:rStyle w:val="Hypertextovodkaz"/>
          </w:rPr>
          <w:t>4.</w:t>
        </w:r>
        <w:r w:rsidR="003D33BD">
          <w:rPr>
            <w:rFonts w:eastAsiaTheme="minorEastAsia"/>
            <w:caps w:val="0"/>
            <w:noProof/>
            <w:sz w:val="22"/>
            <w:szCs w:val="22"/>
            <w:lang w:eastAsia="cs-CZ"/>
          </w:rPr>
          <w:tab/>
        </w:r>
        <w:r w:rsidR="003D33BD" w:rsidRPr="00FA77BE">
          <w:rPr>
            <w:rStyle w:val="Hypertextovodkaz"/>
          </w:rPr>
          <w:t>ÚČEL a PŘEDMĚT PLNĚNÍ VEŘEJNÉ ZAKÁZKY</w:t>
        </w:r>
        <w:r w:rsidR="003D33BD">
          <w:rPr>
            <w:noProof/>
            <w:webHidden/>
          </w:rPr>
          <w:tab/>
        </w:r>
        <w:r w:rsidR="003D33BD">
          <w:rPr>
            <w:noProof/>
            <w:webHidden/>
          </w:rPr>
          <w:fldChar w:fldCharType="begin"/>
        </w:r>
        <w:r w:rsidR="003D33BD">
          <w:rPr>
            <w:noProof/>
            <w:webHidden/>
          </w:rPr>
          <w:instrText xml:space="preserve"> PAGEREF _Toc45023903 \h </w:instrText>
        </w:r>
        <w:r w:rsidR="003D33BD">
          <w:rPr>
            <w:noProof/>
            <w:webHidden/>
          </w:rPr>
        </w:r>
        <w:r w:rsidR="003D33BD">
          <w:rPr>
            <w:noProof/>
            <w:webHidden/>
          </w:rPr>
          <w:fldChar w:fldCharType="separate"/>
        </w:r>
        <w:r w:rsidR="003D33BD">
          <w:rPr>
            <w:noProof/>
            <w:webHidden/>
          </w:rPr>
          <w:t>4</w:t>
        </w:r>
        <w:r w:rsidR="003D33BD">
          <w:rPr>
            <w:noProof/>
            <w:webHidden/>
          </w:rPr>
          <w:fldChar w:fldCharType="end"/>
        </w:r>
      </w:hyperlink>
    </w:p>
    <w:p w14:paraId="6BD4BFBC" w14:textId="26C5F6B8" w:rsidR="003D33BD" w:rsidRDefault="00107E6A">
      <w:pPr>
        <w:pStyle w:val="Obsah1"/>
        <w:rPr>
          <w:rFonts w:eastAsiaTheme="minorEastAsia"/>
          <w:caps w:val="0"/>
          <w:noProof/>
          <w:sz w:val="22"/>
          <w:szCs w:val="22"/>
          <w:lang w:eastAsia="cs-CZ"/>
        </w:rPr>
      </w:pPr>
      <w:hyperlink w:anchor="_Toc45023904" w:history="1">
        <w:r w:rsidR="003D33BD" w:rsidRPr="00FA77BE">
          <w:rPr>
            <w:rStyle w:val="Hypertextovodkaz"/>
          </w:rPr>
          <w:t>5.</w:t>
        </w:r>
        <w:r w:rsidR="003D33BD">
          <w:rPr>
            <w:rFonts w:eastAsiaTheme="minorEastAsia"/>
            <w:caps w:val="0"/>
            <w:noProof/>
            <w:sz w:val="22"/>
            <w:szCs w:val="22"/>
            <w:lang w:eastAsia="cs-CZ"/>
          </w:rPr>
          <w:tab/>
        </w:r>
        <w:r w:rsidR="003D33BD" w:rsidRPr="00FA77BE">
          <w:rPr>
            <w:rStyle w:val="Hypertextovodkaz"/>
          </w:rPr>
          <w:t>ZDROJE FINANCOVÁNÍ a PŘEDPOKLÁDANÁ HODNOTA VEŘEJNÉ ZAKÁZKY</w:t>
        </w:r>
        <w:r w:rsidR="003D33BD">
          <w:rPr>
            <w:noProof/>
            <w:webHidden/>
          </w:rPr>
          <w:tab/>
        </w:r>
        <w:r w:rsidR="003D33BD">
          <w:rPr>
            <w:noProof/>
            <w:webHidden/>
          </w:rPr>
          <w:fldChar w:fldCharType="begin"/>
        </w:r>
        <w:r w:rsidR="003D33BD">
          <w:rPr>
            <w:noProof/>
            <w:webHidden/>
          </w:rPr>
          <w:instrText xml:space="preserve"> PAGEREF _Toc45023904 \h </w:instrText>
        </w:r>
        <w:r w:rsidR="003D33BD">
          <w:rPr>
            <w:noProof/>
            <w:webHidden/>
          </w:rPr>
        </w:r>
        <w:r w:rsidR="003D33BD">
          <w:rPr>
            <w:noProof/>
            <w:webHidden/>
          </w:rPr>
          <w:fldChar w:fldCharType="separate"/>
        </w:r>
        <w:r w:rsidR="003D33BD">
          <w:rPr>
            <w:noProof/>
            <w:webHidden/>
          </w:rPr>
          <w:t>5</w:t>
        </w:r>
        <w:r w:rsidR="003D33BD">
          <w:rPr>
            <w:noProof/>
            <w:webHidden/>
          </w:rPr>
          <w:fldChar w:fldCharType="end"/>
        </w:r>
      </w:hyperlink>
    </w:p>
    <w:p w14:paraId="5BCC8DC6" w14:textId="52675836" w:rsidR="003D33BD" w:rsidRDefault="00107E6A">
      <w:pPr>
        <w:pStyle w:val="Obsah1"/>
        <w:rPr>
          <w:rFonts w:eastAsiaTheme="minorEastAsia"/>
          <w:caps w:val="0"/>
          <w:noProof/>
          <w:sz w:val="22"/>
          <w:szCs w:val="22"/>
          <w:lang w:eastAsia="cs-CZ"/>
        </w:rPr>
      </w:pPr>
      <w:hyperlink w:anchor="_Toc45023905" w:history="1">
        <w:r w:rsidR="003D33BD" w:rsidRPr="00FA77BE">
          <w:rPr>
            <w:rStyle w:val="Hypertextovodkaz"/>
          </w:rPr>
          <w:t>6.</w:t>
        </w:r>
        <w:r w:rsidR="003D33BD">
          <w:rPr>
            <w:rFonts w:eastAsiaTheme="minorEastAsia"/>
            <w:caps w:val="0"/>
            <w:noProof/>
            <w:sz w:val="22"/>
            <w:szCs w:val="22"/>
            <w:lang w:eastAsia="cs-CZ"/>
          </w:rPr>
          <w:tab/>
        </w:r>
        <w:r w:rsidR="003D33BD" w:rsidRPr="00FA77BE">
          <w:rPr>
            <w:rStyle w:val="Hypertextovodkaz"/>
          </w:rPr>
          <w:t>OBSAH ZADÁVACÍ DOKUMENTACE</w:t>
        </w:r>
        <w:r w:rsidR="003D33BD">
          <w:rPr>
            <w:noProof/>
            <w:webHidden/>
          </w:rPr>
          <w:tab/>
        </w:r>
        <w:r w:rsidR="003D33BD">
          <w:rPr>
            <w:noProof/>
            <w:webHidden/>
          </w:rPr>
          <w:fldChar w:fldCharType="begin"/>
        </w:r>
        <w:r w:rsidR="003D33BD">
          <w:rPr>
            <w:noProof/>
            <w:webHidden/>
          </w:rPr>
          <w:instrText xml:space="preserve"> PAGEREF _Toc45023905 \h </w:instrText>
        </w:r>
        <w:r w:rsidR="003D33BD">
          <w:rPr>
            <w:noProof/>
            <w:webHidden/>
          </w:rPr>
        </w:r>
        <w:r w:rsidR="003D33BD">
          <w:rPr>
            <w:noProof/>
            <w:webHidden/>
          </w:rPr>
          <w:fldChar w:fldCharType="separate"/>
        </w:r>
        <w:r w:rsidR="003D33BD">
          <w:rPr>
            <w:noProof/>
            <w:webHidden/>
          </w:rPr>
          <w:t>5</w:t>
        </w:r>
        <w:r w:rsidR="003D33BD">
          <w:rPr>
            <w:noProof/>
            <w:webHidden/>
          </w:rPr>
          <w:fldChar w:fldCharType="end"/>
        </w:r>
      </w:hyperlink>
    </w:p>
    <w:p w14:paraId="5167D625" w14:textId="06A31FDA" w:rsidR="003D33BD" w:rsidRDefault="00107E6A">
      <w:pPr>
        <w:pStyle w:val="Obsah1"/>
        <w:rPr>
          <w:rFonts w:eastAsiaTheme="minorEastAsia"/>
          <w:caps w:val="0"/>
          <w:noProof/>
          <w:sz w:val="22"/>
          <w:szCs w:val="22"/>
          <w:lang w:eastAsia="cs-CZ"/>
        </w:rPr>
      </w:pPr>
      <w:hyperlink w:anchor="_Toc45023906" w:history="1">
        <w:r w:rsidR="003D33BD" w:rsidRPr="00FA77BE">
          <w:rPr>
            <w:rStyle w:val="Hypertextovodkaz"/>
          </w:rPr>
          <w:t>7.</w:t>
        </w:r>
        <w:r w:rsidR="003D33BD">
          <w:rPr>
            <w:rFonts w:eastAsiaTheme="minorEastAsia"/>
            <w:caps w:val="0"/>
            <w:noProof/>
            <w:sz w:val="22"/>
            <w:szCs w:val="22"/>
            <w:lang w:eastAsia="cs-CZ"/>
          </w:rPr>
          <w:tab/>
        </w:r>
        <w:r w:rsidR="003D33BD" w:rsidRPr="00FA77BE">
          <w:rPr>
            <w:rStyle w:val="Hypertextovodkaz"/>
          </w:rPr>
          <w:t>VYSVĚTLENÍ, ZMĚNY a DOPLNĚNÍ ZADÁVACÍ DOKUMENTACE</w:t>
        </w:r>
        <w:r w:rsidR="003D33BD">
          <w:rPr>
            <w:noProof/>
            <w:webHidden/>
          </w:rPr>
          <w:tab/>
        </w:r>
        <w:r w:rsidR="003D33BD">
          <w:rPr>
            <w:noProof/>
            <w:webHidden/>
          </w:rPr>
          <w:fldChar w:fldCharType="begin"/>
        </w:r>
        <w:r w:rsidR="003D33BD">
          <w:rPr>
            <w:noProof/>
            <w:webHidden/>
          </w:rPr>
          <w:instrText xml:space="preserve"> PAGEREF _Toc45023906 \h </w:instrText>
        </w:r>
        <w:r w:rsidR="003D33BD">
          <w:rPr>
            <w:noProof/>
            <w:webHidden/>
          </w:rPr>
        </w:r>
        <w:r w:rsidR="003D33BD">
          <w:rPr>
            <w:noProof/>
            <w:webHidden/>
          </w:rPr>
          <w:fldChar w:fldCharType="separate"/>
        </w:r>
        <w:r w:rsidR="003D33BD">
          <w:rPr>
            <w:noProof/>
            <w:webHidden/>
          </w:rPr>
          <w:t>6</w:t>
        </w:r>
        <w:r w:rsidR="003D33BD">
          <w:rPr>
            <w:noProof/>
            <w:webHidden/>
          </w:rPr>
          <w:fldChar w:fldCharType="end"/>
        </w:r>
      </w:hyperlink>
    </w:p>
    <w:p w14:paraId="178F34E4" w14:textId="523F32E8" w:rsidR="003D33BD" w:rsidRDefault="00107E6A">
      <w:pPr>
        <w:pStyle w:val="Obsah1"/>
        <w:rPr>
          <w:rFonts w:eastAsiaTheme="minorEastAsia"/>
          <w:caps w:val="0"/>
          <w:noProof/>
          <w:sz w:val="22"/>
          <w:szCs w:val="22"/>
          <w:lang w:eastAsia="cs-CZ"/>
        </w:rPr>
      </w:pPr>
      <w:hyperlink w:anchor="_Toc45023907" w:history="1">
        <w:r w:rsidR="003D33BD" w:rsidRPr="00FA77BE">
          <w:rPr>
            <w:rStyle w:val="Hypertextovodkaz"/>
          </w:rPr>
          <w:t>8.</w:t>
        </w:r>
        <w:r w:rsidR="003D33BD">
          <w:rPr>
            <w:rFonts w:eastAsiaTheme="minorEastAsia"/>
            <w:caps w:val="0"/>
            <w:noProof/>
            <w:sz w:val="22"/>
            <w:szCs w:val="22"/>
            <w:lang w:eastAsia="cs-CZ"/>
          </w:rPr>
          <w:tab/>
        </w:r>
        <w:r w:rsidR="003D33BD" w:rsidRPr="00FA77BE">
          <w:rPr>
            <w:rStyle w:val="Hypertextovodkaz"/>
          </w:rPr>
          <w:t>POŽADAVKY ZADAVATELE NA KVALIFIKACI</w:t>
        </w:r>
        <w:r w:rsidR="003D33BD">
          <w:rPr>
            <w:noProof/>
            <w:webHidden/>
          </w:rPr>
          <w:tab/>
        </w:r>
        <w:r w:rsidR="003D33BD">
          <w:rPr>
            <w:noProof/>
            <w:webHidden/>
          </w:rPr>
          <w:fldChar w:fldCharType="begin"/>
        </w:r>
        <w:r w:rsidR="003D33BD">
          <w:rPr>
            <w:noProof/>
            <w:webHidden/>
          </w:rPr>
          <w:instrText xml:space="preserve"> PAGEREF _Toc45023907 \h </w:instrText>
        </w:r>
        <w:r w:rsidR="003D33BD">
          <w:rPr>
            <w:noProof/>
            <w:webHidden/>
          </w:rPr>
        </w:r>
        <w:r w:rsidR="003D33BD">
          <w:rPr>
            <w:noProof/>
            <w:webHidden/>
          </w:rPr>
          <w:fldChar w:fldCharType="separate"/>
        </w:r>
        <w:r w:rsidR="003D33BD">
          <w:rPr>
            <w:noProof/>
            <w:webHidden/>
          </w:rPr>
          <w:t>6</w:t>
        </w:r>
        <w:r w:rsidR="003D33BD">
          <w:rPr>
            <w:noProof/>
            <w:webHidden/>
          </w:rPr>
          <w:fldChar w:fldCharType="end"/>
        </w:r>
      </w:hyperlink>
    </w:p>
    <w:p w14:paraId="6BECD46F" w14:textId="5EF1256A" w:rsidR="003D33BD" w:rsidRDefault="00107E6A">
      <w:pPr>
        <w:pStyle w:val="Obsah1"/>
        <w:rPr>
          <w:rFonts w:eastAsiaTheme="minorEastAsia"/>
          <w:caps w:val="0"/>
          <w:noProof/>
          <w:sz w:val="22"/>
          <w:szCs w:val="22"/>
          <w:lang w:eastAsia="cs-CZ"/>
        </w:rPr>
      </w:pPr>
      <w:hyperlink w:anchor="_Toc45023908" w:history="1">
        <w:r w:rsidR="003D33BD" w:rsidRPr="00FA77BE">
          <w:rPr>
            <w:rStyle w:val="Hypertextovodkaz"/>
          </w:rPr>
          <w:t>9.</w:t>
        </w:r>
        <w:r w:rsidR="003D33BD">
          <w:rPr>
            <w:rFonts w:eastAsiaTheme="minorEastAsia"/>
            <w:caps w:val="0"/>
            <w:noProof/>
            <w:sz w:val="22"/>
            <w:szCs w:val="22"/>
            <w:lang w:eastAsia="cs-CZ"/>
          </w:rPr>
          <w:tab/>
        </w:r>
        <w:r w:rsidR="003D33BD" w:rsidRPr="00FA77BE">
          <w:rPr>
            <w:rStyle w:val="Hypertextovodkaz"/>
          </w:rPr>
          <w:t>DALŠÍ INFORMACE/DOKUMENTY PŘEDKLÁDANÉ DODAVATELEM v NABÍDCE</w:t>
        </w:r>
        <w:r w:rsidR="003D33BD">
          <w:rPr>
            <w:noProof/>
            <w:webHidden/>
          </w:rPr>
          <w:tab/>
        </w:r>
        <w:r w:rsidR="003D33BD">
          <w:rPr>
            <w:noProof/>
            <w:webHidden/>
          </w:rPr>
          <w:fldChar w:fldCharType="begin"/>
        </w:r>
        <w:r w:rsidR="003D33BD">
          <w:rPr>
            <w:noProof/>
            <w:webHidden/>
          </w:rPr>
          <w:instrText xml:space="preserve"> PAGEREF _Toc45023908 \h </w:instrText>
        </w:r>
        <w:r w:rsidR="003D33BD">
          <w:rPr>
            <w:noProof/>
            <w:webHidden/>
          </w:rPr>
        </w:r>
        <w:r w:rsidR="003D33BD">
          <w:rPr>
            <w:noProof/>
            <w:webHidden/>
          </w:rPr>
          <w:fldChar w:fldCharType="separate"/>
        </w:r>
        <w:r w:rsidR="003D33BD">
          <w:rPr>
            <w:noProof/>
            <w:webHidden/>
          </w:rPr>
          <w:t>22</w:t>
        </w:r>
        <w:r w:rsidR="003D33BD">
          <w:rPr>
            <w:noProof/>
            <w:webHidden/>
          </w:rPr>
          <w:fldChar w:fldCharType="end"/>
        </w:r>
      </w:hyperlink>
    </w:p>
    <w:p w14:paraId="779E9CB5" w14:textId="796B789B" w:rsidR="003D33BD" w:rsidRDefault="00107E6A">
      <w:pPr>
        <w:pStyle w:val="Obsah1"/>
        <w:rPr>
          <w:rFonts w:eastAsiaTheme="minorEastAsia"/>
          <w:caps w:val="0"/>
          <w:noProof/>
          <w:sz w:val="22"/>
          <w:szCs w:val="22"/>
          <w:lang w:eastAsia="cs-CZ"/>
        </w:rPr>
      </w:pPr>
      <w:hyperlink w:anchor="_Toc45023909" w:history="1">
        <w:r w:rsidR="003D33BD" w:rsidRPr="00FA77BE">
          <w:rPr>
            <w:rStyle w:val="Hypertextovodkaz"/>
          </w:rPr>
          <w:t>10.</w:t>
        </w:r>
        <w:r w:rsidR="003D33BD">
          <w:rPr>
            <w:rFonts w:eastAsiaTheme="minorEastAsia"/>
            <w:caps w:val="0"/>
            <w:noProof/>
            <w:sz w:val="22"/>
            <w:szCs w:val="22"/>
            <w:lang w:eastAsia="cs-CZ"/>
          </w:rPr>
          <w:tab/>
        </w:r>
        <w:r w:rsidR="003D33BD" w:rsidRPr="00FA77BE">
          <w:rPr>
            <w:rStyle w:val="Hypertextovodkaz"/>
          </w:rPr>
          <w:t>JAZYK NABÍDEK A KOMUNIKAČNÍ JAZYK</w:t>
        </w:r>
        <w:r w:rsidR="003D33BD">
          <w:rPr>
            <w:noProof/>
            <w:webHidden/>
          </w:rPr>
          <w:tab/>
        </w:r>
        <w:r w:rsidR="003D33BD">
          <w:rPr>
            <w:noProof/>
            <w:webHidden/>
          </w:rPr>
          <w:fldChar w:fldCharType="begin"/>
        </w:r>
        <w:r w:rsidR="003D33BD">
          <w:rPr>
            <w:noProof/>
            <w:webHidden/>
          </w:rPr>
          <w:instrText xml:space="preserve"> PAGEREF _Toc45023909 \h </w:instrText>
        </w:r>
        <w:r w:rsidR="003D33BD">
          <w:rPr>
            <w:noProof/>
            <w:webHidden/>
          </w:rPr>
        </w:r>
        <w:r w:rsidR="003D33BD">
          <w:rPr>
            <w:noProof/>
            <w:webHidden/>
          </w:rPr>
          <w:fldChar w:fldCharType="separate"/>
        </w:r>
        <w:r w:rsidR="003D33BD">
          <w:rPr>
            <w:noProof/>
            <w:webHidden/>
          </w:rPr>
          <w:t>24</w:t>
        </w:r>
        <w:r w:rsidR="003D33BD">
          <w:rPr>
            <w:noProof/>
            <w:webHidden/>
          </w:rPr>
          <w:fldChar w:fldCharType="end"/>
        </w:r>
      </w:hyperlink>
    </w:p>
    <w:p w14:paraId="1AEECBA9" w14:textId="07D9DB5B" w:rsidR="003D33BD" w:rsidRDefault="00107E6A">
      <w:pPr>
        <w:pStyle w:val="Obsah1"/>
        <w:rPr>
          <w:rFonts w:eastAsiaTheme="minorEastAsia"/>
          <w:caps w:val="0"/>
          <w:noProof/>
          <w:sz w:val="22"/>
          <w:szCs w:val="22"/>
          <w:lang w:eastAsia="cs-CZ"/>
        </w:rPr>
      </w:pPr>
      <w:hyperlink w:anchor="_Toc45023910" w:history="1">
        <w:r w:rsidR="003D33BD" w:rsidRPr="00FA77BE">
          <w:rPr>
            <w:rStyle w:val="Hypertextovodkaz"/>
          </w:rPr>
          <w:t>11.</w:t>
        </w:r>
        <w:r w:rsidR="003D33BD">
          <w:rPr>
            <w:rFonts w:eastAsiaTheme="minorEastAsia"/>
            <w:caps w:val="0"/>
            <w:noProof/>
            <w:sz w:val="22"/>
            <w:szCs w:val="22"/>
            <w:lang w:eastAsia="cs-CZ"/>
          </w:rPr>
          <w:tab/>
        </w:r>
        <w:r w:rsidR="003D33BD" w:rsidRPr="00FA77BE">
          <w:rPr>
            <w:rStyle w:val="Hypertextovodkaz"/>
          </w:rPr>
          <w:t>OBSAH a PODÁVÁNÍ NABÍDEK</w:t>
        </w:r>
        <w:r w:rsidR="003D33BD">
          <w:rPr>
            <w:noProof/>
            <w:webHidden/>
          </w:rPr>
          <w:tab/>
        </w:r>
        <w:r w:rsidR="003D33BD">
          <w:rPr>
            <w:noProof/>
            <w:webHidden/>
          </w:rPr>
          <w:fldChar w:fldCharType="begin"/>
        </w:r>
        <w:r w:rsidR="003D33BD">
          <w:rPr>
            <w:noProof/>
            <w:webHidden/>
          </w:rPr>
          <w:instrText xml:space="preserve"> PAGEREF _Toc45023910 \h </w:instrText>
        </w:r>
        <w:r w:rsidR="003D33BD">
          <w:rPr>
            <w:noProof/>
            <w:webHidden/>
          </w:rPr>
        </w:r>
        <w:r w:rsidR="003D33BD">
          <w:rPr>
            <w:noProof/>
            <w:webHidden/>
          </w:rPr>
          <w:fldChar w:fldCharType="separate"/>
        </w:r>
        <w:r w:rsidR="003D33BD">
          <w:rPr>
            <w:noProof/>
            <w:webHidden/>
          </w:rPr>
          <w:t>24</w:t>
        </w:r>
        <w:r w:rsidR="003D33BD">
          <w:rPr>
            <w:noProof/>
            <w:webHidden/>
          </w:rPr>
          <w:fldChar w:fldCharType="end"/>
        </w:r>
      </w:hyperlink>
    </w:p>
    <w:p w14:paraId="5607C844" w14:textId="48B7409F" w:rsidR="003D33BD" w:rsidRDefault="00107E6A">
      <w:pPr>
        <w:pStyle w:val="Obsah1"/>
        <w:rPr>
          <w:rFonts w:eastAsiaTheme="minorEastAsia"/>
          <w:caps w:val="0"/>
          <w:noProof/>
          <w:sz w:val="22"/>
          <w:szCs w:val="22"/>
          <w:lang w:eastAsia="cs-CZ"/>
        </w:rPr>
      </w:pPr>
      <w:hyperlink w:anchor="_Toc45023911" w:history="1">
        <w:r w:rsidR="003D33BD" w:rsidRPr="00FA77BE">
          <w:rPr>
            <w:rStyle w:val="Hypertextovodkaz"/>
          </w:rPr>
          <w:t>12.</w:t>
        </w:r>
        <w:r w:rsidR="003D33BD">
          <w:rPr>
            <w:rFonts w:eastAsiaTheme="minorEastAsia"/>
            <w:caps w:val="0"/>
            <w:noProof/>
            <w:sz w:val="22"/>
            <w:szCs w:val="22"/>
            <w:lang w:eastAsia="cs-CZ"/>
          </w:rPr>
          <w:tab/>
        </w:r>
        <w:r w:rsidR="003D33BD" w:rsidRPr="00FA77BE">
          <w:rPr>
            <w:rStyle w:val="Hypertextovodkaz"/>
          </w:rPr>
          <w:t>POŽADAVKY NA ZPRACOVÁNÍ NABÍDKOVÉ CENY</w:t>
        </w:r>
        <w:r w:rsidR="003D33BD">
          <w:rPr>
            <w:noProof/>
            <w:webHidden/>
          </w:rPr>
          <w:tab/>
        </w:r>
        <w:r w:rsidR="003D33BD">
          <w:rPr>
            <w:noProof/>
            <w:webHidden/>
          </w:rPr>
          <w:fldChar w:fldCharType="begin"/>
        </w:r>
        <w:r w:rsidR="003D33BD">
          <w:rPr>
            <w:noProof/>
            <w:webHidden/>
          </w:rPr>
          <w:instrText xml:space="preserve"> PAGEREF _Toc45023911 \h </w:instrText>
        </w:r>
        <w:r w:rsidR="003D33BD">
          <w:rPr>
            <w:noProof/>
            <w:webHidden/>
          </w:rPr>
        </w:r>
        <w:r w:rsidR="003D33BD">
          <w:rPr>
            <w:noProof/>
            <w:webHidden/>
          </w:rPr>
          <w:fldChar w:fldCharType="separate"/>
        </w:r>
        <w:r w:rsidR="003D33BD">
          <w:rPr>
            <w:noProof/>
            <w:webHidden/>
          </w:rPr>
          <w:t>26</w:t>
        </w:r>
        <w:r w:rsidR="003D33BD">
          <w:rPr>
            <w:noProof/>
            <w:webHidden/>
          </w:rPr>
          <w:fldChar w:fldCharType="end"/>
        </w:r>
      </w:hyperlink>
    </w:p>
    <w:p w14:paraId="039AC98D" w14:textId="5964680E" w:rsidR="003D33BD" w:rsidRDefault="00107E6A">
      <w:pPr>
        <w:pStyle w:val="Obsah1"/>
        <w:rPr>
          <w:rFonts w:eastAsiaTheme="minorEastAsia"/>
          <w:caps w:val="0"/>
          <w:noProof/>
          <w:sz w:val="22"/>
          <w:szCs w:val="22"/>
          <w:lang w:eastAsia="cs-CZ"/>
        </w:rPr>
      </w:pPr>
      <w:hyperlink w:anchor="_Toc45023912" w:history="1">
        <w:r w:rsidR="003D33BD" w:rsidRPr="00FA77BE">
          <w:rPr>
            <w:rStyle w:val="Hypertextovodkaz"/>
          </w:rPr>
          <w:t>13.</w:t>
        </w:r>
        <w:r w:rsidR="003D33BD">
          <w:rPr>
            <w:rFonts w:eastAsiaTheme="minorEastAsia"/>
            <w:caps w:val="0"/>
            <w:noProof/>
            <w:sz w:val="22"/>
            <w:szCs w:val="22"/>
            <w:lang w:eastAsia="cs-CZ"/>
          </w:rPr>
          <w:tab/>
        </w:r>
        <w:r w:rsidR="003D33BD" w:rsidRPr="00FA77BE">
          <w:rPr>
            <w:rStyle w:val="Hypertextovodkaz"/>
          </w:rPr>
          <w:t>VARIANTY NABÍDKY</w:t>
        </w:r>
        <w:r w:rsidR="003D33BD">
          <w:rPr>
            <w:noProof/>
            <w:webHidden/>
          </w:rPr>
          <w:tab/>
        </w:r>
        <w:r w:rsidR="003D33BD">
          <w:rPr>
            <w:noProof/>
            <w:webHidden/>
          </w:rPr>
          <w:fldChar w:fldCharType="begin"/>
        </w:r>
        <w:r w:rsidR="003D33BD">
          <w:rPr>
            <w:noProof/>
            <w:webHidden/>
          </w:rPr>
          <w:instrText xml:space="preserve"> PAGEREF _Toc45023912 \h </w:instrText>
        </w:r>
        <w:r w:rsidR="003D33BD">
          <w:rPr>
            <w:noProof/>
            <w:webHidden/>
          </w:rPr>
        </w:r>
        <w:r w:rsidR="003D33BD">
          <w:rPr>
            <w:noProof/>
            <w:webHidden/>
          </w:rPr>
          <w:fldChar w:fldCharType="separate"/>
        </w:r>
        <w:r w:rsidR="003D33BD">
          <w:rPr>
            <w:noProof/>
            <w:webHidden/>
          </w:rPr>
          <w:t>26</w:t>
        </w:r>
        <w:r w:rsidR="003D33BD">
          <w:rPr>
            <w:noProof/>
            <w:webHidden/>
          </w:rPr>
          <w:fldChar w:fldCharType="end"/>
        </w:r>
      </w:hyperlink>
    </w:p>
    <w:p w14:paraId="6432C877" w14:textId="4A45FC65" w:rsidR="003D33BD" w:rsidRDefault="00107E6A">
      <w:pPr>
        <w:pStyle w:val="Obsah1"/>
        <w:rPr>
          <w:rFonts w:eastAsiaTheme="minorEastAsia"/>
          <w:caps w:val="0"/>
          <w:noProof/>
          <w:sz w:val="22"/>
          <w:szCs w:val="22"/>
          <w:lang w:eastAsia="cs-CZ"/>
        </w:rPr>
      </w:pPr>
      <w:hyperlink w:anchor="_Toc45023913" w:history="1">
        <w:r w:rsidR="003D33BD" w:rsidRPr="00FA77BE">
          <w:rPr>
            <w:rStyle w:val="Hypertextovodkaz"/>
          </w:rPr>
          <w:t>14.</w:t>
        </w:r>
        <w:r w:rsidR="003D33BD">
          <w:rPr>
            <w:rFonts w:eastAsiaTheme="minorEastAsia"/>
            <w:caps w:val="0"/>
            <w:noProof/>
            <w:sz w:val="22"/>
            <w:szCs w:val="22"/>
            <w:lang w:eastAsia="cs-CZ"/>
          </w:rPr>
          <w:tab/>
        </w:r>
        <w:r w:rsidR="003D33BD" w:rsidRPr="00FA77BE">
          <w:rPr>
            <w:rStyle w:val="Hypertextovodkaz"/>
          </w:rPr>
          <w:t>OTEVÍRÁNÍ NABÍDEK</w:t>
        </w:r>
        <w:r w:rsidR="003D33BD">
          <w:rPr>
            <w:noProof/>
            <w:webHidden/>
          </w:rPr>
          <w:tab/>
        </w:r>
        <w:r w:rsidR="003D33BD">
          <w:rPr>
            <w:noProof/>
            <w:webHidden/>
          </w:rPr>
          <w:fldChar w:fldCharType="begin"/>
        </w:r>
        <w:r w:rsidR="003D33BD">
          <w:rPr>
            <w:noProof/>
            <w:webHidden/>
          </w:rPr>
          <w:instrText xml:space="preserve"> PAGEREF _Toc45023913 \h </w:instrText>
        </w:r>
        <w:r w:rsidR="003D33BD">
          <w:rPr>
            <w:noProof/>
            <w:webHidden/>
          </w:rPr>
        </w:r>
        <w:r w:rsidR="003D33BD">
          <w:rPr>
            <w:noProof/>
            <w:webHidden/>
          </w:rPr>
          <w:fldChar w:fldCharType="separate"/>
        </w:r>
        <w:r w:rsidR="003D33BD">
          <w:rPr>
            <w:noProof/>
            <w:webHidden/>
          </w:rPr>
          <w:t>27</w:t>
        </w:r>
        <w:r w:rsidR="003D33BD">
          <w:rPr>
            <w:noProof/>
            <w:webHidden/>
          </w:rPr>
          <w:fldChar w:fldCharType="end"/>
        </w:r>
      </w:hyperlink>
    </w:p>
    <w:p w14:paraId="0B415773" w14:textId="6E099F13" w:rsidR="003D33BD" w:rsidRDefault="00107E6A">
      <w:pPr>
        <w:pStyle w:val="Obsah1"/>
        <w:rPr>
          <w:rFonts w:eastAsiaTheme="minorEastAsia"/>
          <w:caps w:val="0"/>
          <w:noProof/>
          <w:sz w:val="22"/>
          <w:szCs w:val="22"/>
          <w:lang w:eastAsia="cs-CZ"/>
        </w:rPr>
      </w:pPr>
      <w:hyperlink w:anchor="_Toc45023914" w:history="1">
        <w:r w:rsidR="003D33BD" w:rsidRPr="00FA77BE">
          <w:rPr>
            <w:rStyle w:val="Hypertextovodkaz"/>
          </w:rPr>
          <w:t>15.</w:t>
        </w:r>
        <w:r w:rsidR="003D33BD">
          <w:rPr>
            <w:rFonts w:eastAsiaTheme="minorEastAsia"/>
            <w:caps w:val="0"/>
            <w:noProof/>
            <w:sz w:val="22"/>
            <w:szCs w:val="22"/>
            <w:lang w:eastAsia="cs-CZ"/>
          </w:rPr>
          <w:tab/>
        </w:r>
        <w:r w:rsidR="003D33BD" w:rsidRPr="00FA77BE">
          <w:rPr>
            <w:rStyle w:val="Hypertextovodkaz"/>
          </w:rPr>
          <w:t>POSOUZENÍ SPLNĚNÍ PODMÍNEK ÚČASTI</w:t>
        </w:r>
        <w:r w:rsidR="003D33BD">
          <w:rPr>
            <w:noProof/>
            <w:webHidden/>
          </w:rPr>
          <w:tab/>
        </w:r>
        <w:r w:rsidR="003D33BD">
          <w:rPr>
            <w:noProof/>
            <w:webHidden/>
          </w:rPr>
          <w:fldChar w:fldCharType="begin"/>
        </w:r>
        <w:r w:rsidR="003D33BD">
          <w:rPr>
            <w:noProof/>
            <w:webHidden/>
          </w:rPr>
          <w:instrText xml:space="preserve"> PAGEREF _Toc45023914 \h </w:instrText>
        </w:r>
        <w:r w:rsidR="003D33BD">
          <w:rPr>
            <w:noProof/>
            <w:webHidden/>
          </w:rPr>
        </w:r>
        <w:r w:rsidR="003D33BD">
          <w:rPr>
            <w:noProof/>
            <w:webHidden/>
          </w:rPr>
          <w:fldChar w:fldCharType="separate"/>
        </w:r>
        <w:r w:rsidR="003D33BD">
          <w:rPr>
            <w:noProof/>
            <w:webHidden/>
          </w:rPr>
          <w:t>27</w:t>
        </w:r>
        <w:r w:rsidR="003D33BD">
          <w:rPr>
            <w:noProof/>
            <w:webHidden/>
          </w:rPr>
          <w:fldChar w:fldCharType="end"/>
        </w:r>
      </w:hyperlink>
    </w:p>
    <w:p w14:paraId="64C47E90" w14:textId="4A29977E" w:rsidR="003D33BD" w:rsidRDefault="00107E6A">
      <w:pPr>
        <w:pStyle w:val="Obsah1"/>
        <w:rPr>
          <w:rFonts w:eastAsiaTheme="minorEastAsia"/>
          <w:caps w:val="0"/>
          <w:noProof/>
          <w:sz w:val="22"/>
          <w:szCs w:val="22"/>
          <w:lang w:eastAsia="cs-CZ"/>
        </w:rPr>
      </w:pPr>
      <w:hyperlink w:anchor="_Toc45023915" w:history="1">
        <w:r w:rsidR="003D33BD" w:rsidRPr="00FA77BE">
          <w:rPr>
            <w:rStyle w:val="Hypertextovodkaz"/>
          </w:rPr>
          <w:t>16.</w:t>
        </w:r>
        <w:r w:rsidR="003D33BD">
          <w:rPr>
            <w:rFonts w:eastAsiaTheme="minorEastAsia"/>
            <w:caps w:val="0"/>
            <w:noProof/>
            <w:sz w:val="22"/>
            <w:szCs w:val="22"/>
            <w:lang w:eastAsia="cs-CZ"/>
          </w:rPr>
          <w:tab/>
        </w:r>
        <w:r w:rsidR="003D33BD" w:rsidRPr="00FA77BE">
          <w:rPr>
            <w:rStyle w:val="Hypertextovodkaz"/>
          </w:rPr>
          <w:t>HODNOCENÍ NABÍDEK</w:t>
        </w:r>
        <w:r w:rsidR="003D33BD">
          <w:rPr>
            <w:noProof/>
            <w:webHidden/>
          </w:rPr>
          <w:tab/>
        </w:r>
        <w:r w:rsidR="003D33BD">
          <w:rPr>
            <w:noProof/>
            <w:webHidden/>
          </w:rPr>
          <w:fldChar w:fldCharType="begin"/>
        </w:r>
        <w:r w:rsidR="003D33BD">
          <w:rPr>
            <w:noProof/>
            <w:webHidden/>
          </w:rPr>
          <w:instrText xml:space="preserve"> PAGEREF _Toc45023915 \h </w:instrText>
        </w:r>
        <w:r w:rsidR="003D33BD">
          <w:rPr>
            <w:noProof/>
            <w:webHidden/>
          </w:rPr>
        </w:r>
        <w:r w:rsidR="003D33BD">
          <w:rPr>
            <w:noProof/>
            <w:webHidden/>
          </w:rPr>
          <w:fldChar w:fldCharType="separate"/>
        </w:r>
        <w:r w:rsidR="003D33BD">
          <w:rPr>
            <w:noProof/>
            <w:webHidden/>
          </w:rPr>
          <w:t>27</w:t>
        </w:r>
        <w:r w:rsidR="003D33BD">
          <w:rPr>
            <w:noProof/>
            <w:webHidden/>
          </w:rPr>
          <w:fldChar w:fldCharType="end"/>
        </w:r>
      </w:hyperlink>
    </w:p>
    <w:p w14:paraId="61384575" w14:textId="19050A2E" w:rsidR="003D33BD" w:rsidRDefault="00107E6A">
      <w:pPr>
        <w:pStyle w:val="Obsah1"/>
        <w:rPr>
          <w:rFonts w:eastAsiaTheme="minorEastAsia"/>
          <w:caps w:val="0"/>
          <w:noProof/>
          <w:sz w:val="22"/>
          <w:szCs w:val="22"/>
          <w:lang w:eastAsia="cs-CZ"/>
        </w:rPr>
      </w:pPr>
      <w:hyperlink w:anchor="_Toc45023916" w:history="1">
        <w:r w:rsidR="003D33BD" w:rsidRPr="00FA77BE">
          <w:rPr>
            <w:rStyle w:val="Hypertextovodkaz"/>
          </w:rPr>
          <w:t>17.</w:t>
        </w:r>
        <w:r w:rsidR="003D33BD">
          <w:rPr>
            <w:rFonts w:eastAsiaTheme="minorEastAsia"/>
            <w:caps w:val="0"/>
            <w:noProof/>
            <w:sz w:val="22"/>
            <w:szCs w:val="22"/>
            <w:lang w:eastAsia="cs-CZ"/>
          </w:rPr>
          <w:tab/>
        </w:r>
        <w:r w:rsidR="003D33BD" w:rsidRPr="00FA77BE">
          <w:rPr>
            <w:rStyle w:val="Hypertextovodkaz"/>
          </w:rPr>
          <w:t>ZRUŠENÍ ZADÁVACÍHO ŘÍZENÍ</w:t>
        </w:r>
        <w:r w:rsidR="003D33BD">
          <w:rPr>
            <w:noProof/>
            <w:webHidden/>
          </w:rPr>
          <w:tab/>
        </w:r>
        <w:r w:rsidR="003D33BD">
          <w:rPr>
            <w:noProof/>
            <w:webHidden/>
          </w:rPr>
          <w:fldChar w:fldCharType="begin"/>
        </w:r>
        <w:r w:rsidR="003D33BD">
          <w:rPr>
            <w:noProof/>
            <w:webHidden/>
          </w:rPr>
          <w:instrText xml:space="preserve"> PAGEREF _Toc45023916 \h </w:instrText>
        </w:r>
        <w:r w:rsidR="003D33BD">
          <w:rPr>
            <w:noProof/>
            <w:webHidden/>
          </w:rPr>
        </w:r>
        <w:r w:rsidR="003D33BD">
          <w:rPr>
            <w:noProof/>
            <w:webHidden/>
          </w:rPr>
          <w:fldChar w:fldCharType="separate"/>
        </w:r>
        <w:r w:rsidR="003D33BD">
          <w:rPr>
            <w:noProof/>
            <w:webHidden/>
          </w:rPr>
          <w:t>37</w:t>
        </w:r>
        <w:r w:rsidR="003D33BD">
          <w:rPr>
            <w:noProof/>
            <w:webHidden/>
          </w:rPr>
          <w:fldChar w:fldCharType="end"/>
        </w:r>
      </w:hyperlink>
    </w:p>
    <w:p w14:paraId="46CD8FF7" w14:textId="75820B32" w:rsidR="003D33BD" w:rsidRDefault="00107E6A">
      <w:pPr>
        <w:pStyle w:val="Obsah1"/>
        <w:rPr>
          <w:rFonts w:eastAsiaTheme="minorEastAsia"/>
          <w:caps w:val="0"/>
          <w:noProof/>
          <w:sz w:val="22"/>
          <w:szCs w:val="22"/>
          <w:lang w:eastAsia="cs-CZ"/>
        </w:rPr>
      </w:pPr>
      <w:hyperlink w:anchor="_Toc45023917" w:history="1">
        <w:r w:rsidR="003D33BD" w:rsidRPr="00FA77BE">
          <w:rPr>
            <w:rStyle w:val="Hypertextovodkaz"/>
          </w:rPr>
          <w:t>18.</w:t>
        </w:r>
        <w:r w:rsidR="003D33BD">
          <w:rPr>
            <w:rFonts w:eastAsiaTheme="minorEastAsia"/>
            <w:caps w:val="0"/>
            <w:noProof/>
            <w:sz w:val="22"/>
            <w:szCs w:val="22"/>
            <w:lang w:eastAsia="cs-CZ"/>
          </w:rPr>
          <w:tab/>
        </w:r>
        <w:r w:rsidR="003D33BD" w:rsidRPr="00FA77BE">
          <w:rPr>
            <w:rStyle w:val="Hypertextovodkaz"/>
          </w:rPr>
          <w:t>UZAVŘENÍ SMLOUVY</w:t>
        </w:r>
        <w:r w:rsidR="003D33BD">
          <w:rPr>
            <w:noProof/>
            <w:webHidden/>
          </w:rPr>
          <w:tab/>
        </w:r>
        <w:r w:rsidR="003D33BD">
          <w:rPr>
            <w:noProof/>
            <w:webHidden/>
          </w:rPr>
          <w:fldChar w:fldCharType="begin"/>
        </w:r>
        <w:r w:rsidR="003D33BD">
          <w:rPr>
            <w:noProof/>
            <w:webHidden/>
          </w:rPr>
          <w:instrText xml:space="preserve"> PAGEREF _Toc45023917 \h </w:instrText>
        </w:r>
        <w:r w:rsidR="003D33BD">
          <w:rPr>
            <w:noProof/>
            <w:webHidden/>
          </w:rPr>
        </w:r>
        <w:r w:rsidR="003D33BD">
          <w:rPr>
            <w:noProof/>
            <w:webHidden/>
          </w:rPr>
          <w:fldChar w:fldCharType="separate"/>
        </w:r>
        <w:r w:rsidR="003D33BD">
          <w:rPr>
            <w:noProof/>
            <w:webHidden/>
          </w:rPr>
          <w:t>37</w:t>
        </w:r>
        <w:r w:rsidR="003D33BD">
          <w:rPr>
            <w:noProof/>
            <w:webHidden/>
          </w:rPr>
          <w:fldChar w:fldCharType="end"/>
        </w:r>
      </w:hyperlink>
    </w:p>
    <w:p w14:paraId="5718D73D" w14:textId="37FBE92B" w:rsidR="003D33BD" w:rsidRDefault="00107E6A">
      <w:pPr>
        <w:pStyle w:val="Obsah1"/>
        <w:rPr>
          <w:rFonts w:eastAsiaTheme="minorEastAsia"/>
          <w:caps w:val="0"/>
          <w:noProof/>
          <w:sz w:val="22"/>
          <w:szCs w:val="22"/>
          <w:lang w:eastAsia="cs-CZ"/>
        </w:rPr>
      </w:pPr>
      <w:hyperlink w:anchor="_Toc45023918" w:history="1">
        <w:r w:rsidR="003D33BD" w:rsidRPr="00FA77BE">
          <w:rPr>
            <w:rStyle w:val="Hypertextovodkaz"/>
          </w:rPr>
          <w:t>19.</w:t>
        </w:r>
        <w:r w:rsidR="003D33BD">
          <w:rPr>
            <w:rFonts w:eastAsiaTheme="minorEastAsia"/>
            <w:caps w:val="0"/>
            <w:noProof/>
            <w:sz w:val="22"/>
            <w:szCs w:val="22"/>
            <w:lang w:eastAsia="cs-CZ"/>
          </w:rPr>
          <w:tab/>
        </w:r>
        <w:r w:rsidR="003D33BD" w:rsidRPr="00FA77BE">
          <w:rPr>
            <w:rStyle w:val="Hypertextovodkaz"/>
          </w:rPr>
          <w:t>OCHRANA INFORMACÍ</w:t>
        </w:r>
        <w:r w:rsidR="003D33BD">
          <w:rPr>
            <w:noProof/>
            <w:webHidden/>
          </w:rPr>
          <w:tab/>
        </w:r>
        <w:r w:rsidR="003D33BD">
          <w:rPr>
            <w:noProof/>
            <w:webHidden/>
          </w:rPr>
          <w:fldChar w:fldCharType="begin"/>
        </w:r>
        <w:r w:rsidR="003D33BD">
          <w:rPr>
            <w:noProof/>
            <w:webHidden/>
          </w:rPr>
          <w:instrText xml:space="preserve"> PAGEREF _Toc45023918 \h </w:instrText>
        </w:r>
        <w:r w:rsidR="003D33BD">
          <w:rPr>
            <w:noProof/>
            <w:webHidden/>
          </w:rPr>
        </w:r>
        <w:r w:rsidR="003D33BD">
          <w:rPr>
            <w:noProof/>
            <w:webHidden/>
          </w:rPr>
          <w:fldChar w:fldCharType="separate"/>
        </w:r>
        <w:r w:rsidR="003D33BD">
          <w:rPr>
            <w:noProof/>
            <w:webHidden/>
          </w:rPr>
          <w:t>40</w:t>
        </w:r>
        <w:r w:rsidR="003D33BD">
          <w:rPr>
            <w:noProof/>
            <w:webHidden/>
          </w:rPr>
          <w:fldChar w:fldCharType="end"/>
        </w:r>
      </w:hyperlink>
    </w:p>
    <w:p w14:paraId="6F061733" w14:textId="7071C6C8" w:rsidR="003D33BD" w:rsidRDefault="00107E6A">
      <w:pPr>
        <w:pStyle w:val="Obsah1"/>
        <w:rPr>
          <w:rFonts w:eastAsiaTheme="minorEastAsia"/>
          <w:caps w:val="0"/>
          <w:noProof/>
          <w:sz w:val="22"/>
          <w:szCs w:val="22"/>
          <w:lang w:eastAsia="cs-CZ"/>
        </w:rPr>
      </w:pPr>
      <w:hyperlink w:anchor="_Toc45023919" w:history="1">
        <w:r w:rsidR="003D33BD" w:rsidRPr="00FA77BE">
          <w:rPr>
            <w:rStyle w:val="Hypertextovodkaz"/>
          </w:rPr>
          <w:t>20.</w:t>
        </w:r>
        <w:r w:rsidR="003D33BD">
          <w:rPr>
            <w:rFonts w:eastAsiaTheme="minorEastAsia"/>
            <w:caps w:val="0"/>
            <w:noProof/>
            <w:sz w:val="22"/>
            <w:szCs w:val="22"/>
            <w:lang w:eastAsia="cs-CZ"/>
          </w:rPr>
          <w:tab/>
        </w:r>
        <w:r w:rsidR="003D33BD" w:rsidRPr="00FA77BE">
          <w:rPr>
            <w:rStyle w:val="Hypertextovodkaz"/>
          </w:rPr>
          <w:t>ZADÁVACÍ LHŮTA A JISTOTA ZA NABÍDKU</w:t>
        </w:r>
        <w:r w:rsidR="003D33BD">
          <w:rPr>
            <w:noProof/>
            <w:webHidden/>
          </w:rPr>
          <w:tab/>
        </w:r>
        <w:r w:rsidR="003D33BD">
          <w:rPr>
            <w:noProof/>
            <w:webHidden/>
          </w:rPr>
          <w:fldChar w:fldCharType="begin"/>
        </w:r>
        <w:r w:rsidR="003D33BD">
          <w:rPr>
            <w:noProof/>
            <w:webHidden/>
          </w:rPr>
          <w:instrText xml:space="preserve"> PAGEREF _Toc45023919 \h </w:instrText>
        </w:r>
        <w:r w:rsidR="003D33BD">
          <w:rPr>
            <w:noProof/>
            <w:webHidden/>
          </w:rPr>
        </w:r>
        <w:r w:rsidR="003D33BD">
          <w:rPr>
            <w:noProof/>
            <w:webHidden/>
          </w:rPr>
          <w:fldChar w:fldCharType="separate"/>
        </w:r>
        <w:r w:rsidR="003D33BD">
          <w:rPr>
            <w:noProof/>
            <w:webHidden/>
          </w:rPr>
          <w:t>40</w:t>
        </w:r>
        <w:r w:rsidR="003D33BD">
          <w:rPr>
            <w:noProof/>
            <w:webHidden/>
          </w:rPr>
          <w:fldChar w:fldCharType="end"/>
        </w:r>
      </w:hyperlink>
    </w:p>
    <w:p w14:paraId="57B4E9C6" w14:textId="5FC21F70" w:rsidR="003D33BD" w:rsidRDefault="00107E6A">
      <w:pPr>
        <w:pStyle w:val="Obsah1"/>
        <w:rPr>
          <w:rFonts w:eastAsiaTheme="minorEastAsia"/>
          <w:caps w:val="0"/>
          <w:noProof/>
          <w:sz w:val="22"/>
          <w:szCs w:val="22"/>
          <w:lang w:eastAsia="cs-CZ"/>
        </w:rPr>
      </w:pPr>
      <w:hyperlink w:anchor="_Toc45023920" w:history="1">
        <w:r w:rsidR="003D33BD" w:rsidRPr="00FA77BE">
          <w:rPr>
            <w:rStyle w:val="Hypertextovodkaz"/>
          </w:rPr>
          <w:t>21.</w:t>
        </w:r>
        <w:r w:rsidR="003D33BD">
          <w:rPr>
            <w:rFonts w:eastAsiaTheme="minorEastAsia"/>
            <w:caps w:val="0"/>
            <w:noProof/>
            <w:sz w:val="22"/>
            <w:szCs w:val="22"/>
            <w:lang w:eastAsia="cs-CZ"/>
          </w:rPr>
          <w:tab/>
        </w:r>
        <w:r w:rsidR="003D33BD" w:rsidRPr="00FA77BE">
          <w:rPr>
            <w:rStyle w:val="Hypertextovodkaz"/>
          </w:rPr>
          <w:t>PŘÍLOHY TĚCHTO POKYNŮ</w:t>
        </w:r>
        <w:r w:rsidR="003D33BD">
          <w:rPr>
            <w:noProof/>
            <w:webHidden/>
          </w:rPr>
          <w:tab/>
        </w:r>
        <w:r w:rsidR="003D33BD">
          <w:rPr>
            <w:noProof/>
            <w:webHidden/>
          </w:rPr>
          <w:fldChar w:fldCharType="begin"/>
        </w:r>
        <w:r w:rsidR="003D33BD">
          <w:rPr>
            <w:noProof/>
            <w:webHidden/>
          </w:rPr>
          <w:instrText xml:space="preserve"> PAGEREF _Toc45023920 \h </w:instrText>
        </w:r>
        <w:r w:rsidR="003D33BD">
          <w:rPr>
            <w:noProof/>
            <w:webHidden/>
          </w:rPr>
        </w:r>
        <w:r w:rsidR="003D33BD">
          <w:rPr>
            <w:noProof/>
            <w:webHidden/>
          </w:rPr>
          <w:fldChar w:fldCharType="separate"/>
        </w:r>
        <w:r w:rsidR="003D33BD">
          <w:rPr>
            <w:noProof/>
            <w:webHidden/>
          </w:rPr>
          <w:t>41</w:t>
        </w:r>
        <w:r w:rsidR="003D33BD">
          <w:rPr>
            <w:noProof/>
            <w:webHidden/>
          </w:rPr>
          <w:fldChar w:fldCharType="end"/>
        </w:r>
      </w:hyperlink>
    </w:p>
    <w:p w14:paraId="30BE3EBD" w14:textId="4ED36BCF" w:rsidR="00AD0C7B" w:rsidRDefault="00BD7E91" w:rsidP="008D03B9">
      <w:r>
        <w:fldChar w:fldCharType="end"/>
      </w:r>
    </w:p>
    <w:p w14:paraId="0D79A2EB" w14:textId="77777777" w:rsidR="00AD0C7B" w:rsidRDefault="00AD0C7B">
      <w:r>
        <w:br w:type="page"/>
      </w:r>
    </w:p>
    <w:p w14:paraId="0E6BC513" w14:textId="77777777" w:rsidR="0035531B" w:rsidRDefault="0035531B" w:rsidP="0035531B">
      <w:pPr>
        <w:pStyle w:val="Nadpis1-1"/>
      </w:pPr>
      <w:bookmarkStart w:id="0" w:name="_Toc45023900"/>
      <w:bookmarkStart w:id="1" w:name="_Toc389559699"/>
      <w:bookmarkStart w:id="2" w:name="_Toc397429847"/>
      <w:bookmarkStart w:id="3" w:name="_Ref433028040"/>
      <w:bookmarkStart w:id="4" w:name="_Toc1048197"/>
      <w:r>
        <w:lastRenderedPageBreak/>
        <w:t>ÚVODNÍ USTANOVENÍ</w:t>
      </w:r>
      <w:bookmarkEnd w:id="0"/>
    </w:p>
    <w:p w14:paraId="57742A1D" w14:textId="728292CB" w:rsidR="00652EFD" w:rsidRDefault="00652EFD" w:rsidP="00652EFD">
      <w:pPr>
        <w:pStyle w:val="Text1-1"/>
      </w:pPr>
      <w:r>
        <w:t>Zadávací řízení této veřejné zakázky a všechny navazující právní vztahy se řídí právem České republiky, zejména zákonem č. 134/2016 Sb., o zadávání veřejných zakázek, ve</w:t>
      </w:r>
      <w:r w:rsidR="00A82DF5">
        <w:t> </w:t>
      </w:r>
      <w:r>
        <w:t>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1E808DED" w14:textId="78DC63D4"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w:t>
      </w:r>
      <w:r w:rsidR="00863C32">
        <w:rPr>
          <w:b/>
        </w:rPr>
        <w:t> </w:t>
      </w:r>
      <w:r w:rsidRPr="00652EFD">
        <w:rPr>
          <w:b/>
        </w:rPr>
        <w:t>souladu s § 151 odst. 1 ZZVZ se tato zakázka považuje za sektorovou veřejnou zakázku.</w:t>
      </w:r>
    </w:p>
    <w:p w14:paraId="44D18C72" w14:textId="77777777" w:rsidR="00652EFD" w:rsidRPr="00652EFD" w:rsidRDefault="00652EFD" w:rsidP="00652EFD">
      <w:pPr>
        <w:pStyle w:val="Text1-1"/>
        <w:rPr>
          <w:b/>
        </w:rPr>
      </w:pPr>
      <w:r w:rsidRPr="00652EFD">
        <w:rPr>
          <w:b/>
        </w:rPr>
        <w:t>Veřejná zakázka na služby je zadávána v otevřeném řízení dle § 56 a násl. ZZVZ.</w:t>
      </w:r>
    </w:p>
    <w:p w14:paraId="3605D8F7" w14:textId="39EEC549"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w:t>
      </w:r>
      <w:r w:rsidR="00863C32">
        <w:t> </w:t>
      </w:r>
      <w:r>
        <w:t>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1961569F"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4644D1E6"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593550FA" w14:textId="1813525F"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w:t>
      </w:r>
      <w:r w:rsidR="00863C32">
        <w:t> </w:t>
      </w:r>
      <w:r>
        <w:t>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r w:rsidR="00863C32">
        <w:rPr>
          <w:szCs w:val="24"/>
        </w:rPr>
        <w:t>.</w:t>
      </w:r>
    </w:p>
    <w:p w14:paraId="6D705A4A" w14:textId="7F6F51F1"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w:t>
      </w:r>
      <w:r w:rsidR="003B5AC0">
        <w:t> </w:t>
      </w:r>
      <w:r>
        <w:t>nesplnění podmínek účasti v zadávacím řízení s následkem vyloučení účastníka zadávacího řízení. Vybraný dodavatel bude pro nesplnění podmínek účasti v zadávacím řízení vyloučen v souladu s § 48 ZZVZ.</w:t>
      </w:r>
    </w:p>
    <w:p w14:paraId="0A44B010"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8230DF0" w14:textId="77777777" w:rsidR="0035531B" w:rsidRDefault="0035531B" w:rsidP="0035531B">
      <w:pPr>
        <w:pStyle w:val="Nadpis1-1"/>
      </w:pPr>
      <w:bookmarkStart w:id="5" w:name="_Toc45023901"/>
      <w:r>
        <w:t>IDENTIFIKAČNÍ ÚDAJE ZADAVATELE</w:t>
      </w:r>
      <w:bookmarkEnd w:id="5"/>
    </w:p>
    <w:p w14:paraId="43DA6589"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2C761F33" w14:textId="77777777" w:rsidR="0035531B" w:rsidRDefault="0035531B" w:rsidP="0035531B">
      <w:pPr>
        <w:pStyle w:val="Textbezslovn"/>
        <w:spacing w:after="0"/>
      </w:pPr>
      <w:r>
        <w:t>sídlo: Dlážděná 1003/7, Praha 1</w:t>
      </w:r>
      <w:r w:rsidR="0076241C">
        <w:t>-</w:t>
      </w:r>
      <w:r>
        <w:t xml:space="preserve"> Nové Město, PSČ 110 00</w:t>
      </w:r>
    </w:p>
    <w:p w14:paraId="4A97A69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6DFD2FE" w14:textId="77777777" w:rsidR="0035531B" w:rsidRDefault="0035531B" w:rsidP="0035531B">
      <w:pPr>
        <w:pStyle w:val="Textbezslovn"/>
        <w:spacing w:after="0"/>
      </w:pPr>
      <w:r>
        <w:t>IČO: 70994234</w:t>
      </w:r>
    </w:p>
    <w:p w14:paraId="43AE1AB6" w14:textId="77777777" w:rsidR="0035531B" w:rsidRDefault="0035531B" w:rsidP="0035531B">
      <w:pPr>
        <w:pStyle w:val="Textbezslovn"/>
        <w:spacing w:after="0"/>
      </w:pPr>
      <w:r>
        <w:t>DIČ: CZ70994234</w:t>
      </w:r>
    </w:p>
    <w:p w14:paraId="09439A0D" w14:textId="77777777" w:rsidR="0035531B" w:rsidRDefault="0035531B" w:rsidP="0035531B">
      <w:pPr>
        <w:pStyle w:val="Textbezslovn"/>
        <w:spacing w:after="0"/>
      </w:pPr>
      <w:r>
        <w:lastRenderedPageBreak/>
        <w:t>Identifikátor datové schránky: uccchjm</w:t>
      </w:r>
    </w:p>
    <w:p w14:paraId="0179A7B6" w14:textId="77777777" w:rsidR="0035531B" w:rsidRDefault="0035531B" w:rsidP="00B72BD9">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3323B36E" w14:textId="77777777" w:rsidR="0035531B" w:rsidRDefault="0035531B" w:rsidP="0035531B">
      <w:pPr>
        <w:pStyle w:val="Nadpis1-1"/>
      </w:pPr>
      <w:bookmarkStart w:id="6" w:name="_Toc45023902"/>
      <w:r>
        <w:t>KOMUNIKACE MEZI ZADAVATELEM</w:t>
      </w:r>
      <w:r w:rsidR="00845C50">
        <w:t xml:space="preserve"> a </w:t>
      </w:r>
      <w:r>
        <w:t>DODAVATELEM</w:t>
      </w:r>
      <w:bookmarkEnd w:id="6"/>
      <w:r>
        <w:t xml:space="preserve"> </w:t>
      </w:r>
    </w:p>
    <w:p w14:paraId="7BA75348"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501B32" w:rsidRPr="001607E5">
          <w:rPr>
            <w:rStyle w:val="Hypertextovodkaz"/>
            <w:noProof w:val="0"/>
          </w:rPr>
          <w:t>https://zakazky.szdc.cz/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5D32F212" w14:textId="77777777" w:rsidR="007256DC" w:rsidRDefault="007256DC" w:rsidP="007256DC">
      <w:pPr>
        <w:pStyle w:val="Text1-1"/>
      </w:pPr>
      <w:r>
        <w:t>Kontaktní osobou zadavatele pro zadávací řízení je: Ing. Jana Šedová</w:t>
      </w:r>
    </w:p>
    <w:p w14:paraId="067D76FB" w14:textId="77777777" w:rsidR="007256DC" w:rsidRDefault="007256DC" w:rsidP="007256DC">
      <w:pPr>
        <w:pStyle w:val="Textbezslovn"/>
        <w:spacing w:after="0"/>
      </w:pPr>
      <w:r>
        <w:t xml:space="preserve">telefon: </w:t>
      </w:r>
      <w:r>
        <w:tab/>
        <w:t>+420</w:t>
      </w:r>
      <w:r w:rsidR="003561CA">
        <w:t> 727 966 017</w:t>
      </w:r>
    </w:p>
    <w:p w14:paraId="164A37E1" w14:textId="606C4208" w:rsidR="007256DC" w:rsidRDefault="007256DC" w:rsidP="007256DC">
      <w:pPr>
        <w:pStyle w:val="Textbezslovn"/>
        <w:spacing w:after="0"/>
      </w:pPr>
      <w:r>
        <w:t xml:space="preserve">e-mail: </w:t>
      </w:r>
      <w:r>
        <w:tab/>
        <w:t>sedova@</w:t>
      </w:r>
      <w:r w:rsidR="00863C32">
        <w:t>spravazeleznic</w:t>
      </w:r>
      <w:r>
        <w:t>.cz</w:t>
      </w:r>
    </w:p>
    <w:p w14:paraId="384E6B29" w14:textId="77777777" w:rsidR="007256DC" w:rsidRDefault="007256DC" w:rsidP="007256DC">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3371D51E" w14:textId="77777777" w:rsidR="007256DC" w:rsidRPr="00233EB0" w:rsidRDefault="007256DC" w:rsidP="007256DC">
      <w:pPr>
        <w:pStyle w:val="Zkladntext"/>
        <w:spacing w:after="0" w:line="240" w:lineRule="auto"/>
        <w:ind w:left="1418"/>
        <w:jc w:val="both"/>
      </w:pPr>
      <w:r>
        <w:tab/>
      </w:r>
      <w:r w:rsidRPr="00233EB0">
        <w:t>Stavební správa západ</w:t>
      </w:r>
    </w:p>
    <w:p w14:paraId="3109B5D8" w14:textId="77777777" w:rsidR="007256DC" w:rsidRPr="00233EB0" w:rsidRDefault="007256DC" w:rsidP="007256DC">
      <w:pPr>
        <w:pStyle w:val="Zkladntext"/>
        <w:spacing w:after="0" w:line="240" w:lineRule="auto"/>
        <w:ind w:left="1418"/>
        <w:jc w:val="both"/>
      </w:pPr>
      <w:r w:rsidRPr="00233EB0">
        <w:tab/>
        <w:t>Sokolovská 1955/278</w:t>
      </w:r>
    </w:p>
    <w:p w14:paraId="5C91E00E" w14:textId="77777777" w:rsidR="0035531B" w:rsidRDefault="007256DC" w:rsidP="007256DC">
      <w:pPr>
        <w:pStyle w:val="Textbezslovn"/>
      </w:pPr>
      <w:r w:rsidRPr="00233EB0">
        <w:tab/>
      </w:r>
      <w:r>
        <w:tab/>
      </w:r>
      <w:r w:rsidRPr="00233EB0">
        <w:t>190 00 Praha 9</w:t>
      </w:r>
    </w:p>
    <w:p w14:paraId="634D68F4" w14:textId="77777777" w:rsidR="0035531B" w:rsidRDefault="0035531B" w:rsidP="0035531B">
      <w:pPr>
        <w:pStyle w:val="Nadpis1-1"/>
      </w:pPr>
      <w:bookmarkStart w:id="7" w:name="_Toc45023903"/>
      <w:r>
        <w:t>ÚČEL</w:t>
      </w:r>
      <w:r w:rsidR="00845C50">
        <w:t xml:space="preserve"> a </w:t>
      </w:r>
      <w:r>
        <w:t>PŘEDMĚT PLNĚNÍ VEŘEJNÉ ZAKÁZKY</w:t>
      </w:r>
      <w:bookmarkEnd w:id="7"/>
    </w:p>
    <w:p w14:paraId="2BC039C0" w14:textId="77777777" w:rsidR="0035531B" w:rsidRDefault="0035531B" w:rsidP="0035531B">
      <w:pPr>
        <w:pStyle w:val="Text1-1"/>
      </w:pPr>
      <w:r>
        <w:t>Účel veřejné zakázky</w:t>
      </w:r>
    </w:p>
    <w:p w14:paraId="08743DD1" w14:textId="77777777" w:rsidR="0035531B" w:rsidRPr="00C935FE" w:rsidRDefault="002C2682" w:rsidP="0035531B">
      <w:pPr>
        <w:pStyle w:val="Textbezslovn"/>
      </w:pPr>
      <w:r w:rsidRPr="00C935FE">
        <w:t xml:space="preserve">Účelem zakázky je zpracování dokumentace pro zrychlení a zkvalitnění mezinárodní dopravy na rameni Praha – Plzeň – Nűrnberg/Műnchen, meziregionální dopravy v úseku Praha – Plzeň a regionální dopravy v úseku Praha – Beroun, dále odlehčení příměstskou dopravou silně zatíženého úseku Praha – Řevnice. </w:t>
      </w:r>
    </w:p>
    <w:p w14:paraId="6E741DD7" w14:textId="77777777" w:rsidR="0035531B" w:rsidRPr="00C935FE" w:rsidRDefault="0035531B" w:rsidP="0035531B">
      <w:pPr>
        <w:pStyle w:val="Text1-1"/>
      </w:pPr>
      <w:r w:rsidRPr="00C935FE">
        <w:t>Předmět plnění veřejné zakázky</w:t>
      </w:r>
    </w:p>
    <w:p w14:paraId="77A9B3AB" w14:textId="01021C0C" w:rsidR="00652EFD" w:rsidRPr="003B551C" w:rsidRDefault="000504BB" w:rsidP="00652EFD">
      <w:pPr>
        <w:pStyle w:val="Text1-1"/>
        <w:numPr>
          <w:ilvl w:val="0"/>
          <w:numId w:val="0"/>
        </w:numPr>
        <w:ind w:left="737"/>
        <w:rPr>
          <w:color w:val="FF0000"/>
        </w:rPr>
      </w:pPr>
      <w:r w:rsidRPr="00C935FE">
        <w:t xml:space="preserve">Předmětem zakázky je </w:t>
      </w:r>
      <w:r w:rsidR="00D213F7" w:rsidRPr="00C935FE">
        <w:t>z</w:t>
      </w:r>
      <w:r w:rsidRPr="00C935FE">
        <w:t>pracování aktualizace dokumentace pro územní řízení včetně zpracování oznámení dle § 6 a dokumentace EIA dle § 8 zákona č. 100/2001 Sb., o</w:t>
      </w:r>
      <w:r w:rsidR="00863C32">
        <w:t> </w:t>
      </w:r>
      <w:r w:rsidRPr="00C935FE">
        <w:t xml:space="preserve">posuzování vlivů na životní prostředí, ve znění pozdějších předpisů, stavby „Novostavba trati Praha-Smíchov – Beroun“, dále </w:t>
      </w:r>
      <w:r w:rsidR="00C935FE" w:rsidRPr="00C935FE">
        <w:t xml:space="preserve">zpracování </w:t>
      </w:r>
      <w:r w:rsidR="009A3ED5">
        <w:t xml:space="preserve">aktualizace </w:t>
      </w:r>
      <w:r w:rsidR="00C935FE" w:rsidRPr="00C935FE">
        <w:t xml:space="preserve">projektu podrobného geotechnického průzkumu, autorský dozor podrobného geotechnického průzkumu a vyhodnocení </w:t>
      </w:r>
      <w:r w:rsidR="00C935FE" w:rsidRPr="003B551C">
        <w:t>podrobného geotechnického průzkumu vypracováním Zprávy podrobného geotechnického průzkumu.</w:t>
      </w:r>
      <w:r w:rsidRPr="003B551C">
        <w:t xml:space="preserve"> </w:t>
      </w:r>
      <w:r w:rsidR="009A3ED5" w:rsidRPr="003B551C">
        <w:t xml:space="preserve">Součástí plnění je i zpracování zadávací dokumentace pro </w:t>
      </w:r>
      <w:r w:rsidR="003B551C" w:rsidRPr="003B551C">
        <w:t>P+R a zajištění majetkoprávního vypořádání v podrobnostech DSP</w:t>
      </w:r>
      <w:r w:rsidR="009A3ED5" w:rsidRPr="003B551C">
        <w:t>.</w:t>
      </w:r>
    </w:p>
    <w:p w14:paraId="445E9CFC" w14:textId="05449BE5" w:rsidR="0076241C" w:rsidRPr="00C935FE" w:rsidRDefault="00D213F7" w:rsidP="0076241C">
      <w:pPr>
        <w:pStyle w:val="Text1-1"/>
        <w:numPr>
          <w:ilvl w:val="0"/>
          <w:numId w:val="0"/>
        </w:numPr>
        <w:ind w:left="737"/>
      </w:pPr>
      <w:r w:rsidRPr="00C935FE">
        <w:t>Součástí</w:t>
      </w:r>
      <w:r w:rsidR="0076241C" w:rsidRPr="00C935FE">
        <w:t xml:space="preserve"> zpracování dokumentace pro územní řízení </w:t>
      </w:r>
      <w:r w:rsidR="00EB03C0" w:rsidRPr="00C935FE">
        <w:t>je rovněž zajištění úplné dokladové části pro územní řízení včetně podání žádosti o vydání územního rozhodnutí a spolupráce při vydání příslušných rozhodnutí až do nabytí jejich právní moci.</w:t>
      </w:r>
      <w:r w:rsidR="001E49F9">
        <w:t xml:space="preserve"> Součástí plnění je i z</w:t>
      </w:r>
      <w:r w:rsidR="00863C32">
        <w:t>ajištění stavební uzávěry pro lokality budoucích zařízení stavenišť.</w:t>
      </w:r>
    </w:p>
    <w:p w14:paraId="7CB93EBE" w14:textId="5DE94255" w:rsidR="0076241C" w:rsidRPr="00C935FE" w:rsidRDefault="0076241C" w:rsidP="0076241C">
      <w:pPr>
        <w:pStyle w:val="Text1-1"/>
        <w:numPr>
          <w:ilvl w:val="0"/>
          <w:numId w:val="0"/>
        </w:numPr>
        <w:ind w:left="737"/>
      </w:pPr>
      <w:r w:rsidRPr="00C935FE">
        <w:t>Dokumentace pro územní řízení bude zpracována v souladu s vyhláškou č. 499/2006 Sb., o dokumentaci staveb, ve znění pozdějších předpisů, a se Směrnicí GŘ SŽDC č. 11/2006 „Dokumentace pro přípravu staveb na železničních drahách celostátních a regionálních“, v platném znění, dle platných předpisů a technických norem a v souladu s Technickými kvalitativními podmínkami staveb státních drah. V případě rozdílů mezi vyhláškou č. 499/2006 Sb., ve znění pozdějších předpisů, a Směrnicí č. 11/2006 platí ustanovení vyhlášky č. 499/2006 Sb., ve znění pozdějších předpisů</w:t>
      </w:r>
      <w:r w:rsidR="00863C32">
        <w:t>.</w:t>
      </w:r>
    </w:p>
    <w:p w14:paraId="69A8FF00" w14:textId="77777777" w:rsidR="0076241C" w:rsidRPr="00C935FE" w:rsidRDefault="0076241C" w:rsidP="0076241C">
      <w:pPr>
        <w:pStyle w:val="Text1-1"/>
        <w:numPr>
          <w:ilvl w:val="0"/>
          <w:numId w:val="0"/>
        </w:numPr>
        <w:ind w:left="737"/>
      </w:pPr>
      <w:r w:rsidRPr="00C935FE">
        <w:t>Součástí zakázky je i zajištění posouzení vlivu záměru na životní prostředí ve smyslu zák. č. 100/2001 Sb., o posuzování vlivů na životní prostředí, ve znění pozdějších předpisů.</w:t>
      </w:r>
    </w:p>
    <w:p w14:paraId="134B8622" w14:textId="77777777" w:rsidR="00652EFD" w:rsidRDefault="00652EFD" w:rsidP="00652EFD">
      <w:pPr>
        <w:pStyle w:val="Text1-1"/>
        <w:numPr>
          <w:ilvl w:val="0"/>
          <w:numId w:val="0"/>
        </w:numPr>
        <w:ind w:left="737"/>
      </w:pPr>
      <w:r>
        <w:lastRenderedPageBreak/>
        <w:t>Bližší specifikace předmětu plnění veřejné zakázky je upravena v dalších částech zadávací dokumentace.</w:t>
      </w:r>
    </w:p>
    <w:p w14:paraId="536585BD" w14:textId="77777777" w:rsidR="00652EFD" w:rsidRDefault="00652EFD" w:rsidP="00652EFD">
      <w:pPr>
        <w:pStyle w:val="Text1-1"/>
      </w:pPr>
      <w:r>
        <w:t>Klasifikace předmětu veřejné zakázky</w:t>
      </w:r>
    </w:p>
    <w:p w14:paraId="78C8971F"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425A7CF1" w14:textId="77777777" w:rsidR="00652EFD" w:rsidRDefault="00652EFD" w:rsidP="00652EFD">
      <w:pPr>
        <w:pStyle w:val="Text1-1"/>
        <w:numPr>
          <w:ilvl w:val="0"/>
          <w:numId w:val="0"/>
        </w:numPr>
        <w:spacing w:after="0"/>
        <w:ind w:left="737"/>
      </w:pPr>
      <w:r>
        <w:t>kód CPV 71311230-2 Železniční stavitelství</w:t>
      </w:r>
    </w:p>
    <w:p w14:paraId="24780CFC" w14:textId="77777777" w:rsidR="00E84174" w:rsidRDefault="00E84174" w:rsidP="00E84174">
      <w:pPr>
        <w:pStyle w:val="Text1-1"/>
        <w:numPr>
          <w:ilvl w:val="0"/>
          <w:numId w:val="0"/>
        </w:numPr>
        <w:spacing w:after="0"/>
        <w:ind w:left="737"/>
      </w:pPr>
      <w:r>
        <w:t>kód CPV 71317210-8 Poradenství v oblasti bezpečnosti a zdraví</w:t>
      </w:r>
    </w:p>
    <w:p w14:paraId="2C96D473" w14:textId="77777777" w:rsidR="00E84174" w:rsidRDefault="00E84174" w:rsidP="00E84174">
      <w:pPr>
        <w:pStyle w:val="Text1-1"/>
        <w:numPr>
          <w:ilvl w:val="0"/>
          <w:numId w:val="0"/>
        </w:numPr>
        <w:spacing w:after="0"/>
        <w:ind w:left="737"/>
      </w:pPr>
      <w:r>
        <w:t>kód CPV 71248000-8 Dohled nad projektem a dokumentací</w:t>
      </w:r>
    </w:p>
    <w:p w14:paraId="3160FC65" w14:textId="77777777" w:rsidR="00652EFD" w:rsidRDefault="00E84174" w:rsidP="00E84174">
      <w:pPr>
        <w:pStyle w:val="Text1-1"/>
        <w:numPr>
          <w:ilvl w:val="0"/>
          <w:numId w:val="0"/>
        </w:numPr>
        <w:ind w:left="737"/>
      </w:pPr>
      <w:r w:rsidRPr="002F7CAF">
        <w:t>kód CPV 71313400-9 Posouzení vlivu stavby na životní prostřed</w:t>
      </w:r>
      <w:r w:rsidR="00652EFD" w:rsidRPr="00E84174">
        <w:t>í</w:t>
      </w:r>
    </w:p>
    <w:p w14:paraId="70BF8681"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7E97FE91" w14:textId="77777777" w:rsidR="0035531B" w:rsidRDefault="0035531B" w:rsidP="006F6B09">
      <w:pPr>
        <w:pStyle w:val="Nadpis1-1"/>
      </w:pPr>
      <w:bookmarkStart w:id="8" w:name="_Toc45023904"/>
      <w:r>
        <w:t>ZDROJE FINANCOVÁNÍ</w:t>
      </w:r>
      <w:r w:rsidR="00845C50">
        <w:t xml:space="preserve"> a </w:t>
      </w:r>
      <w:r>
        <w:t>PŘEDPOKLÁDANÁ HODNOTA VEŘEJNÉ ZAKÁZKY</w:t>
      </w:r>
      <w:bookmarkEnd w:id="8"/>
    </w:p>
    <w:p w14:paraId="280DFCAF" w14:textId="77777777" w:rsidR="0035531B" w:rsidRDefault="0035531B" w:rsidP="0035531B">
      <w:pPr>
        <w:pStyle w:val="Text1-1"/>
      </w:pPr>
      <w:r>
        <w:t>Předpokládá se spolufinancování této veřejné zakázky jak</w:t>
      </w:r>
      <w:r w:rsidR="0060115D">
        <w:t xml:space="preserve"> z </w:t>
      </w:r>
      <w:r>
        <w:t>prostředků České republiky - Státního fondu dopravní infrastruktury, tak i</w:t>
      </w:r>
      <w:r w:rsidR="0060115D">
        <w:t xml:space="preserve"> z </w:t>
      </w:r>
      <w:r>
        <w:t xml:space="preserve">prostředků Evropské unie </w:t>
      </w:r>
      <w:r w:rsidR="004D3633">
        <w:t xml:space="preserve">– </w:t>
      </w:r>
      <w:r w:rsidR="004D3633" w:rsidRPr="00191AB6">
        <w:t>Nástroje pro propojení Evropy (CEF)</w:t>
      </w:r>
      <w:r>
        <w:t>.</w:t>
      </w:r>
    </w:p>
    <w:p w14:paraId="3BA390BA" w14:textId="0A8FD4E4"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w:t>
      </w:r>
      <w:r w:rsidR="001576AE">
        <w:t xml:space="preserve"> </w:t>
      </w:r>
      <w:r w:rsidR="0076241C">
        <w:t>-</w:t>
      </w:r>
      <w:r>
        <w:t xml:space="preserve"> Nové Město, Dlážděná 1003/7, PSČ 110 00 (</w:t>
      </w:r>
      <w:r w:rsidR="001576AE">
        <w:t>Z</w:t>
      </w:r>
      <w:r>
        <w:t>adavatel).</w:t>
      </w:r>
    </w:p>
    <w:p w14:paraId="0CF41088" w14:textId="77777777" w:rsidR="0035531B" w:rsidRDefault="0035531B" w:rsidP="0035531B">
      <w:pPr>
        <w:pStyle w:val="Text1-1"/>
      </w:pPr>
      <w:r>
        <w:t xml:space="preserve">Předpokládaná hodnota veřejné zakázky činí </w:t>
      </w:r>
      <w:r w:rsidR="00376B41" w:rsidRPr="00C2138E">
        <w:rPr>
          <w:b/>
        </w:rPr>
        <w:t>160 574 437,-</w:t>
      </w:r>
      <w:r w:rsidRPr="00C2138E">
        <w:t xml:space="preserve"> </w:t>
      </w:r>
      <w:r w:rsidRPr="00C2138E">
        <w:rPr>
          <w:b/>
        </w:rPr>
        <w:t>Kč</w:t>
      </w:r>
      <w:r w:rsidRPr="00C2138E">
        <w:t xml:space="preserve"> (bez </w:t>
      </w:r>
      <w:r>
        <w:t>DPH).</w:t>
      </w:r>
    </w:p>
    <w:p w14:paraId="0A2AE689" w14:textId="77777777" w:rsidR="0035531B" w:rsidRDefault="0035531B" w:rsidP="006F6B09">
      <w:pPr>
        <w:pStyle w:val="Nadpis1-1"/>
      </w:pPr>
      <w:bookmarkStart w:id="9" w:name="_Toc45023905"/>
      <w:r>
        <w:t>OBSAH ZADÁVACÍ DOKUMENTACE</w:t>
      </w:r>
      <w:bookmarkEnd w:id="9"/>
      <w:r>
        <w:t xml:space="preserve"> </w:t>
      </w:r>
    </w:p>
    <w:p w14:paraId="2ADAC0EE"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252835EA"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2A9287A"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7E829B52" w14:textId="77777777" w:rsidR="00ED116C" w:rsidRDefault="00ED116C" w:rsidP="00ED116C">
      <w:pPr>
        <w:pStyle w:val="Textbezslovn"/>
        <w:tabs>
          <w:tab w:val="left" w:pos="1701"/>
        </w:tabs>
        <w:ind w:left="1701" w:hanging="964"/>
      </w:pPr>
      <w:r>
        <w:t>Část 2</w:t>
      </w:r>
      <w:r>
        <w:tab/>
        <w:t>Pokyny pro dodavatele</w:t>
      </w:r>
    </w:p>
    <w:p w14:paraId="738D922C"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192D85B7"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026F8E55" w14:textId="77777777" w:rsidR="00ED116C" w:rsidRDefault="00ED116C" w:rsidP="00ED116C">
      <w:pPr>
        <w:pStyle w:val="Text1-1"/>
        <w:numPr>
          <w:ilvl w:val="0"/>
          <w:numId w:val="0"/>
        </w:numPr>
        <w:spacing w:after="0"/>
        <w:ind w:left="737"/>
      </w:pPr>
      <w:r>
        <w:t>Samostatně uveřejňované přílohy:</w:t>
      </w:r>
    </w:p>
    <w:p w14:paraId="0CB405FC" w14:textId="77777777" w:rsidR="00ED116C" w:rsidRDefault="00ED116C" w:rsidP="00ED116C">
      <w:pPr>
        <w:pStyle w:val="Textbezslovn"/>
        <w:tabs>
          <w:tab w:val="left" w:pos="1701"/>
        </w:tabs>
        <w:spacing w:after="0"/>
        <w:ind w:left="1701" w:hanging="964"/>
      </w:pPr>
      <w:r>
        <w:t>Část 2</w:t>
      </w:r>
      <w:r>
        <w:tab/>
        <w:t>Obchodní podmínky</w:t>
      </w:r>
    </w:p>
    <w:p w14:paraId="71564360"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1563BEDE" w14:textId="77777777" w:rsidR="00ED116C" w:rsidRDefault="00ED116C" w:rsidP="00ED116C">
      <w:pPr>
        <w:pStyle w:val="Textbezslovn"/>
        <w:tabs>
          <w:tab w:val="left" w:pos="1701"/>
        </w:tabs>
        <w:spacing w:after="0"/>
        <w:ind w:left="1701" w:hanging="964"/>
      </w:pPr>
      <w:r>
        <w:t>Část 4</w:t>
      </w:r>
      <w:r>
        <w:tab/>
        <w:t xml:space="preserve">Všeobecné technické podmínky </w:t>
      </w:r>
    </w:p>
    <w:p w14:paraId="2E9DFEBA" w14:textId="77777777" w:rsidR="00ED116C" w:rsidRDefault="00ED116C" w:rsidP="00ED116C">
      <w:pPr>
        <w:pStyle w:val="Textbezslovn"/>
        <w:tabs>
          <w:tab w:val="left" w:pos="1701"/>
        </w:tabs>
        <w:ind w:left="1701" w:hanging="964"/>
      </w:pPr>
      <w:r>
        <w:t>Část 5</w:t>
      </w:r>
      <w:r>
        <w:tab/>
        <w:t xml:space="preserve">Zvláštní technické podmínky </w:t>
      </w:r>
      <w:r>
        <w:tab/>
      </w:r>
    </w:p>
    <w:p w14:paraId="7E41E242"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40920320" w14:textId="77777777" w:rsidR="00D40E4E" w:rsidRPr="00C935FE" w:rsidRDefault="00D40E4E" w:rsidP="00D40E4E">
      <w:pPr>
        <w:pStyle w:val="Text2-1"/>
        <w:numPr>
          <w:ilvl w:val="0"/>
          <w:numId w:val="0"/>
        </w:numPr>
        <w:spacing w:after="0"/>
        <w:ind w:left="1701" w:hanging="992"/>
      </w:pPr>
      <w:r w:rsidRPr="00C935FE">
        <w:t>Část 1</w:t>
      </w:r>
      <w:r w:rsidRPr="00C935FE">
        <w:tab/>
        <w:t xml:space="preserve">Studie proveditelnosti pro trať Praha-Smíchov – Plzeň, doplnění 2017 (nová trasa </w:t>
      </w:r>
      <w:r w:rsidR="00034FC3">
        <w:t>Praha – Beroun / Hořovice)</w:t>
      </w:r>
    </w:p>
    <w:p w14:paraId="3C8EB3EC" w14:textId="77777777" w:rsidR="00ED116C" w:rsidRPr="00C935FE" w:rsidRDefault="00C935FE" w:rsidP="00AD07CA">
      <w:pPr>
        <w:pStyle w:val="Text1-1"/>
        <w:numPr>
          <w:ilvl w:val="0"/>
          <w:numId w:val="0"/>
        </w:numPr>
        <w:tabs>
          <w:tab w:val="left" w:pos="1701"/>
        </w:tabs>
        <w:spacing w:after="0"/>
        <w:ind w:left="1701" w:hanging="992"/>
      </w:pPr>
      <w:r w:rsidRPr="00C935FE">
        <w:t>Část 2</w:t>
      </w:r>
      <w:r w:rsidR="00AD07CA" w:rsidRPr="00C935FE">
        <w:t xml:space="preserve"> </w:t>
      </w:r>
      <w:r w:rsidR="00AD07CA" w:rsidRPr="00C935FE">
        <w:tab/>
      </w:r>
      <w:r w:rsidR="00D40E4E" w:rsidRPr="00C935FE">
        <w:t>Přípravná dokumentace (DUR): Praha – B</w:t>
      </w:r>
      <w:r w:rsidR="00AD07CA" w:rsidRPr="00C935FE">
        <w:t xml:space="preserve">eroun, nové železniční spojení, </w:t>
      </w:r>
      <w:r w:rsidR="00034FC3">
        <w:t>Aktualizace 2007 a 2009</w:t>
      </w:r>
    </w:p>
    <w:p w14:paraId="499941A5" w14:textId="77777777" w:rsidR="00D40E4E" w:rsidRPr="00C935FE" w:rsidRDefault="00C935FE" w:rsidP="00AD07CA">
      <w:pPr>
        <w:pStyle w:val="Text2-1"/>
        <w:numPr>
          <w:ilvl w:val="0"/>
          <w:numId w:val="0"/>
        </w:numPr>
        <w:spacing w:after="0"/>
        <w:ind w:left="1701" w:hanging="964"/>
      </w:pPr>
      <w:r w:rsidRPr="00C935FE">
        <w:t>Část 3</w:t>
      </w:r>
      <w:r w:rsidR="00AD07CA" w:rsidRPr="00C935FE">
        <w:t xml:space="preserve"> </w:t>
      </w:r>
      <w:r w:rsidR="00AD07CA" w:rsidRPr="00C935FE">
        <w:tab/>
      </w:r>
      <w:r w:rsidR="00D40E4E" w:rsidRPr="00C935FE">
        <w:t xml:space="preserve">Praha – Beroun, nové železniční spojení - Projekt podrobného </w:t>
      </w:r>
      <w:r w:rsidR="00034FC3">
        <w:t>geotechnického průzkumu</w:t>
      </w:r>
    </w:p>
    <w:p w14:paraId="177839C6" w14:textId="77777777" w:rsidR="00D40E4E" w:rsidRPr="00C935FE" w:rsidRDefault="00C935FE" w:rsidP="00034FC3">
      <w:pPr>
        <w:pStyle w:val="Text2-1"/>
        <w:numPr>
          <w:ilvl w:val="0"/>
          <w:numId w:val="0"/>
        </w:numPr>
        <w:ind w:left="1701" w:hanging="964"/>
      </w:pPr>
      <w:r w:rsidRPr="00C935FE">
        <w:t>Část 4</w:t>
      </w:r>
      <w:r w:rsidR="00AD07CA" w:rsidRPr="00C935FE">
        <w:t xml:space="preserve"> </w:t>
      </w:r>
      <w:r w:rsidR="00AD07CA" w:rsidRPr="00C935FE">
        <w:tab/>
      </w:r>
      <w:r w:rsidR="00D40E4E" w:rsidRPr="00C935FE">
        <w:t>Praha – Beroun, nové železni</w:t>
      </w:r>
      <w:r w:rsidR="00034FC3">
        <w:t>ční spojení – doprovodné stavby</w:t>
      </w:r>
    </w:p>
    <w:p w14:paraId="7A4D2ACE" w14:textId="77777777" w:rsidR="00845C50" w:rsidRDefault="0035531B" w:rsidP="00845C50">
      <w:pPr>
        <w:pStyle w:val="Text1-1"/>
        <w:spacing w:after="0"/>
      </w:pPr>
      <w:r>
        <w:t>Zadávací dokumentace je přístupná na profilu zadavatele</w:t>
      </w:r>
      <w:r w:rsidR="005A3D2F">
        <w:t xml:space="preserve"> </w:t>
      </w:r>
      <w:hyperlink r:id="rId12" w:history="1">
        <w:r w:rsidR="005A3D2F" w:rsidRPr="00464792">
          <w:rPr>
            <w:rStyle w:val="Hypertextovodkaz"/>
            <w:noProof w:val="0"/>
          </w:rPr>
          <w:t>https://zakazky.szdc.cz/</w:t>
        </w:r>
      </w:hyperlink>
      <w:r>
        <w:t>,</w:t>
      </w:r>
      <w:r w:rsidR="00845C50">
        <w:t xml:space="preserve"> 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14:paraId="7D7024C8" w14:textId="7D283A6C" w:rsidR="005A3D2F" w:rsidRDefault="00107E6A" w:rsidP="00845C50">
      <w:pPr>
        <w:pStyle w:val="Textbezslovn"/>
        <w:rPr>
          <w:highlight w:val="green"/>
        </w:rPr>
      </w:pPr>
      <w:hyperlink r:id="rId13" w:history="1">
        <w:r w:rsidR="005A3D2F" w:rsidRPr="00381E5B">
          <w:rPr>
            <w:rStyle w:val="Hypertextovodkaz"/>
            <w:noProof w:val="0"/>
          </w:rPr>
          <w:t>https://vestnikverejnychzakazek.cz/</w:t>
        </w:r>
      </w:hyperlink>
    </w:p>
    <w:p w14:paraId="524007EA" w14:textId="77777777" w:rsidR="005A3D2F" w:rsidRPr="0013496A" w:rsidRDefault="0035531B" w:rsidP="005A3D2F">
      <w:pPr>
        <w:pStyle w:val="Text1-1"/>
        <w:spacing w:after="0"/>
      </w:pPr>
      <w:r>
        <w:lastRenderedPageBreak/>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4137A8">
        <w:t xml:space="preserve"> </w:t>
      </w:r>
      <w:hyperlink r:id="rId15" w:history="1">
        <w:r w:rsidR="004137A8">
          <w:rPr>
            <w:rStyle w:val="Hypertextovodkaz"/>
          </w:rPr>
          <w:t>https://www.szdc.cz/</w:t>
        </w:r>
      </w:hyperlink>
      <w:r w:rsidR="004137A8">
        <w:t xml:space="preserve"> (v sekci „O nás“ –&gt; „Vnitřní předpisy“ odkaz „Dokumenty a předpisy“).</w:t>
      </w:r>
    </w:p>
    <w:p w14:paraId="7D7C6E33" w14:textId="77777777" w:rsidR="0035531B" w:rsidRDefault="0035531B" w:rsidP="005A3D2F">
      <w:pPr>
        <w:pStyle w:val="Text1-1"/>
        <w:numPr>
          <w:ilvl w:val="0"/>
          <w:numId w:val="0"/>
        </w:numPr>
        <w:spacing w:after="0"/>
        <w:ind w:left="737"/>
      </w:pPr>
    </w:p>
    <w:p w14:paraId="299CA4B2" w14:textId="77777777" w:rsidR="00ED116C" w:rsidRDefault="00ED116C" w:rsidP="00E81188">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79671867" w14:textId="3346A50F" w:rsidR="00034FC3" w:rsidRDefault="00ED116C" w:rsidP="005411E9">
      <w:pPr>
        <w:pStyle w:val="Text1-1"/>
      </w:pPr>
      <w:r w:rsidRPr="00ED116C">
        <w:t xml:space="preserve">Zadavatel sděluje, že následující části zadávací dokumentace vypracovala osoba odlišná od zadavatele, a to: </w:t>
      </w:r>
    </w:p>
    <w:p w14:paraId="3AC49DBA" w14:textId="77777777" w:rsidR="003D33BD" w:rsidRPr="003D33BD" w:rsidRDefault="003D33BD" w:rsidP="003D33BD">
      <w:pPr>
        <w:pStyle w:val="Text1-1"/>
        <w:numPr>
          <w:ilvl w:val="0"/>
          <w:numId w:val="0"/>
        </w:numPr>
        <w:spacing w:after="0"/>
        <w:ind w:left="737"/>
      </w:pPr>
      <w:r w:rsidRPr="003D33BD">
        <w:t>Studie proveditelnosti pro trať Praha-Smíchov – Plzeň, doplnění 2017 (nová trasa Praha – Beroun / Hořovice), zhotovitel SUDOP PRAHA, a.s. se sídlem Olšanská 2643/1a, 130 80 Praha 3, IČO:  25793349, datum 07/2019;</w:t>
      </w:r>
    </w:p>
    <w:p w14:paraId="23E3AA22" w14:textId="77777777" w:rsidR="003D33BD" w:rsidRPr="003D33BD" w:rsidRDefault="003D33BD" w:rsidP="003D33BD">
      <w:pPr>
        <w:pStyle w:val="Text1-1"/>
        <w:numPr>
          <w:ilvl w:val="0"/>
          <w:numId w:val="0"/>
        </w:numPr>
        <w:spacing w:after="0"/>
        <w:ind w:left="737"/>
      </w:pPr>
      <w:r w:rsidRPr="003D33BD">
        <w:t>Přípravná dokumentace (DUR): Praha – Beroun, nové železniční spojení, Aktualizace 2007 a 2009, zhotovitel SUDOP PRAHA, a.s. se sídlem Olšanská 2643/1a, 130 80 Praha 3, IČO:  25793349, datum 11/2009;</w:t>
      </w:r>
    </w:p>
    <w:p w14:paraId="7002B1B7" w14:textId="77777777" w:rsidR="003D33BD" w:rsidRPr="003D33BD" w:rsidRDefault="003D33BD" w:rsidP="003D33BD">
      <w:pPr>
        <w:pStyle w:val="Text1-1"/>
        <w:numPr>
          <w:ilvl w:val="0"/>
          <w:numId w:val="0"/>
        </w:numPr>
        <w:spacing w:after="0"/>
        <w:ind w:left="737"/>
      </w:pPr>
      <w:r w:rsidRPr="003D33BD">
        <w:t>Praha – Beroun, nové železniční spojení - Projekt podrobného geotechnického průzkumu, zhotovitel SG Geotechnika a.s. se sídlem Geologická 988/4, 152 00 Praha 5, IČO: 41192168, datum 06/2008;</w:t>
      </w:r>
    </w:p>
    <w:p w14:paraId="04C03577" w14:textId="3268B1BE" w:rsidR="001D6E71" w:rsidRPr="005411E9" w:rsidRDefault="003D33BD" w:rsidP="00E81188">
      <w:pPr>
        <w:pStyle w:val="Text1-1"/>
        <w:numPr>
          <w:ilvl w:val="0"/>
          <w:numId w:val="0"/>
        </w:numPr>
        <w:ind w:left="737"/>
        <w:rPr>
          <w:b/>
        </w:rPr>
      </w:pPr>
      <w:r w:rsidRPr="003D33BD">
        <w:t xml:space="preserve">Část 4 </w:t>
      </w:r>
      <w:r w:rsidRPr="003D33BD">
        <w:tab/>
        <w:t>Praha – Beroun, nové železniční spojení – doprovodné stavby, zhotovitel SUDOP PRAHA, a.s. se sídlem Olšanská 2643/1a, 130 80 Praha 3, IČO:  25793349, datum 03/2008.</w:t>
      </w:r>
      <w:r w:rsidR="00034FC3" w:rsidRPr="005411E9">
        <w:rPr>
          <w:highlight w:val="green"/>
        </w:rPr>
        <w:t xml:space="preserve"> </w:t>
      </w:r>
    </w:p>
    <w:p w14:paraId="5CCFD3BF" w14:textId="77777777" w:rsidR="0035531B" w:rsidRDefault="0035531B" w:rsidP="0035531B">
      <w:pPr>
        <w:pStyle w:val="Text1-1"/>
      </w:pPr>
      <w:r>
        <w:t>Pro vyloučení pochybností zadavatel uvádí, že ohledně této veřejné zakázky nevedl předběžné tržní konzultace.</w:t>
      </w:r>
    </w:p>
    <w:p w14:paraId="2BFB2519" w14:textId="77777777" w:rsidR="0035531B" w:rsidRDefault="0035531B" w:rsidP="00CC4380">
      <w:pPr>
        <w:pStyle w:val="Nadpis1-1"/>
      </w:pPr>
      <w:bookmarkStart w:id="10" w:name="_Toc45023906"/>
      <w:r>
        <w:t>VYSVĚTLENÍ, ZMĚNY</w:t>
      </w:r>
      <w:r w:rsidR="00845C50">
        <w:t xml:space="preserve"> a </w:t>
      </w:r>
      <w:r>
        <w:t>DOPLNĚNÍ ZADÁVACÍ DOKUMENTACE</w:t>
      </w:r>
      <w:bookmarkEnd w:id="10"/>
      <w:r>
        <w:t xml:space="preserve"> </w:t>
      </w:r>
    </w:p>
    <w:p w14:paraId="5CCAFA56" w14:textId="33F73A2A"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5A3D2F" w:rsidRPr="00464792">
          <w:rPr>
            <w:rStyle w:val="Hypertextovodkaz"/>
            <w:noProof w:val="0"/>
          </w:rPr>
          <w:t>https://zakazky.szdc.cz/</w:t>
        </w:r>
      </w:hyperlink>
      <w:r>
        <w:t>, případně jinou formou písemné elektronické komunikace. Při</w:t>
      </w:r>
      <w:r w:rsidR="007A71B4">
        <w:t> </w:t>
      </w:r>
      <w:r>
        <w:t>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5A3D2F" w:rsidRPr="00464792">
          <w:rPr>
            <w:rStyle w:val="Hypertextovodkaz"/>
            <w:noProof w:val="0"/>
          </w:rPr>
          <w:t>https://zakazky.szdc.cz/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w:t>
      </w:r>
      <w:r w:rsidR="007A71B4">
        <w:t> </w:t>
      </w:r>
      <w:r>
        <w:t>doručení příslušné žádosti. Zadavatel může zadávací dokumentaci vysvětlit i na</w:t>
      </w:r>
      <w:r w:rsidR="007A71B4">
        <w:t> </w:t>
      </w:r>
      <w:r>
        <w:t>základě pozdě podané žádosti,</w:t>
      </w:r>
      <w:r w:rsidR="00092CC9">
        <w:t xml:space="preserve"> v </w:t>
      </w:r>
      <w:r>
        <w:t>takovém případě však není vázán lhůtami stanovenými</w:t>
      </w:r>
      <w:r w:rsidR="00092CC9">
        <w:t xml:space="preserve"> v </w:t>
      </w:r>
      <w:r>
        <w:t>§ 98 odst. 1 ZZVZ.</w:t>
      </w:r>
    </w:p>
    <w:p w14:paraId="71F28F4E" w14:textId="77777777"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017089EB"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567A31C" w14:textId="77777777" w:rsidR="0035531B" w:rsidRDefault="0035531B" w:rsidP="00CC4380">
      <w:pPr>
        <w:pStyle w:val="Nadpis1-1"/>
      </w:pPr>
      <w:bookmarkStart w:id="11" w:name="_Toc45023907"/>
      <w:r>
        <w:t>POŽADAVKY ZADAVATELE NA KVALIFIKACI</w:t>
      </w:r>
      <w:bookmarkEnd w:id="11"/>
    </w:p>
    <w:p w14:paraId="03E93F7F" w14:textId="4DDB033E"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rsidR="001576AE">
        <w:t xml:space="preserve">v </w:t>
      </w:r>
      <w:r>
        <w:t>těchto Pokynech.</w:t>
      </w:r>
    </w:p>
    <w:p w14:paraId="26358D4E" w14:textId="77777777" w:rsidR="0035531B" w:rsidRPr="00CC4380" w:rsidRDefault="0035531B" w:rsidP="0035531B">
      <w:pPr>
        <w:pStyle w:val="Text1-1"/>
        <w:rPr>
          <w:rStyle w:val="Tun9b"/>
        </w:rPr>
      </w:pPr>
      <w:r w:rsidRPr="00CC4380">
        <w:rPr>
          <w:rStyle w:val="Tun9b"/>
        </w:rPr>
        <w:t>Prokázání splnění základní způsobilosti:</w:t>
      </w:r>
    </w:p>
    <w:p w14:paraId="6F7ABC94" w14:textId="77777777" w:rsidR="0035531B" w:rsidRDefault="0035531B" w:rsidP="00092CC9">
      <w:pPr>
        <w:pStyle w:val="Odrka1-1"/>
      </w:pPr>
      <w:r>
        <w:lastRenderedPageBreak/>
        <w:t>Zadavatel požaduje prokázání základní způsobilosti podle § 74 ZZVZ,</w:t>
      </w:r>
      <w:r w:rsidR="00845C50">
        <w:t xml:space="preserve"> a </w:t>
      </w:r>
      <w:r>
        <w:t>to způsobem dle § 75 ZZVZ či § 81 ZZVZ.</w:t>
      </w:r>
    </w:p>
    <w:p w14:paraId="52A17266" w14:textId="77777777" w:rsidR="0035531B" w:rsidRDefault="0035531B" w:rsidP="00092CC9">
      <w:pPr>
        <w:pStyle w:val="Odrka1-1"/>
      </w:pPr>
      <w:r>
        <w:t>Způsobilým není dodavatel, který</w:t>
      </w:r>
    </w:p>
    <w:p w14:paraId="16AE9DFB"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43EF6161"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51778CBF"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25F524D"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DE548C9"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02627C0" w14:textId="77777777" w:rsidR="0035531B" w:rsidRDefault="0035531B" w:rsidP="00092CC9">
      <w:pPr>
        <w:pStyle w:val="Odrka1-1"/>
      </w:pPr>
      <w:r>
        <w:t xml:space="preserve">Způsob prokázání základní způsobilosti: </w:t>
      </w:r>
    </w:p>
    <w:p w14:paraId="02CFDDB3"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7B78D3B2"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55E524B" w14:textId="77777777" w:rsidR="0035531B" w:rsidRDefault="0035531B" w:rsidP="00CC4380">
      <w:pPr>
        <w:pStyle w:val="Odrka1-2-"/>
      </w:pPr>
      <w:r>
        <w:t>potvrzení příslušného finančního úřadu ve vztahu</w:t>
      </w:r>
      <w:r w:rsidR="00BC6D2B">
        <w:t xml:space="preserve"> k </w:t>
      </w:r>
      <w:r>
        <w:t>§ 74 odst. 1 písm. b) ZZVZ;</w:t>
      </w:r>
    </w:p>
    <w:p w14:paraId="6E87F71D"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711FF4A4" w14:textId="77777777" w:rsidR="0035531B" w:rsidRDefault="0035531B" w:rsidP="00CC4380">
      <w:pPr>
        <w:pStyle w:val="Odrka1-2-"/>
      </w:pPr>
      <w:r>
        <w:t>písemného čestného prohlášení ve vztahu</w:t>
      </w:r>
      <w:r w:rsidR="00BC6D2B">
        <w:t xml:space="preserve"> k </w:t>
      </w:r>
      <w:r>
        <w:t xml:space="preserve">§ 74 odst. 1 písm. c) ZZVZ; </w:t>
      </w:r>
    </w:p>
    <w:p w14:paraId="71F92100"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7D73ECB7"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634D2216"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21219EB4" w14:textId="1E52A432"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1576AE">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21D22AC5" w14:textId="77777777" w:rsidR="0035531B" w:rsidRPr="00CC4380" w:rsidRDefault="0035531B" w:rsidP="0035531B">
      <w:pPr>
        <w:pStyle w:val="Text1-1"/>
        <w:rPr>
          <w:rStyle w:val="Tun9b"/>
        </w:rPr>
      </w:pPr>
      <w:r w:rsidRPr="00CC4380">
        <w:rPr>
          <w:rStyle w:val="Tun9b"/>
        </w:rPr>
        <w:t>Prokázání splnění profesní způsobilosti:</w:t>
      </w:r>
    </w:p>
    <w:p w14:paraId="16BF9711" w14:textId="3AAE8571" w:rsidR="0035531B" w:rsidRDefault="0035531B" w:rsidP="00092CC9">
      <w:pPr>
        <w:pStyle w:val="Odrka1-1"/>
      </w:pPr>
      <w:r>
        <w:lastRenderedPageBreak/>
        <w:t>Zadavatel požaduje</w:t>
      </w:r>
      <w:r w:rsidR="00BC6D2B">
        <w:t xml:space="preserve"> k </w:t>
      </w:r>
      <w:r>
        <w:t>prokázání splnění profesní způsobilosti podle § 77 ZZVZ ve</w:t>
      </w:r>
      <w:r w:rsidR="007A71B4">
        <w:t> </w:t>
      </w:r>
      <w:r>
        <w:t>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4F13364D" w14:textId="04421F79"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w:t>
      </w:r>
      <w:r w:rsidR="007A71B4">
        <w:t xml:space="preserve"> </w:t>
      </w:r>
      <w:r>
        <w:t>zákonem č. 455/1991 Sb.,</w:t>
      </w:r>
      <w:r w:rsidR="00092CC9">
        <w:t xml:space="preserve"> o </w:t>
      </w:r>
      <w:r>
        <w:t>živnostenském podnikání, ve znění pozdějších předpisů, prokazuje živnostenské oprávnění výpisem ze živnos</w:t>
      </w:r>
      <w:r w:rsidR="007A71B4">
        <w:t>tenského rejstříku, případně do </w:t>
      </w:r>
      <w:r>
        <w:t>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2F16FA9F" w14:textId="77777777" w:rsidR="0035531B" w:rsidRDefault="0035531B" w:rsidP="00CC4380">
      <w:pPr>
        <w:pStyle w:val="Textbezslovn"/>
        <w:ind w:left="1077"/>
      </w:pPr>
      <w:r>
        <w:t>Dodavatel doloží, že má</w:t>
      </w:r>
      <w:r w:rsidR="00BC6D2B">
        <w:t xml:space="preserve"> k </w:t>
      </w:r>
      <w:r>
        <w:t>dispozici oprávnění</w:t>
      </w:r>
      <w:r w:rsidR="00BC6D2B">
        <w:t xml:space="preserve"> k </w:t>
      </w:r>
      <w:r>
        <w:t xml:space="preserve">podnikání pro následující činnosti: </w:t>
      </w:r>
    </w:p>
    <w:p w14:paraId="1F9966A7" w14:textId="77777777" w:rsidR="001D6E71" w:rsidRPr="001D1F67" w:rsidRDefault="001D6E71" w:rsidP="00BD5A0E">
      <w:pPr>
        <w:pStyle w:val="Odrka1-2-"/>
        <w:spacing w:after="0"/>
      </w:pPr>
      <w:r w:rsidRPr="001D1F67">
        <w:t>projektovou činnost ve výstavbě</w:t>
      </w:r>
    </w:p>
    <w:p w14:paraId="5B03D3AE" w14:textId="77777777" w:rsidR="001D6E71" w:rsidRPr="001D1F67" w:rsidRDefault="001D6E71" w:rsidP="00BD5A0E">
      <w:pPr>
        <w:pStyle w:val="Odrka1-2-"/>
        <w:spacing w:after="0"/>
      </w:pPr>
      <w:r w:rsidRPr="001D1F67">
        <w:t>výkon zeměměřických činností</w:t>
      </w:r>
    </w:p>
    <w:p w14:paraId="3CDCB133" w14:textId="77777777" w:rsidR="0062741F" w:rsidRPr="001D1F67" w:rsidRDefault="0062741F" w:rsidP="005B506F">
      <w:pPr>
        <w:pStyle w:val="Odrka1-2-"/>
        <w:spacing w:after="0"/>
      </w:pPr>
      <w:r w:rsidRPr="001D1F67">
        <w:t>poradenská a konzultační činnost, zpracování odborných studií a posudků</w:t>
      </w:r>
    </w:p>
    <w:p w14:paraId="7986B615" w14:textId="77777777" w:rsidR="001D1F67" w:rsidRPr="001D1F67" w:rsidRDefault="001D1F67" w:rsidP="0062741F">
      <w:pPr>
        <w:pStyle w:val="Odrka1-2-"/>
      </w:pPr>
      <w:r w:rsidRPr="001D1F67">
        <w:t>geologické práce</w:t>
      </w:r>
    </w:p>
    <w:p w14:paraId="7FD326E0" w14:textId="77777777" w:rsidR="0035531B" w:rsidRDefault="00BD5A0E" w:rsidP="00761C78">
      <w:pPr>
        <w:pStyle w:val="Textbezslovn"/>
        <w:spacing w:before="240"/>
        <w:ind w:left="1077"/>
      </w:pPr>
      <w:r w:rsidRPr="001D1F67">
        <w:t xml:space="preserve">Zadavatel dále požaduje předložení oprávnění k projektování a navrhování objektů a </w:t>
      </w:r>
      <w:r w:rsidRPr="00503823">
        <w:t xml:space="preserve">zařízení, které jsou součástí činnosti prováděné hornickým způsobem dle § 5 odst. 2 a v rozsahu dle § 3 písm. </w:t>
      </w:r>
      <w:r w:rsidR="001D1F67" w:rsidRPr="00503823">
        <w:t>i)</w:t>
      </w:r>
      <w:r w:rsidRPr="00503823">
        <w:t xml:space="preserve"> zákona č. 61/1988 </w:t>
      </w:r>
      <w:r w:rsidRPr="001D1F67">
        <w:t>Sb., o hornické činnosti, výbušninách a o státní báňské správě, ve znění pozdějších předpisů.</w:t>
      </w:r>
    </w:p>
    <w:p w14:paraId="62876A97" w14:textId="77777777" w:rsidR="0035531B" w:rsidRDefault="0035531B" w:rsidP="00092CC9">
      <w:pPr>
        <w:pStyle w:val="Odrka1-1"/>
      </w:pPr>
      <w:r>
        <w:t>Odborná způsobilost:</w:t>
      </w:r>
    </w:p>
    <w:p w14:paraId="00110F95" w14:textId="7B753B40" w:rsidR="00BD5A0E" w:rsidRDefault="00BD5A0E" w:rsidP="00BD5A0E">
      <w:pPr>
        <w:pStyle w:val="Odrka1-2-"/>
      </w:pPr>
      <w:r>
        <w:t>Zadavatel požaduje předložení dokladu o autorizaci v rozsahu dle § 5 odst. 3 písm</w:t>
      </w:r>
      <w:r w:rsidRPr="005B506F">
        <w:t xml:space="preserve">. </w:t>
      </w:r>
      <w:r w:rsidRPr="005B506F">
        <w:rPr>
          <w:b/>
        </w:rPr>
        <w:t>a), b),</w:t>
      </w:r>
      <w:r w:rsidR="005B506F" w:rsidRPr="005B506F">
        <w:rPr>
          <w:b/>
        </w:rPr>
        <w:t xml:space="preserve"> c),</w:t>
      </w:r>
      <w:r w:rsidRPr="005B506F">
        <w:rPr>
          <w:b/>
        </w:rPr>
        <w:t xml:space="preserve"> d), e), f)</w:t>
      </w:r>
      <w:r w:rsidRPr="005B506F">
        <w:t xml:space="preserve"> specializace </w:t>
      </w:r>
      <w:r w:rsidR="005B506F" w:rsidRPr="005B506F">
        <w:t>elektrotechnická zařízení</w:t>
      </w:r>
      <w:r w:rsidRPr="005B506F">
        <w:t xml:space="preserve">, </w:t>
      </w:r>
      <w:r w:rsidR="00761C78">
        <w:rPr>
          <w:b/>
        </w:rPr>
        <w:t xml:space="preserve">f) </w:t>
      </w:r>
      <w:r w:rsidR="00761C78">
        <w:t xml:space="preserve">specializace technická zařízení, </w:t>
      </w:r>
      <w:r w:rsidRPr="005B506F">
        <w:rPr>
          <w:b/>
        </w:rPr>
        <w:t>i) a j)</w:t>
      </w:r>
      <w:r w:rsidRPr="005B506F">
        <w:t xml:space="preserve"> </w:t>
      </w:r>
      <w:r>
        <w:t>zákona č. 360/1992 Sb., o výkonu povolání autorizovaných architektů a o výkonu povolání autorizovaných inženýrů a techniků činných ve výstavbě, ve znění pozdějších předpisů.</w:t>
      </w:r>
    </w:p>
    <w:p w14:paraId="298F69BF" w14:textId="77777777" w:rsidR="00BD5A0E" w:rsidRPr="00AB2566" w:rsidRDefault="00BD5A0E" w:rsidP="00BD5A0E">
      <w:pPr>
        <w:pStyle w:val="Odrka1-2-"/>
      </w:pPr>
      <w:r>
        <w:t>Zadavatel požaduje předložení úředního oprávnění pro ověřování výsledků zeměměřických činností v rozsahu dle § 13 odst. 1 písm</w:t>
      </w:r>
      <w:r w:rsidRPr="00EF7CDF">
        <w:t xml:space="preserve">. </w:t>
      </w:r>
      <w:r w:rsidRPr="00EF7CDF">
        <w:rPr>
          <w:b/>
        </w:rPr>
        <w:t xml:space="preserve">a) </w:t>
      </w:r>
      <w:r w:rsidRPr="00EF7CDF">
        <w:t>a</w:t>
      </w:r>
      <w:r w:rsidRPr="00EF7CDF">
        <w:rPr>
          <w:b/>
        </w:rPr>
        <w:t xml:space="preserve"> c)</w:t>
      </w:r>
      <w:r w:rsidRPr="00EF7CDF">
        <w:t xml:space="preserve"> zákona</w:t>
      </w:r>
      <w:r>
        <w:t xml:space="preserve"> č. 200/1994 Sb., o zeměměřictví a o změně a doplnění některých zákonů </w:t>
      </w:r>
      <w:r w:rsidRPr="00AB2566">
        <w:t>souvisejících s jeho zavedením, ve znění pozdějších předpisů.</w:t>
      </w:r>
    </w:p>
    <w:p w14:paraId="7DD89B14" w14:textId="77777777" w:rsidR="00BD5A0E" w:rsidRPr="00AB2566" w:rsidRDefault="00BD5A0E" w:rsidP="00BD5A0E">
      <w:pPr>
        <w:pStyle w:val="Odrka1-2-"/>
      </w:pPr>
      <w:r w:rsidRPr="00AB2566">
        <w:t>Zadavatel požaduje předložení autorizace ke zpracování dokumentace a posudku dle § 19 zák. č. 100/2001 Sb., o posuzování vlivů na životní prostředí, ve znění pozdějších předpisů.</w:t>
      </w:r>
    </w:p>
    <w:p w14:paraId="79C23BCF" w14:textId="77777777" w:rsidR="0062741F" w:rsidRPr="00AB2566" w:rsidRDefault="0062741F" w:rsidP="00BD5A0E">
      <w:pPr>
        <w:pStyle w:val="Odrka1-2-"/>
      </w:pPr>
      <w:r w:rsidRPr="00AB2566">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2B7D639F" w14:textId="77777777" w:rsidR="0062741F" w:rsidRPr="005700AF" w:rsidRDefault="0062741F" w:rsidP="0062741F">
      <w:pPr>
        <w:pStyle w:val="Odrka1-2-"/>
      </w:pPr>
      <w:r w:rsidRPr="005700AF">
        <w:t>Zadavatel požaduje předložení autorizace dle § 45i odst. 3 zákona č. 114/1992 Sb., o ochraně přírody a krajiny, ve znění pozdějších předpisů.</w:t>
      </w:r>
    </w:p>
    <w:p w14:paraId="04638223" w14:textId="77777777" w:rsidR="0062741F" w:rsidRPr="00CD6CB5" w:rsidRDefault="0062741F" w:rsidP="00BD5A0E">
      <w:pPr>
        <w:pStyle w:val="Odrka1-2-"/>
      </w:pPr>
      <w:r w:rsidRPr="00CD6CB5">
        <w:t>Zadavatel požaduje předložení pověření k hodnocení nebezpečných vlastností odpadů dle § 7 zákona č. 185/2001 Sb., o odpadech a o změně některých dalších zákonů, ve znění pozdějších předpisů.</w:t>
      </w:r>
    </w:p>
    <w:p w14:paraId="7884351B" w14:textId="77777777" w:rsidR="00BD5A0E" w:rsidRPr="00EB17D0" w:rsidRDefault="00BD5A0E" w:rsidP="00BD5A0E">
      <w:pPr>
        <w:pStyle w:val="Odrka1-2-"/>
      </w:pPr>
      <w:r w:rsidRPr="00EB17D0">
        <w:t xml:space="preserve">Zadavatel požaduje předložení osvědčení o odborné způsobilosti podle § 4 písm. </w:t>
      </w:r>
      <w:r w:rsidR="00EB17D0" w:rsidRPr="005163DC">
        <w:t>e)</w:t>
      </w:r>
      <w:r w:rsidRPr="005163DC">
        <w:t xml:space="preserve"> vyhlášky Českého </w:t>
      </w:r>
      <w:r w:rsidRPr="00EB17D0">
        <w:t xml:space="preserve">báňského úřadu č. 298/2005 Sb., o požadavcích na odbornou kvalifikaci a odbornou způsobilost při hornické činnosti nebo činnosti </w:t>
      </w:r>
      <w:r w:rsidRPr="00EB17D0">
        <w:lastRenderedPageBreak/>
        <w:t xml:space="preserve">prováděné hornickým způsobem a o změně některých právních předpisů, ve znění pozdějších předpisů, k projektování a navrhování objektů a zařízení, které </w:t>
      </w:r>
      <w:r w:rsidRPr="00503823">
        <w:t xml:space="preserve">jsou součástí činností prováděných hornickým způsobem, a to v rozsahu podle </w:t>
      </w:r>
      <w:r w:rsidRPr="002934AF">
        <w:t xml:space="preserve">§ 3 písm. </w:t>
      </w:r>
      <w:r w:rsidR="00EB17D0" w:rsidRPr="002934AF">
        <w:t>i)</w:t>
      </w:r>
      <w:r w:rsidRPr="002934AF">
        <w:t xml:space="preserve"> zákona </w:t>
      </w:r>
      <w:r w:rsidRPr="00EB17D0">
        <w:t>č. 61/1988 Sb., o hornické činnosti, výbušninách a o státní báňské správě, ve znění pozdějších předpisů.</w:t>
      </w:r>
    </w:p>
    <w:p w14:paraId="02F63616" w14:textId="77777777" w:rsidR="00BD5A0E" w:rsidRPr="00C3331B" w:rsidRDefault="00BD5A0E" w:rsidP="00BD5A0E">
      <w:pPr>
        <w:pStyle w:val="Odrka1-2-"/>
      </w:pPr>
      <w:r w:rsidRPr="00C3331B">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3A85A569" w14:textId="77777777" w:rsidR="00BD5A0E" w:rsidRPr="00BD5A0E" w:rsidRDefault="00BD5A0E" w:rsidP="005B73B8">
      <w:pPr>
        <w:pStyle w:val="Odrka1-2-"/>
        <w:numPr>
          <w:ilvl w:val="0"/>
          <w:numId w:val="0"/>
        </w:numPr>
        <w:ind w:left="1531"/>
        <w:rPr>
          <w:highlight w:val="green"/>
        </w:rPr>
      </w:pPr>
    </w:p>
    <w:p w14:paraId="3427888F" w14:textId="4C118EBC" w:rsidR="00BD5A0E" w:rsidRDefault="00BD5A0E" w:rsidP="00BD5A0E">
      <w:pPr>
        <w:pStyle w:val="Odrka1-2-"/>
        <w:numPr>
          <w:ilvl w:val="0"/>
          <w:numId w:val="0"/>
        </w:numPr>
        <w:ind w:left="1077"/>
      </w:pPr>
      <w:r>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w:t>
      </w:r>
      <w:r w:rsidR="007A71B4">
        <w:t> </w:t>
      </w:r>
      <w:r>
        <w:t xml:space="preserve">dodavatelem spolupracující osoba). Doklady osvědčující odbornou způsobilost lze doložit prostřednictvím jednotlivých osob odborného personálu dle čl. 8.5 těchto Pokynů, jejichž prostřednictvím dodavatel odbornou způsobilost zabezpečuje. </w:t>
      </w:r>
    </w:p>
    <w:p w14:paraId="6BAEB781"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28C2BCBC" w14:textId="77777777" w:rsidR="00A15641" w:rsidRDefault="00A15641" w:rsidP="00BD5A0E">
      <w:pPr>
        <w:pStyle w:val="Odrka1-2-"/>
        <w:numPr>
          <w:ilvl w:val="0"/>
          <w:numId w:val="0"/>
        </w:numPr>
        <w:ind w:left="1077"/>
      </w:pPr>
    </w:p>
    <w:p w14:paraId="51CF4F4A"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9219F4E" w14:textId="52215D55" w:rsidR="00392730" w:rsidRDefault="00392730" w:rsidP="00392730">
      <w:pPr>
        <w:pStyle w:val="Textbezslovn"/>
      </w:pPr>
      <w:r>
        <w:t xml:space="preserve">Zadavatel požaduje předložení seznamu ukončených významných služeb obdobného charakteru poskytnutých dodavatelem v </w:t>
      </w:r>
      <w:r w:rsidRPr="00C933DC">
        <w:t xml:space="preserve">posledních </w:t>
      </w:r>
      <w:r w:rsidR="002D1375" w:rsidRPr="001B00C9">
        <w:t>15</w:t>
      </w:r>
      <w:r w:rsidRPr="00C933DC">
        <w:t xml:space="preserve"> letech před zahájením </w:t>
      </w:r>
      <w:r>
        <w:t xml:space="preserve">zadávacího řízení. </w:t>
      </w:r>
    </w:p>
    <w:p w14:paraId="39E92983" w14:textId="77777777" w:rsidR="00392730" w:rsidRDefault="00392730" w:rsidP="00392730">
      <w:pPr>
        <w:pStyle w:val="Textbezslovn"/>
      </w:pPr>
      <w:r>
        <w:t xml:space="preserve">Za služby obdobného charakteru se pokládají projektové práce spočívající ve zhotovení projektové dokumentace ve stupni </w:t>
      </w:r>
      <w:r w:rsidR="007D63FC" w:rsidRPr="007D63FC">
        <w:t xml:space="preserve">dokumentace pro územní řízení (DUR) nebo </w:t>
      </w:r>
      <w:r>
        <w:t xml:space="preserve">projektové dokumentace pro stavební povolení (DSP) nebo ve společném stupni projektové dokumentace pro stavební povolení a projektové dokumentace pro provádění stavby (DSP+PDPS) nebo </w:t>
      </w:r>
      <w:r w:rsidR="00CB2B9A">
        <w:t xml:space="preserve">ve stupni projektové </w:t>
      </w:r>
      <w:r>
        <w:t xml:space="preserve">dokumentace pro společné povolení (DUSP) </w:t>
      </w:r>
      <w:r w:rsidR="00195CAC">
        <w:t xml:space="preserve">nebo ve společném stupni projektové dokumentace pro společné povolení a projektové dokumentace pro provádění stavby (DUSP+PDPS) </w:t>
      </w:r>
      <w:r>
        <w:t xml:space="preserve">pro </w:t>
      </w:r>
      <w:r w:rsidRPr="009A3E13">
        <w:t>stavby železničních drah ve smyslu § 5 odst. 1 a § 3 odst. 1 zák. č. 266/1994 Sb., o dráhách, ve znění</w:t>
      </w:r>
      <w:r>
        <w:t xml:space="preserve"> pozdějších předpisů. Za službu obdobného charakteru, resp. projektové práce spočívající ve zhotovení projektové dokumentace ve stupni </w:t>
      </w:r>
      <w:r w:rsidR="007D63FC">
        <w:t>DUR</w:t>
      </w:r>
      <w:r w:rsidR="00195CAC">
        <w:t xml:space="preserve"> nebo</w:t>
      </w:r>
      <w:r w:rsidR="007D63FC">
        <w:t xml:space="preserve"> </w:t>
      </w:r>
      <w:r>
        <w:t>DSP</w:t>
      </w:r>
      <w:r w:rsidR="00195CAC">
        <w:t xml:space="preserve"> nebo</w:t>
      </w:r>
      <w:r>
        <w:t xml:space="preserve"> DSP+PDPS nebo DUSP</w:t>
      </w:r>
      <w:r w:rsidR="00195CAC" w:rsidRPr="00195CAC">
        <w:t xml:space="preserve"> </w:t>
      </w:r>
      <w:r w:rsidR="00195CAC">
        <w:t>nebo DUSP+PDPS</w:t>
      </w:r>
      <w:r>
        <w:t xml:space="preserve">, zadavatel považuje rovněž provedení aktualizace projektové dokumentace ve stupni </w:t>
      </w:r>
      <w:r w:rsidR="007D63FC">
        <w:t>DUR</w:t>
      </w:r>
      <w:r w:rsidR="00195CAC">
        <w:t xml:space="preserve"> nebo</w:t>
      </w:r>
      <w:r w:rsidR="007D63FC">
        <w:t xml:space="preserve"> </w:t>
      </w:r>
      <w:r>
        <w:t>DSP</w:t>
      </w:r>
      <w:r w:rsidR="00195CAC">
        <w:t xml:space="preserve"> nebo</w:t>
      </w:r>
      <w:r w:rsidR="007D63FC">
        <w:t xml:space="preserve"> </w:t>
      </w:r>
      <w:r>
        <w:t>DSP+PDPS nebo DUSP</w:t>
      </w:r>
      <w:r w:rsidR="00195CAC" w:rsidRPr="00195CAC">
        <w:t xml:space="preserve"> </w:t>
      </w:r>
      <w:r w:rsidR="00195CAC">
        <w:t>nebo DUSP+PDPS</w:t>
      </w:r>
      <w:r>
        <w:t>.</w:t>
      </w:r>
    </w:p>
    <w:p w14:paraId="40EA4694" w14:textId="77777777" w:rsidR="00392730"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písm. </w:t>
      </w:r>
      <w:r w:rsidR="00157B67" w:rsidRPr="00157B67">
        <w:t xml:space="preserve">a), b), c), d) </w:t>
      </w:r>
      <w:r w:rsidRPr="00157B67">
        <w:t>(dále</w:t>
      </w:r>
      <w:r>
        <w:t xml:space="preserve"> jen „</w:t>
      </w:r>
      <w:r w:rsidRPr="00392730">
        <w:rPr>
          <w:b/>
        </w:rPr>
        <w:t>významné služby</w:t>
      </w:r>
      <w:r>
        <w:t xml:space="preserve">“). Dodavatel musí informacemi uvedenými v předloženém seznamu významných služeb prokázat, že v uvedeném období poskytl významné služby, jejichž předmětem byly mimo jiné následující činnosti: </w:t>
      </w:r>
    </w:p>
    <w:p w14:paraId="76A27A3F" w14:textId="77777777" w:rsidR="00392730" w:rsidRPr="00C933DC" w:rsidRDefault="00392730" w:rsidP="0077382B">
      <w:pPr>
        <w:pStyle w:val="Odstavec1-1a"/>
        <w:numPr>
          <w:ilvl w:val="0"/>
          <w:numId w:val="14"/>
        </w:numPr>
      </w:pPr>
      <w:r w:rsidRPr="00E15085">
        <w:t xml:space="preserve">zpracování dokumentace ve stupni </w:t>
      </w:r>
      <w:r w:rsidR="00CC16CC" w:rsidRPr="00E15085">
        <w:t xml:space="preserve">DUR nebo </w:t>
      </w:r>
      <w:r w:rsidRPr="00E15085">
        <w:t xml:space="preserve">DSP nebo DSP+PDPS nebo DUSP </w:t>
      </w:r>
      <w:r w:rsidR="006E750A" w:rsidRPr="00E15085">
        <w:t xml:space="preserve">nebo DUSP+PDPS </w:t>
      </w:r>
      <w:r w:rsidRPr="00E15085">
        <w:t xml:space="preserve">pro </w:t>
      </w:r>
      <w:r w:rsidRPr="006530ED">
        <w:t xml:space="preserve">rekonstrukci nebo novostavbu </w:t>
      </w:r>
      <w:r w:rsidRPr="00240196">
        <w:t>elektrifikované železniční trati včetně zabezpečovacího zařízení</w:t>
      </w:r>
      <w:r w:rsidRPr="00E15085">
        <w:rPr>
          <w:color w:val="FF0000"/>
        </w:rPr>
        <w:t xml:space="preserve"> </w:t>
      </w:r>
      <w:r w:rsidRPr="00C933DC">
        <w:t xml:space="preserve">v délce souvislého traťového úseku minimálně </w:t>
      </w:r>
      <w:r w:rsidR="00C933DC" w:rsidRPr="00C933DC">
        <w:rPr>
          <w:b/>
        </w:rPr>
        <w:t>5</w:t>
      </w:r>
      <w:r w:rsidR="00333343" w:rsidRPr="00C933DC">
        <w:rPr>
          <w:b/>
        </w:rPr>
        <w:t xml:space="preserve"> km</w:t>
      </w:r>
      <w:r w:rsidRPr="00C933DC">
        <w:t>,</w:t>
      </w:r>
    </w:p>
    <w:p w14:paraId="5238C4F6" w14:textId="79C859B2" w:rsidR="00392730" w:rsidRPr="006530ED" w:rsidRDefault="00392730" w:rsidP="0077382B">
      <w:pPr>
        <w:pStyle w:val="Odstavec1-1a"/>
        <w:numPr>
          <w:ilvl w:val="0"/>
          <w:numId w:val="14"/>
        </w:numPr>
      </w:pPr>
      <w:r w:rsidRPr="00240196">
        <w:t xml:space="preserve">zpracování dokumentace ve stupni </w:t>
      </w:r>
      <w:r w:rsidR="00CC16CC" w:rsidRPr="00240196">
        <w:t xml:space="preserve">DUR nebo </w:t>
      </w:r>
      <w:r w:rsidRPr="00240196">
        <w:t xml:space="preserve">DSP nebo DSP+PDPS nebo DUSP </w:t>
      </w:r>
      <w:r w:rsidR="006E750A" w:rsidRPr="00240196">
        <w:t xml:space="preserve">nebo DUSP+PDPS </w:t>
      </w:r>
      <w:r w:rsidRPr="00240196">
        <w:t xml:space="preserve">pro </w:t>
      </w:r>
      <w:r w:rsidRPr="006530ED">
        <w:t>rekonstrukci nebo novostavbu</w:t>
      </w:r>
      <w:r w:rsidR="0020117A">
        <w:t xml:space="preserve"> </w:t>
      </w:r>
      <w:r w:rsidR="0020117A" w:rsidRPr="001B00C9">
        <w:t>obsahující alespoň jeden</w:t>
      </w:r>
      <w:r w:rsidRPr="001B00C9">
        <w:t xml:space="preserve"> </w:t>
      </w:r>
      <w:r w:rsidR="0020117A" w:rsidRPr="001B00C9">
        <w:lastRenderedPageBreak/>
        <w:t xml:space="preserve">železniční mostní objekt s rozpětím (úsekem bez pilíře-opěry) o minimální délce rozpětí </w:t>
      </w:r>
      <w:r w:rsidR="0020117A" w:rsidRPr="00F6501B">
        <w:rPr>
          <w:b/>
        </w:rPr>
        <w:t>50</w:t>
      </w:r>
      <w:r w:rsidR="00F6501B">
        <w:rPr>
          <w:b/>
        </w:rPr>
        <w:t> </w:t>
      </w:r>
      <w:r w:rsidR="0020117A" w:rsidRPr="00F6501B">
        <w:rPr>
          <w:b/>
        </w:rPr>
        <w:t>m</w:t>
      </w:r>
      <w:r w:rsidRPr="00BB5C4E">
        <w:t xml:space="preserve">, </w:t>
      </w:r>
    </w:p>
    <w:p w14:paraId="66E8F7CB" w14:textId="720190AE" w:rsidR="00392730" w:rsidRPr="0015172A" w:rsidRDefault="00392730" w:rsidP="0077382B">
      <w:pPr>
        <w:pStyle w:val="Odstavec1-1a"/>
        <w:numPr>
          <w:ilvl w:val="0"/>
          <w:numId w:val="14"/>
        </w:numPr>
      </w:pPr>
      <w:r w:rsidRPr="00240196">
        <w:t xml:space="preserve">zpracování </w:t>
      </w:r>
      <w:r w:rsidRPr="0015172A">
        <w:t xml:space="preserve">dokumentace ve stupni </w:t>
      </w:r>
      <w:r w:rsidR="00CC16CC" w:rsidRPr="0015172A">
        <w:t xml:space="preserve">DUR nebo </w:t>
      </w:r>
      <w:r w:rsidRPr="0015172A">
        <w:t xml:space="preserve">DSP nebo DSP+PDPS nebo DUSP </w:t>
      </w:r>
      <w:r w:rsidR="006E750A" w:rsidRPr="0015172A">
        <w:t xml:space="preserve">nebo DUSP+PDPS </w:t>
      </w:r>
      <w:r w:rsidRPr="0015172A">
        <w:t xml:space="preserve">pro novostavbu obsahující alespoň jeden </w:t>
      </w:r>
      <w:r w:rsidR="004D6417">
        <w:t xml:space="preserve">ražený </w:t>
      </w:r>
      <w:r w:rsidRPr="0015172A">
        <w:t>železniční</w:t>
      </w:r>
      <w:r w:rsidR="00C3585E">
        <w:t xml:space="preserve"> </w:t>
      </w:r>
      <w:r w:rsidRPr="0015172A">
        <w:t>tunel o</w:t>
      </w:r>
      <w:r w:rsidR="00F6501B">
        <w:t> </w:t>
      </w:r>
      <w:r w:rsidRPr="0015172A">
        <w:t xml:space="preserve">minimální délce </w:t>
      </w:r>
      <w:r w:rsidR="00524338">
        <w:rPr>
          <w:b/>
        </w:rPr>
        <w:t>5</w:t>
      </w:r>
      <w:r w:rsidR="00524338" w:rsidRPr="0015172A">
        <w:rPr>
          <w:b/>
        </w:rPr>
        <w:t xml:space="preserve">00 </w:t>
      </w:r>
      <w:r w:rsidRPr="0015172A">
        <w:rPr>
          <w:b/>
        </w:rPr>
        <w:t>m</w:t>
      </w:r>
      <w:r w:rsidRPr="0015172A">
        <w:t>,</w:t>
      </w:r>
    </w:p>
    <w:p w14:paraId="12770C34" w14:textId="0B1E2519" w:rsidR="00392730" w:rsidRPr="009D4205" w:rsidRDefault="00392730" w:rsidP="00EB282B">
      <w:pPr>
        <w:pStyle w:val="Odstavec1-1a"/>
        <w:numPr>
          <w:ilvl w:val="0"/>
          <w:numId w:val="14"/>
        </w:numPr>
      </w:pPr>
      <w:r w:rsidRPr="00A21F4D">
        <w:t xml:space="preserve">zajištění </w:t>
      </w:r>
      <w:r w:rsidR="00EB282B" w:rsidRPr="00A21F4D">
        <w:t xml:space="preserve">územního rozhodnutí, územního souhlasu </w:t>
      </w:r>
      <w:r w:rsidRPr="00A21F4D">
        <w:t>nebo společného povolení,</w:t>
      </w:r>
      <w:r w:rsidR="0039768F">
        <w:t xml:space="preserve"> </w:t>
      </w:r>
      <w:r w:rsidR="0039768F" w:rsidRPr="00A21F4D">
        <w:t>kterým se stavba umisťuje a povoluje</w:t>
      </w:r>
      <w:r w:rsidRPr="00A21F4D">
        <w:t xml:space="preserve"> </w:t>
      </w:r>
      <w:r w:rsidR="00D239AB">
        <w:t>nebo zajištění stavebního povolení</w:t>
      </w:r>
      <w:r w:rsidRPr="00A21F4D">
        <w:t xml:space="preserve">, </w:t>
      </w:r>
      <w:r w:rsidR="00903DE0" w:rsidRPr="009D4205">
        <w:t>včetně zpracování agendy majetkoprávního vypořádání pro rekonstrukci nebo novostavbu železniční trati nebo železniční stanice.</w:t>
      </w:r>
      <w:r w:rsidR="00AB7FC0">
        <w:t xml:space="preserve"> </w:t>
      </w:r>
    </w:p>
    <w:p w14:paraId="7C1BD81D" w14:textId="77777777" w:rsidR="00392730" w:rsidRDefault="00392730" w:rsidP="00392730">
      <w:pPr>
        <w:pStyle w:val="Textbezslovn"/>
      </w:pPr>
      <w:r w:rsidRPr="00240196">
        <w:rPr>
          <w:b/>
        </w:rPr>
        <w:t xml:space="preserve">Každá z činností uvedených pod písm. </w:t>
      </w:r>
      <w:r w:rsidR="00C36BBD" w:rsidRPr="00C36BBD">
        <w:rPr>
          <w:b/>
        </w:rPr>
        <w:t>a), b), c), d)</w:t>
      </w:r>
      <w:r w:rsidRPr="00392730">
        <w:rPr>
          <w:b/>
        </w:rPr>
        <w:t xml:space="preserve"> musí být doložena alespoň ve dvou referenčních zakázkách (významných službách).</w:t>
      </w:r>
    </w:p>
    <w:p w14:paraId="533EDDB3" w14:textId="77777777" w:rsidR="00392730" w:rsidRDefault="00392730" w:rsidP="00392730">
      <w:pPr>
        <w:pStyle w:val="Textbezslovn"/>
      </w:pPr>
      <w:r>
        <w:t xml:space="preserve">Parametry, resp. požadavky na obsahovou náplň činností, uvedené výše pod písm. </w:t>
      </w:r>
      <w:r w:rsidRPr="00C36BBD">
        <w:t>a), b), c), d)</w:t>
      </w:r>
      <w:r w:rsidR="00C36BBD" w:rsidRPr="00C36BBD">
        <w:t xml:space="preserve"> </w:t>
      </w:r>
      <w:r w:rsidRPr="00C36BBD">
        <w:t>lze splnit všechny současně v rámci jedné referenční zakázky (významné</w:t>
      </w:r>
      <w:r>
        <w:t xml:space="preserve"> služby), ale připouští se i splnění požadavků dle písm. </w:t>
      </w:r>
      <w:r w:rsidR="00240196" w:rsidRPr="00C36BBD">
        <w:t xml:space="preserve">a), b), c), d) </w:t>
      </w:r>
      <w:r w:rsidRPr="00C36BBD">
        <w:t>odděleně</w:t>
      </w:r>
      <w:r>
        <w:t xml:space="preserve"> v několika referenčních zakázkách. Každá z těchto referenčních zakázek však musí vždy samostatně dosahovat alespoň minimální úrovně všech požadavků dle písm</w:t>
      </w:r>
      <w:r w:rsidRPr="00CA2E3A">
        <w:t xml:space="preserve">. a) nebo b) nebo c) nebo d) výše, takže požadavky na obsahovou náplň činností uvedených výše pod jednotlivými písm. a) nebo b) </w:t>
      </w:r>
      <w:r w:rsidR="00CA2E3A" w:rsidRPr="00CA2E3A">
        <w:t xml:space="preserve">nebo c) nebo d) </w:t>
      </w:r>
      <w:r w:rsidRPr="00CA2E3A">
        <w:t>nelze</w:t>
      </w:r>
      <w:r>
        <w:t xml:space="preserve"> za účelem prokázání technické kvalifikace sčítat z více referenčních zakázek (významných služeb). </w:t>
      </w:r>
    </w:p>
    <w:p w14:paraId="2DCBFDF6" w14:textId="531CD2E2" w:rsidR="00392730" w:rsidRDefault="00392730" w:rsidP="00392730">
      <w:pPr>
        <w:pStyle w:val="Textbezslovn"/>
      </w:pPr>
      <w:r>
        <w:t xml:space="preserve">Celkový součet cen významných služeb za posledních </w:t>
      </w:r>
      <w:r w:rsidR="002D1375" w:rsidRPr="001B00C9">
        <w:t>15</w:t>
      </w:r>
      <w:r w:rsidRPr="002D1375">
        <w:rPr>
          <w:color w:val="FF0000"/>
        </w:rPr>
        <w:t xml:space="preserve"> </w:t>
      </w:r>
      <w:r w:rsidRPr="00CA2E3A">
        <w:t xml:space="preserve">let před </w:t>
      </w:r>
      <w:r>
        <w:t xml:space="preserve">zahájením zadávacího řízení, které dodavatel poskytl, musí dosahovat v souhrnu, včetně případných poddodávek, minimálně </w:t>
      </w:r>
      <w:r w:rsidR="008E16D7" w:rsidRPr="008E16D7">
        <w:rPr>
          <w:b/>
        </w:rPr>
        <w:t>160 mil.</w:t>
      </w:r>
      <w:r w:rsidRPr="008E16D7">
        <w:rPr>
          <w:b/>
        </w:rPr>
        <w:t xml:space="preserve"> Kč </w:t>
      </w:r>
      <w:r w:rsidRPr="008E16D7">
        <w:t>bez DPH</w:t>
      </w:r>
      <w:r>
        <w:t xml:space="preserve">, přičemž alespoň jedna významná služba musí dosahovat ceny nejméně </w:t>
      </w:r>
      <w:r w:rsidR="0091160E">
        <w:rPr>
          <w:b/>
        </w:rPr>
        <w:t>6</w:t>
      </w:r>
      <w:r w:rsidR="008E16D7">
        <w:rPr>
          <w:b/>
        </w:rPr>
        <w:t>0 mil.</w:t>
      </w:r>
      <w:r>
        <w:t xml:space="preserve"> </w:t>
      </w:r>
      <w:r w:rsidRPr="00392730">
        <w:rPr>
          <w:b/>
        </w:rPr>
        <w:t>Kč</w:t>
      </w:r>
      <w:r>
        <w:t xml:space="preserve"> bez DPH. </w:t>
      </w:r>
    </w:p>
    <w:p w14:paraId="05DA895B" w14:textId="77777777" w:rsidR="004C52F0" w:rsidRDefault="004C52F0" w:rsidP="00392730">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w:t>
      </w:r>
      <w:r w:rsidR="00444A1E">
        <w:t xml:space="preserve"> ve smyslu stavebního zákona č. 183/2006 Sb., ve znění pozdějších předpisů</w:t>
      </w:r>
      <w:r>
        <w:t>.</w:t>
      </w:r>
    </w:p>
    <w:p w14:paraId="2BD42A5F" w14:textId="77777777"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služby, předmět plnění s uvedením zadavatelem shora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56A4ED7" w14:textId="61689273" w:rsidR="00392730" w:rsidRDefault="00392730" w:rsidP="00392730">
      <w:pPr>
        <w:pStyle w:val="Textbezslovn"/>
      </w:pPr>
      <w:r>
        <w:t xml:space="preserve">Doba </w:t>
      </w:r>
      <w:r w:rsidR="002D1375" w:rsidRPr="001B00C9">
        <w:t>15</w:t>
      </w:r>
      <w:r w:rsidRPr="002D1375">
        <w:rPr>
          <w:color w:val="FF0000"/>
        </w:rPr>
        <w:t xml:space="preserve"> </w:t>
      </w:r>
      <w:r w:rsidRPr="00CA2E3A">
        <w:t xml:space="preserve">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w:t>
      </w:r>
      <w:r w:rsidR="002D1375" w:rsidRPr="001B00C9">
        <w:t>15</w:t>
      </w:r>
      <w:r w:rsidRPr="002D1375">
        <w:rPr>
          <w:color w:val="FF0000"/>
        </w:rPr>
        <w:t xml:space="preserve"> </w:t>
      </w:r>
      <w:r w:rsidRPr="00CA2E3A">
        <w:t xml:space="preserve">let před zahájením zadávacího řízení. V případě, že byla referovaná významná služba, resp. činnost (tj. </w:t>
      </w:r>
      <w:r w:rsidR="00EE1228">
        <w:t xml:space="preserve">např. </w:t>
      </w:r>
      <w:r w:rsidRPr="00CA2E3A">
        <w:t xml:space="preserve">projektové práce </w:t>
      </w:r>
      <w:r w:rsidR="00EE1228">
        <w:t xml:space="preserve">spočívající ve zpracování </w:t>
      </w:r>
      <w:r w:rsidR="00EE1228">
        <w:rPr>
          <w:rFonts w:cs="Arial"/>
          <w:bCs/>
        </w:rPr>
        <w:t>dokumentace</w:t>
      </w:r>
      <w:r w:rsidR="00EE1228" w:rsidRPr="00B77110">
        <w:rPr>
          <w:rFonts w:cs="Arial"/>
          <w:bCs/>
        </w:rPr>
        <w:t xml:space="preserve"> </w:t>
      </w:r>
      <w:r w:rsidRPr="00CA2E3A">
        <w:t xml:space="preserve">ve stupni </w:t>
      </w:r>
      <w:r w:rsidR="00624EB2" w:rsidRPr="00CA2E3A">
        <w:t xml:space="preserve">DUR, </w:t>
      </w:r>
      <w:r w:rsidR="006A070D" w:rsidRPr="00CA2E3A">
        <w:t xml:space="preserve">nebo </w:t>
      </w:r>
      <w:r w:rsidRPr="00CA2E3A">
        <w:t xml:space="preserve">DSP nebo DSP+PDPS nebo DUSP </w:t>
      </w:r>
      <w:r w:rsidR="006E750A" w:rsidRPr="00CA2E3A">
        <w:t xml:space="preserve">nebo DUSP+PDPS </w:t>
      </w:r>
      <w:r w:rsidRPr="00CA2E3A">
        <w:t xml:space="preserve">pro stavby železničních drah) součástí rozsáhlejšího plnění pro objednatele významné </w:t>
      </w:r>
      <w:r>
        <w:t xml:space="preserve">služby (např. kromě zpracování projektové dokumentace měl dodavatel vykonávat i autorský dozor při realizaci stavby apod.) postačí, pokud je </w:t>
      </w:r>
      <w:r w:rsidR="00EE1228">
        <w:t xml:space="preserve">v uvedené době </w:t>
      </w:r>
      <w:r>
        <w:t xml:space="preserve">dokončeno plnění v rozsahu referované činnosti (tj. </w:t>
      </w:r>
      <w:r w:rsidR="00EE1228">
        <w:t xml:space="preserve">např. </w:t>
      </w:r>
      <w:r>
        <w:t xml:space="preserve">projektové práce </w:t>
      </w:r>
      <w:r w:rsidR="00EE1228">
        <w:t xml:space="preserve">spočívající ve zpracování </w:t>
      </w:r>
      <w:r w:rsidR="00EE1228">
        <w:rPr>
          <w:rFonts w:cs="Arial"/>
          <w:bCs/>
        </w:rPr>
        <w:t>dokumentace</w:t>
      </w:r>
      <w:r w:rsidR="00EE1228" w:rsidRPr="00B77110">
        <w:rPr>
          <w:rFonts w:cs="Arial"/>
          <w:bCs/>
        </w:rPr>
        <w:t xml:space="preserve"> </w:t>
      </w:r>
      <w:r>
        <w:t xml:space="preserve">ve stupni </w:t>
      </w:r>
      <w:r w:rsidR="006A070D">
        <w:t xml:space="preserve">DUR nebo </w:t>
      </w:r>
      <w:r>
        <w:t xml:space="preserve">DSP nebo DSP+PDPS nebo DUSP </w:t>
      </w:r>
      <w:r w:rsidR="006E750A">
        <w:t xml:space="preserve">nebo DUSP+PDPS </w:t>
      </w:r>
      <w:r>
        <w:t>pro stavby železničních drah)</w:t>
      </w:r>
      <w:r w:rsidR="00EE1228">
        <w:t xml:space="preserve"> s tím, že zakázka jako celek (tj. ohledně dalších činností, např. autorského dozoru při realizaci stavby) dokončena není; zároveň však platí, že nestačí (tj. nepovažuje se za plnění dokončené v požadované době), pokud je v posledních </w:t>
      </w:r>
      <w:r w:rsidR="002D1375" w:rsidRPr="001B00C9">
        <w:t>15</w:t>
      </w:r>
      <w:r w:rsidR="00EE1228" w:rsidRPr="001B00C9">
        <w:t xml:space="preserve"> </w:t>
      </w:r>
      <w:r w:rsidR="00EE1228">
        <w:t xml:space="preserve">letech dokončena zakázka rozsáhlejšího plnění jako celek (např. dokončen autorský dozor při realizaci stavby), avšak plnění v rozsahu referované činnosti (tj. např. zpracování projektové dokumentace) bylo dokončeno dříve než před </w:t>
      </w:r>
      <w:r w:rsidR="002D1375" w:rsidRPr="001B00C9">
        <w:t>15</w:t>
      </w:r>
      <w:r w:rsidR="00EE1228" w:rsidRPr="001B00C9">
        <w:t xml:space="preserve"> </w:t>
      </w:r>
      <w:r w:rsidR="00EE1228">
        <w:t>lety</w:t>
      </w:r>
      <w:r>
        <w:t xml:space="preserve">. Je-li referenční zakázka součástí rozsáhlejšího plnění </w:t>
      </w:r>
      <w:r>
        <w:lastRenderedPageBreak/>
        <w:t>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14:paraId="5A5F36CA" w14:textId="77777777" w:rsidR="00392730" w:rsidRDefault="00392730" w:rsidP="00392730">
      <w:pPr>
        <w:pStyle w:val="Textbezslovn"/>
      </w:pPr>
      <w:r>
        <w:t xml:space="preserve">Pro odstranění pochybností zadavatel upřesňuje, že pro potřeby doložení referenčních zakázek (významných služeb) se zakázka na projektové práce </w:t>
      </w:r>
      <w:r w:rsidR="004C52F0">
        <w:t xml:space="preserve">spočívající ve zpracování </w:t>
      </w:r>
      <w:r w:rsidR="004C52F0">
        <w:rPr>
          <w:rFonts w:cs="Arial"/>
          <w:bCs/>
        </w:rPr>
        <w:t>dokumentace</w:t>
      </w:r>
      <w:r w:rsidR="004C52F0">
        <w:t xml:space="preserve"> </w:t>
      </w:r>
      <w:r>
        <w:t xml:space="preserve">ve stupni </w:t>
      </w:r>
      <w:r w:rsidR="006A070D">
        <w:t xml:space="preserve">DUR nebo </w:t>
      </w:r>
      <w:r>
        <w:t xml:space="preserve">DSP nebo DSP+PDPS nebo DUSP </w:t>
      </w:r>
      <w:r w:rsidR="006E750A">
        <w:t xml:space="preserve">nebo DUSP+PDPS </w:t>
      </w:r>
      <w:r>
        <w:t xml:space="preserve">považuje za dokončenou předáním kompletní </w:t>
      </w:r>
      <w:r w:rsidR="006A070D">
        <w:t xml:space="preserve">DUR nebo </w:t>
      </w:r>
      <w:r>
        <w:t>DSP nebo DSP+PDPS nebo DUSP</w:t>
      </w:r>
      <w:r w:rsidR="006E750A" w:rsidRPr="006E750A">
        <w:t xml:space="preserve"> </w:t>
      </w:r>
      <w:r w:rsidR="006E750A">
        <w:t>nebo DUSP+PDPS</w:t>
      </w:r>
      <w:r>
        <w:t xml:space="preserve">, příp. jejich kompletní aktualizace, objednateli po zapracování všech připomínek ze strany objednatele, a to bez případného podání žádosti </w:t>
      </w:r>
      <w:r w:rsidR="006A070D" w:rsidRPr="006A070D">
        <w:t>o územní rozhodnutí, územní souhlas</w:t>
      </w:r>
      <w:r w:rsidR="006A070D">
        <w:t>,</w:t>
      </w:r>
      <w:r>
        <w:t xml:space="preserve"> stavební povolení nebo společné povolení, je-li součástí plnění zakázky. </w:t>
      </w:r>
    </w:p>
    <w:p w14:paraId="11C5D56D"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6D997B9B" w14:textId="77777777" w:rsidR="00392730" w:rsidRDefault="00392730" w:rsidP="0077382B">
      <w:pPr>
        <w:pStyle w:val="Odstavec1-1a"/>
        <w:numPr>
          <w:ilvl w:val="0"/>
          <w:numId w:val="15"/>
        </w:numPr>
        <w:spacing w:after="0"/>
      </w:pPr>
      <w:r>
        <w:t>společně s jinými dodavateli, a to v rozsahu, v jakém se na plnění zakázky podílel, nebo</w:t>
      </w:r>
    </w:p>
    <w:p w14:paraId="3427CE50" w14:textId="77777777" w:rsidR="00392730" w:rsidRDefault="00392730" w:rsidP="0077382B">
      <w:pPr>
        <w:pStyle w:val="Odstavec1-1a"/>
        <w:numPr>
          <w:ilvl w:val="0"/>
          <w:numId w:val="15"/>
        </w:numPr>
      </w:pPr>
      <w:r>
        <w:t>jako poddodavatel, a to v rozsahu, v jakém se na plnění zakázky podílel.</w:t>
      </w:r>
    </w:p>
    <w:p w14:paraId="7622A734" w14:textId="71CD14BE"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w:t>
      </w:r>
      <w:r w:rsidR="007A71B4">
        <w:t> </w:t>
      </w:r>
      <w:r>
        <w:t>věcně a rozsahem stejným předmětem plnění) prokazovalo zároveň více dodavatelů, kteří se tohoto zadávacího řízení účastní společně (společnost). Výše uvedené neplatí v</w:t>
      </w:r>
      <w:r w:rsidR="007A71B4">
        <w:t> </w:t>
      </w:r>
      <w:r>
        <w:t>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2A75756C" w14:textId="77777777" w:rsidR="004C52F0" w:rsidRDefault="004C52F0" w:rsidP="004C52F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72669B4" w14:textId="77777777" w:rsidR="0035531B" w:rsidRPr="00930B79" w:rsidRDefault="0035531B" w:rsidP="0035531B">
      <w:pPr>
        <w:pStyle w:val="Text1-1"/>
        <w:rPr>
          <w:rStyle w:val="Tun9b"/>
        </w:rPr>
      </w:pPr>
      <w:r w:rsidRPr="00930B79">
        <w:rPr>
          <w:rStyle w:val="Tun9b"/>
        </w:rPr>
        <w:t>Technická kvalifikace – seznam odborného personálu:</w:t>
      </w:r>
    </w:p>
    <w:p w14:paraId="17B20472" w14:textId="6966533F" w:rsidR="009E1AEE" w:rsidRDefault="009E1AEE" w:rsidP="009E1AEE">
      <w:pPr>
        <w:pStyle w:val="Textbezslovn"/>
      </w:pPr>
      <w:r>
        <w:t xml:space="preserve">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w:t>
      </w:r>
      <w:r w:rsidR="005769B2" w:rsidRPr="005769B2">
        <w:t xml:space="preserve">Toto neplatí pro </w:t>
      </w:r>
      <w:r w:rsidR="00011390" w:rsidRPr="005769B2">
        <w:rPr>
          <w:rStyle w:val="Tun9b"/>
        </w:rPr>
        <w:t xml:space="preserve">vedoucího týmu, </w:t>
      </w:r>
      <w:r w:rsidR="00C81C67">
        <w:rPr>
          <w:rStyle w:val="Tun9b"/>
        </w:rPr>
        <w:t>specialistu</w:t>
      </w:r>
      <w:r w:rsidR="00C81C67" w:rsidRPr="005769B2">
        <w:rPr>
          <w:rStyle w:val="Tun9b"/>
        </w:rPr>
        <w:t xml:space="preserve"> </w:t>
      </w:r>
      <w:r w:rsidR="00011390" w:rsidRPr="005769B2">
        <w:rPr>
          <w:rStyle w:val="Tun9b"/>
        </w:rPr>
        <w:t xml:space="preserve">týmu geotechniky a </w:t>
      </w:r>
      <w:r w:rsidR="00C81C67">
        <w:rPr>
          <w:rStyle w:val="Tun9b"/>
        </w:rPr>
        <w:t>specialistu</w:t>
      </w:r>
      <w:r w:rsidR="00C81C67" w:rsidRPr="005769B2">
        <w:rPr>
          <w:rStyle w:val="Tun9b"/>
        </w:rPr>
        <w:t xml:space="preserve"> </w:t>
      </w:r>
      <w:r w:rsidR="00011390" w:rsidRPr="005769B2">
        <w:rPr>
          <w:rStyle w:val="Tun9b"/>
        </w:rPr>
        <w:t>týmu tunelových staveb</w:t>
      </w:r>
      <w:r w:rsidR="00FE0E78" w:rsidRPr="005769B2">
        <w:rPr>
          <w:rStyle w:val="Tun9b"/>
        </w:rPr>
        <w:t>.</w:t>
      </w:r>
      <w:r w:rsidR="005769B2" w:rsidRPr="005769B2">
        <w:rPr>
          <w:rStyle w:val="Tun9b"/>
        </w:rPr>
        <w:t xml:space="preserve"> </w:t>
      </w:r>
      <w:r w:rsidR="005769B2" w:rsidRPr="00C9147C">
        <w:rPr>
          <w:rStyle w:val="Tun9b"/>
        </w:rPr>
        <w:t xml:space="preserve">Fyzická osoba vykonávající </w:t>
      </w:r>
      <w:r w:rsidR="004C52F0">
        <w:rPr>
          <w:rStyle w:val="Tun9b"/>
        </w:rPr>
        <w:t xml:space="preserve">některou z těchto funkcí </w:t>
      </w:r>
      <w:r w:rsidR="005769B2" w:rsidRPr="00C9147C">
        <w:rPr>
          <w:rStyle w:val="Tun9b"/>
        </w:rPr>
        <w:t xml:space="preserve">nemůže současně zastávat </w:t>
      </w:r>
      <w:r w:rsidR="004C52F0">
        <w:rPr>
          <w:rStyle w:val="Tun9b"/>
        </w:rPr>
        <w:t xml:space="preserve">jakoukoli </w:t>
      </w:r>
      <w:r w:rsidR="005769B2" w:rsidRPr="00C9147C">
        <w:rPr>
          <w:rStyle w:val="Tun9b"/>
        </w:rPr>
        <w:t>další funkc</w:t>
      </w:r>
      <w:r w:rsidR="004C52F0">
        <w:rPr>
          <w:rStyle w:val="Tun9b"/>
        </w:rPr>
        <w:t>i</w:t>
      </w:r>
      <w:r w:rsidR="005769B2" w:rsidRPr="00C9147C">
        <w:rPr>
          <w:rStyle w:val="Tun9b"/>
        </w:rPr>
        <w:t xml:space="preserve"> členů odborného personálu.</w:t>
      </w:r>
      <w:r w:rsidR="00FE0E78">
        <w:rPr>
          <w:rStyle w:val="Tun9b"/>
        </w:rPr>
        <w:t xml:space="preserve"> </w:t>
      </w:r>
      <w:r>
        <w:t>Vzhledem ke skutečnosti, že se členové odborného personálu dodavatele musí přímo podílet na plnění veřejné zakázky, zadavatel upozorňuje na</w:t>
      </w:r>
      <w:r w:rsidR="00F6501B">
        <w:t> </w:t>
      </w:r>
      <w:r>
        <w:t xml:space="preserve">nezbytnost, aby taková osoba byla reálně schopna zastávat všechny funkce, pro které je určena, a to zejména s ohledem na časovou náročnost plnění daných funkcí. Zadavatel stanoví, že členové odborného personálu mohou být </w:t>
      </w:r>
      <w:r>
        <w:lastRenderedPageBreak/>
        <w:t>zaměstnanci dodavatele nebo osoby v jiném vztahu k dodavateli, tj. např. zaměstnanci jeho poddodavatelů, nevyplývá-li z</w:t>
      </w:r>
      <w:r w:rsidR="00F6501B">
        <w:t> </w:t>
      </w:r>
      <w:r>
        <w:t>čl.</w:t>
      </w:r>
      <w:r w:rsidR="00F6501B">
        <w:t> </w:t>
      </w:r>
      <w:r>
        <w:t>9.3 těchto Pokynů jinak.</w:t>
      </w:r>
    </w:p>
    <w:p w14:paraId="23614C2D" w14:textId="77777777" w:rsidR="009E1AEE" w:rsidRDefault="009E1AEE" w:rsidP="009E1AEE">
      <w:pPr>
        <w:pStyle w:val="Textbezslovn"/>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66B42E1E" w14:textId="2BEDA9B6" w:rsidR="009E1AEE" w:rsidRPr="00AF3261" w:rsidRDefault="009E1AEE" w:rsidP="0077382B">
      <w:pPr>
        <w:pStyle w:val="Odstavec1-1a"/>
        <w:numPr>
          <w:ilvl w:val="0"/>
          <w:numId w:val="16"/>
        </w:numPr>
        <w:rPr>
          <w:b/>
        </w:rPr>
      </w:pPr>
      <w:r w:rsidRPr="00AF3261">
        <w:rPr>
          <w:b/>
        </w:rPr>
        <w:t xml:space="preserve">vedoucí týmu </w:t>
      </w:r>
    </w:p>
    <w:p w14:paraId="295A1196" w14:textId="77777777" w:rsidR="00D474A0" w:rsidRPr="00AF3261" w:rsidRDefault="009E1AEE" w:rsidP="009E1AEE">
      <w:pPr>
        <w:pStyle w:val="Odrka1-2-"/>
      </w:pPr>
      <w:r w:rsidRPr="00AF3261">
        <w:t xml:space="preserve">vysokoškolské vzdělání; </w:t>
      </w:r>
    </w:p>
    <w:p w14:paraId="7F61756A" w14:textId="5672E396" w:rsidR="009E1AEE" w:rsidRPr="00AF3261" w:rsidRDefault="009E1AEE" w:rsidP="009E1AEE">
      <w:pPr>
        <w:pStyle w:val="Odrka1-2-"/>
      </w:pPr>
      <w:r w:rsidRPr="00AF3261">
        <w:t xml:space="preserve">nejméně </w:t>
      </w:r>
      <w:r w:rsidR="000D28A2" w:rsidRPr="00AF3261">
        <w:t>10</w:t>
      </w:r>
      <w:r w:rsidRPr="00AF3261">
        <w:t xml:space="preserve"> let praxe</w:t>
      </w:r>
      <w:r w:rsidR="00681AEF" w:rsidRPr="00AF3261">
        <w:t xml:space="preserve"> v projektování zakázek, které obsahovaly </w:t>
      </w:r>
      <w:r w:rsidR="00160C30">
        <w:t xml:space="preserve">alespoň </w:t>
      </w:r>
      <w:r w:rsidR="00681AEF" w:rsidRPr="00AF3261">
        <w:t>následující činnosti: projektování železničního svršku a spodku, a/nebo mostů a inženýrských konstrukcí, a/nebo tunelů</w:t>
      </w:r>
      <w:r w:rsidRPr="00AF3261">
        <w:t xml:space="preserve">; </w:t>
      </w:r>
    </w:p>
    <w:p w14:paraId="58E2601D" w14:textId="77777777" w:rsidR="009E1AEE" w:rsidRPr="003370AB" w:rsidRDefault="009E1AEE" w:rsidP="009E1AEE">
      <w:pPr>
        <w:pStyle w:val="Odrka1-2-"/>
      </w:pPr>
      <w:r w:rsidRPr="00AF3261">
        <w:t xml:space="preserve">autorizace v rozsahu dle § 5 odst. 3 písm. b) zák. č. 360/1992 Sb., o výkonu povolání autorizovaných architektů a o výkonu povolání autorizovaných inženýrů a techniků činných ve výstavbě, ve znění pozdějších předpisů </w:t>
      </w:r>
      <w:r w:rsidRPr="003370AB">
        <w:t xml:space="preserve">(dále jen „autorizační zákon“), tedy pro dopravní stavby; </w:t>
      </w:r>
    </w:p>
    <w:p w14:paraId="7F8E1511" w14:textId="65134A21" w:rsidR="009E1AEE" w:rsidRPr="00B14493" w:rsidRDefault="009E1AEE" w:rsidP="009E1AEE">
      <w:pPr>
        <w:pStyle w:val="Odrka1-2-"/>
      </w:pPr>
      <w:r w:rsidRPr="003370AB">
        <w:t xml:space="preserve">prokázat zkušenosti s plněním alespoň dvou </w:t>
      </w:r>
      <w:r w:rsidR="00EC23CF">
        <w:t xml:space="preserve">obdobných zakázek dopravních staveb </w:t>
      </w:r>
      <w:r w:rsidRPr="003370AB">
        <w:t xml:space="preserve">ve funkci vedoucího týmu, přičemž </w:t>
      </w:r>
      <w:r w:rsidR="00B14493" w:rsidRPr="000321A1">
        <w:t xml:space="preserve">hodnota každé zakázky </w:t>
      </w:r>
      <w:r w:rsidR="00B14493" w:rsidRPr="000321A1">
        <w:rPr>
          <w:rFonts w:cs="Arial"/>
          <w:bCs/>
        </w:rPr>
        <w:t xml:space="preserve">musí činit minimálně </w:t>
      </w:r>
      <w:r w:rsidR="00B14493" w:rsidRPr="000321A1">
        <w:rPr>
          <w:rFonts w:cs="Arial"/>
          <w:b/>
          <w:bCs/>
        </w:rPr>
        <w:t>60 mil Kč</w:t>
      </w:r>
      <w:r w:rsidR="00B14493" w:rsidRPr="000321A1">
        <w:rPr>
          <w:rFonts w:cs="Arial"/>
          <w:bCs/>
        </w:rPr>
        <w:t xml:space="preserve"> bez DPH</w:t>
      </w:r>
      <w:r w:rsidR="00355D2A" w:rsidRPr="00B14493">
        <w:t>;</w:t>
      </w:r>
      <w:r w:rsidRPr="00B14493">
        <w:t xml:space="preserve"> </w:t>
      </w:r>
    </w:p>
    <w:p w14:paraId="08CB39E5" w14:textId="77777777" w:rsidR="009E1AEE" w:rsidRPr="003370AB" w:rsidRDefault="009E1AEE" w:rsidP="0077382B">
      <w:pPr>
        <w:pStyle w:val="Odstavec1-1a"/>
        <w:numPr>
          <w:ilvl w:val="0"/>
          <w:numId w:val="16"/>
        </w:numPr>
        <w:rPr>
          <w:b/>
        </w:rPr>
      </w:pPr>
      <w:r w:rsidRPr="003370AB">
        <w:rPr>
          <w:b/>
        </w:rPr>
        <w:t>specialista na železniční svršek a spodek</w:t>
      </w:r>
    </w:p>
    <w:p w14:paraId="7778BE76" w14:textId="77777777" w:rsidR="00355D2A" w:rsidRPr="003370AB" w:rsidRDefault="009E1AEE" w:rsidP="00355D2A">
      <w:pPr>
        <w:pStyle w:val="Odrka1-2-"/>
      </w:pPr>
      <w:r w:rsidRPr="003370AB">
        <w:t xml:space="preserve">vysokoškolské vzdělání; </w:t>
      </w:r>
    </w:p>
    <w:p w14:paraId="6E2F9E83" w14:textId="3036550E" w:rsidR="00355D2A" w:rsidRPr="00AF3261" w:rsidRDefault="009E1AEE" w:rsidP="00355D2A">
      <w:pPr>
        <w:pStyle w:val="Odrka1-2-"/>
      </w:pPr>
      <w:r w:rsidRPr="003370AB">
        <w:t xml:space="preserve">nejméně 5 let praxe </w:t>
      </w:r>
      <w:r w:rsidR="003D24E2" w:rsidRPr="003370AB">
        <w:t>v</w:t>
      </w:r>
      <w:r w:rsidR="003D24E2">
        <w:t xml:space="preserve"> projektování v </w:t>
      </w:r>
      <w:r w:rsidR="003D24E2" w:rsidRPr="003370AB">
        <w:t xml:space="preserve">oboru své specializace </w:t>
      </w:r>
      <w:r w:rsidR="0024255A" w:rsidRPr="00AF3261">
        <w:t>(železniční svršek a spodek)</w:t>
      </w:r>
      <w:r w:rsidRPr="00AF3261">
        <w:t xml:space="preserve">; </w:t>
      </w:r>
    </w:p>
    <w:p w14:paraId="33E10C4A" w14:textId="47502120" w:rsidR="009E1AEE" w:rsidRPr="00AF3261" w:rsidRDefault="009E1AEE" w:rsidP="00355D2A">
      <w:pPr>
        <w:pStyle w:val="Odrka1-2-"/>
      </w:pPr>
      <w:r w:rsidRPr="00AF3261">
        <w:t>autorizace v rozsahu dle § 5 odst. 3 písm. b) autorizačního zákona, tedy pro</w:t>
      </w:r>
      <w:r w:rsidR="007A71B4">
        <w:t> </w:t>
      </w:r>
      <w:r w:rsidRPr="00AF3261">
        <w:t xml:space="preserve">dopravní stavby; </w:t>
      </w:r>
    </w:p>
    <w:p w14:paraId="5BA140BB" w14:textId="77777777" w:rsidR="009E1AEE" w:rsidRPr="00AF3261" w:rsidRDefault="009E1AEE" w:rsidP="0077382B">
      <w:pPr>
        <w:pStyle w:val="Odstavec1-1a"/>
        <w:numPr>
          <w:ilvl w:val="0"/>
          <w:numId w:val="16"/>
        </w:numPr>
        <w:rPr>
          <w:b/>
        </w:rPr>
      </w:pPr>
      <w:r w:rsidRPr="00AF3261">
        <w:rPr>
          <w:b/>
        </w:rPr>
        <w:t>specialista na mostní a inženýrské konstrukce</w:t>
      </w:r>
    </w:p>
    <w:p w14:paraId="543D3B92" w14:textId="77777777" w:rsidR="00355D2A" w:rsidRPr="00AF3261" w:rsidRDefault="009E1AEE" w:rsidP="00355D2A">
      <w:pPr>
        <w:pStyle w:val="Odrka1-2-"/>
      </w:pPr>
      <w:r w:rsidRPr="00AF3261">
        <w:t xml:space="preserve">vysokoškolské vzdělání; </w:t>
      </w:r>
    </w:p>
    <w:p w14:paraId="4C23309F" w14:textId="6B2977BA" w:rsidR="00355D2A" w:rsidRPr="00AF3261" w:rsidRDefault="00B0509B" w:rsidP="00355D2A">
      <w:pPr>
        <w:pStyle w:val="Odrka1-2-"/>
      </w:pPr>
      <w:r w:rsidRPr="00AF3261">
        <w:t xml:space="preserve">nejméně 5 let praxe </w:t>
      </w:r>
      <w:r w:rsidR="003D24E2" w:rsidRPr="003370AB">
        <w:t>v</w:t>
      </w:r>
      <w:r w:rsidR="003D24E2">
        <w:t xml:space="preserve"> projektování v </w:t>
      </w:r>
      <w:r w:rsidR="003D24E2" w:rsidRPr="003370AB">
        <w:t xml:space="preserve">oboru své specializace </w:t>
      </w:r>
      <w:r w:rsidRPr="00AF3261">
        <w:t>(mostní a inženýrské konstrukce)</w:t>
      </w:r>
      <w:r w:rsidR="009E1AEE" w:rsidRPr="00AF3261">
        <w:t xml:space="preserve">; </w:t>
      </w:r>
    </w:p>
    <w:p w14:paraId="7D0D22C4" w14:textId="77777777" w:rsidR="009E1AEE" w:rsidRPr="003370AB" w:rsidRDefault="009E1AEE" w:rsidP="00355D2A">
      <w:pPr>
        <w:pStyle w:val="Odrka1-2-"/>
      </w:pPr>
      <w:r w:rsidRPr="00AF3261">
        <w:t>autorizace v rozsahu dle § 5 odst. 3 písm. d) autorizačního zákona</w:t>
      </w:r>
      <w:r w:rsidRPr="003370AB">
        <w:t xml:space="preserve">, tedy v oboru mosty a inženýrské konstrukce; </w:t>
      </w:r>
    </w:p>
    <w:p w14:paraId="7BFBC5B1" w14:textId="77777777" w:rsidR="009E1AEE" w:rsidRPr="003370AB" w:rsidRDefault="009E1AEE" w:rsidP="0077382B">
      <w:pPr>
        <w:pStyle w:val="Odstavec1-1a"/>
        <w:numPr>
          <w:ilvl w:val="0"/>
          <w:numId w:val="16"/>
        </w:numPr>
        <w:rPr>
          <w:b/>
        </w:rPr>
      </w:pPr>
      <w:r w:rsidRPr="003370AB">
        <w:rPr>
          <w:b/>
        </w:rPr>
        <w:t>specialista na pozemní stavby</w:t>
      </w:r>
    </w:p>
    <w:p w14:paraId="04DC0753" w14:textId="77777777" w:rsidR="00355D2A" w:rsidRPr="003370AB" w:rsidRDefault="009E1AEE" w:rsidP="00355D2A">
      <w:pPr>
        <w:pStyle w:val="Odrka1-2-"/>
      </w:pPr>
      <w:r w:rsidRPr="003370AB">
        <w:t xml:space="preserve">vysokoškolské vzdělání; </w:t>
      </w:r>
    </w:p>
    <w:p w14:paraId="08119D8C" w14:textId="77777777" w:rsidR="00355D2A" w:rsidRPr="003370AB" w:rsidRDefault="009E1AEE" w:rsidP="00355D2A">
      <w:pPr>
        <w:pStyle w:val="Odrka1-2-"/>
      </w:pPr>
      <w:r w:rsidRPr="003370AB">
        <w:t>nejméně 5 let praxe v projektování v oboru své specializace</w:t>
      </w:r>
      <w:r w:rsidR="0024255A" w:rsidRPr="003370AB">
        <w:t xml:space="preserve"> (pozemní stavby)</w:t>
      </w:r>
      <w:r w:rsidRPr="003370AB">
        <w:t xml:space="preserve">; </w:t>
      </w:r>
    </w:p>
    <w:p w14:paraId="26D5C5A6" w14:textId="77777777" w:rsidR="009E1AEE" w:rsidRPr="003370AB" w:rsidRDefault="009E1AEE" w:rsidP="00355D2A">
      <w:pPr>
        <w:pStyle w:val="Odrka1-2-"/>
      </w:pPr>
      <w:r w:rsidRPr="003370AB">
        <w:t>autorizace v rozsahu dle § 5 odst. 3 písm. a) autorizačního zákona, tedy v oboru pozemní stavby;</w:t>
      </w:r>
    </w:p>
    <w:p w14:paraId="720C3736" w14:textId="77777777" w:rsidR="009E1AEE" w:rsidRPr="003370AB" w:rsidRDefault="009E1AEE" w:rsidP="0077382B">
      <w:pPr>
        <w:pStyle w:val="Odstavec1-1a"/>
        <w:numPr>
          <w:ilvl w:val="0"/>
          <w:numId w:val="16"/>
        </w:numPr>
        <w:rPr>
          <w:b/>
        </w:rPr>
      </w:pPr>
      <w:r w:rsidRPr="003370AB">
        <w:rPr>
          <w:b/>
        </w:rPr>
        <w:t>specialista na zabezpečovací zařízení</w:t>
      </w:r>
    </w:p>
    <w:p w14:paraId="59AEFE83" w14:textId="77777777" w:rsidR="00355D2A" w:rsidRPr="003370AB" w:rsidRDefault="009E1AEE" w:rsidP="00355D2A">
      <w:pPr>
        <w:pStyle w:val="Odrka1-2-"/>
      </w:pPr>
      <w:r w:rsidRPr="003370AB">
        <w:t xml:space="preserve">vysokoškolské vzdělání; </w:t>
      </w:r>
    </w:p>
    <w:p w14:paraId="2966D703" w14:textId="16DAF2F7" w:rsidR="00355D2A" w:rsidRPr="00AF3261" w:rsidRDefault="009E1AEE" w:rsidP="00355D2A">
      <w:pPr>
        <w:pStyle w:val="Odrka1-2-"/>
      </w:pPr>
      <w:r w:rsidRPr="003370AB">
        <w:t xml:space="preserve">nejméně 5 let praxe </w:t>
      </w:r>
      <w:r w:rsidR="003D24E2" w:rsidRPr="003370AB">
        <w:t>v</w:t>
      </w:r>
      <w:r w:rsidR="003D24E2">
        <w:t xml:space="preserve"> projektování v </w:t>
      </w:r>
      <w:r w:rsidR="003D24E2" w:rsidRPr="003370AB">
        <w:t xml:space="preserve">oboru své specializace </w:t>
      </w:r>
      <w:r w:rsidR="0024255A" w:rsidRPr="00AF3261">
        <w:t>(zabezpečovací zařízení)</w:t>
      </w:r>
      <w:r w:rsidRPr="00AF3261">
        <w:t>;</w:t>
      </w:r>
    </w:p>
    <w:p w14:paraId="69534562" w14:textId="77777777" w:rsidR="009E1AEE" w:rsidRPr="00AF3261" w:rsidRDefault="009E1AEE" w:rsidP="00355D2A">
      <w:pPr>
        <w:pStyle w:val="Odrka1-2-"/>
      </w:pPr>
      <w:r w:rsidRPr="00AF3261">
        <w:t xml:space="preserve">autorizace v rozsahu dle § 5 odst. 3 písm. e) autorizačního zákona, tedy v oboru technologická zařízení staveb; </w:t>
      </w:r>
    </w:p>
    <w:p w14:paraId="3A99C2C1" w14:textId="77777777" w:rsidR="009E1AEE" w:rsidRPr="00AF3261" w:rsidRDefault="009E1AEE" w:rsidP="0077382B">
      <w:pPr>
        <w:pStyle w:val="Odstavec1-1a"/>
        <w:numPr>
          <w:ilvl w:val="0"/>
          <w:numId w:val="16"/>
        </w:numPr>
        <w:rPr>
          <w:b/>
        </w:rPr>
      </w:pPr>
      <w:r w:rsidRPr="00AF3261">
        <w:rPr>
          <w:b/>
        </w:rPr>
        <w:t>specialista na sdělovací zařízení</w:t>
      </w:r>
    </w:p>
    <w:p w14:paraId="37D12D25" w14:textId="77777777" w:rsidR="00355D2A" w:rsidRPr="00AF3261" w:rsidRDefault="009E1AEE" w:rsidP="00355D2A">
      <w:pPr>
        <w:pStyle w:val="Odrka1-2-"/>
      </w:pPr>
      <w:r w:rsidRPr="00AF3261">
        <w:t xml:space="preserve">vysokoškolské vzdělání; </w:t>
      </w:r>
    </w:p>
    <w:p w14:paraId="6EBDC5C5" w14:textId="1ECE8FD9" w:rsidR="00355D2A" w:rsidRPr="00AF3261" w:rsidRDefault="009E1AEE" w:rsidP="00355D2A">
      <w:pPr>
        <w:pStyle w:val="Odrka1-2-"/>
      </w:pPr>
      <w:r w:rsidRPr="00AF3261">
        <w:t xml:space="preserve">nejméně 5 let praxe </w:t>
      </w:r>
      <w:r w:rsidR="003D24E2" w:rsidRPr="003370AB">
        <w:t>v</w:t>
      </w:r>
      <w:r w:rsidR="003D24E2">
        <w:t xml:space="preserve"> projektování v </w:t>
      </w:r>
      <w:r w:rsidR="003D24E2" w:rsidRPr="003370AB">
        <w:t xml:space="preserve">oboru své specializace </w:t>
      </w:r>
      <w:r w:rsidR="0024255A" w:rsidRPr="00AF3261">
        <w:t>(sdělovací zařízení)</w:t>
      </w:r>
      <w:r w:rsidRPr="00AF3261">
        <w:t xml:space="preserve">; </w:t>
      </w:r>
    </w:p>
    <w:p w14:paraId="015914E6" w14:textId="77777777" w:rsidR="009E1AEE" w:rsidRPr="00AF3261" w:rsidRDefault="009E1AEE" w:rsidP="00355D2A">
      <w:pPr>
        <w:pStyle w:val="Odrka1-2-"/>
      </w:pPr>
      <w:r w:rsidRPr="00AF3261">
        <w:t xml:space="preserve">autorizace v rozsahu dle § 5 odst. 3 písm. e) autorizačního zákona, tedy v oboru technologická zařízení staveb; </w:t>
      </w:r>
    </w:p>
    <w:p w14:paraId="5183789F" w14:textId="77777777" w:rsidR="009E1AEE" w:rsidRPr="00AF3261" w:rsidRDefault="009E1AEE" w:rsidP="0077382B">
      <w:pPr>
        <w:pStyle w:val="Odstavec1-1a"/>
        <w:numPr>
          <w:ilvl w:val="0"/>
          <w:numId w:val="16"/>
        </w:numPr>
        <w:rPr>
          <w:b/>
        </w:rPr>
      </w:pPr>
      <w:r w:rsidRPr="00AF3261">
        <w:rPr>
          <w:b/>
        </w:rPr>
        <w:t>specialista na trakční vedení</w:t>
      </w:r>
    </w:p>
    <w:p w14:paraId="3BB74707" w14:textId="77777777" w:rsidR="00355D2A" w:rsidRPr="00AF3261" w:rsidRDefault="009E1AEE" w:rsidP="00355D2A">
      <w:pPr>
        <w:pStyle w:val="Odrka1-2-"/>
      </w:pPr>
      <w:r w:rsidRPr="00AF3261">
        <w:lastRenderedPageBreak/>
        <w:t xml:space="preserve">vysokoškolské vzdělání; </w:t>
      </w:r>
    </w:p>
    <w:p w14:paraId="012C9FA1" w14:textId="2C4F08A6" w:rsidR="00355D2A" w:rsidRPr="00AF3261" w:rsidRDefault="009E1AEE" w:rsidP="00355D2A">
      <w:pPr>
        <w:pStyle w:val="Odrka1-2-"/>
      </w:pPr>
      <w:r w:rsidRPr="00AF3261">
        <w:t xml:space="preserve">nejméně 5 let praxe </w:t>
      </w:r>
      <w:r w:rsidR="003D24E2" w:rsidRPr="003370AB">
        <w:t>v</w:t>
      </w:r>
      <w:r w:rsidR="003D24E2">
        <w:t xml:space="preserve"> projektování v </w:t>
      </w:r>
      <w:r w:rsidR="003D24E2" w:rsidRPr="003370AB">
        <w:t xml:space="preserve">oboru své specializace </w:t>
      </w:r>
      <w:r w:rsidR="0024255A" w:rsidRPr="00AF3261">
        <w:t>(trakční vedení)</w:t>
      </w:r>
      <w:r w:rsidRPr="00AF3261">
        <w:t xml:space="preserve">; </w:t>
      </w:r>
    </w:p>
    <w:p w14:paraId="27F48CED" w14:textId="77777777" w:rsidR="009E1AEE" w:rsidRPr="003370AB" w:rsidRDefault="009E1AEE" w:rsidP="00355D2A">
      <w:pPr>
        <w:pStyle w:val="Odrka1-2-"/>
      </w:pPr>
      <w:r w:rsidRPr="003370AB">
        <w:t xml:space="preserve">autorizace v rozsahu dle § 5 odst. 3 písm. e) autorizačního zákona, tedy v oboru technologická zařízení staveb; </w:t>
      </w:r>
    </w:p>
    <w:p w14:paraId="6BCF24BB" w14:textId="77777777" w:rsidR="009E1AEE" w:rsidRPr="003370AB" w:rsidRDefault="009E1AEE" w:rsidP="0077382B">
      <w:pPr>
        <w:pStyle w:val="Odstavec1-1a"/>
        <w:numPr>
          <w:ilvl w:val="0"/>
          <w:numId w:val="16"/>
        </w:numPr>
        <w:rPr>
          <w:b/>
        </w:rPr>
      </w:pPr>
      <w:r w:rsidRPr="003370AB">
        <w:rPr>
          <w:b/>
        </w:rPr>
        <w:t>specialista na silnoproudou technologii</w:t>
      </w:r>
    </w:p>
    <w:p w14:paraId="04C10DF7" w14:textId="77777777" w:rsidR="00355D2A" w:rsidRPr="003370AB" w:rsidRDefault="009E1AEE" w:rsidP="00355D2A">
      <w:pPr>
        <w:pStyle w:val="Odrka1-2-"/>
      </w:pPr>
      <w:r w:rsidRPr="003370AB">
        <w:t xml:space="preserve">vysokoškolské vzdělání;  </w:t>
      </w:r>
    </w:p>
    <w:p w14:paraId="7D416783" w14:textId="7705F243" w:rsidR="00355D2A" w:rsidRPr="00AF3261" w:rsidRDefault="009E1AEE" w:rsidP="00355D2A">
      <w:pPr>
        <w:pStyle w:val="Odrka1-2-"/>
      </w:pPr>
      <w:r w:rsidRPr="003370AB">
        <w:t xml:space="preserve">nejméně 5 let </w:t>
      </w:r>
      <w:r w:rsidRPr="00AF3261">
        <w:t xml:space="preserve">praxe </w:t>
      </w:r>
      <w:r w:rsidR="003D24E2" w:rsidRPr="003370AB">
        <w:t>v</w:t>
      </w:r>
      <w:r w:rsidR="003D24E2">
        <w:t xml:space="preserve"> projektování v </w:t>
      </w:r>
      <w:r w:rsidR="003D24E2" w:rsidRPr="003370AB">
        <w:t xml:space="preserve">oboru své specializace </w:t>
      </w:r>
      <w:r w:rsidR="0024255A" w:rsidRPr="00AF3261">
        <w:t>(silnoproudá technologie)</w:t>
      </w:r>
      <w:r w:rsidRPr="00AF3261">
        <w:t xml:space="preserve">; </w:t>
      </w:r>
    </w:p>
    <w:p w14:paraId="512D01ED" w14:textId="77777777" w:rsidR="009E1AEE" w:rsidRPr="003370AB" w:rsidRDefault="009E1AEE" w:rsidP="00355D2A">
      <w:pPr>
        <w:pStyle w:val="Odrka1-2-"/>
      </w:pPr>
      <w:r w:rsidRPr="003370AB">
        <w:t xml:space="preserve">autorizace v rozsahu dle § 5 odst. 3 písm. e) autorizačního zákona, tedy v oboru technologická zařízení staveb; </w:t>
      </w:r>
    </w:p>
    <w:p w14:paraId="46AFCC52" w14:textId="77777777" w:rsidR="009E1AEE" w:rsidRPr="003370AB" w:rsidRDefault="009E1AEE" w:rsidP="0077382B">
      <w:pPr>
        <w:pStyle w:val="Odstavec1-1a"/>
        <w:numPr>
          <w:ilvl w:val="0"/>
          <w:numId w:val="16"/>
        </w:numPr>
        <w:rPr>
          <w:b/>
        </w:rPr>
      </w:pPr>
      <w:r w:rsidRPr="003370AB">
        <w:rPr>
          <w:b/>
        </w:rPr>
        <w:t>specialista na elektrotechnická zařízení</w:t>
      </w:r>
    </w:p>
    <w:p w14:paraId="613E3CDB" w14:textId="77777777" w:rsidR="00355D2A" w:rsidRPr="003370AB" w:rsidRDefault="009E1AEE" w:rsidP="00355D2A">
      <w:pPr>
        <w:pStyle w:val="Odrka1-2-"/>
      </w:pPr>
      <w:r w:rsidRPr="003370AB">
        <w:t xml:space="preserve">vysokoškolské vzdělání; </w:t>
      </w:r>
    </w:p>
    <w:p w14:paraId="2BB179F2" w14:textId="77777777" w:rsidR="00355D2A" w:rsidRPr="003370AB" w:rsidRDefault="009E1AEE" w:rsidP="00355D2A">
      <w:pPr>
        <w:pStyle w:val="Odrka1-2-"/>
      </w:pPr>
      <w:r w:rsidRPr="003370AB">
        <w:t>nejméně 5 let praxe v projektování v oboru své specializace</w:t>
      </w:r>
      <w:r w:rsidR="0024255A" w:rsidRPr="003370AB">
        <w:t xml:space="preserve"> (elektrotechnická zařízení)</w:t>
      </w:r>
      <w:r w:rsidRPr="003370AB">
        <w:t xml:space="preserve">; </w:t>
      </w:r>
    </w:p>
    <w:p w14:paraId="52A01154" w14:textId="77777777" w:rsidR="009E1AEE" w:rsidRPr="003370AB" w:rsidRDefault="009E1AEE" w:rsidP="00355D2A">
      <w:pPr>
        <w:pStyle w:val="Odrka1-2-"/>
      </w:pPr>
      <w:r w:rsidRPr="003370AB">
        <w:t xml:space="preserve">autorizace v rozsahu dle § 5 odst. 3 písm. f) specializace </w:t>
      </w:r>
      <w:r w:rsidR="003370AB" w:rsidRPr="003370AB">
        <w:t>elektrotechnická zařízení</w:t>
      </w:r>
      <w:r w:rsidRPr="003370AB">
        <w:t xml:space="preserve"> autorizačního zákona, tedy v oboru technika prostředí staveb;</w:t>
      </w:r>
    </w:p>
    <w:p w14:paraId="61C5AA3E" w14:textId="77777777" w:rsidR="009E1AEE" w:rsidRPr="003370AB" w:rsidRDefault="009E1AEE" w:rsidP="0077382B">
      <w:pPr>
        <w:pStyle w:val="Odstavec1-1a"/>
        <w:numPr>
          <w:ilvl w:val="0"/>
          <w:numId w:val="16"/>
        </w:numPr>
        <w:rPr>
          <w:b/>
        </w:rPr>
      </w:pPr>
      <w:r w:rsidRPr="003370AB">
        <w:rPr>
          <w:b/>
        </w:rPr>
        <w:t>specialista na životní prostředí</w:t>
      </w:r>
    </w:p>
    <w:p w14:paraId="7720E77C" w14:textId="77777777" w:rsidR="00355D2A" w:rsidRPr="003370AB" w:rsidRDefault="009E1AEE" w:rsidP="00355D2A">
      <w:pPr>
        <w:pStyle w:val="Odrka1-2-"/>
      </w:pPr>
      <w:r w:rsidRPr="003370AB">
        <w:t xml:space="preserve">vysokoškolské vzdělání; </w:t>
      </w:r>
    </w:p>
    <w:p w14:paraId="445D6D84" w14:textId="77777777" w:rsidR="00355D2A" w:rsidRPr="003370AB" w:rsidRDefault="009E1AEE" w:rsidP="00355D2A">
      <w:pPr>
        <w:pStyle w:val="Odrka1-2-"/>
      </w:pPr>
      <w:r w:rsidRPr="003370AB">
        <w:t xml:space="preserve">nejméně 5 let praxe v posuzování vlivů na životní prostředí; </w:t>
      </w:r>
    </w:p>
    <w:p w14:paraId="4F3F4954" w14:textId="77777777" w:rsidR="009E1AEE" w:rsidRPr="003370AB" w:rsidRDefault="009E1AEE" w:rsidP="00355D2A">
      <w:pPr>
        <w:pStyle w:val="Odrka1-2-"/>
      </w:pPr>
      <w:r w:rsidRPr="003370AB">
        <w:t>autorizace ke zpracování dokumentace a posudku dle § 19 zák. č. 100/2001 Sb., o posuzování vlivů na životní prostředí, ve znění pozdějších předpisů;</w:t>
      </w:r>
    </w:p>
    <w:p w14:paraId="49ECF654" w14:textId="77777777" w:rsidR="009E1AEE" w:rsidRPr="003370AB" w:rsidRDefault="009E1AEE" w:rsidP="0077382B">
      <w:pPr>
        <w:pStyle w:val="Odstavec1-1a"/>
        <w:numPr>
          <w:ilvl w:val="0"/>
          <w:numId w:val="16"/>
        </w:numPr>
        <w:rPr>
          <w:b/>
        </w:rPr>
      </w:pPr>
      <w:r w:rsidRPr="003370AB">
        <w:rPr>
          <w:b/>
        </w:rPr>
        <w:t>úředně oprávněný zeměměřický inženýr</w:t>
      </w:r>
    </w:p>
    <w:p w14:paraId="22B2D40D" w14:textId="77777777" w:rsidR="00355D2A" w:rsidRPr="003370AB" w:rsidRDefault="009E1AEE" w:rsidP="00355D2A">
      <w:pPr>
        <w:pStyle w:val="Odrka1-2-"/>
      </w:pPr>
      <w:r w:rsidRPr="003370AB">
        <w:t xml:space="preserve">vysokoškolské vzdělání; </w:t>
      </w:r>
    </w:p>
    <w:p w14:paraId="417DC0E7" w14:textId="77777777" w:rsidR="00355D2A" w:rsidRPr="003370AB" w:rsidRDefault="009E1AEE" w:rsidP="00355D2A">
      <w:pPr>
        <w:pStyle w:val="Odrka1-2-"/>
      </w:pPr>
      <w:r w:rsidRPr="003370AB">
        <w:t xml:space="preserve">nejméně 5 let praxe ve svém oboru; </w:t>
      </w:r>
    </w:p>
    <w:p w14:paraId="105E3104" w14:textId="77777777" w:rsidR="009E1AEE" w:rsidRPr="003370AB" w:rsidRDefault="009E1AEE" w:rsidP="00355D2A">
      <w:pPr>
        <w:pStyle w:val="Odrka1-2-"/>
      </w:pPr>
      <w:r w:rsidRPr="003370AB">
        <w:t>úřední oprávnění pro ověřování výsledků zeměměřických činností v rozsahu dle § 13 odst. 1 písm. a) a c</w:t>
      </w:r>
      <w:r w:rsidR="003370AB" w:rsidRPr="003370AB">
        <w:t xml:space="preserve">) </w:t>
      </w:r>
      <w:r w:rsidRPr="003370AB">
        <w:t xml:space="preserve">zákona č. 200/1994 Sb., o zeměměřictví a o změně a doplnění některých zákonů souvisejících s jeho zavedením, ve znění pozdějších předpisů; </w:t>
      </w:r>
    </w:p>
    <w:p w14:paraId="088B2ACB" w14:textId="7D1C1AF1" w:rsidR="00681AEF" w:rsidRPr="00603EB2" w:rsidRDefault="003C01DD" w:rsidP="00681AEF">
      <w:pPr>
        <w:pStyle w:val="Odstavec1-1a"/>
        <w:numPr>
          <w:ilvl w:val="0"/>
          <w:numId w:val="16"/>
        </w:numPr>
        <w:rPr>
          <w:b/>
        </w:rPr>
      </w:pPr>
      <w:r>
        <w:rPr>
          <w:b/>
        </w:rPr>
        <w:t>specialista</w:t>
      </w:r>
      <w:r w:rsidR="00681AEF" w:rsidRPr="00603EB2">
        <w:rPr>
          <w:b/>
        </w:rPr>
        <w:t xml:space="preserve"> týmu geotechniky </w:t>
      </w:r>
    </w:p>
    <w:p w14:paraId="5DF55408" w14:textId="77777777" w:rsidR="00681AEF" w:rsidRPr="00603EB2" w:rsidRDefault="00681AEF" w:rsidP="00681AEF">
      <w:pPr>
        <w:pStyle w:val="Odrka1-2-"/>
      </w:pPr>
      <w:r w:rsidRPr="00603EB2">
        <w:t xml:space="preserve">vysokoškolské vzdělání; </w:t>
      </w:r>
    </w:p>
    <w:p w14:paraId="27A5B024" w14:textId="77777777" w:rsidR="00681AEF" w:rsidRPr="00603EB2" w:rsidRDefault="00C47681" w:rsidP="00681AEF">
      <w:pPr>
        <w:pStyle w:val="Odrka1-2-"/>
      </w:pPr>
      <w:r w:rsidRPr="00603EB2">
        <w:t xml:space="preserve">nejméně </w:t>
      </w:r>
      <w:r w:rsidR="000D28A2" w:rsidRPr="00603EB2">
        <w:t>10</w:t>
      </w:r>
      <w:r w:rsidR="00681AEF" w:rsidRPr="00603EB2">
        <w:t xml:space="preserve"> let praxe v projektování v oboru sv</w:t>
      </w:r>
      <w:r w:rsidRPr="00603EB2">
        <w:t>é specializace (geotechnika)</w:t>
      </w:r>
      <w:r w:rsidR="00681AEF" w:rsidRPr="00603EB2">
        <w:t xml:space="preserve">; </w:t>
      </w:r>
    </w:p>
    <w:p w14:paraId="1A632AE0" w14:textId="77777777" w:rsidR="00681AEF" w:rsidRPr="00603EB2" w:rsidRDefault="00681AEF" w:rsidP="00681AEF">
      <w:pPr>
        <w:pStyle w:val="Odrka1-2-"/>
        <w:rPr>
          <w:b/>
        </w:rPr>
      </w:pPr>
      <w:r w:rsidRPr="00603EB2">
        <w:t>autorizace v rozsahu dle § 5 odst. 3 písm. i) autorizačního zákona, tedy v oboru geotechnika;</w:t>
      </w:r>
    </w:p>
    <w:p w14:paraId="69708606" w14:textId="66EC290C" w:rsidR="00A44DC9" w:rsidRPr="00603EB2" w:rsidRDefault="00A44DC9" w:rsidP="00681AEF">
      <w:pPr>
        <w:pStyle w:val="Odrka1-2-"/>
        <w:rPr>
          <w:b/>
        </w:rPr>
      </w:pPr>
      <w:r w:rsidRPr="00603EB2">
        <w:t xml:space="preserve">prokázat zkušenosti s plněním geotechnické části dokumentace </w:t>
      </w:r>
      <w:r w:rsidR="00B157B8">
        <w:t xml:space="preserve">(projekt geotechnického průzkumu nebo vyhodnocení geotechnického průzkumu) </w:t>
      </w:r>
      <w:r w:rsidR="00BB5C4E" w:rsidRPr="003370AB">
        <w:t xml:space="preserve">ve funkci </w:t>
      </w:r>
      <w:r w:rsidR="00BB5C4E">
        <w:t xml:space="preserve">specialisty nebo odpovědného projektanta nebo zpracovatele </w:t>
      </w:r>
      <w:r w:rsidR="00A27B3B" w:rsidRPr="00603EB2">
        <w:t>alespoň</w:t>
      </w:r>
      <w:r w:rsidRPr="00603EB2">
        <w:t xml:space="preserve"> dvou </w:t>
      </w:r>
      <w:r w:rsidR="003D24E2">
        <w:t xml:space="preserve">obdobných </w:t>
      </w:r>
      <w:r w:rsidRPr="00603EB2">
        <w:t>zakázek</w:t>
      </w:r>
      <w:r w:rsidR="000D28A2" w:rsidRPr="00603EB2">
        <w:t>,</w:t>
      </w:r>
      <w:r w:rsidRPr="00603EB2">
        <w:t xml:space="preserve"> obsahující ražené tunelové stavby s délkou tunelu minimálně </w:t>
      </w:r>
      <w:r w:rsidR="00ED5AD6">
        <w:t>5</w:t>
      </w:r>
      <w:r w:rsidR="00ED5AD6" w:rsidRPr="00603EB2">
        <w:t xml:space="preserve">00 </w:t>
      </w:r>
      <w:r w:rsidRPr="00603EB2">
        <w:t>m</w:t>
      </w:r>
      <w:r w:rsidR="00EF0205" w:rsidRPr="00603EB2">
        <w:t xml:space="preserve"> u každé zakázky</w:t>
      </w:r>
      <w:r w:rsidRPr="00603EB2">
        <w:t>;</w:t>
      </w:r>
    </w:p>
    <w:p w14:paraId="1CD28C4B" w14:textId="70B7FB75" w:rsidR="00237197" w:rsidRPr="00603EB2" w:rsidRDefault="00ED5AD6" w:rsidP="00237197">
      <w:pPr>
        <w:pStyle w:val="Odstavec1-1a"/>
        <w:numPr>
          <w:ilvl w:val="0"/>
          <w:numId w:val="16"/>
        </w:numPr>
        <w:rPr>
          <w:b/>
        </w:rPr>
      </w:pPr>
      <w:r>
        <w:rPr>
          <w:b/>
        </w:rPr>
        <w:t>odpovědný projektant</w:t>
      </w:r>
      <w:r w:rsidR="00237197" w:rsidRPr="00603EB2">
        <w:rPr>
          <w:b/>
        </w:rPr>
        <w:t xml:space="preserve"> </w:t>
      </w:r>
      <w:r w:rsidR="004D002A" w:rsidRPr="00603EB2">
        <w:rPr>
          <w:b/>
        </w:rPr>
        <w:t>týmu geotechniky</w:t>
      </w:r>
      <w:r w:rsidR="00237197" w:rsidRPr="00603EB2">
        <w:rPr>
          <w:b/>
        </w:rPr>
        <w:t xml:space="preserve"> </w:t>
      </w:r>
    </w:p>
    <w:p w14:paraId="545CD33D" w14:textId="518210F6" w:rsidR="00237197" w:rsidRPr="00603EB2" w:rsidRDefault="003D251D" w:rsidP="00237197">
      <w:pPr>
        <w:pStyle w:val="Odrka1-2-"/>
      </w:pPr>
      <w:r w:rsidRPr="00603EB2">
        <w:t xml:space="preserve">minimálně </w:t>
      </w:r>
      <w:r w:rsidR="00B157B8">
        <w:t>vysokoškolské</w:t>
      </w:r>
      <w:r w:rsidR="00B157B8" w:rsidRPr="00603EB2">
        <w:t xml:space="preserve"> </w:t>
      </w:r>
      <w:r w:rsidRPr="00603EB2">
        <w:t>vzdělání</w:t>
      </w:r>
      <w:r w:rsidR="00237197" w:rsidRPr="00603EB2">
        <w:t xml:space="preserve">; </w:t>
      </w:r>
    </w:p>
    <w:p w14:paraId="0820BBA2" w14:textId="03336DDE" w:rsidR="00237197" w:rsidRPr="00603EB2" w:rsidRDefault="00237197" w:rsidP="00237197">
      <w:pPr>
        <w:pStyle w:val="Odrka1-2-"/>
      </w:pPr>
      <w:r w:rsidRPr="00603EB2">
        <w:t>nejméně 5 let praxe</w:t>
      </w:r>
      <w:r w:rsidR="00C43788">
        <w:t xml:space="preserve"> </w:t>
      </w:r>
      <w:r w:rsidRPr="001B00C9">
        <w:t>v</w:t>
      </w:r>
      <w:r w:rsidR="00C13E38" w:rsidRPr="001B00C9">
        <w:t xml:space="preserve"> projektování </w:t>
      </w:r>
      <w:r w:rsidR="00423055" w:rsidRPr="001B00C9">
        <w:t xml:space="preserve">nebo </w:t>
      </w:r>
      <w:r w:rsidR="0060549B">
        <w:t>se</w:t>
      </w:r>
      <w:r w:rsidR="002B3D5A">
        <w:t xml:space="preserve"> </w:t>
      </w:r>
      <w:r w:rsidR="00423055" w:rsidRPr="001B00C9">
        <w:t>zhotovení</w:t>
      </w:r>
      <w:r w:rsidR="0060549B">
        <w:t>m</w:t>
      </w:r>
      <w:r w:rsidR="00423055" w:rsidRPr="001B00C9">
        <w:t xml:space="preserve"> </w:t>
      </w:r>
      <w:r w:rsidR="002B3D5A">
        <w:t>průzkumů</w:t>
      </w:r>
      <w:r w:rsidR="002B3D5A" w:rsidRPr="001B00C9">
        <w:t xml:space="preserve"> </w:t>
      </w:r>
      <w:r w:rsidR="00C13E38">
        <w:t xml:space="preserve">v </w:t>
      </w:r>
      <w:r w:rsidRPr="00603EB2">
        <w:t>oboru své specializace (geotechnika</w:t>
      </w:r>
      <w:r w:rsidR="00ED5AD6" w:rsidRPr="00AF3261">
        <w:t>, a/nebo</w:t>
      </w:r>
      <w:r w:rsidR="003D251D" w:rsidRPr="00603EB2">
        <w:t xml:space="preserve"> inženýrská geologie</w:t>
      </w:r>
      <w:r w:rsidR="00ED5AD6" w:rsidRPr="00AF3261">
        <w:t>, a/nebo</w:t>
      </w:r>
      <w:r w:rsidR="003D251D" w:rsidRPr="00603EB2">
        <w:t xml:space="preserve"> hydrogeologie</w:t>
      </w:r>
      <w:r w:rsidR="00B157B8">
        <w:t>,</w:t>
      </w:r>
      <w:r w:rsidR="00ED5AD6" w:rsidRPr="00AF3261">
        <w:t xml:space="preserve"> a/nebo </w:t>
      </w:r>
      <w:r w:rsidR="003D251D" w:rsidRPr="00603EB2">
        <w:t xml:space="preserve"> geofyzika</w:t>
      </w:r>
      <w:r w:rsidRPr="00603EB2">
        <w:t xml:space="preserve">); </w:t>
      </w:r>
    </w:p>
    <w:p w14:paraId="6ACADB9D" w14:textId="77777777" w:rsidR="009E1AEE" w:rsidRPr="00603EB2" w:rsidRDefault="009E1AEE" w:rsidP="0077382B">
      <w:pPr>
        <w:pStyle w:val="Odstavec1-1a"/>
        <w:numPr>
          <w:ilvl w:val="0"/>
          <w:numId w:val="16"/>
        </w:numPr>
        <w:rPr>
          <w:b/>
        </w:rPr>
      </w:pPr>
      <w:r w:rsidRPr="00603EB2">
        <w:rPr>
          <w:b/>
        </w:rPr>
        <w:t xml:space="preserve">specialista na požární bezpečnost </w:t>
      </w:r>
    </w:p>
    <w:p w14:paraId="035804DC" w14:textId="77777777" w:rsidR="00355D2A" w:rsidRPr="00603EB2" w:rsidRDefault="009E1AEE" w:rsidP="00355D2A">
      <w:pPr>
        <w:pStyle w:val="Odrka1-2-"/>
      </w:pPr>
      <w:r w:rsidRPr="00603EB2">
        <w:t xml:space="preserve">minimálně středoškolské vzdělání; </w:t>
      </w:r>
    </w:p>
    <w:p w14:paraId="3E839F9E" w14:textId="71DCEC54" w:rsidR="00EC23CF" w:rsidRPr="00603EB2" w:rsidRDefault="00EC23CF" w:rsidP="00EC23CF">
      <w:pPr>
        <w:pStyle w:val="Odrka1-2-"/>
      </w:pPr>
      <w:r w:rsidRPr="00603EB2">
        <w:t xml:space="preserve">nejméně 10 let praxe </w:t>
      </w:r>
      <w:r w:rsidR="00602B8A" w:rsidRPr="00603EB2">
        <w:t xml:space="preserve">v projektování v oboru své specializace </w:t>
      </w:r>
      <w:r w:rsidRPr="00603EB2">
        <w:t>(</w:t>
      </w:r>
      <w:r>
        <w:t>požární bezpečnost</w:t>
      </w:r>
      <w:r w:rsidRPr="00603EB2">
        <w:t xml:space="preserve">); </w:t>
      </w:r>
    </w:p>
    <w:p w14:paraId="571EF501" w14:textId="77777777" w:rsidR="00740DF8" w:rsidRPr="00603EB2" w:rsidRDefault="00740DF8" w:rsidP="00355D2A">
      <w:pPr>
        <w:pStyle w:val="Odrka1-2-"/>
      </w:pPr>
      <w:r w:rsidRPr="00603EB2">
        <w:t>autorizace v rozsahu dle § 5 odst. 3 písm. j) autorizačního zákona, tedy v oboru požární bezpečnost staveb;</w:t>
      </w:r>
    </w:p>
    <w:p w14:paraId="59AA0DA4" w14:textId="5FEFC4EA" w:rsidR="00306A2D" w:rsidRDefault="001D593F" w:rsidP="00BB5C4E">
      <w:pPr>
        <w:pStyle w:val="Odrka1-2-"/>
      </w:pPr>
      <w:r w:rsidRPr="00603EB2">
        <w:lastRenderedPageBreak/>
        <w:t xml:space="preserve">prokázat zkušenosti s plněním požárně bezpečnostní části dokumentace </w:t>
      </w:r>
      <w:r w:rsidR="00BB5C4E" w:rsidRPr="00BB5C4E">
        <w:t xml:space="preserve">ve funkci specialisty nebo odpovědného projektanta nebo zpracovatele </w:t>
      </w:r>
      <w:r w:rsidRPr="00603EB2">
        <w:t xml:space="preserve">alespoň dvou </w:t>
      </w:r>
      <w:r w:rsidR="00602B8A">
        <w:t xml:space="preserve">obdobných </w:t>
      </w:r>
      <w:r w:rsidRPr="00603EB2">
        <w:t xml:space="preserve">zakázek </w:t>
      </w:r>
      <w:r w:rsidR="00602B8A">
        <w:t>dopravních staveb</w:t>
      </w:r>
      <w:r w:rsidR="00310562" w:rsidRPr="00310562">
        <w:t xml:space="preserve">, </w:t>
      </w:r>
      <w:r w:rsidRPr="00310562">
        <w:t xml:space="preserve">obsahující </w:t>
      </w:r>
      <w:r w:rsidRPr="00603EB2">
        <w:t xml:space="preserve">tunelové stavby s délkou tunelu minimálně </w:t>
      </w:r>
      <w:r w:rsidR="007D629F">
        <w:t>5</w:t>
      </w:r>
      <w:r w:rsidR="007D629F" w:rsidRPr="00603EB2">
        <w:t xml:space="preserve">00 </w:t>
      </w:r>
      <w:r w:rsidRPr="00603EB2">
        <w:t>m u každé zakázky;</w:t>
      </w:r>
    </w:p>
    <w:p w14:paraId="6BDA2418" w14:textId="77777777" w:rsidR="0015726D" w:rsidRPr="00603EB2" w:rsidRDefault="0015726D" w:rsidP="0015726D">
      <w:pPr>
        <w:pStyle w:val="Odstavec1-1a"/>
        <w:numPr>
          <w:ilvl w:val="0"/>
          <w:numId w:val="16"/>
        </w:numPr>
        <w:rPr>
          <w:b/>
        </w:rPr>
      </w:pPr>
      <w:r w:rsidRPr="00603EB2">
        <w:rPr>
          <w:b/>
        </w:rPr>
        <w:t xml:space="preserve">specialista na ventilaci </w:t>
      </w:r>
    </w:p>
    <w:p w14:paraId="2AA78C8E" w14:textId="77777777" w:rsidR="0015726D" w:rsidRPr="00603EB2" w:rsidRDefault="0015726D" w:rsidP="0015726D">
      <w:pPr>
        <w:pStyle w:val="Odrka1-2-"/>
      </w:pPr>
      <w:r w:rsidRPr="00603EB2">
        <w:t xml:space="preserve">vysokoškolské vzdělání; </w:t>
      </w:r>
    </w:p>
    <w:p w14:paraId="78C7E359" w14:textId="59B6D087" w:rsidR="0015726D" w:rsidRPr="00603EB2" w:rsidRDefault="001A63A1" w:rsidP="0015726D">
      <w:pPr>
        <w:pStyle w:val="Odrka1-2-"/>
      </w:pPr>
      <w:r w:rsidRPr="00603EB2">
        <w:t xml:space="preserve">nejméně </w:t>
      </w:r>
      <w:r w:rsidR="004761F6" w:rsidRPr="00603EB2">
        <w:t>10</w:t>
      </w:r>
      <w:r w:rsidR="0015726D" w:rsidRPr="00603EB2">
        <w:t xml:space="preserve"> let praxe </w:t>
      </w:r>
      <w:r w:rsidR="00602B8A" w:rsidRPr="00603EB2">
        <w:t xml:space="preserve">v projektování v oboru své specializace </w:t>
      </w:r>
      <w:r w:rsidR="007E3D73" w:rsidRPr="00603EB2">
        <w:t>(ventilace)</w:t>
      </w:r>
      <w:r w:rsidR="0015726D" w:rsidRPr="00603EB2">
        <w:t xml:space="preserve">; </w:t>
      </w:r>
    </w:p>
    <w:p w14:paraId="6B5F2277" w14:textId="6683D544" w:rsidR="007240B3" w:rsidRDefault="007240B3" w:rsidP="007240B3">
      <w:pPr>
        <w:pStyle w:val="Odrka1-2-"/>
      </w:pPr>
      <w:r w:rsidRPr="003370AB">
        <w:t>autorizace v rozsahu dle § 5 odst. 3 písm. f) specializace technická zařízení autorizačního zákona, tedy v oboru technika prostředí staveb;</w:t>
      </w:r>
    </w:p>
    <w:p w14:paraId="6A997608" w14:textId="3E2695E7" w:rsidR="00DB78D4" w:rsidRPr="00FF27A7" w:rsidRDefault="00DB78D4" w:rsidP="00F12DE3">
      <w:pPr>
        <w:pStyle w:val="Odrka1-2-"/>
      </w:pPr>
      <w:r w:rsidRPr="00603EB2">
        <w:t xml:space="preserve">prokázat zkušenosti s plněním </w:t>
      </w:r>
      <w:r>
        <w:t>dokumentace ve svém oboru (ventilace)</w:t>
      </w:r>
      <w:r w:rsidRPr="00603EB2">
        <w:t xml:space="preserve"> </w:t>
      </w:r>
      <w:r w:rsidRPr="00BB5C4E">
        <w:t xml:space="preserve">ve funkci specialisty nebo odpovědného projektanta nebo zpracovatele </w:t>
      </w:r>
      <w:r w:rsidRPr="00603EB2">
        <w:t xml:space="preserve">v dokumentaci alespoň dvou </w:t>
      </w:r>
      <w:r>
        <w:t xml:space="preserve">obdobných </w:t>
      </w:r>
      <w:r w:rsidRPr="00603EB2">
        <w:t xml:space="preserve">zakázek </w:t>
      </w:r>
      <w:r>
        <w:t>dopravních staveb,</w:t>
      </w:r>
      <w:r w:rsidRPr="004761F6">
        <w:t xml:space="preserve"> obsahující tunelové stavby s délkou tunelu minimálně </w:t>
      </w:r>
      <w:r>
        <w:t>5</w:t>
      </w:r>
      <w:r w:rsidRPr="004761F6">
        <w:t>00 m u každé zakázky;</w:t>
      </w:r>
    </w:p>
    <w:p w14:paraId="1E8F0EA8" w14:textId="77777777" w:rsidR="009E1AEE" w:rsidRPr="00A21F4D" w:rsidRDefault="009E1AEE" w:rsidP="0077382B">
      <w:pPr>
        <w:pStyle w:val="Odstavec1-1a"/>
        <w:numPr>
          <w:ilvl w:val="0"/>
          <w:numId w:val="16"/>
        </w:numPr>
        <w:rPr>
          <w:b/>
        </w:rPr>
      </w:pPr>
      <w:r w:rsidRPr="00A21F4D">
        <w:rPr>
          <w:b/>
        </w:rPr>
        <w:t>specialista na inženýrskou činnost</w:t>
      </w:r>
    </w:p>
    <w:p w14:paraId="71320FE8" w14:textId="77777777" w:rsidR="00355D2A" w:rsidRPr="00A21F4D" w:rsidRDefault="009E1AEE" w:rsidP="00355D2A">
      <w:pPr>
        <w:pStyle w:val="Odrka1-2-"/>
      </w:pPr>
      <w:r w:rsidRPr="00A21F4D">
        <w:t xml:space="preserve">minimálně středoškolské vzdělání; </w:t>
      </w:r>
    </w:p>
    <w:p w14:paraId="28991F0F" w14:textId="77777777" w:rsidR="009E1AEE" w:rsidRPr="00603EB2" w:rsidRDefault="009E1AEE" w:rsidP="007C6F69">
      <w:pPr>
        <w:pStyle w:val="Odrka1-2-"/>
      </w:pPr>
      <w:r w:rsidRPr="00A21F4D">
        <w:t xml:space="preserve">nejméně </w:t>
      </w:r>
      <w:r w:rsidR="001A63A1">
        <w:t>5</w:t>
      </w:r>
      <w:r w:rsidRPr="00BD0462">
        <w:rPr>
          <w:color w:val="FF0000"/>
        </w:rPr>
        <w:t xml:space="preserve"> </w:t>
      </w:r>
      <w:r w:rsidRPr="001A63A1">
        <w:t>let p</w:t>
      </w:r>
      <w:r w:rsidRPr="00A21F4D">
        <w:t xml:space="preserve">raxe při provádění služeb spočívajících mimo jiné ve výkonu inženýrské činnosti pro vydání </w:t>
      </w:r>
      <w:r w:rsidR="007C6F69" w:rsidRPr="00A21F4D">
        <w:t>územního rozhodnutí, územního souhlasu</w:t>
      </w:r>
      <w:r w:rsidR="006A0199">
        <w:t xml:space="preserve">, </w:t>
      </w:r>
      <w:r w:rsidR="007C6F69" w:rsidRPr="00A21F4D">
        <w:t xml:space="preserve">nebo </w:t>
      </w:r>
      <w:r w:rsidR="00F0620A">
        <w:t xml:space="preserve">společného povolení </w:t>
      </w:r>
      <w:r w:rsidR="00D239AB">
        <w:t xml:space="preserve">nebo pro vydání </w:t>
      </w:r>
      <w:r w:rsidR="006B5BF3" w:rsidRPr="009D4205">
        <w:t>stavebního pov</w:t>
      </w:r>
      <w:r w:rsidR="00F0620A">
        <w:t xml:space="preserve">olení </w:t>
      </w:r>
      <w:r w:rsidRPr="00603EB2">
        <w:t>včetně majetkoprávní přípravy staveb;</w:t>
      </w:r>
      <w:r w:rsidR="00D239AB">
        <w:t xml:space="preserve"> </w:t>
      </w:r>
    </w:p>
    <w:p w14:paraId="15494BF5" w14:textId="1F5BC32A" w:rsidR="009E1AEE" w:rsidRPr="00603EB2" w:rsidRDefault="00ED5AD6" w:rsidP="0077382B">
      <w:pPr>
        <w:pStyle w:val="Odstavec1-1a"/>
        <w:numPr>
          <w:ilvl w:val="0"/>
          <w:numId w:val="16"/>
        </w:numPr>
        <w:rPr>
          <w:b/>
        </w:rPr>
      </w:pPr>
      <w:r>
        <w:rPr>
          <w:b/>
        </w:rPr>
        <w:t>specialista</w:t>
      </w:r>
      <w:r w:rsidR="00270BBF" w:rsidRPr="00603EB2">
        <w:rPr>
          <w:b/>
        </w:rPr>
        <w:t xml:space="preserve"> týmu tunelových staveb</w:t>
      </w:r>
    </w:p>
    <w:p w14:paraId="37F3B0C0" w14:textId="77777777" w:rsidR="00355D2A" w:rsidRPr="00603EB2" w:rsidRDefault="009E1AEE" w:rsidP="00355D2A">
      <w:pPr>
        <w:pStyle w:val="Odrka1-2-"/>
      </w:pPr>
      <w:r w:rsidRPr="00603EB2">
        <w:t xml:space="preserve">vysokoškolské vzdělání; </w:t>
      </w:r>
    </w:p>
    <w:p w14:paraId="1AD078D0" w14:textId="2D7550DE" w:rsidR="00355D2A" w:rsidRPr="00603EB2" w:rsidRDefault="009E1AEE" w:rsidP="00355D2A">
      <w:pPr>
        <w:pStyle w:val="Odrka1-2-"/>
      </w:pPr>
      <w:r w:rsidRPr="00603EB2">
        <w:t xml:space="preserve">nejméně </w:t>
      </w:r>
      <w:r w:rsidR="00922343" w:rsidRPr="00603EB2">
        <w:t>10</w:t>
      </w:r>
      <w:r w:rsidRPr="00603EB2">
        <w:t xml:space="preserve"> let praxe </w:t>
      </w:r>
      <w:r w:rsidR="00591266" w:rsidRPr="00603EB2">
        <w:t>v</w:t>
      </w:r>
      <w:r w:rsidR="00567125">
        <w:t> projektování v</w:t>
      </w:r>
      <w:r w:rsidR="00591266" w:rsidRPr="00603EB2">
        <w:t xml:space="preserve"> oboru </w:t>
      </w:r>
      <w:r w:rsidR="00567125">
        <w:t xml:space="preserve">své specializace </w:t>
      </w:r>
      <w:r w:rsidR="00591266" w:rsidRPr="00603EB2">
        <w:t>(tunelové stavby)</w:t>
      </w:r>
      <w:r w:rsidRPr="00603EB2">
        <w:t xml:space="preserve">; </w:t>
      </w:r>
    </w:p>
    <w:p w14:paraId="4AB78CD8" w14:textId="39EC136C" w:rsidR="009E1AEE" w:rsidRPr="00603EB2" w:rsidRDefault="009E1AEE" w:rsidP="00355D2A">
      <w:pPr>
        <w:pStyle w:val="Odrka1-2-"/>
      </w:pPr>
      <w:r w:rsidRPr="00603EB2">
        <w:t xml:space="preserve">osvědčení o odborné způsobilosti podle § 4 písm. </w:t>
      </w:r>
      <w:r w:rsidR="003370AB" w:rsidRPr="00603EB2">
        <w:t>e)</w:t>
      </w:r>
      <w:r w:rsidRPr="00603EB2">
        <w:t xml:space="preserve"> vyhlášky Českého báňského úřadu č. 298/2005 Sb., o požadavcích na odbornou kvalifikaci a odbornou způsobilost při hornické činnosti nebo činnosti prováděné hornickým způsobem a o změně některých právních předpisů, ve znění pozdějších předpisů, k</w:t>
      </w:r>
      <w:r w:rsidR="00FD73E0">
        <w:t> </w:t>
      </w:r>
      <w:r w:rsidRPr="00603EB2">
        <w:t xml:space="preserve">projektování a navrhování objektů a zařízení, které jsou součástí činností prováděných hornickým způsobem, a to v rozsahu podle § 3 písm. </w:t>
      </w:r>
      <w:r w:rsidR="003370AB" w:rsidRPr="00603EB2">
        <w:t xml:space="preserve">i) </w:t>
      </w:r>
      <w:r w:rsidRPr="00603EB2">
        <w:t>zákona č.</w:t>
      </w:r>
      <w:r w:rsidR="00FD73E0">
        <w:t> </w:t>
      </w:r>
      <w:r w:rsidRPr="00603EB2">
        <w:t>61/1988 Sb., o hornické činnosti, výbušninách a o státní báňské správě, ve</w:t>
      </w:r>
      <w:r w:rsidR="00FD73E0">
        <w:t> </w:t>
      </w:r>
      <w:r w:rsidRPr="00603EB2">
        <w:t>znění pozdějších předpisů;</w:t>
      </w:r>
    </w:p>
    <w:p w14:paraId="7EA306AB" w14:textId="66FEE88A" w:rsidR="0060068B" w:rsidRPr="00603EB2" w:rsidRDefault="0060068B" w:rsidP="00355D2A">
      <w:pPr>
        <w:pStyle w:val="Odrka1-2-"/>
      </w:pPr>
      <w:r w:rsidRPr="00603EB2">
        <w:t>prokázat zkušenosti s plněním tunelové části dokumentace</w:t>
      </w:r>
      <w:r w:rsidR="00BB5C4E">
        <w:t xml:space="preserve"> </w:t>
      </w:r>
      <w:r w:rsidR="00BB5C4E" w:rsidRPr="003370AB">
        <w:t xml:space="preserve">ve funkci </w:t>
      </w:r>
      <w:r w:rsidR="00BB5C4E">
        <w:t>specialisty nebo odpovědného projektanta nebo zpracovatele</w:t>
      </w:r>
      <w:r w:rsidRPr="00603EB2">
        <w:t xml:space="preserve"> alespoň dvou </w:t>
      </w:r>
      <w:r w:rsidR="00567125">
        <w:t xml:space="preserve">obdobných </w:t>
      </w:r>
      <w:r w:rsidRPr="00603EB2">
        <w:t xml:space="preserve">zakázek </w:t>
      </w:r>
      <w:r w:rsidR="00567125">
        <w:t>dopravních staveb</w:t>
      </w:r>
      <w:r w:rsidRPr="00603EB2">
        <w:t xml:space="preserve">, obsahující ražené tunelové stavby s délkou tunelu minimálně </w:t>
      </w:r>
      <w:r w:rsidR="007D629F">
        <w:t>5</w:t>
      </w:r>
      <w:r w:rsidR="007D629F" w:rsidRPr="00603EB2">
        <w:t xml:space="preserve">00 </w:t>
      </w:r>
      <w:r w:rsidRPr="00603EB2">
        <w:t>m u každé zakázky;</w:t>
      </w:r>
    </w:p>
    <w:p w14:paraId="4F43C3E8" w14:textId="4DD8DAA3" w:rsidR="00FF3D2F" w:rsidRPr="00603EB2" w:rsidRDefault="00ED5AD6" w:rsidP="00FF3D2F">
      <w:pPr>
        <w:pStyle w:val="Odstavec1-1a"/>
        <w:numPr>
          <w:ilvl w:val="0"/>
          <w:numId w:val="16"/>
        </w:numPr>
        <w:rPr>
          <w:b/>
        </w:rPr>
      </w:pPr>
      <w:r>
        <w:rPr>
          <w:b/>
        </w:rPr>
        <w:t>odpovědný projektant</w:t>
      </w:r>
      <w:r w:rsidR="00FF3D2F" w:rsidRPr="00603EB2">
        <w:rPr>
          <w:b/>
        </w:rPr>
        <w:t xml:space="preserve"> týmu tunelových staveb </w:t>
      </w:r>
    </w:p>
    <w:p w14:paraId="75BF89CC" w14:textId="4C71C8BB" w:rsidR="00FF3D2F" w:rsidRPr="00603EB2" w:rsidRDefault="002B0DF6" w:rsidP="00FF3D2F">
      <w:pPr>
        <w:pStyle w:val="Odrka1-2-"/>
      </w:pPr>
      <w:r w:rsidRPr="00603EB2">
        <w:t xml:space="preserve">minimálně </w:t>
      </w:r>
      <w:r w:rsidR="00B157B8">
        <w:t>vysokoškolské</w:t>
      </w:r>
      <w:r w:rsidR="00B157B8" w:rsidRPr="00603EB2">
        <w:t xml:space="preserve"> </w:t>
      </w:r>
      <w:r w:rsidR="00FF3D2F" w:rsidRPr="00603EB2">
        <w:t xml:space="preserve">vzdělání; </w:t>
      </w:r>
    </w:p>
    <w:p w14:paraId="5016543D" w14:textId="19ED1FE4" w:rsidR="00FF3D2F" w:rsidRPr="00FF3D2F" w:rsidRDefault="00FF3D2F" w:rsidP="00FF3D2F">
      <w:pPr>
        <w:pStyle w:val="Odrka1-2-"/>
      </w:pPr>
      <w:r w:rsidRPr="00A136F1">
        <w:t>nejméně 5 let praxe</w:t>
      </w:r>
      <w:r w:rsidR="00C43788">
        <w:t xml:space="preserve"> </w:t>
      </w:r>
      <w:r w:rsidRPr="001B00C9">
        <w:t xml:space="preserve">v </w:t>
      </w:r>
      <w:r w:rsidR="00C13E38" w:rsidRPr="001B00C9">
        <w:t xml:space="preserve">projektování </w:t>
      </w:r>
      <w:r w:rsidR="00423055" w:rsidRPr="001B00C9">
        <w:t xml:space="preserve">nebo zhotovení stavby </w:t>
      </w:r>
      <w:r w:rsidR="00C13E38">
        <w:t xml:space="preserve">v </w:t>
      </w:r>
      <w:r w:rsidRPr="00A136F1">
        <w:t>oboru své</w:t>
      </w:r>
      <w:r w:rsidR="00402409">
        <w:t xml:space="preserve"> specializace (tunelové stavby).</w:t>
      </w:r>
    </w:p>
    <w:p w14:paraId="7C332E65" w14:textId="40C04710" w:rsidR="00602B8A" w:rsidRDefault="00602B8A" w:rsidP="00A066DE">
      <w:pPr>
        <w:pStyle w:val="Textbezslovn"/>
        <w:spacing w:before="240"/>
      </w:pPr>
      <w:r w:rsidRPr="001B00C9">
        <w:rPr>
          <w:b/>
        </w:rPr>
        <w:t>Obdobnými zakázkami</w:t>
      </w:r>
      <w:r>
        <w:t xml:space="preserve"> </w:t>
      </w:r>
      <w:r w:rsidRPr="00F8119C">
        <w:t xml:space="preserve">se u příslušných členů odborného personálu, u kterých je požadována </w:t>
      </w:r>
      <w:r>
        <w:t>zkušenost</w:t>
      </w:r>
      <w:r w:rsidRPr="00F8119C">
        <w:t xml:space="preserve"> </w:t>
      </w:r>
      <w:r>
        <w:t>s</w:t>
      </w:r>
      <w:r w:rsidRPr="00F8119C">
        <w:t xml:space="preserve"> </w:t>
      </w:r>
      <w:r w:rsidR="00160C30">
        <w:t>plněním</w:t>
      </w:r>
      <w:r w:rsidRPr="00F8119C">
        <w:t xml:space="preserve"> obdobných zakázek, rozumí projektové práce </w:t>
      </w:r>
      <w:r>
        <w:t xml:space="preserve">spočívající ve zpracování dokumentace </w:t>
      </w:r>
      <w:r w:rsidRPr="00F8119C">
        <w:t>ve stupni DUR nebo DSP nebo DSP+PDPS nebo DUSP nebo DUSP+PDPS, příp. jejich aktualizace</w:t>
      </w:r>
      <w:r w:rsidRPr="00603EB2">
        <w:t>, přičemž se musí jednat o zakázky dokončené v posledních 20 letech před zahájením zadávacího řízení</w:t>
      </w:r>
      <w:r w:rsidRPr="009B63C7">
        <w:t>.</w:t>
      </w:r>
    </w:p>
    <w:p w14:paraId="31A6A656" w14:textId="49ADF5D9" w:rsidR="00602B8A" w:rsidRDefault="00602B8A" w:rsidP="00602B8A">
      <w:pPr>
        <w:pStyle w:val="Textbezslovn"/>
        <w:spacing w:before="240"/>
      </w:pPr>
      <w:r w:rsidRPr="00F8119C">
        <w:rPr>
          <w:b/>
        </w:rPr>
        <w:t>Obdobnými zakázkami dopravních staveb</w:t>
      </w:r>
      <w:r w:rsidRPr="00F8119C">
        <w:t xml:space="preserve"> se u příslušných členů odborného personálu, u kterých je požadována </w:t>
      </w:r>
      <w:r>
        <w:t>zkušenost</w:t>
      </w:r>
      <w:r w:rsidRPr="00F8119C">
        <w:t xml:space="preserve"> </w:t>
      </w:r>
      <w:r w:rsidR="00896A8C">
        <w:t>s</w:t>
      </w:r>
      <w:r w:rsidRPr="00F8119C">
        <w:t xml:space="preserve"> </w:t>
      </w:r>
      <w:r w:rsidR="00160C30">
        <w:t>plněním</w:t>
      </w:r>
      <w:r w:rsidRPr="00F8119C">
        <w:t xml:space="preserve"> obdobných zakázek dopravních staveb, rozumí projektové práce </w:t>
      </w:r>
      <w:r>
        <w:t xml:space="preserve">spočívající ve zpracování dokumentace </w:t>
      </w:r>
      <w:r w:rsidRPr="00F8119C">
        <w:t>ve stupni DUR nebo DSP nebo DSP+PDPS nebo DUSP nebo DUSP+PDPS, příp. jejich aktualizace, pro</w:t>
      </w:r>
      <w:r w:rsidR="00FD73E0">
        <w:t> </w:t>
      </w:r>
      <w:r w:rsidRPr="00F8119C">
        <w:t xml:space="preserve">stavby </w:t>
      </w:r>
      <w:r w:rsidRPr="009B63C7">
        <w:t>dopravní infrastruktury</w:t>
      </w:r>
      <w:r w:rsidRPr="00603EB2">
        <w:t>, přičemž se musí jednat o zakázky dokončené v posledních 20 letech před zahájením zadávacího řízení</w:t>
      </w:r>
      <w:r w:rsidRPr="009B63C7">
        <w:t>.</w:t>
      </w:r>
    </w:p>
    <w:p w14:paraId="03AA8F31" w14:textId="5CC3A9DA" w:rsidR="009E1AEE" w:rsidRPr="00F8119C" w:rsidRDefault="009E1AEE" w:rsidP="00A066DE">
      <w:pPr>
        <w:pStyle w:val="Textbezslovn"/>
        <w:spacing w:before="240"/>
      </w:pPr>
      <w:r w:rsidRPr="00F8119C">
        <w:rPr>
          <w:b/>
        </w:rPr>
        <w:lastRenderedPageBreak/>
        <w:t>Obdobnými zakázkami</w:t>
      </w:r>
      <w:r w:rsidR="002B0DF6" w:rsidRPr="00F8119C">
        <w:rPr>
          <w:b/>
        </w:rPr>
        <w:t xml:space="preserve"> staveb železničních drah</w:t>
      </w:r>
      <w:r w:rsidRPr="00F8119C">
        <w:t xml:space="preserve"> se u příslušných členů odborného personálu, u kterých je požadována </w:t>
      </w:r>
      <w:r w:rsidR="00602B8A">
        <w:t>zkušenost</w:t>
      </w:r>
      <w:r w:rsidR="00602B8A" w:rsidRPr="00F8119C">
        <w:t xml:space="preserve"> </w:t>
      </w:r>
      <w:r w:rsidR="00FD73E0">
        <w:t>s</w:t>
      </w:r>
      <w:r w:rsidR="00FD73E0" w:rsidRPr="00F8119C">
        <w:t xml:space="preserve"> </w:t>
      </w:r>
      <w:r w:rsidR="00160C30">
        <w:t>plněním</w:t>
      </w:r>
      <w:r w:rsidR="00160C30" w:rsidRPr="00F8119C">
        <w:t xml:space="preserve"> </w:t>
      </w:r>
      <w:r w:rsidRPr="00F8119C">
        <w:t>obdobných zakázek</w:t>
      </w:r>
      <w:r w:rsidR="002B0DF6" w:rsidRPr="00F8119C">
        <w:t xml:space="preserve"> staveb železničních drah</w:t>
      </w:r>
      <w:r w:rsidRPr="00F8119C">
        <w:t xml:space="preserve">, rozumí projektové práce </w:t>
      </w:r>
      <w:r w:rsidR="00EC4CDC">
        <w:t xml:space="preserve">spočívající ve zpracování dokumentace </w:t>
      </w:r>
      <w:r w:rsidRPr="00F8119C">
        <w:t xml:space="preserve">ve stupni </w:t>
      </w:r>
      <w:r w:rsidR="00D22913" w:rsidRPr="00F8119C">
        <w:t xml:space="preserve">DUR nebo </w:t>
      </w:r>
      <w:r w:rsidRPr="00F8119C">
        <w:t>DSP nebo DSP+PDPS nebo DUSP</w:t>
      </w:r>
      <w:r w:rsidR="006E750A" w:rsidRPr="00F8119C">
        <w:t xml:space="preserve"> nebo DUSP+PDPS</w:t>
      </w:r>
      <w:r w:rsidRPr="00F8119C">
        <w:t>, příp. jejich aktualizace, pro stavby železničních drah ve smyslu § 5 odst. 1 a § 3 odst. 1 zák. č. 266/1994 Sb., o dráhách, ve znění pozdějších předpisů</w:t>
      </w:r>
      <w:r w:rsidR="00602B8A" w:rsidRPr="00603EB2">
        <w:t>, přičemž se musí jednat o zakázky dokončené v posledních 20 letech před zahájením zadávacího řízení</w:t>
      </w:r>
      <w:r w:rsidR="00602B8A" w:rsidRPr="009B63C7">
        <w:t>.</w:t>
      </w:r>
      <w:r w:rsidRPr="00F8119C">
        <w:t xml:space="preserve"> </w:t>
      </w:r>
    </w:p>
    <w:p w14:paraId="24C13843" w14:textId="3043A9BC" w:rsidR="00BB5C4E" w:rsidRPr="001B00C9" w:rsidRDefault="00BB5C4E" w:rsidP="00A066DE">
      <w:pPr>
        <w:pStyle w:val="Textbezslovn"/>
        <w:spacing w:before="240"/>
        <w:rPr>
          <w:b/>
        </w:rPr>
      </w:pPr>
      <w:r w:rsidRPr="001B00C9">
        <w:rPr>
          <w:b/>
        </w:rPr>
        <w:t xml:space="preserve">Definice </w:t>
      </w:r>
      <w:r w:rsidR="00567125">
        <w:rPr>
          <w:b/>
        </w:rPr>
        <w:t>funkcí</w:t>
      </w:r>
      <w:r w:rsidRPr="001B00C9">
        <w:rPr>
          <w:b/>
        </w:rPr>
        <w:t xml:space="preserve"> </w:t>
      </w:r>
      <w:r w:rsidR="00567125">
        <w:rPr>
          <w:b/>
        </w:rPr>
        <w:t>projektanta</w:t>
      </w:r>
      <w:r w:rsidRPr="001B00C9">
        <w:rPr>
          <w:b/>
        </w:rPr>
        <w:t xml:space="preserve"> </w:t>
      </w:r>
      <w:r w:rsidRPr="001B00C9">
        <w:t>je dle tabulky níže.</w:t>
      </w:r>
    </w:p>
    <w:tbl>
      <w:tblPr>
        <w:tblW w:w="0" w:type="auto"/>
        <w:tblInd w:w="788" w:type="dxa"/>
        <w:tblBorders>
          <w:top w:val="single" w:sz="4" w:space="0" w:color="auto"/>
          <w:left w:val="single" w:sz="4" w:space="0" w:color="auto"/>
          <w:bottom w:val="single" w:sz="4" w:space="0" w:color="auto"/>
          <w:right w:val="single" w:sz="4"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1418"/>
        <w:gridCol w:w="6654"/>
      </w:tblGrid>
      <w:tr w:rsidR="00BB5C4E" w14:paraId="6C4D9B9A" w14:textId="77777777" w:rsidTr="001B00C9">
        <w:tc>
          <w:tcPr>
            <w:tcW w:w="1418" w:type="dxa"/>
            <w:shd w:val="clear" w:color="auto" w:fill="F2F2F2"/>
            <w:tcMar>
              <w:top w:w="34" w:type="dxa"/>
              <w:left w:w="79" w:type="dxa"/>
              <w:bottom w:w="57" w:type="dxa"/>
              <w:right w:w="79" w:type="dxa"/>
            </w:tcMar>
            <w:hideMark/>
          </w:tcPr>
          <w:p w14:paraId="7584CB0D" w14:textId="77777777" w:rsidR="00BB5C4E" w:rsidRPr="001B00C9" w:rsidRDefault="00BB5C4E" w:rsidP="00BB5C4E">
            <w:pPr>
              <w:spacing w:before="120"/>
            </w:pPr>
            <w:r w:rsidRPr="001B00C9">
              <w:t>Název funkce</w:t>
            </w:r>
          </w:p>
        </w:tc>
        <w:tc>
          <w:tcPr>
            <w:tcW w:w="6654" w:type="dxa"/>
            <w:shd w:val="clear" w:color="auto" w:fill="F2F2F2"/>
            <w:tcMar>
              <w:top w:w="34" w:type="dxa"/>
              <w:left w:w="79" w:type="dxa"/>
              <w:bottom w:w="57" w:type="dxa"/>
              <w:right w:w="79" w:type="dxa"/>
            </w:tcMar>
            <w:hideMark/>
          </w:tcPr>
          <w:p w14:paraId="026EB620" w14:textId="6748D186" w:rsidR="00BB5C4E" w:rsidRPr="001B00C9" w:rsidRDefault="00BB5C4E" w:rsidP="00BB5C4E">
            <w:pPr>
              <w:spacing w:before="120"/>
            </w:pPr>
            <w:r w:rsidRPr="001B00C9">
              <w:t>Definice činností</w:t>
            </w:r>
            <w:r w:rsidR="002B59D3">
              <w:t xml:space="preserve"> projektanta</w:t>
            </w:r>
          </w:p>
        </w:tc>
      </w:tr>
      <w:tr w:rsidR="00BB5C4E" w:rsidRPr="005E57D2" w14:paraId="0C5AB14C" w14:textId="77777777" w:rsidTr="001B00C9">
        <w:tc>
          <w:tcPr>
            <w:tcW w:w="1418" w:type="dxa"/>
            <w:tcMar>
              <w:top w:w="34" w:type="dxa"/>
              <w:left w:w="79" w:type="dxa"/>
              <w:bottom w:w="57" w:type="dxa"/>
              <w:right w:w="79" w:type="dxa"/>
            </w:tcMar>
            <w:vAlign w:val="center"/>
            <w:hideMark/>
          </w:tcPr>
          <w:p w14:paraId="785742B4" w14:textId="4FF26896" w:rsidR="00BB5C4E" w:rsidRPr="001B00C9" w:rsidRDefault="00BB5C4E" w:rsidP="00567125">
            <w:pPr>
              <w:spacing w:before="120"/>
            </w:pPr>
            <w:r w:rsidRPr="001B00C9">
              <w:t xml:space="preserve">Vedoucí týmu </w:t>
            </w:r>
          </w:p>
        </w:tc>
        <w:tc>
          <w:tcPr>
            <w:tcW w:w="6654" w:type="dxa"/>
            <w:tcMar>
              <w:top w:w="34" w:type="dxa"/>
              <w:left w:w="79" w:type="dxa"/>
              <w:bottom w:w="57" w:type="dxa"/>
              <w:right w:w="79" w:type="dxa"/>
            </w:tcMar>
            <w:vAlign w:val="center"/>
            <w:hideMark/>
          </w:tcPr>
          <w:p w14:paraId="65A80E50" w14:textId="15B30486" w:rsidR="00BB5C4E" w:rsidRPr="000C6EBA" w:rsidRDefault="00BB5C4E" w:rsidP="00BB5C4E">
            <w:pPr>
              <w:spacing w:before="120"/>
            </w:pPr>
            <w:r w:rsidRPr="001B00C9">
              <w:t>také nazývaný HIP (hlavní inženýr projektu), je osoba vedoucího týmu ve funkci projektového manažera Zhotovitele, který je pověřen řízením a koordinací celého Díla. Ve smyslu  §113 odst. 2  zákona č. 183/2006 Sb. (stavební zákona)</w:t>
            </w:r>
            <w:r w:rsidR="00631693">
              <w:t>, ve znění pozdějších předpisů,</w:t>
            </w:r>
            <w:r w:rsidRPr="001B00C9">
              <w:t xml:space="preserve"> se jedná o osobu hlavního projektanta.</w:t>
            </w:r>
          </w:p>
          <w:p w14:paraId="46A6E98D" w14:textId="4E980CC0" w:rsidR="00BB5C4E" w:rsidRPr="001B00C9" w:rsidRDefault="00846734" w:rsidP="00567125">
            <w:pPr>
              <w:spacing w:before="120"/>
            </w:pPr>
            <w:r>
              <w:t xml:space="preserve">Vedoucí týmu </w:t>
            </w:r>
            <w:r w:rsidR="00BB5C4E" w:rsidRPr="00BB5C4E">
              <w:t xml:space="preserve">zejména řídí a koordinuje zpracování projektových prací, nese odpovědnost za úplnost, bezvadnost a technickou správnost </w:t>
            </w:r>
            <w:r>
              <w:t>Díla</w:t>
            </w:r>
            <w:r w:rsidR="00BB5C4E" w:rsidRPr="00BB5C4E">
              <w:t xml:space="preserve"> a vykonává při zpracování </w:t>
            </w:r>
            <w:r>
              <w:t>Díla</w:t>
            </w:r>
            <w:r w:rsidR="00BB5C4E" w:rsidRPr="00BB5C4E">
              <w:t xml:space="preserve"> koordinační funkci vůči týmům případných poddodavatelů. </w:t>
            </w:r>
          </w:p>
        </w:tc>
      </w:tr>
      <w:tr w:rsidR="00BB5C4E" w:rsidRPr="005E57D2" w14:paraId="04BEEA8E" w14:textId="77777777" w:rsidTr="001B00C9">
        <w:tc>
          <w:tcPr>
            <w:tcW w:w="1418" w:type="dxa"/>
            <w:tcMar>
              <w:top w:w="34" w:type="dxa"/>
              <w:left w:w="79" w:type="dxa"/>
              <w:bottom w:w="57" w:type="dxa"/>
              <w:right w:w="79" w:type="dxa"/>
            </w:tcMar>
            <w:vAlign w:val="center"/>
            <w:hideMark/>
          </w:tcPr>
          <w:p w14:paraId="0E5079BE" w14:textId="77777777" w:rsidR="00BB5C4E" w:rsidRPr="001B00C9" w:rsidRDefault="00BB5C4E" w:rsidP="00BB5C4E">
            <w:pPr>
              <w:spacing w:before="120"/>
            </w:pPr>
            <w:r w:rsidRPr="001B00C9">
              <w:t>Specialista</w:t>
            </w:r>
          </w:p>
        </w:tc>
        <w:tc>
          <w:tcPr>
            <w:tcW w:w="6654" w:type="dxa"/>
            <w:tcMar>
              <w:top w:w="34" w:type="dxa"/>
              <w:left w:w="79" w:type="dxa"/>
              <w:bottom w:w="57" w:type="dxa"/>
              <w:right w:w="79" w:type="dxa"/>
            </w:tcMar>
            <w:vAlign w:val="center"/>
            <w:hideMark/>
          </w:tcPr>
          <w:p w14:paraId="405B2C4A" w14:textId="1E28976B" w:rsidR="00BB5C4E" w:rsidRPr="001B00C9" w:rsidRDefault="00BB5C4E" w:rsidP="00BB5C4E">
            <w:pPr>
              <w:spacing w:before="120"/>
            </w:pPr>
            <w:r w:rsidRPr="001B00C9">
              <w:t xml:space="preserve">také někdy nazývaný technický garant oboru nebo vedoucí oboru, je osoba člena týmu Zhotovitele s profesní specializací podřízená v projektové hierarchii vedoucímu týmu a jako specialista zodpovídá </w:t>
            </w:r>
            <w:r w:rsidR="00846734" w:rsidRPr="00BB5C4E">
              <w:t xml:space="preserve">za úplnost, bezvadnost a technickou správnost </w:t>
            </w:r>
            <w:r w:rsidRPr="001B00C9">
              <w:t>Díla v oboru své specializace. Specialista je dále zodpovědný za koordinaci návrhu technického řešení v rámci dané specializace a za mezioborovou koordinaci Díla se specialisty ostatních profesí.</w:t>
            </w:r>
          </w:p>
        </w:tc>
      </w:tr>
      <w:tr w:rsidR="00BB5C4E" w14:paraId="5CD99B08" w14:textId="77777777" w:rsidTr="001B00C9">
        <w:tc>
          <w:tcPr>
            <w:tcW w:w="1418" w:type="dxa"/>
            <w:tcMar>
              <w:top w:w="34" w:type="dxa"/>
              <w:left w:w="79" w:type="dxa"/>
              <w:bottom w:w="57" w:type="dxa"/>
              <w:right w:w="79" w:type="dxa"/>
            </w:tcMar>
            <w:vAlign w:val="center"/>
          </w:tcPr>
          <w:p w14:paraId="2B38EAA2" w14:textId="77777777" w:rsidR="00BB5C4E" w:rsidRPr="001B00C9" w:rsidRDefault="00BB5C4E" w:rsidP="00BB5C4E">
            <w:pPr>
              <w:spacing w:before="120"/>
            </w:pPr>
            <w:r w:rsidRPr="001B00C9">
              <w:t>Odpovědný projektant</w:t>
            </w:r>
          </w:p>
        </w:tc>
        <w:tc>
          <w:tcPr>
            <w:tcW w:w="6654" w:type="dxa"/>
            <w:tcMar>
              <w:top w:w="34" w:type="dxa"/>
              <w:left w:w="79" w:type="dxa"/>
              <w:bottom w:w="57" w:type="dxa"/>
              <w:right w:w="79" w:type="dxa"/>
            </w:tcMar>
            <w:vAlign w:val="center"/>
          </w:tcPr>
          <w:p w14:paraId="418E004C" w14:textId="615C15AF" w:rsidR="00BB5C4E" w:rsidRPr="001B00C9" w:rsidRDefault="00BB5C4E" w:rsidP="00BB5C4E">
            <w:pPr>
              <w:spacing w:before="120"/>
            </w:pPr>
            <w:r w:rsidRPr="001B00C9">
              <w:t xml:space="preserve">je osoba člena týmu Zhotovitele s profesní specializací podřízená v projektové hierarchii specialistovi a jako odpovědný projektant zodpovídá </w:t>
            </w:r>
            <w:r w:rsidR="00846734" w:rsidRPr="00BB5C4E">
              <w:t xml:space="preserve">za úplnost, bezvadnost a technickou správnost </w:t>
            </w:r>
            <w:r w:rsidRPr="001B00C9">
              <w:t>dílčích částí Díla v oboru své specializace, které mu byly přiděleny (zpravidla nezodpovídá za celou profesi, jen za dílčí ucelené části v rámci své profese – například některé stavební objekty, projekt hydrogeologického průzkumu, apod.). Odpovědný projektant je dále zodpovědný za koordinaci návrhu technického řešení jemu příslušejících dílčích části Díla s navazujícími stavebními objekty a mezioborovou koordinaci jemu příslušejících dílčích části Díla s odpovědnými projektanty ostatních profesí.</w:t>
            </w:r>
          </w:p>
          <w:p w14:paraId="7FAE4D54" w14:textId="77777777" w:rsidR="00BB5C4E" w:rsidRPr="001B00C9" w:rsidRDefault="00BB5C4E" w:rsidP="00BB5C4E">
            <w:pPr>
              <w:spacing w:before="120"/>
            </w:pPr>
            <w:r w:rsidRPr="001B00C9">
              <w:t>Je časté, že funkce specialisty a odpovědného projektanta splývá v jednu funkci.</w:t>
            </w:r>
          </w:p>
        </w:tc>
      </w:tr>
      <w:tr w:rsidR="00BB5C4E" w:rsidRPr="00EC72E2" w14:paraId="01ECEC99" w14:textId="77777777" w:rsidTr="001B00C9">
        <w:tc>
          <w:tcPr>
            <w:tcW w:w="1418" w:type="dxa"/>
            <w:tcMar>
              <w:top w:w="34" w:type="dxa"/>
              <w:left w:w="79" w:type="dxa"/>
              <w:bottom w:w="57" w:type="dxa"/>
              <w:right w:w="79" w:type="dxa"/>
            </w:tcMar>
            <w:hideMark/>
          </w:tcPr>
          <w:p w14:paraId="231D6424" w14:textId="77777777" w:rsidR="00BB5C4E" w:rsidRPr="001B00C9" w:rsidRDefault="00BB5C4E" w:rsidP="00BB5C4E">
            <w:pPr>
              <w:spacing w:before="120"/>
            </w:pPr>
            <w:r w:rsidRPr="001B00C9">
              <w:t>Zpracovatel</w:t>
            </w:r>
          </w:p>
        </w:tc>
        <w:tc>
          <w:tcPr>
            <w:tcW w:w="6654" w:type="dxa"/>
            <w:tcMar>
              <w:top w:w="34" w:type="dxa"/>
              <w:left w:w="79" w:type="dxa"/>
              <w:bottom w:w="57" w:type="dxa"/>
              <w:right w:w="79" w:type="dxa"/>
            </w:tcMar>
            <w:hideMark/>
          </w:tcPr>
          <w:p w14:paraId="39977193" w14:textId="2BAF86D8" w:rsidR="00BB5C4E" w:rsidRPr="001B00C9" w:rsidRDefault="00BB5C4E" w:rsidP="00804BB4">
            <w:pPr>
              <w:spacing w:before="120"/>
            </w:pPr>
            <w:r w:rsidRPr="001B00C9">
              <w:t xml:space="preserve">je osoba člena týmu Zhotovitele s profesní specializací podřízená v projektové hierarchii odpovědnému projektantovi a jako zpracovatel zpracovává dílčí částí Díla v oboru své specializace, které mu byly přiděleny (například návrh některých stavebních objektů v rámci své profese, projekt hydrogeologického průzkumu, apod.) – tak činí pod odborným dohledem odpovědného projektanta. Zpracovatel je zodpovědný za </w:t>
            </w:r>
            <w:r w:rsidR="00846734" w:rsidRPr="00BB5C4E">
              <w:t xml:space="preserve">úplnost, bezvadnost a technickou správnost </w:t>
            </w:r>
            <w:r w:rsidRPr="001B00C9">
              <w:t>část</w:t>
            </w:r>
            <w:r w:rsidR="00804BB4">
              <w:t>í</w:t>
            </w:r>
            <w:r w:rsidRPr="001B00C9">
              <w:t xml:space="preserve"> Díla, které zpracovává. Zpracovatel je dále zodpovědný za koordinaci </w:t>
            </w:r>
            <w:r w:rsidRPr="001B00C9">
              <w:lastRenderedPageBreak/>
              <w:t>návrhu technického řešení jemu příslušejících dílčích část</w:t>
            </w:r>
            <w:r w:rsidR="00804BB4">
              <w:t>í</w:t>
            </w:r>
            <w:r w:rsidRPr="001B00C9">
              <w:t xml:space="preserve"> Díla s navazujícími stavebními objekty a mezioborovou koordinaci jemu příslušejících dílčích část</w:t>
            </w:r>
            <w:r w:rsidR="00804BB4">
              <w:t>í</w:t>
            </w:r>
            <w:r w:rsidRPr="001B00C9">
              <w:t xml:space="preserve"> Díla se zpracovateli ostatních profesí.</w:t>
            </w:r>
          </w:p>
        </w:tc>
      </w:tr>
      <w:tr w:rsidR="00BB5C4E" w:rsidRPr="00026887" w14:paraId="2EFDB77F" w14:textId="77777777" w:rsidTr="001B00C9">
        <w:tc>
          <w:tcPr>
            <w:tcW w:w="1418" w:type="dxa"/>
            <w:tcMar>
              <w:top w:w="34" w:type="dxa"/>
              <w:left w:w="79" w:type="dxa"/>
              <w:bottom w:w="57" w:type="dxa"/>
              <w:right w:w="79" w:type="dxa"/>
            </w:tcMar>
            <w:hideMark/>
          </w:tcPr>
          <w:p w14:paraId="793D550A" w14:textId="77777777" w:rsidR="00BB5C4E" w:rsidRPr="001B00C9" w:rsidRDefault="00BB5C4E" w:rsidP="00BB5C4E">
            <w:pPr>
              <w:spacing w:before="120"/>
            </w:pPr>
            <w:r w:rsidRPr="001B00C9">
              <w:lastRenderedPageBreak/>
              <w:t xml:space="preserve">Pomocný inženýr </w:t>
            </w:r>
          </w:p>
        </w:tc>
        <w:tc>
          <w:tcPr>
            <w:tcW w:w="6654" w:type="dxa"/>
            <w:tcMar>
              <w:top w:w="34" w:type="dxa"/>
              <w:left w:w="79" w:type="dxa"/>
              <w:bottom w:w="57" w:type="dxa"/>
              <w:right w:w="79" w:type="dxa"/>
            </w:tcMar>
            <w:hideMark/>
          </w:tcPr>
          <w:p w14:paraId="7679855A" w14:textId="09AFA5FD" w:rsidR="002B59D3" w:rsidRPr="001B00C9" w:rsidRDefault="00BB5C4E" w:rsidP="00567125">
            <w:pPr>
              <w:spacing w:before="120"/>
            </w:pPr>
            <w:r w:rsidRPr="001B00C9">
              <w:t>je osoba člena týmu Zhotovitele s profesní specializací podřízená v projektové hierarchii zpracovateli. Jako pomocný inženýr zpracovává dílčí části návrhu jednotlivých částí díla (například kalkulace některých částí stavebních objektů, výkresy některých částí stavebních objektů, vyhodnocení části geotechnických průzkumů, apod</w:t>
            </w:r>
            <w:r w:rsidR="00804BB4">
              <w:t>.</w:t>
            </w:r>
            <w:r w:rsidRPr="001B00C9">
              <w:t>).</w:t>
            </w:r>
          </w:p>
        </w:tc>
      </w:tr>
      <w:tr w:rsidR="004C1A9F" w:rsidRPr="00026887" w14:paraId="15EB201F" w14:textId="77777777" w:rsidTr="00BB5C4E">
        <w:tc>
          <w:tcPr>
            <w:tcW w:w="1418" w:type="dxa"/>
            <w:tcMar>
              <w:top w:w="34" w:type="dxa"/>
              <w:left w:w="79" w:type="dxa"/>
              <w:bottom w:w="57" w:type="dxa"/>
              <w:right w:w="79" w:type="dxa"/>
            </w:tcMar>
          </w:tcPr>
          <w:p w14:paraId="67893CEF" w14:textId="36AFB1F3" w:rsidR="004C1A9F" w:rsidRPr="00567125" w:rsidRDefault="004C1A9F" w:rsidP="00BB5C4E">
            <w:pPr>
              <w:spacing w:before="120"/>
            </w:pPr>
            <w:r>
              <w:t>Autorský dozor projektanta</w:t>
            </w:r>
          </w:p>
        </w:tc>
        <w:tc>
          <w:tcPr>
            <w:tcW w:w="6654" w:type="dxa"/>
            <w:tcMar>
              <w:top w:w="34" w:type="dxa"/>
              <w:left w:w="79" w:type="dxa"/>
              <w:bottom w:w="57" w:type="dxa"/>
              <w:right w:w="79" w:type="dxa"/>
            </w:tcMar>
          </w:tcPr>
          <w:p w14:paraId="16F37C10" w14:textId="34F2805F" w:rsidR="004C1A9F" w:rsidRPr="00567125" w:rsidRDefault="00B977C3" w:rsidP="00567125">
            <w:pPr>
              <w:spacing w:before="120"/>
            </w:pPr>
            <w:r>
              <w:t xml:space="preserve">je osoba člena týmu Zhotovitele s profesní specializací. Jako autorský dozor </w:t>
            </w:r>
            <w:r w:rsidR="004C1A9F" w:rsidRPr="004C1A9F">
              <w:t>ověřuje v průběhu výstavby</w:t>
            </w:r>
            <w:r w:rsidR="004C1A9F">
              <w:t>/průzkumů</w:t>
            </w:r>
            <w:r w:rsidR="004C1A9F" w:rsidRPr="004C1A9F">
              <w:t xml:space="preserve"> soulad provádění stavby</w:t>
            </w:r>
            <w:r w:rsidR="004C1A9F">
              <w:t>/průzkumů</w:t>
            </w:r>
            <w:r w:rsidR="004C1A9F" w:rsidRPr="004C1A9F">
              <w:t xml:space="preserve"> s projektovou dokumentací.</w:t>
            </w:r>
          </w:p>
        </w:tc>
      </w:tr>
      <w:tr w:rsidR="00B977C3" w:rsidRPr="00026887" w14:paraId="7AEA3B9C" w14:textId="77777777" w:rsidTr="00BB5C4E">
        <w:tc>
          <w:tcPr>
            <w:tcW w:w="1418" w:type="dxa"/>
            <w:tcMar>
              <w:top w:w="34" w:type="dxa"/>
              <w:left w:w="79" w:type="dxa"/>
              <w:bottom w:w="57" w:type="dxa"/>
              <w:right w:w="79" w:type="dxa"/>
            </w:tcMar>
          </w:tcPr>
          <w:p w14:paraId="6D6D28A8" w14:textId="56419B56" w:rsidR="00B977C3" w:rsidRDefault="00B977C3" w:rsidP="00BB5C4E">
            <w:pPr>
              <w:spacing w:before="120"/>
            </w:pPr>
            <w:r>
              <w:t>Nezávislý oponent</w:t>
            </w:r>
          </w:p>
        </w:tc>
        <w:tc>
          <w:tcPr>
            <w:tcW w:w="6654" w:type="dxa"/>
            <w:tcMar>
              <w:top w:w="34" w:type="dxa"/>
              <w:left w:w="79" w:type="dxa"/>
              <w:bottom w:w="57" w:type="dxa"/>
              <w:right w:w="79" w:type="dxa"/>
            </w:tcMar>
          </w:tcPr>
          <w:p w14:paraId="0FBDAEDE" w14:textId="7774F9AB" w:rsidR="00B977C3" w:rsidRPr="004C1A9F" w:rsidRDefault="00B977C3" w:rsidP="00B977C3">
            <w:pPr>
              <w:spacing w:before="120"/>
            </w:pPr>
            <w:r>
              <w:t xml:space="preserve">je osoba zpravidla najatá Objednatelem jako nezávislý kontrolor </w:t>
            </w:r>
            <w:r w:rsidRPr="00BB5C4E">
              <w:t>úplnost</w:t>
            </w:r>
            <w:r>
              <w:t>i</w:t>
            </w:r>
            <w:r w:rsidRPr="00BB5C4E">
              <w:t>, bezvadnost</w:t>
            </w:r>
            <w:r>
              <w:t>i</w:t>
            </w:r>
            <w:r w:rsidRPr="00BB5C4E">
              <w:t xml:space="preserve"> a technick</w:t>
            </w:r>
            <w:r>
              <w:t>é</w:t>
            </w:r>
            <w:r w:rsidRPr="00BB5C4E">
              <w:t xml:space="preserve"> správnost</w:t>
            </w:r>
            <w:r>
              <w:t>i</w:t>
            </w:r>
            <w:r w:rsidRPr="00BB5C4E">
              <w:t xml:space="preserve"> </w:t>
            </w:r>
            <w:r w:rsidRPr="00B846E3">
              <w:t>Díla</w:t>
            </w:r>
            <w:r>
              <w:t>. Tato osoba zpravidla není v pracovním poměru se Zhotovitelem.</w:t>
            </w:r>
          </w:p>
        </w:tc>
      </w:tr>
    </w:tbl>
    <w:p w14:paraId="0BCA90DA" w14:textId="568FEA47" w:rsidR="00596ACF" w:rsidRDefault="00596ACF" w:rsidP="009E1AEE">
      <w:pPr>
        <w:pStyle w:val="Textbezslovn"/>
        <w:rPr>
          <w:b/>
          <w:color w:val="FF0000"/>
        </w:rPr>
      </w:pPr>
    </w:p>
    <w:p w14:paraId="6A1B7717" w14:textId="470E022D" w:rsidR="004C1A9F" w:rsidRDefault="004C1A9F" w:rsidP="009E1AEE">
      <w:pPr>
        <w:pStyle w:val="Textbezslovn"/>
      </w:pPr>
      <w:r w:rsidRPr="001B00C9">
        <w:t xml:space="preserve">Pokud není stanoveno jinak, do délky praxe v projektování se započítává </w:t>
      </w:r>
      <w:r>
        <w:t xml:space="preserve">činnost </w:t>
      </w:r>
      <w:r w:rsidR="002E6E2F">
        <w:t xml:space="preserve">vedoucího projektu, </w:t>
      </w:r>
      <w:r>
        <w:t>specialisty, odborného projektanta, zpracovatele, pomocného inženýra</w:t>
      </w:r>
      <w:r w:rsidR="00B977C3">
        <w:t>,</w:t>
      </w:r>
      <w:r>
        <w:t xml:space="preserve"> autorského </w:t>
      </w:r>
      <w:r w:rsidR="002E6E2F">
        <w:t>dozoru</w:t>
      </w:r>
      <w:r w:rsidR="00B977C3">
        <w:t xml:space="preserve"> i nezávislého oponenta</w:t>
      </w:r>
      <w:r w:rsidR="002E6E2F">
        <w:t>.</w:t>
      </w:r>
    </w:p>
    <w:p w14:paraId="7F7640E0" w14:textId="03E44301" w:rsidR="00E07145" w:rsidRPr="001B00C9" w:rsidRDefault="00E07145" w:rsidP="009E1AEE">
      <w:pPr>
        <w:pStyle w:val="Textbezslovn"/>
      </w:pPr>
      <w:r>
        <w:t xml:space="preserve">Za 1 rok praxe je považováno dokončených 12 měsíců. Za projektové práce ve stupni </w:t>
      </w:r>
      <w:r>
        <w:rPr>
          <w:rFonts w:cs="Arial"/>
          <w:bCs/>
        </w:rPr>
        <w:t xml:space="preserve">DUR nebo </w:t>
      </w:r>
      <w:r>
        <w:t>DSP nebo DSP+PDPS nebo DUSP nebo DUSP+PDPS zadavatel považuje rovněž provedení aktualizace projektové dokumentace ve stupni DUR nebo DSP nebo DSP+PDPS nebo DUSP</w:t>
      </w:r>
      <w:r w:rsidRPr="00A51062">
        <w:t xml:space="preserve"> </w:t>
      </w:r>
      <w:r>
        <w:t>nebo DUSP+PDPS.</w:t>
      </w:r>
    </w:p>
    <w:p w14:paraId="39D3CA38" w14:textId="11415AB1" w:rsidR="00596ACF" w:rsidRPr="00567125" w:rsidRDefault="00596ACF" w:rsidP="009E1AEE">
      <w:pPr>
        <w:pStyle w:val="Textbezslovn"/>
        <w:rPr>
          <w:rFonts w:ascii="Verdana" w:hAnsi="Verdana" w:cstheme="minorHAnsi"/>
        </w:rPr>
      </w:pPr>
      <w:r w:rsidRPr="001B00C9">
        <w:rPr>
          <w:rFonts w:ascii="Verdana" w:hAnsi="Verdana" w:cstheme="minorHAnsi"/>
          <w:b/>
        </w:rPr>
        <w:t>Zkušeností s realizací stavby</w:t>
      </w:r>
      <w:r w:rsidRPr="001B00C9">
        <w:rPr>
          <w:rFonts w:ascii="Verdana" w:hAnsi="Verdana" w:cstheme="minorHAnsi"/>
        </w:rPr>
        <w:t xml:space="preserve"> se u příslušných členů odborného personálu, u kterých je tato zkušenost požadována, rozumí činnost spočívající v provádění stavby v pozici zhotovitele. Výkon technického dozoru nebo výkon autorského dozoru projektanta při provádění stavby se v této zadávací dokumentaci nepovažuje za zkušenost s realizací stavby.</w:t>
      </w:r>
    </w:p>
    <w:p w14:paraId="18181D40" w14:textId="5FEB3FBD" w:rsidR="003810A3" w:rsidRDefault="00596ACF" w:rsidP="003810A3">
      <w:pPr>
        <w:pStyle w:val="Textbezslovn"/>
        <w:rPr>
          <w:rFonts w:ascii="Verdana" w:hAnsi="Verdana" w:cstheme="minorHAnsi"/>
        </w:rPr>
      </w:pPr>
      <w:r w:rsidRPr="001B00C9">
        <w:rPr>
          <w:rFonts w:ascii="Verdana" w:hAnsi="Verdana" w:cstheme="minorHAnsi"/>
          <w:b/>
        </w:rPr>
        <w:t>Zkušeností s realizací průzkumů</w:t>
      </w:r>
      <w:r w:rsidRPr="001B00C9">
        <w:rPr>
          <w:rFonts w:ascii="Verdana" w:hAnsi="Verdana" w:cstheme="minorHAnsi"/>
        </w:rPr>
        <w:t xml:space="preserve"> se u příslušných členů odborného personálu, u kterých je tato zkušenost požadována, rozumí činnost spočívající v provádění geotechnického průzkumu v pozici zhotovitele</w:t>
      </w:r>
      <w:r w:rsidR="003810A3" w:rsidRPr="001B00C9">
        <w:rPr>
          <w:rFonts w:ascii="Verdana" w:hAnsi="Verdana" w:cstheme="minorHAnsi"/>
        </w:rPr>
        <w:t>.</w:t>
      </w:r>
      <w:r w:rsidRPr="001B00C9">
        <w:rPr>
          <w:rFonts w:ascii="Verdana" w:hAnsi="Verdana" w:cstheme="minorHAnsi"/>
        </w:rPr>
        <w:t xml:space="preserve"> </w:t>
      </w:r>
      <w:r w:rsidR="003810A3" w:rsidRPr="001B00C9">
        <w:rPr>
          <w:rFonts w:ascii="Verdana" w:hAnsi="Verdana" w:cstheme="minorHAnsi"/>
        </w:rPr>
        <w:t xml:space="preserve">Výkon technického dozoru nebo výkon autorského dozoru projektanta při provádění stavby se v této zadávací dokumentaci nepovažuje za zkušenost s realizací </w:t>
      </w:r>
      <w:r w:rsidR="00865E1F">
        <w:rPr>
          <w:rFonts w:ascii="Verdana" w:hAnsi="Verdana" w:cstheme="minorHAnsi"/>
        </w:rPr>
        <w:t>průzkumů</w:t>
      </w:r>
      <w:r w:rsidR="003810A3" w:rsidRPr="00865E1F">
        <w:rPr>
          <w:rFonts w:ascii="Verdana" w:hAnsi="Verdana" w:cstheme="minorHAnsi"/>
        </w:rPr>
        <w:t>.</w:t>
      </w:r>
    </w:p>
    <w:p w14:paraId="2E1A62F5" w14:textId="1032962B" w:rsidR="00F31A73" w:rsidRDefault="00CD5699" w:rsidP="00FB6527">
      <w:pPr>
        <w:pStyle w:val="Textbezslovn"/>
        <w:rPr>
          <w:rFonts w:ascii="Verdana" w:hAnsi="Verdana" w:cstheme="minorHAnsi"/>
        </w:rPr>
      </w:pPr>
      <w:r w:rsidRPr="00CD5699">
        <w:rPr>
          <w:rFonts w:ascii="Verdana" w:hAnsi="Verdana" w:cstheme="minorHAnsi"/>
        </w:rPr>
        <w:t>Doba 20 let se u referenčních zakázek uvedených jako zkušenost konkrétního člena odborného personálu považuje za splněnou, pokud byla referenční zakázka v průběhu této doby dokončena a postačuje, aby požadované minimální hodnoty referenční zakázky byly dosaženy za celou dobu jejího poskytování, nikoliv pouze v průběhu posledních 20 let před zahájením zadávacího řízení.</w:t>
      </w:r>
      <w:r>
        <w:rPr>
          <w:rFonts w:ascii="Verdana" w:hAnsi="Verdana" w:cstheme="minorHAnsi"/>
        </w:rPr>
        <w:t xml:space="preserve"> </w:t>
      </w:r>
      <w:r w:rsidR="00F31A73" w:rsidRPr="00F31A73">
        <w:rPr>
          <w:rFonts w:ascii="Verdana" w:hAnsi="Verdana" w:cstheme="minorHAnsi"/>
        </w:rPr>
        <w:t xml:space="preserve">V případě, že byla činnost </w:t>
      </w:r>
      <w:r w:rsidR="00F31A73">
        <w:t>použitá Zhotovitelem k prokázání zkušenosti</w:t>
      </w:r>
      <w:r w:rsidR="00F31A73" w:rsidRPr="00F31A73">
        <w:rPr>
          <w:rFonts w:ascii="Verdana" w:hAnsi="Verdana" w:cstheme="minorHAnsi"/>
        </w:rPr>
        <w:t xml:space="preserve"> součástí rozsáhlejšího plnění pro objednatele služby (např. kromě zpracování projektové dokumentace měl dodavatel vykonávat i autorský dozor při realizaci stavby apod.) postačí, pokud je v uvedené době dokončeno plněn</w:t>
      </w:r>
      <w:r w:rsidR="00F31A73">
        <w:rPr>
          <w:rFonts w:ascii="Verdana" w:hAnsi="Verdana" w:cstheme="minorHAnsi"/>
        </w:rPr>
        <w:t>í v rozsahu referované činnosti</w:t>
      </w:r>
      <w:r w:rsidR="00F31A73" w:rsidRPr="00F31A73">
        <w:rPr>
          <w:rFonts w:ascii="Verdana" w:hAnsi="Verdana" w:cstheme="minorHAnsi"/>
        </w:rPr>
        <w:t xml:space="preserve"> s tím, že zakázka jako celek dokončena není</w:t>
      </w:r>
      <w:r w:rsidR="00F31A73">
        <w:rPr>
          <w:rFonts w:ascii="Verdana" w:hAnsi="Verdana" w:cstheme="minorHAnsi"/>
        </w:rPr>
        <w:t>.</w:t>
      </w:r>
      <w:r w:rsidR="00F31A73" w:rsidRPr="00F31A73">
        <w:rPr>
          <w:rFonts w:ascii="Verdana" w:hAnsi="Verdana" w:cstheme="minorHAnsi"/>
        </w:rPr>
        <w:t xml:space="preserve"> </w:t>
      </w:r>
      <w:r w:rsidR="00F31A73">
        <w:rPr>
          <w:rFonts w:ascii="Verdana" w:hAnsi="Verdana" w:cstheme="minorHAnsi"/>
        </w:rPr>
        <w:t>Z</w:t>
      </w:r>
      <w:r w:rsidR="00F31A73" w:rsidRPr="00F31A73">
        <w:rPr>
          <w:rFonts w:ascii="Verdana" w:hAnsi="Verdana" w:cstheme="minorHAnsi"/>
        </w:rPr>
        <w:t xml:space="preserve">ároveň však platí, že nestačí (tj. nepovažuje se za plnění dokončené v požadované době), pokud je v posledních </w:t>
      </w:r>
      <w:r w:rsidR="00DA7102">
        <w:rPr>
          <w:rFonts w:ascii="Verdana" w:hAnsi="Verdana" w:cstheme="minorHAnsi"/>
        </w:rPr>
        <w:t>20</w:t>
      </w:r>
      <w:r w:rsidR="00F31A73" w:rsidRPr="00F31A73">
        <w:rPr>
          <w:rFonts w:ascii="Verdana" w:hAnsi="Verdana" w:cstheme="minorHAnsi"/>
        </w:rPr>
        <w:t xml:space="preserve"> letech dokončena zakázka rozsáhlejšího plnění jako celek (např. dokončen autorský dozor při realizaci stavby), avšak plnění v rozsahu referované činnosti (tj. např. zpracování projektové dokumentace) bylo dokončeno dříve než před </w:t>
      </w:r>
      <w:r w:rsidR="00DA7102">
        <w:rPr>
          <w:rFonts w:ascii="Verdana" w:hAnsi="Verdana" w:cstheme="minorHAnsi"/>
        </w:rPr>
        <w:t>20</w:t>
      </w:r>
      <w:r w:rsidR="00F31A73" w:rsidRPr="00F31A73">
        <w:rPr>
          <w:rFonts w:ascii="Verdana" w:hAnsi="Verdana" w:cstheme="minorHAnsi"/>
        </w:rPr>
        <w:t xml:space="preserve"> lety. </w:t>
      </w:r>
      <w:r w:rsidR="008D2C26" w:rsidRPr="008D2C26">
        <w:rPr>
          <w:rFonts w:ascii="Verdana" w:hAnsi="Verdana" w:cstheme="minorHAnsi"/>
        </w:rPr>
        <w:t xml:space="preserve">Pro odstranění pochybností zadavatel upřesňuje, že pro potřeby doložení referenčních zakázek za účelem </w:t>
      </w:r>
      <w:r w:rsidR="003E16E1">
        <w:rPr>
          <w:rFonts w:ascii="Verdana" w:hAnsi="Verdana" w:cstheme="minorHAnsi"/>
        </w:rPr>
        <w:t xml:space="preserve">prokázání kvalifikace </w:t>
      </w:r>
      <w:r w:rsidR="008D2C26" w:rsidRPr="008D2C26">
        <w:rPr>
          <w:rFonts w:ascii="Verdana" w:hAnsi="Verdana" w:cstheme="minorHAnsi"/>
        </w:rPr>
        <w:t xml:space="preserve">se zakázka na projektové práce ve stupni DUR nebo DSP nebo DSP+PDPS nebo DUSP nebo DUSP+PDPS považuje za dokončenou předáním kompletní DUR nebo DSP nebo </w:t>
      </w:r>
      <w:r w:rsidR="008D2C26" w:rsidRPr="008D2C26">
        <w:rPr>
          <w:rFonts w:ascii="Verdana" w:hAnsi="Verdana" w:cstheme="minorHAnsi"/>
        </w:rPr>
        <w:lastRenderedPageBreak/>
        <w:t>DSP+PDPS nebo DUSP nebo DUSP+PDPS, příp. jejich kompletní aktualizace, objednateli po zapracování všech připomínek objednatele, a to bez případného podání žádosti o stavební povolení nebo společné povolení, je-li součástí plnění zakázky.</w:t>
      </w:r>
    </w:p>
    <w:p w14:paraId="4FFC8344" w14:textId="3725EAFE" w:rsidR="002537A1" w:rsidRPr="008D2C26" w:rsidRDefault="002537A1" w:rsidP="008D2C26">
      <w:pPr>
        <w:pStyle w:val="Text1-1"/>
        <w:numPr>
          <w:ilvl w:val="0"/>
          <w:numId w:val="0"/>
        </w:numPr>
        <w:ind w:left="737" w:hanging="28"/>
        <w:rPr>
          <w:rFonts w:cs="Arial"/>
          <w:bCs/>
        </w:rPr>
      </w:pPr>
      <w:r w:rsidRPr="002537A1">
        <w:rPr>
          <w:rFonts w:cs="Arial"/>
          <w:bCs/>
        </w:rPr>
        <w:t xml:space="preserve">Kde se v rámci požadavků na kvalifikaci </w:t>
      </w:r>
      <w:r w:rsidRPr="002537A1">
        <w:t xml:space="preserve">člena odborného personálu </w:t>
      </w:r>
      <w:r w:rsidRPr="002537A1">
        <w:rPr>
          <w:rFonts w:cs="Arial"/>
          <w:bCs/>
        </w:rPr>
        <w:t xml:space="preserve">dokládají </w:t>
      </w:r>
      <w:r>
        <w:rPr>
          <w:rFonts w:cs="Arial"/>
          <w:bCs/>
        </w:rPr>
        <w:t xml:space="preserve">dvě a </w:t>
      </w:r>
      <w:r w:rsidRPr="002537A1">
        <w:rPr>
          <w:rFonts w:cs="Arial"/>
          <w:bCs/>
        </w:rPr>
        <w:t xml:space="preserve">více zkušeností pro daný požadavek, zkušenosti dokladované </w:t>
      </w:r>
      <w:r w:rsidR="003E16E1">
        <w:rPr>
          <w:rFonts w:cs="Arial"/>
          <w:bCs/>
        </w:rPr>
        <w:t xml:space="preserve">dodavatelem </w:t>
      </w:r>
      <w:r w:rsidR="00F61134">
        <w:rPr>
          <w:rFonts w:cs="Arial"/>
          <w:bCs/>
        </w:rPr>
        <w:t xml:space="preserve">pro daný požadavek </w:t>
      </w:r>
      <w:r w:rsidRPr="002537A1">
        <w:rPr>
          <w:rFonts w:cs="Arial"/>
          <w:bCs/>
        </w:rPr>
        <w:t xml:space="preserve">nesmí být z té samé zakázky. </w:t>
      </w:r>
      <w:r w:rsidR="00F61134" w:rsidRPr="002537A1">
        <w:rPr>
          <w:rFonts w:cs="Arial"/>
          <w:bCs/>
        </w:rPr>
        <w:t>Tzn., pokud</w:t>
      </w:r>
      <w:r w:rsidRPr="002537A1">
        <w:rPr>
          <w:rFonts w:cs="Arial"/>
          <w:bCs/>
        </w:rPr>
        <w:t xml:space="preserve"> např. zakázka obsahovala zpracování dokumentace pro 2 železniční tunely, které by jednotlivě splňovaly dan</w:t>
      </w:r>
      <w:r w:rsidR="00F61134">
        <w:rPr>
          <w:rFonts w:cs="Arial"/>
          <w:bCs/>
        </w:rPr>
        <w:t>ý</w:t>
      </w:r>
      <w:r w:rsidRPr="002537A1">
        <w:rPr>
          <w:rFonts w:cs="Arial"/>
          <w:bCs/>
        </w:rPr>
        <w:t xml:space="preserve"> </w:t>
      </w:r>
      <w:r w:rsidR="00F61134">
        <w:rPr>
          <w:rFonts w:cs="Arial"/>
          <w:bCs/>
        </w:rPr>
        <w:t>požadavek na</w:t>
      </w:r>
      <w:r w:rsidRPr="002537A1">
        <w:rPr>
          <w:rFonts w:cs="Arial"/>
          <w:bCs/>
        </w:rPr>
        <w:t xml:space="preserve"> kvalifikac</w:t>
      </w:r>
      <w:r w:rsidR="00F61134">
        <w:rPr>
          <w:rFonts w:cs="Arial"/>
          <w:bCs/>
        </w:rPr>
        <w:t>i</w:t>
      </w:r>
      <w:r w:rsidRPr="002537A1">
        <w:rPr>
          <w:rFonts w:cs="Arial"/>
          <w:bCs/>
        </w:rPr>
        <w:t xml:space="preserve">, tato zakázka se může pro </w:t>
      </w:r>
      <w:r w:rsidR="00F61134">
        <w:rPr>
          <w:rFonts w:cs="Arial"/>
          <w:bCs/>
        </w:rPr>
        <w:t>daný</w:t>
      </w:r>
      <w:r w:rsidRPr="002537A1">
        <w:rPr>
          <w:rFonts w:cs="Arial"/>
          <w:bCs/>
        </w:rPr>
        <w:t xml:space="preserve"> požadavek doložit pouze jednou.</w:t>
      </w:r>
    </w:p>
    <w:p w14:paraId="0888E94A" w14:textId="44007822"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w:t>
      </w:r>
      <w:r w:rsidR="007240B3">
        <w:t> </w:t>
      </w:r>
      <w:r>
        <w:t>změně a doplnění některých zákonů souvisejících s jeho zavedením, ve znění pozdějších předpisů).</w:t>
      </w:r>
    </w:p>
    <w:p w14:paraId="076A81A5" w14:textId="7F843D4F"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w:t>
      </w:r>
      <w:r w:rsidR="007240B3">
        <w:t> </w:t>
      </w:r>
      <w:r>
        <w:t>rozsahu údajů stanovených v Příloze č. 5 a 6 těchto Pokynů.</w:t>
      </w:r>
    </w:p>
    <w:p w14:paraId="1BFC4E8A" w14:textId="356D6885" w:rsidR="009E1AEE" w:rsidRDefault="009E1AEE" w:rsidP="009E1AEE">
      <w:pPr>
        <w:pStyle w:val="Textbezslovn"/>
      </w:pPr>
      <w:r w:rsidRPr="00050019">
        <w:t xml:space="preserve">Zadavatel si vyhrazuje právo ověřit pravdivost údajů o </w:t>
      </w:r>
      <w:r w:rsidRPr="00F8119C">
        <w:t xml:space="preserve">zkušenostech </w:t>
      </w:r>
      <w:r w:rsidR="005E73DE">
        <w:t>členů odborného personálu</w:t>
      </w:r>
      <w:r w:rsidR="00050019" w:rsidRPr="00F8119C">
        <w:t>,</w:t>
      </w:r>
      <w:r w:rsidRPr="00F8119C">
        <w:t xml:space="preserve"> zejména, zda se na plnění konkrétních zakázek skutečně podíleli. Za tímto účelem požaduje zadavatel v profesním životopisu </w:t>
      </w:r>
      <w:r>
        <w:t>členů odborného personálu uvést informace a spojení na kontaktní osobu objednatele, pro něhož byla zakázka realizována.</w:t>
      </w:r>
    </w:p>
    <w:p w14:paraId="395DD56E" w14:textId="66721C06"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w:t>
      </w:r>
      <w:r w:rsidR="007A71B4">
        <w:t xml:space="preserve"> životopisu ve formě obsažené v </w:t>
      </w:r>
      <w:r>
        <w:t>Příloze č. 6 pod písm. l). Nesplnění této podmínky může být důvodem pro vyloučení dodavatele ze zadávacího řízení.</w:t>
      </w:r>
    </w:p>
    <w:p w14:paraId="5FD1B9DF" w14:textId="3847120E"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r w:rsidR="008D2C26">
        <w:t xml:space="preserve"> </w:t>
      </w:r>
      <w:r w:rsidR="008D2C26" w:rsidRPr="008D2C26">
        <w:t xml:space="preserve">Zadavatel pro účely </w:t>
      </w:r>
      <w:r w:rsidR="008D2C26">
        <w:t xml:space="preserve">uznání zkušeností </w:t>
      </w:r>
      <w:r w:rsidR="008D2C26" w:rsidRPr="008D2C26">
        <w:t>odborného personálu uzná zahraniční reference obdobných charakteristik, které budou srovnatelné z hlediska jejich věcného rozsahu a doby realizace s</w:t>
      </w:r>
      <w:r w:rsidR="008D2C26">
        <w:t> požadovanými zkušenostmi</w:t>
      </w:r>
      <w:r w:rsidR="008D2C26" w:rsidRPr="008D2C26">
        <w:t>.</w:t>
      </w:r>
    </w:p>
    <w:p w14:paraId="0BD482D8" w14:textId="56683CFE" w:rsidR="009E1AEE" w:rsidRPr="00865CD7" w:rsidRDefault="009E1AEE" w:rsidP="009E1AEE">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w:t>
      </w:r>
      <w:r w:rsidRPr="00865CD7">
        <w:t>na</w:t>
      </w:r>
      <w:r w:rsidR="007A71B4">
        <w:t> </w:t>
      </w:r>
      <w:r w:rsidRPr="00865CD7">
        <w:t>kvalifikační kritéria, tj. zejména minimálně požadované vzdělání, praxi, zkušenosti, odbornou způsobilost a požadavky na prevenci střetu zájmů.</w:t>
      </w:r>
    </w:p>
    <w:p w14:paraId="72AC6258" w14:textId="6BAD599A" w:rsidR="00505DE9" w:rsidRPr="00865CD7" w:rsidRDefault="006A4268" w:rsidP="009E1AEE">
      <w:pPr>
        <w:pStyle w:val="Textbezslovn"/>
      </w:pPr>
      <w:r w:rsidRPr="00865CD7">
        <w:t xml:space="preserve">U osob ve funkcích </w:t>
      </w:r>
      <w:r w:rsidR="00505DE9" w:rsidRPr="00865CD7">
        <w:t xml:space="preserve">vedoucího týmu, </w:t>
      </w:r>
      <w:r w:rsidR="004B4CAD">
        <w:t>specialisty</w:t>
      </w:r>
      <w:r w:rsidR="004B4CAD" w:rsidRPr="00865CD7">
        <w:t xml:space="preserve"> </w:t>
      </w:r>
      <w:r w:rsidR="00505DE9" w:rsidRPr="00865CD7">
        <w:t xml:space="preserve">týmu geotechniky a </w:t>
      </w:r>
      <w:r w:rsidR="004B4CAD">
        <w:t>specialisty</w:t>
      </w:r>
      <w:r w:rsidR="004B4CAD" w:rsidRPr="00865CD7">
        <w:t xml:space="preserve"> </w:t>
      </w:r>
      <w:r w:rsidR="00505DE9" w:rsidRPr="00865CD7">
        <w:t xml:space="preserve">týmu tunelových staveb je vyžadována exkluzivita projektu. Exkluzivitou projektu se rozumí, </w:t>
      </w:r>
      <w:r w:rsidR="004F37E3" w:rsidRPr="00865CD7">
        <w:lastRenderedPageBreak/>
        <w:t xml:space="preserve">že po dobu nutnou, minimálně však od </w:t>
      </w:r>
      <w:r w:rsidR="00B157B8">
        <w:t>2</w:t>
      </w:r>
      <w:r w:rsidR="004F37E3" w:rsidRPr="00865CD7">
        <w:t xml:space="preserve">. </w:t>
      </w:r>
      <w:r w:rsidR="009D77C5" w:rsidRPr="00C23BAE">
        <w:rPr>
          <w:highlight w:val="yellow"/>
        </w:rPr>
        <w:t>včetně</w:t>
      </w:r>
      <w:r w:rsidR="009D77C5">
        <w:t xml:space="preserve"> </w:t>
      </w:r>
      <w:r w:rsidR="004F37E3" w:rsidRPr="00865CD7">
        <w:t>do</w:t>
      </w:r>
      <w:r w:rsidR="007A71B4">
        <w:t> </w:t>
      </w:r>
      <w:r w:rsidR="00B157B8" w:rsidRPr="00865CD7">
        <w:t>1</w:t>
      </w:r>
      <w:r w:rsidR="00B157B8">
        <w:t>2</w:t>
      </w:r>
      <w:r w:rsidR="004F37E3" w:rsidRPr="00865CD7">
        <w:t>. měsíce</w:t>
      </w:r>
      <w:r w:rsidR="009D77C5">
        <w:t xml:space="preserve"> </w:t>
      </w:r>
      <w:r w:rsidR="009D77C5" w:rsidRPr="00C23BAE">
        <w:rPr>
          <w:highlight w:val="yellow"/>
        </w:rPr>
        <w:t>včetně</w:t>
      </w:r>
      <w:r w:rsidR="004F37E3" w:rsidRPr="00865CD7">
        <w:t xml:space="preserve"> od nabytí účinnosti smlouvy o dílo, tito členové odborného personálu nebudou zároveň plnit zásadní roli na projektu jiném a budou plně k dispozici tomuto projektu.</w:t>
      </w:r>
    </w:p>
    <w:p w14:paraId="5A45CDEB" w14:textId="77777777" w:rsidR="0035531B" w:rsidRPr="0006499F" w:rsidRDefault="0035531B" w:rsidP="0035531B">
      <w:pPr>
        <w:pStyle w:val="Text1-1"/>
        <w:rPr>
          <w:rStyle w:val="Tun9b"/>
        </w:rPr>
      </w:pPr>
      <w:r w:rsidRPr="0006499F">
        <w:rPr>
          <w:rStyle w:val="Tun9b"/>
        </w:rPr>
        <w:t>Požadavek na prokázání kvalifikace poddodavatele</w:t>
      </w:r>
    </w:p>
    <w:p w14:paraId="42F98544" w14:textId="58CC5865" w:rsidR="0035531B" w:rsidRDefault="0035531B" w:rsidP="0006499F">
      <w:pPr>
        <w:pStyle w:val="Textbezslovn"/>
      </w:pPr>
      <w:r>
        <w:t>Zadavatel požaduje, aby dodavatel</w:t>
      </w:r>
      <w:r w:rsidR="00BB4AF2">
        <w:t xml:space="preserve"> u </w:t>
      </w:r>
      <w:r>
        <w:t>těch poddodava</w:t>
      </w:r>
      <w:r w:rsidR="007A71B4">
        <w:t>telů, kteří jsou dodavateli při </w:t>
      </w:r>
      <w:r>
        <w:t>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w:t>
      </w:r>
      <w:r w:rsidR="001E49F9">
        <w:t> </w:t>
      </w:r>
      <w:r>
        <w:t>% hodnoty poddodávky</w:t>
      </w:r>
      <w:r w:rsidR="0060115D">
        <w:t xml:space="preserve"> z </w:t>
      </w:r>
      <w:r>
        <w:t>nabídkové ceny), předložil doklady prokazující:</w:t>
      </w:r>
    </w:p>
    <w:p w14:paraId="797A53D2"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64EEA27D"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31DC7159" w14:textId="77777777" w:rsidR="0035531B" w:rsidRDefault="0035531B" w:rsidP="0006499F">
      <w:pPr>
        <w:pStyle w:val="Textbezslovn"/>
      </w:pPr>
      <w:r>
        <w:t xml:space="preserve">Zadavatel může požadovat nahrazení poddodavatele, který neprokáže splnění </w:t>
      </w:r>
      <w:bookmarkStart w:id="12" w:name="_GoBack"/>
      <w:bookmarkEnd w:id="12"/>
      <w:r>
        <w:t>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70F5384C" w14:textId="58182825" w:rsidR="0035531B" w:rsidRDefault="00D25FC2" w:rsidP="0006499F">
      <w:pPr>
        <w:pStyle w:val="Textbezslovn"/>
      </w:pPr>
      <w:r>
        <w:t>Zadavatel výslovně upozorňuje, že pokud se jedná o § 48 odst. 5 písm. d) ZZVZ, za</w:t>
      </w:r>
      <w:r w:rsidR="007A71B4">
        <w:t> </w:t>
      </w:r>
      <w:r>
        <w:t>důvod nezpůsobilosti bude považováno to, že se poddodavatel dopustil v posledních 3 letech od zahájení zadávacího řízení závažných nebo dlouhodobých pochybení při</w:t>
      </w:r>
      <w:r w:rsidR="007A71B4">
        <w:t> </w:t>
      </w:r>
      <w:r>
        <w:t>plnění dřívějšího smluvního vztahu se zadavatelem, nebo s jiným (nikoli pouze veřejným) zadavatelem, která vedla k vzniku škody, předčasnému ukončení smluvního vztahu nebo jiným srovnatelným sankcím.</w:t>
      </w:r>
    </w:p>
    <w:p w14:paraId="0A7DBB11"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147E2D9B"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47A85026" w14:textId="2E44F18E" w:rsidR="006C21E8" w:rsidRDefault="006C21E8" w:rsidP="006C21E8">
      <w:pPr>
        <w:pStyle w:val="Textbezslovn"/>
      </w:pPr>
      <w:r>
        <w:t>Dodavatel je povinen předložit doklady k prokázání kvalifikace v nabídce. Pokud dodavatel není z důvodů, které mu nelze přičítat, schopen předložit požadovaný doklad, je oprávněn předložit jiný rovnocenný doklad. Chybějící doklady lze doplnit pouze na</w:t>
      </w:r>
      <w:r w:rsidR="007A71B4">
        <w:t> </w:t>
      </w:r>
      <w:r>
        <w:t>výzvu zadavatele postupem dle § 46 ZZVZ. Takové doplnění není považováno za</w:t>
      </w:r>
      <w:r w:rsidR="007A71B4">
        <w:t> </w:t>
      </w:r>
      <w:r>
        <w:t>změnu nabídky. Dodavatel je oprávněn nahradit požadované doklady jednotným evropským osvědčením pro veřejné zakázky. Jednotným evropským osvědčením pro</w:t>
      </w:r>
      <w:r w:rsidR="007A71B4">
        <w:t> </w:t>
      </w:r>
      <w:r>
        <w:t>veřejné zakázky se rozumí písemné čestné prohlášen</w:t>
      </w:r>
      <w:r w:rsidR="007A71B4">
        <w:t>í účastníka zadávacího řízení o </w:t>
      </w:r>
      <w:r>
        <w:t>prokázání jeho kvalifikace, a to i prostřednictvím jiné osoby, nahrazující doklady vydané orgány veřejné správy nebo třetími strana</w:t>
      </w:r>
      <w:r w:rsidR="007A71B4">
        <w:t>mi na formuláři zpřístupněném v </w:t>
      </w:r>
      <w:r>
        <w:t xml:space="preserve">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1F17AE87" w14:textId="494ECFBE" w:rsidR="006C21E8" w:rsidRDefault="006C21E8" w:rsidP="006C21E8">
      <w:pPr>
        <w:pStyle w:val="Textbezslovn"/>
      </w:pPr>
      <w:r>
        <w:t>Dodavatelé v nabídkách předkládají prosté kopie dokladů prokazujících splnění kvalifikace. Před uzavřením smlouvy si zadavatel vyžádá od vybraného dodavatele předložení originálů nebo ověřených kopií dokladů o kvalifikaci, pokud již nebyly v</w:t>
      </w:r>
      <w:r w:rsidR="001E49F9">
        <w:t> </w:t>
      </w:r>
      <w:r>
        <w:t>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w:t>
      </w:r>
      <w:r w:rsidR="001E49F9">
        <w:t> </w:t>
      </w:r>
      <w:r>
        <w:t xml:space="preserve">takovém případě dodavatel zadavateli současně sdělí název či jinou identifikaci tohoto předchozího zadávacího řízení. </w:t>
      </w:r>
    </w:p>
    <w:p w14:paraId="6A8F3A05"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13B1CEE0" w14:textId="77777777" w:rsidR="006C21E8" w:rsidRDefault="006C21E8" w:rsidP="006C21E8">
      <w:pPr>
        <w:pStyle w:val="Textbezslovn"/>
      </w:pPr>
      <w:r>
        <w:lastRenderedPageBreak/>
        <w:t xml:space="preserve">Doklady k prokázání profesní způsobilosti dodavatel v rámci nabídky nemusí předložit, pokud právní předpisy v zemi jeho sídla obdobnou profesní způsobilost nevyžadují. </w:t>
      </w:r>
    </w:p>
    <w:p w14:paraId="275A20EC" w14:textId="1C321AF6"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w:t>
      </w:r>
      <w:r w:rsidR="007A71B4">
        <w:t xml:space="preserve"> v § 233 a násl. ZZVZ. Výpis ze </w:t>
      </w:r>
      <w:r>
        <w:t>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w:t>
      </w:r>
      <w:r w:rsidR="001E49F9">
        <w:t> </w:t>
      </w:r>
      <w:r>
        <w:t>tom rozsahu, v němž výpis ze seznamu nebo certifikát pokrývají požadavky zadavatele na prokázání splnění kvalifikačních předpokladů.</w:t>
      </w:r>
    </w:p>
    <w:p w14:paraId="47ADC464"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7054152E" w14:textId="09DA41D0" w:rsidR="006C21E8" w:rsidRDefault="006C21E8" w:rsidP="006C21E8">
      <w:pPr>
        <w:pStyle w:val="Textbezslovn"/>
      </w:pPr>
      <w:r>
        <w:t>Potvrzení pro daňové nedoplatky zahraničních dodavatelů v ČR vydává Finanční úřad pro</w:t>
      </w:r>
      <w:r w:rsidR="007A71B4">
        <w:t> </w:t>
      </w:r>
      <w:r>
        <w:t>Prahu 1 a potvrzení pro nedoplatky zahraničních dodavatelů v ČR na pojistném a na</w:t>
      </w:r>
      <w:r w:rsidR="007A71B4">
        <w:t> </w:t>
      </w:r>
      <w:r>
        <w:t xml:space="preserve">penále na sociální zabezpečení a příspěvku na státní politiku zaměstnanosti vydává Pražská správa sociálního zabezpečení. </w:t>
      </w:r>
    </w:p>
    <w:p w14:paraId="64BD7248" w14:textId="77777777" w:rsidR="006C21E8" w:rsidRPr="006C21E8" w:rsidRDefault="006C21E8" w:rsidP="006C21E8">
      <w:pPr>
        <w:pStyle w:val="Textbezslovn"/>
        <w:rPr>
          <w:b/>
        </w:rPr>
      </w:pPr>
      <w:r w:rsidRPr="006C21E8">
        <w:rPr>
          <w:b/>
        </w:rPr>
        <w:t>Prokazování odborné způsobilosti zahraničními osobami podle zvláštních právních předpisů:</w:t>
      </w:r>
    </w:p>
    <w:p w14:paraId="52D615A3" w14:textId="24990C01" w:rsidR="006C21E8" w:rsidRDefault="006C21E8" w:rsidP="006C21E8">
      <w:pPr>
        <w:pStyle w:val="Textbezslovn"/>
      </w:pPr>
      <w:r>
        <w:t>Od zahraničních osob bude požadováno předložení dokladu o odborné způsobilosti v</w:t>
      </w:r>
      <w:r w:rsidR="001E49F9">
        <w:t> </w:t>
      </w:r>
      <w:r>
        <w:t>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w:t>
      </w:r>
      <w:r w:rsidR="007A71B4">
        <w:t> </w:t>
      </w:r>
      <w:r>
        <w:t>uzavření smlouvy na plnění předmětu veřejné zakázky.</w:t>
      </w:r>
    </w:p>
    <w:p w14:paraId="7A08F41D" w14:textId="4F7FAA60" w:rsidR="006C21E8" w:rsidRDefault="006C21E8" w:rsidP="006C21E8">
      <w:pPr>
        <w:pStyle w:val="Odrka1-1"/>
      </w:pPr>
      <w:r>
        <w:t>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w:t>
      </w:r>
      <w:r w:rsidR="007A71B4">
        <w:t> </w:t>
      </w:r>
      <w:r>
        <w:t>území jiného členského státu a na území České republiky vykonává vybranou činnost dočasně nebo příležitostně. K umožnění přístupu k vybrané činnosti se v</w:t>
      </w:r>
      <w:r w:rsidR="007A71B4">
        <w:t> </w:t>
      </w:r>
      <w:r>
        <w:t xml:space="preserve">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w:t>
      </w:r>
      <w:r>
        <w:lastRenderedPageBreak/>
        <w:t>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w:t>
      </w:r>
      <w:r w:rsidR="007A71B4">
        <w:t> </w:t>
      </w:r>
      <w:r>
        <w:t>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4489FDF0" w14:textId="26028B87" w:rsidR="006C21E8" w:rsidRDefault="006C21E8" w:rsidP="006C21E8">
      <w:pPr>
        <w:pStyle w:val="Odrka1-1"/>
      </w:pPr>
      <w:r>
        <w:t>Informace k doložení úředního oprávnění pro ověřování výsledků zeměměřických činností v rozsahu dle § 13 odst. 1 zákona č. 2</w:t>
      </w:r>
      <w:r w:rsidR="007A71B4">
        <w:t>00/1994 Sb., o zeměměřictví a o </w:t>
      </w:r>
      <w:r>
        <w:t>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w:t>
      </w:r>
      <w:r w:rsidR="007A71B4">
        <w:t>fikace (zák. č. 18/2004 Sb., ve </w:t>
      </w:r>
      <w:r>
        <w:t>znění pozdějších předpisů). Doklady o splnění výše uvedených povinností dokládá vybraný dodavatel jako podmínku pro uzavření smlouvy.</w:t>
      </w:r>
    </w:p>
    <w:p w14:paraId="7CDFAE56" w14:textId="77777777"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2C300464" w14:textId="77777777" w:rsidR="006C21E8" w:rsidRPr="00B2309B" w:rsidRDefault="006C21E8" w:rsidP="006C21E8">
      <w:pPr>
        <w:pStyle w:val="Odrka1-1"/>
      </w:pPr>
      <w:r w:rsidRPr="00B2309B">
        <w:t>Informace k doložení osvědčení o akreditaci nebo osvědčení o autorizaci podle §</w:t>
      </w:r>
      <w:r w:rsidR="00CC413F">
        <w:t> </w:t>
      </w:r>
      <w:r w:rsidRPr="00B2309B">
        <w:t xml:space="preserve">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49254093" w14:textId="77777777" w:rsidR="00CC413F" w:rsidRPr="00851CAF" w:rsidRDefault="00CC413F" w:rsidP="00CC413F">
      <w:pPr>
        <w:pStyle w:val="Odrka1-1"/>
      </w:pPr>
      <w:r w:rsidRPr="00851CAF">
        <w:t xml:space="preserve">Informace k doložení autorizace dle § 45i odst. 3 zákona č. 114/1992 Sb., o ochraně přírody a krajiny, ve znění pozdějších předpisů: uvedená činnost je v České republice regulovanou činností a při posuzování odborné kvalifikace státních příslušníků členských států Evropské unie se postupuje podle zákona č. 18/2004 Sb., o uznávání odborné kvalifikace, ve znění pozdějších předpisů. Autorizace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činností podle právních předpisů jiného členského státu Evropské unie. Uznávacím orgánem je Ministerstvo životního prostředí. Doklady o splnění výše uvedených povinností dokládá vybraný dodavatel jako podmínku pro uzavření smlouvy. </w:t>
      </w:r>
    </w:p>
    <w:p w14:paraId="352B35D9" w14:textId="7DD384CF" w:rsidR="006C21E8" w:rsidRDefault="006C21E8" w:rsidP="006C21E8">
      <w:pPr>
        <w:pStyle w:val="Odrka1-1"/>
      </w:pPr>
      <w:r w:rsidRPr="00851CAF">
        <w:t xml:space="preserve">Informace k doložení pověření k hodnocení nebezpečných vlastností odpadů dle </w:t>
      </w:r>
      <w:r w:rsidRPr="00B2309B">
        <w:t>§ 7 zákona č. 185/2001 Sb., o odpadech a o změně některých dalších zákonů, ve znění pozdějších předpisů: uvedená činnost je v České repub</w:t>
      </w:r>
      <w:r w:rsidR="007A71B4">
        <w:t>lice regulovanou činností a při </w:t>
      </w:r>
      <w:r w:rsidRPr="00B2309B">
        <w:t>posuzování odborné kvalifikace zahraničních osob se postupuje podle zákona č. 18/2004 Sb., o uznávání odborné kvalifikace, ve znění pozdějších předpisů. Pověření se nevyžaduje u osoby, která je usazena v jiném členském státě Evropské unie a na</w:t>
      </w:r>
      <w:r w:rsidR="007A71B4">
        <w:t> </w:t>
      </w:r>
      <w:r w:rsidRPr="00B2309B">
        <w:t>území České republiky hodlá činnosti vykonávat dočasně nebo ojediněle, pokud prokáže, že je státním příslušníkem členského státu</w:t>
      </w:r>
      <w:r w:rsidR="007A71B4">
        <w:t xml:space="preserve"> Evropské unie a je </w:t>
      </w:r>
      <w:r w:rsidR="007A71B4">
        <w:lastRenderedPageBreak/>
        <w:t>oprávněna k </w:t>
      </w:r>
      <w:r w:rsidRPr="00B2309B">
        <w:t xml:space="preserve">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14:paraId="55BD95A1" w14:textId="77777777" w:rsidR="00CC413F" w:rsidRPr="00B2309B" w:rsidRDefault="00CC413F" w:rsidP="00CC413F">
      <w:pPr>
        <w:pStyle w:val="Odrka1-1"/>
      </w:pPr>
      <w:r w:rsidRPr="00B2309B">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65222C7C" w14:textId="77777777" w:rsidR="00CC413F" w:rsidRPr="00B2309B" w:rsidRDefault="00CC413F" w:rsidP="00767E8F">
      <w:pPr>
        <w:pStyle w:val="Odrka1-1"/>
      </w:pPr>
      <w:r w:rsidRPr="00B2309B">
        <w:t xml:space="preserve">Informace k doložení osvědčení o odborné způsobilosti k projektování a navrhování objektů a zařízení, které jsou součástí činností prováděných hornickým způsobem, podle § 3 zákona č. 61/1988 Sb., o hornické činnosti, výbušninách a o státní báňské správě, ve znění pozdějších předpisů: uvedená činnost je v České republice regulovanou činností a při posuzování odborné kvalifikace zahraničních osob se postupuje podle zákona č. 18/2004 Sb., o uznávání odborné kvalifikace, ve znění pozdějších předpisů. Uznávacím orgánem je Český báňský úřad. Doklady o splnění výše uvedených povinností dokládá vybraný dodavatel jako podmínku pro uzavření smlouvy. </w:t>
      </w:r>
    </w:p>
    <w:p w14:paraId="6B117992"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871BECB"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5EB122D3" w14:textId="77777777"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4C91D184" w14:textId="77777777" w:rsidR="0035531B" w:rsidRDefault="0035531B" w:rsidP="0006499F">
      <w:pPr>
        <w:pStyle w:val="Textbezslovn"/>
      </w:pPr>
      <w:r>
        <w:t>Dodavatel je</w:t>
      </w:r>
      <w:r w:rsidR="00092CC9">
        <w:t xml:space="preserve"> v </w:t>
      </w:r>
      <w:r>
        <w:t>takovém případě povinen zadavateli předložit:</w:t>
      </w:r>
    </w:p>
    <w:p w14:paraId="111F9F21" w14:textId="77777777" w:rsidR="0035531B" w:rsidRDefault="0035531B" w:rsidP="0006499F">
      <w:pPr>
        <w:pStyle w:val="Odrka1-1"/>
      </w:pPr>
      <w:r>
        <w:t>doklady</w:t>
      </w:r>
      <w:r w:rsidR="00092CC9">
        <w:t xml:space="preserve"> o </w:t>
      </w:r>
      <w:r>
        <w:t>splnění základní způsobilosti podle § 74 ZZVZ jinou sobou,</w:t>
      </w:r>
    </w:p>
    <w:p w14:paraId="0528773B" w14:textId="77777777" w:rsidR="0035531B" w:rsidRDefault="0035531B" w:rsidP="0006499F">
      <w:pPr>
        <w:pStyle w:val="Odrka1-1"/>
      </w:pPr>
      <w:r>
        <w:t xml:space="preserve">doklady prokazující splnění profesní způsobilosti podle § 77 odst. 1 ZZVZ jinou osobou, </w:t>
      </w:r>
    </w:p>
    <w:p w14:paraId="7C72B56C" w14:textId="77777777" w:rsidR="0035531B" w:rsidRDefault="0035531B" w:rsidP="0006499F">
      <w:pPr>
        <w:pStyle w:val="Odrka1-1"/>
      </w:pPr>
      <w:r>
        <w:t>doklady prokazující splnění chybějící části kvalifikace prostřednictvím jiné osoby a</w:t>
      </w:r>
    </w:p>
    <w:p w14:paraId="57A6E9C4"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3962F605"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2484F449" w14:textId="77777777" w:rsidR="0035531B" w:rsidRDefault="0035531B" w:rsidP="00A066DE">
      <w:pPr>
        <w:pStyle w:val="Odrka1-2-"/>
      </w:pPr>
      <w:r>
        <w:t>Požadavek ohledně písemného závazku jiné osoby je splněn, resp. poskytnutí plnění určeného</w:t>
      </w:r>
      <w:r w:rsidR="00BC6D2B">
        <w:t xml:space="preserve"> k </w:t>
      </w:r>
      <w:r>
        <w:t xml:space="preserve">plnění veřejné zakázky nebo poskytnutí věcí nebo práv </w:t>
      </w:r>
      <w:r>
        <w:lastRenderedPageBreak/>
        <w:t>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1B9C5F86"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59096AB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594F38C1" w14:textId="77777777"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 Toto omezení se nevztahuje na osoby, které s dodavatelem tvoří koncern. Jejich prostřednictvím dodavatel může za splnění ostatních podmínek dle § 83 ZZVZ prokazovat i tyto části kvalifikace</w:t>
      </w:r>
      <w:r>
        <w:t>.</w:t>
      </w:r>
    </w:p>
    <w:p w14:paraId="4F413B40" w14:textId="77777777" w:rsidR="0035531B" w:rsidRDefault="0035531B" w:rsidP="00193D8F">
      <w:pPr>
        <w:pStyle w:val="Nadpis1-1"/>
      </w:pPr>
      <w:bookmarkStart w:id="13" w:name="_Toc45023908"/>
      <w:r>
        <w:t>DALŠÍ INFORMACE/DOKUMENTY PŘEDKLÁDANÉ DODAVATELEM</w:t>
      </w:r>
      <w:r w:rsidR="00092CC9">
        <w:t xml:space="preserve"> v </w:t>
      </w:r>
      <w:r>
        <w:t>NABÍDCE</w:t>
      </w:r>
      <w:bookmarkEnd w:id="13"/>
    </w:p>
    <w:p w14:paraId="148AD8C0"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2DA9F0B4" w14:textId="77777777"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14:paraId="6B83F0A5"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FB3E02E" w14:textId="77777777"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14:paraId="72AC1076" w14:textId="77777777"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14:paraId="4E007135" w14:textId="77777777" w:rsidR="0035531B" w:rsidRDefault="0035531B" w:rsidP="0035531B">
      <w:pPr>
        <w:pStyle w:val="Text1-1"/>
      </w:pPr>
      <w:r>
        <w:t>Podání nabídky společně několika dodavateli:</w:t>
      </w:r>
    </w:p>
    <w:p w14:paraId="0203DF4A" w14:textId="77777777" w:rsidR="00A066DE" w:rsidRDefault="00A066DE" w:rsidP="00A066DE">
      <w:pPr>
        <w:pStyle w:val="Odrka1-1"/>
      </w:pPr>
      <w:r>
        <w:lastRenderedPageBreak/>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6999D5F9" w14:textId="72A58D6A" w:rsidR="00A066DE" w:rsidRDefault="00A066DE" w:rsidP="00A066DE">
      <w:pPr>
        <w:pStyle w:val="Odrka1-1"/>
      </w:pPr>
      <w:r>
        <w:t>Podává-li nabídku více osob společně, jsou povinni doložit v nabídce, že všichni tito dodavatelé (společníci) budou vůči zadavate</w:t>
      </w:r>
      <w:r w:rsidR="007A71B4">
        <w:t>li a jakýmkoliv třetím osobám z </w:t>
      </w:r>
      <w:r>
        <w:t>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DB2A539" w14:textId="4060483B"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w:t>
      </w:r>
      <w:r w:rsidR="007A71B4">
        <w:t xml:space="preserve"> ně přijímat pokyny a platby od </w:t>
      </w:r>
      <w:r>
        <w:t>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59795E89"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202C9E04" w14:textId="77777777" w:rsidR="0035531B" w:rsidRPr="0094118E" w:rsidRDefault="0035531B" w:rsidP="0035531B">
      <w:pPr>
        <w:pStyle w:val="Text1-1"/>
        <w:rPr>
          <w:rStyle w:val="Tun9b"/>
          <w:b w:val="0"/>
        </w:rPr>
      </w:pPr>
      <w:r w:rsidRPr="0094118E">
        <w:rPr>
          <w:rStyle w:val="Tun9b"/>
          <w:b w:val="0"/>
        </w:rPr>
        <w:t>Poddodavatelské omezení</w:t>
      </w:r>
    </w:p>
    <w:p w14:paraId="6728B7CD" w14:textId="41D13C78" w:rsidR="00B85A73" w:rsidRDefault="00B85A73" w:rsidP="00AD3565">
      <w:pPr>
        <w:pStyle w:val="Odrka1-1"/>
      </w:pPr>
      <w:r>
        <w:t>Nepoužito.</w:t>
      </w:r>
    </w:p>
    <w:p w14:paraId="21DDA879" w14:textId="77777777" w:rsidR="00BC6D2B" w:rsidRDefault="00465FDD" w:rsidP="00465FDD">
      <w:pPr>
        <w:pStyle w:val="Text1-1"/>
      </w:pPr>
      <w:r w:rsidRPr="00465FDD">
        <w:t>Návrh smlouvy na plnění této veřejné zakázky</w:t>
      </w:r>
      <w:r w:rsidR="00BC6D2B">
        <w:t>:</w:t>
      </w:r>
    </w:p>
    <w:p w14:paraId="4F94DDCF"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D0E1C5A" w14:textId="77777777" w:rsidR="00465FDD" w:rsidRDefault="00465FDD" w:rsidP="002A5F8F">
      <w:pPr>
        <w:pStyle w:val="Odrka1-2-"/>
      </w:pPr>
      <w:r>
        <w:lastRenderedPageBreak/>
        <w:t>do těla závazného vzoru smlouvy čl. 3.3</w:t>
      </w:r>
      <w:r w:rsidR="002A5F8F">
        <w:t xml:space="preserve"> </w:t>
      </w:r>
      <w:r>
        <w:t>Cenu Díla bez DPH</w:t>
      </w:r>
      <w:r w:rsidR="00B1565F">
        <w:t>, která představuje součet Ceny za zpracování DUR bez DPH a Ceny za výkon autorského dozoru podrobného geotechnického průzkumu bez DPH</w:t>
      </w:r>
      <w:r>
        <w:t>;</w:t>
      </w:r>
    </w:p>
    <w:p w14:paraId="41626D7B" w14:textId="77777777" w:rsidR="00465FDD" w:rsidRDefault="00465FDD" w:rsidP="00F348C0">
      <w:pPr>
        <w:pStyle w:val="Odrka1-2-"/>
      </w:pPr>
      <w:r>
        <w:t>do Přílohy č. 4 závazného vzoru smlouvy s názvem Rozpis Ceny Díla:</w:t>
      </w:r>
    </w:p>
    <w:p w14:paraId="780ED7C7" w14:textId="77777777" w:rsidR="00465FDD" w:rsidRDefault="00465FDD" w:rsidP="00F348C0">
      <w:pPr>
        <w:pStyle w:val="Odrka1-3"/>
        <w:numPr>
          <w:ilvl w:val="0"/>
          <w:numId w:val="0"/>
        </w:numPr>
        <w:ind w:left="1531"/>
      </w:pPr>
      <w:r>
        <w:t xml:space="preserve">Cenu za zpracování </w:t>
      </w:r>
      <w:r w:rsidR="002A5F8F">
        <w:t xml:space="preserve">DUR </w:t>
      </w:r>
      <w:r>
        <w:t>podle členění na základní a dodatečné služby</w:t>
      </w:r>
      <w:r w:rsidR="00B1565F">
        <w:t>, Cenu za výkon autorského dozoru podrobného geotechnického průzkumu, dále Cenu Díla dle členění na Cenu za zpracování DUR a Cenu za výkon autorského dozoru podrobného geotechnického průzkumu</w:t>
      </w:r>
      <w:r>
        <w:t xml:space="preserve"> a Rozpis jednotlivých položek Ceny Díla podle členění na Dílčí etapy,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w:t>
      </w:r>
    </w:p>
    <w:p w14:paraId="6C78F429"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773BC74C" w14:textId="77777777" w:rsidR="0035531B" w:rsidRDefault="0035531B" w:rsidP="00BC6D2B">
      <w:pPr>
        <w:pStyle w:val="Nadpis1-1"/>
      </w:pPr>
      <w:bookmarkStart w:id="14" w:name="_Toc45023909"/>
      <w:r>
        <w:t>JAZYK NABÍDEK</w:t>
      </w:r>
      <w:r w:rsidR="00D73361">
        <w:t xml:space="preserve"> A KOMUNIKAČNÍ JAZYK</w:t>
      </w:r>
      <w:bookmarkEnd w:id="14"/>
    </w:p>
    <w:p w14:paraId="4B5998EF" w14:textId="6F4D087C" w:rsidR="00F348C0" w:rsidRDefault="00F348C0" w:rsidP="00F348C0">
      <w:pPr>
        <w:pStyle w:val="Text1-1"/>
      </w:pPr>
      <w:r>
        <w:t>Nabídka, doklady a dokumenty předkládané v nabídce nebo se k nabídce vztahující, veškerá korespondence a komunikace se zadavatelem, včetně žádostí dodavatelů o</w:t>
      </w:r>
      <w:r w:rsidR="00F22311">
        <w:t> </w:t>
      </w:r>
      <w:r>
        <w:t xml:space="preserve">vysvětlení zadávací dokumentace, musí být předloženy a budou prováděny v českém jazyce. </w:t>
      </w:r>
    </w:p>
    <w:p w14:paraId="474CD913" w14:textId="77777777"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6A3075FB" w14:textId="77777777" w:rsidR="0035531B" w:rsidRDefault="0035531B" w:rsidP="00BC6D2B">
      <w:pPr>
        <w:pStyle w:val="Nadpis1-1"/>
      </w:pPr>
      <w:bookmarkStart w:id="15" w:name="_Toc45023910"/>
      <w:r>
        <w:t>OBSAH</w:t>
      </w:r>
      <w:r w:rsidR="00845C50">
        <w:t xml:space="preserve"> a </w:t>
      </w:r>
      <w:r>
        <w:t>PODÁVÁNÍ NABÍDEK</w:t>
      </w:r>
      <w:bookmarkEnd w:id="15"/>
    </w:p>
    <w:p w14:paraId="602B1458" w14:textId="3F6D0C76"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8" w:history="1">
        <w:r w:rsidRPr="001607E5">
          <w:rPr>
            <w:rStyle w:val="Hypertextovodkaz"/>
            <w:noProof w:val="0"/>
          </w:rPr>
          <w:t>https://zakazky.szdc.cz/</w:t>
        </w:r>
      </w:hyperlink>
      <w:r w:rsidRPr="00F348C0">
        <w:t>. Zadavatel upozorňuje, že nabídka se považuje za doručenou okamžikem dokončení přenosu dat do</w:t>
      </w:r>
      <w:r w:rsidR="00F22311">
        <w:t> </w:t>
      </w:r>
      <w:r w:rsidRPr="00F348C0">
        <w:t xml:space="preserve">elektronického nástroje E-ZAK. Je třeba, aby dodavatel </w:t>
      </w:r>
      <w:r w:rsidR="00F22311">
        <w:t>zahájil proces podání nabídky s </w:t>
      </w:r>
      <w:r w:rsidRPr="00F348C0">
        <w:t>dostatečnou časovou rezervou pro případné výkyvy systému, za které zadavatel nenese odpovědnost</w:t>
      </w:r>
      <w:r>
        <w:t>.</w:t>
      </w:r>
    </w:p>
    <w:p w14:paraId="6FB85EF7" w14:textId="4F8F1CA6"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1607E5">
          <w:rPr>
            <w:rStyle w:val="Hypertextovodkaz"/>
            <w:noProof w:val="0"/>
          </w:rPr>
          <w:t>https://zakazky.szdc.cz/manual.html</w:t>
        </w:r>
      </w:hyperlink>
      <w:r w:rsidRPr="00F348C0">
        <w:t>. Nabídka nemusí být opatřena elektronickým podpisem osoby oprávněné jednat za</w:t>
      </w:r>
      <w:r w:rsidR="00F22311">
        <w:t> </w:t>
      </w:r>
      <w:r w:rsidRPr="00F348C0">
        <w:t>dodavatele. Elektronický podpis je vyžadován pou</w:t>
      </w:r>
      <w:r w:rsidR="00F22311">
        <w:t>ze při registraci dodavatele do </w:t>
      </w:r>
      <w:r w:rsidRPr="00F348C0">
        <w:t xml:space="preserve">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w:t>
      </w:r>
      <w:r w:rsidR="003616E0" w:rsidRPr="00D924D9">
        <w:lastRenderedPageBreak/>
        <w:t xml:space="preserve">dokumentů (souborů), </w:t>
      </w:r>
      <w:r w:rsidR="003616E0">
        <w:t>jednotlivé</w:t>
      </w:r>
      <w:r w:rsidR="003616E0" w:rsidRPr="00F348C0">
        <w:t xml:space="preserve"> </w:t>
      </w:r>
      <w:r w:rsidR="003616E0">
        <w:t>d</w:t>
      </w:r>
      <w:r w:rsidRPr="00F348C0">
        <w:t xml:space="preserve">okumenty musí být do systému E-ZAK vkládány jako jeden soubor </w:t>
      </w:r>
      <w:r w:rsidR="00F22311">
        <w:t>(ve </w:t>
      </w:r>
      <w:r w:rsidR="003616E0" w:rsidRPr="00163717">
        <w:t xml:space="preserve">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0F201242" w14:textId="77777777" w:rsidR="0035531B" w:rsidRDefault="0035531B" w:rsidP="0035531B">
      <w:pPr>
        <w:pStyle w:val="Text1-1"/>
      </w:pPr>
      <w:r>
        <w:t>Nabídka bude předložena</w:t>
      </w:r>
      <w:r w:rsidR="00092CC9">
        <w:t xml:space="preserve"> v </w:t>
      </w:r>
      <w:r>
        <w:t>následující struktuře:</w:t>
      </w:r>
    </w:p>
    <w:p w14:paraId="5C693070" w14:textId="37BCE6BC" w:rsidR="00F348C0" w:rsidRDefault="00F348C0" w:rsidP="00F348C0">
      <w:pPr>
        <w:pStyle w:val="Odrka1-1"/>
      </w:pPr>
      <w:r>
        <w:t>Návrh Smlouvy o dílo na plnění této veřejné zakázky, zpracovaný dle instrukcí obsažených v těchto Pokynech, tedy doplněný co do je</w:t>
      </w:r>
      <w:r w:rsidR="00F22311">
        <w:t>ho těla a co do jeho přílohy č. </w:t>
      </w:r>
      <w:r>
        <w:t>4, zbylé přílohy součástí návrhu smlouvy být nemusí, budou připojeny zadavatelem před podpisem smlouvy.</w:t>
      </w:r>
    </w:p>
    <w:p w14:paraId="4A7416F2" w14:textId="77777777" w:rsidR="00F348C0" w:rsidRDefault="00F348C0" w:rsidP="00F348C0">
      <w:pPr>
        <w:pStyle w:val="Odrka1-1"/>
      </w:pPr>
      <w:r>
        <w:t>Všeobecné informace o dodavateli včetně prohlášení o akceptaci zadávacích podmínek ve formě formuláře obsaženého v Příloze č. 1 těchto Pokynů.</w:t>
      </w:r>
    </w:p>
    <w:p w14:paraId="62A12F15" w14:textId="77777777" w:rsidR="00F348C0" w:rsidRDefault="00F348C0" w:rsidP="00F348C0">
      <w:pPr>
        <w:pStyle w:val="Odrka1-1"/>
      </w:pPr>
      <w:r>
        <w:t>Plná moc, dohoda o plné moci či pověření, je-li tohoto dokumentu třeba.</w:t>
      </w:r>
    </w:p>
    <w:p w14:paraId="5C982B6B" w14:textId="038834FB" w:rsidR="00F348C0" w:rsidRDefault="00F348C0" w:rsidP="00F348C0">
      <w:pPr>
        <w:pStyle w:val="Odrka1-1"/>
      </w:pPr>
      <w:r>
        <w:t>Informace o společnosti dodavatelů ve formě fo</w:t>
      </w:r>
      <w:r w:rsidR="00F22311">
        <w:t>rmuláře obsaženého v Příloze č. </w:t>
      </w:r>
      <w:r>
        <w:t>3 těchto Pokynů včetně smlouvy či jiného dokumentu dle čl. 9.2 těchto Pokynů (pokud podává nabídku více dodavatelů společně).</w:t>
      </w:r>
    </w:p>
    <w:p w14:paraId="54C68C33"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5FFD62AF" w14:textId="77777777" w:rsidR="00F348C0" w:rsidRDefault="00F348C0" w:rsidP="00F348C0">
      <w:pPr>
        <w:pStyle w:val="Odrka1-1"/>
      </w:pPr>
      <w:r>
        <w:t>Doklady prokazující splnění profesní způsobilosti.</w:t>
      </w:r>
    </w:p>
    <w:p w14:paraId="16BFAB78"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5221D08B"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764A35F1" w14:textId="77777777" w:rsidR="00F348C0" w:rsidRDefault="00F348C0" w:rsidP="00F348C0">
      <w:pPr>
        <w:pStyle w:val="Odrka1-1"/>
      </w:pPr>
      <w:r>
        <w:t>Údaje o poddodavatelích ve formě formuláře obsaženého v Příloze č. 2 těchto Pokynů.</w:t>
      </w:r>
    </w:p>
    <w:p w14:paraId="18044967" w14:textId="271B6C0B" w:rsidR="00F348C0" w:rsidRDefault="00F348C0" w:rsidP="00F348C0">
      <w:pPr>
        <w:pStyle w:val="Odrka1-1"/>
      </w:pPr>
      <w:r>
        <w:t>Doklady za účelem hodnocení kvalifikace a zkušenosti vybraných členů odborného personálu dodavatele, tj. profesní životopisy ve formě formuláře o</w:t>
      </w:r>
      <w:r w:rsidR="00F22311">
        <w:t>bsaženého v </w:t>
      </w:r>
      <w:r>
        <w:t>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14:paraId="7780A8CA"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1DD84C50" w14:textId="77777777" w:rsidR="00F348C0" w:rsidRDefault="00F348C0" w:rsidP="00F348C0">
      <w:pPr>
        <w:pStyle w:val="Odrka1-1"/>
      </w:pPr>
      <w:r>
        <w:t>Doklad o poskytnutí jistoty za nabídku.</w:t>
      </w:r>
    </w:p>
    <w:p w14:paraId="0DF46784" w14:textId="659ED897" w:rsidR="0035531B" w:rsidRDefault="00F348C0" w:rsidP="00F348C0">
      <w:pPr>
        <w:pStyle w:val="Odrka1-1"/>
      </w:pPr>
      <w:r>
        <w:t>Další dokumenty, dle uvážení dodavatele, na které nebyl prostor v předcházejících částech nabídky (např. označení údajů nebo sděle</w:t>
      </w:r>
      <w:r w:rsidR="00F22311">
        <w:t>ní, které dodavatel považuje za </w:t>
      </w:r>
      <w:r>
        <w:t>důvěrné nebo chráněné podle zvláštních právních předpisů)</w:t>
      </w:r>
      <w:r w:rsidR="0035531B">
        <w:t>.</w:t>
      </w:r>
    </w:p>
    <w:p w14:paraId="7433ED3F" w14:textId="345F9627" w:rsidR="00F348C0" w:rsidRDefault="00F348C0" w:rsidP="00F348C0">
      <w:pPr>
        <w:pStyle w:val="Text1-1"/>
      </w:pPr>
      <w:r>
        <w:lastRenderedPageBreak/>
        <w:t>Nabídky podané po uplynutí lhůty pro podání nabídky nebo podané jiným, než výše uvedeným způsobem, nebudou otevřeny, takové nabí</w:t>
      </w:r>
      <w:r w:rsidR="00F22311">
        <w:t>dky se nepovažují za podané a v </w:t>
      </w:r>
      <w:r>
        <w:t xml:space="preserve">průběhu zadávacího řízení se k nim nepřihlíží. </w:t>
      </w:r>
    </w:p>
    <w:p w14:paraId="07216FDE" w14:textId="153C88CF"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w:t>
      </w:r>
      <w:r w:rsidR="00F22311">
        <w:t>bo v obdobném systému vedeném v </w:t>
      </w:r>
      <w:r>
        <w:t>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28CD535E" w14:textId="0D0522AC"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w:t>
      </w:r>
      <w:r w:rsidR="00F22311">
        <w:t>vaným elektronickým podpisem. V </w:t>
      </w:r>
      <w:r>
        <w:t>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w:t>
      </w:r>
      <w:r w:rsidR="00F22311">
        <w:t>ními členy takové společnosti k </w:t>
      </w:r>
      <w:r>
        <w:t>tomuto úkonu výslovně zmocněn. Je-li podepis</w:t>
      </w:r>
      <w:r w:rsidR="00F22311">
        <w:t>ující osoba oprávněna jednat za </w:t>
      </w:r>
      <w:r>
        <w:t>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68040E12" w14:textId="77777777" w:rsidR="0035531B" w:rsidRDefault="0035531B" w:rsidP="007038DC">
      <w:pPr>
        <w:pStyle w:val="Nadpis1-1"/>
      </w:pPr>
      <w:bookmarkStart w:id="16" w:name="_Toc45023911"/>
      <w:r>
        <w:t>POŽADAVKY NA ZPRACOVÁNÍ NABÍDKOVÉ CENY</w:t>
      </w:r>
      <w:bookmarkEnd w:id="16"/>
      <w:r>
        <w:t xml:space="preserve"> </w:t>
      </w:r>
    </w:p>
    <w:p w14:paraId="7E9CA8F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5B0B2987" w14:textId="77777777" w:rsidR="00F348C0" w:rsidRDefault="00F348C0" w:rsidP="00F348C0">
      <w:pPr>
        <w:pStyle w:val="Text1-1"/>
      </w:pPr>
      <w:r>
        <w:t>Nabídková cena bude ve smlouvě v čl. 3.3 uvedena následujícím způsobem:</w:t>
      </w:r>
    </w:p>
    <w:p w14:paraId="56450E90" w14:textId="77777777" w:rsidR="00F348C0" w:rsidRDefault="00F348C0" w:rsidP="00F348C0">
      <w:pPr>
        <w:pStyle w:val="Text1-1"/>
        <w:numPr>
          <w:ilvl w:val="0"/>
          <w:numId w:val="0"/>
        </w:numPr>
        <w:spacing w:after="0"/>
        <w:ind w:left="737"/>
      </w:pPr>
      <w:r>
        <w:t xml:space="preserve">Cena Díla bez DPH: </w:t>
      </w:r>
      <w:r>
        <w:tab/>
        <w:t>"[VLOŽÍ ZHOTOVITEL]" Kč</w:t>
      </w:r>
    </w:p>
    <w:p w14:paraId="324C8115"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3C00C325" w14:textId="77777777"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w:t>
      </w:r>
      <w:r w:rsidR="00C2026C">
        <w:t xml:space="preserve">součet celkové </w:t>
      </w:r>
      <w:r>
        <w:t>Cen</w:t>
      </w:r>
      <w:r w:rsidR="00C2026C">
        <w:t>y</w:t>
      </w:r>
      <w:r>
        <w:t xml:space="preserve"> za zpracování D</w:t>
      </w:r>
      <w:r w:rsidR="00231A0D">
        <w:t xml:space="preserve">UR </w:t>
      </w:r>
      <w:r>
        <w:t>bez DPH</w:t>
      </w:r>
      <w:r w:rsidR="00C2026C">
        <w:t xml:space="preserve"> a celkové Ceny za výkon autorského dozoru podrobného geotechnického průzkumu bez DPH</w:t>
      </w:r>
      <w:r>
        <w:t>,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044B24FB" w14:textId="77777777" w:rsidR="0035531B" w:rsidRDefault="0035531B" w:rsidP="007038DC">
      <w:pPr>
        <w:pStyle w:val="Nadpis1-1"/>
      </w:pPr>
      <w:bookmarkStart w:id="17" w:name="_Toc45023912"/>
      <w:r>
        <w:t>VARIANTY NABÍDKY</w:t>
      </w:r>
      <w:bookmarkEnd w:id="17"/>
    </w:p>
    <w:p w14:paraId="51D6700C" w14:textId="77777777" w:rsidR="0035531B" w:rsidRDefault="0035531B" w:rsidP="0035531B">
      <w:pPr>
        <w:pStyle w:val="Text1-1"/>
      </w:pPr>
      <w:r>
        <w:t xml:space="preserve">Zadavatel nepřipouští předložení varianty nabídky. </w:t>
      </w:r>
    </w:p>
    <w:p w14:paraId="2A956569" w14:textId="77777777" w:rsidR="0035531B" w:rsidRDefault="0035531B" w:rsidP="007038DC">
      <w:pPr>
        <w:pStyle w:val="Nadpis1-1"/>
      </w:pPr>
      <w:bookmarkStart w:id="18" w:name="_Toc45023913"/>
      <w:r>
        <w:lastRenderedPageBreak/>
        <w:t>OTEVÍRÁNÍ NABÍDEK</w:t>
      </w:r>
      <w:bookmarkEnd w:id="18"/>
      <w:r>
        <w:t xml:space="preserve"> </w:t>
      </w:r>
    </w:p>
    <w:p w14:paraId="406039F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9BD9B9" w14:textId="77777777" w:rsidR="0035531B" w:rsidRDefault="0035531B" w:rsidP="007038DC">
      <w:pPr>
        <w:pStyle w:val="Nadpis1-1"/>
      </w:pPr>
      <w:bookmarkStart w:id="19" w:name="_Toc45023914"/>
      <w:r>
        <w:t>POSOUZENÍ SPLNĚNÍ PODMÍNEK ÚČASTI</w:t>
      </w:r>
      <w:bookmarkEnd w:id="19"/>
    </w:p>
    <w:p w14:paraId="63FC5BC2"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6358FB3D"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67AB443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30654295" w14:textId="77777777" w:rsidR="0035531B" w:rsidRDefault="0035531B" w:rsidP="007038DC">
      <w:pPr>
        <w:pStyle w:val="Nadpis1-1"/>
      </w:pPr>
      <w:bookmarkStart w:id="20" w:name="_Toc45023915"/>
      <w:r>
        <w:t>HODNOCENÍ NABÍDEK</w:t>
      </w:r>
      <w:bookmarkEnd w:id="20"/>
    </w:p>
    <w:p w14:paraId="37B81BFB"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2D163B76"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4C3B1D20"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8F3D816"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DB5A300"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0A94E90E"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12D94492"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42856C1" w14:textId="77777777" w:rsidR="00804D39" w:rsidRPr="008E6D52" w:rsidRDefault="00650FE6" w:rsidP="00631EAA">
            <w:pPr>
              <w:jc w:val="center"/>
              <w:cnfStyle w:val="000000000000" w:firstRow="0" w:lastRow="0" w:firstColumn="0" w:lastColumn="0" w:oddVBand="0" w:evenVBand="0" w:oddHBand="0" w:evenHBand="0" w:firstRowFirstColumn="0" w:firstRowLastColumn="0" w:lastRowFirstColumn="0" w:lastRowLastColumn="0"/>
              <w:rPr>
                <w:strike/>
                <w:sz w:val="16"/>
                <w:szCs w:val="16"/>
              </w:rPr>
            </w:pPr>
            <w:r w:rsidRPr="008E6D52">
              <w:rPr>
                <w:sz w:val="16"/>
                <w:szCs w:val="16"/>
              </w:rPr>
              <w:t>50 %</w:t>
            </w:r>
          </w:p>
        </w:tc>
      </w:tr>
      <w:tr w:rsidR="00804D39" w:rsidRPr="00804D39" w14:paraId="08447694"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DBD87BE" w14:textId="77777777"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3B0D4CB4" w14:textId="77777777" w:rsidR="00804D39" w:rsidRPr="008E6D52" w:rsidRDefault="00650FE6" w:rsidP="00804D39">
            <w:pPr>
              <w:jc w:val="center"/>
              <w:cnfStyle w:val="010000000000" w:firstRow="0" w:lastRow="1" w:firstColumn="0" w:lastColumn="0" w:oddVBand="0" w:evenVBand="0" w:oddHBand="0" w:evenHBand="0" w:firstRowFirstColumn="0" w:firstRowLastColumn="0" w:lastRowFirstColumn="0" w:lastRowLastColumn="0"/>
              <w:rPr>
                <w:b w:val="0"/>
                <w:strike/>
                <w:sz w:val="16"/>
                <w:szCs w:val="16"/>
              </w:rPr>
            </w:pPr>
            <w:r w:rsidRPr="008E6D52">
              <w:rPr>
                <w:b w:val="0"/>
                <w:sz w:val="16"/>
                <w:szCs w:val="16"/>
              </w:rPr>
              <w:t>50 %</w:t>
            </w:r>
          </w:p>
        </w:tc>
      </w:tr>
    </w:tbl>
    <w:p w14:paraId="4585AF6E" w14:textId="77777777" w:rsidR="00804D39" w:rsidRDefault="00804D39" w:rsidP="003A2C23">
      <w:pPr>
        <w:pStyle w:val="Text1-1"/>
        <w:numPr>
          <w:ilvl w:val="0"/>
          <w:numId w:val="0"/>
        </w:numPr>
        <w:ind w:left="737"/>
      </w:pPr>
    </w:p>
    <w:p w14:paraId="34A7FA7C"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2B4133A0" w14:textId="77777777" w:rsidR="003A2C23" w:rsidRPr="003A2C23" w:rsidRDefault="003A2C23" w:rsidP="003A2C23">
      <w:pPr>
        <w:pStyle w:val="Text1-1"/>
        <w:rPr>
          <w:b/>
        </w:rPr>
      </w:pPr>
      <w:r w:rsidRPr="003A2C23">
        <w:rPr>
          <w:b/>
        </w:rPr>
        <w:t>Nabídková cena</w:t>
      </w:r>
    </w:p>
    <w:p w14:paraId="7F664D06" w14:textId="38CC1783"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w:t>
      </w:r>
      <w:r w:rsidR="00C2026C">
        <w:t xml:space="preserve">součet celkové </w:t>
      </w:r>
      <w:r>
        <w:t>Cen</w:t>
      </w:r>
      <w:r w:rsidR="00C2026C">
        <w:t>y</w:t>
      </w:r>
      <w:r>
        <w:t xml:space="preserve"> za zpracování D</w:t>
      </w:r>
      <w:r w:rsidR="00E95FC3">
        <w:t xml:space="preserve">UR </w:t>
      </w:r>
      <w:r>
        <w:t>bez DPH</w:t>
      </w:r>
      <w:r w:rsidR="00C2026C">
        <w:t xml:space="preserve"> a celkové Ceny za výkon autorského dozoru podrobného geotechnického průzkumu bez DPH</w:t>
      </w:r>
      <w:r>
        <w:t xml:space="preserve">. Nabídce s nejnižší nabídkovou cenou ze všech hodnocených nabídek bude přiřazeno 100 bodů. Ostatním nabídkám bude přidělena bodová hodnota stanovená násobkem </w:t>
      </w:r>
      <w:r>
        <w:lastRenderedPageBreak/>
        <w:t>čísla 100 a poměru hodnoty nejvýhodnější nabídky (tj. nabídky</w:t>
      </w:r>
      <w:r w:rsidR="00F22311">
        <w:t xml:space="preserve"> s nejnižší nabídkovou cenou) k </w:t>
      </w:r>
      <w:r>
        <w:t>nabídce hodnocené. Výpočet odpovídá následujícímu vzorci:</w:t>
      </w:r>
    </w:p>
    <w:p w14:paraId="12A5DF76" w14:textId="77777777"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14:paraId="007A6426" w14:textId="77777777"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14:paraId="7260B4B5" w14:textId="77777777" w:rsidR="003A2C23" w:rsidRDefault="003A2C23" w:rsidP="00B77110">
      <w:pPr>
        <w:pStyle w:val="Text1-1"/>
        <w:numPr>
          <w:ilvl w:val="0"/>
          <w:numId w:val="0"/>
        </w:numPr>
        <w:spacing w:line="240" w:lineRule="auto"/>
        <w:ind w:left="737"/>
        <w:jc w:val="center"/>
      </w:pPr>
      <w:r>
        <w:t>výše nabídkové ceny hodnocené nabídky</w:t>
      </w:r>
    </w:p>
    <w:p w14:paraId="030178B9" w14:textId="77777777" w:rsidR="003A2C23" w:rsidRDefault="003A2C23" w:rsidP="00B77110">
      <w:pPr>
        <w:pStyle w:val="Text1-1"/>
        <w:numPr>
          <w:ilvl w:val="0"/>
          <w:numId w:val="0"/>
        </w:numPr>
        <w:spacing w:before="240"/>
        <w:ind w:left="737"/>
      </w:pPr>
      <w:r>
        <w:t xml:space="preserve">Takto získaný počet bodů bude vynásoben koeficientem </w:t>
      </w:r>
      <w:r w:rsidR="00C16C76" w:rsidRPr="008E6D52">
        <w:t xml:space="preserve">0,50 </w:t>
      </w:r>
      <w:r>
        <w:t xml:space="preserve">(tj. váhou dílčího hodnotícího kritéria Nabídková cena) a následně matematicky zaokrouhlen na dvě desetinná místa. </w:t>
      </w:r>
    </w:p>
    <w:p w14:paraId="6A80FEB0" w14:textId="77777777" w:rsidR="003A2C23" w:rsidRPr="003A2C23" w:rsidRDefault="003A2C23" w:rsidP="003A2C23">
      <w:pPr>
        <w:pStyle w:val="Text1-1"/>
        <w:rPr>
          <w:b/>
        </w:rPr>
      </w:pPr>
      <w:r w:rsidRPr="003A2C23">
        <w:rPr>
          <w:b/>
        </w:rPr>
        <w:t xml:space="preserve">Kvalifikace a zkušenosti vybraných členů odborného personálu dodavatele </w:t>
      </w:r>
    </w:p>
    <w:p w14:paraId="71B78997" w14:textId="77777777"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14:paraId="29266D07" w14:textId="6E1A581D" w:rsidR="003A2C23" w:rsidRDefault="003A2C23" w:rsidP="003A2C23">
      <w:pPr>
        <w:pStyle w:val="Text1-1"/>
        <w:numPr>
          <w:ilvl w:val="0"/>
          <w:numId w:val="0"/>
        </w:numPr>
        <w:ind w:left="737"/>
      </w:pPr>
      <w:r>
        <w:t>U níže uvedených členů odborného personálu dodavat</w:t>
      </w:r>
      <w:r w:rsidR="00F22311">
        <w:t xml:space="preserve">ele mohou být dodavatelem </w:t>
      </w:r>
      <w:r w:rsidR="00F22311" w:rsidRPr="00F22311">
        <w:t>v</w:t>
      </w:r>
      <w:r w:rsidR="00F22311">
        <w:t> </w:t>
      </w:r>
      <w:r w:rsidRPr="00F22311">
        <w:t>nabídce</w:t>
      </w:r>
      <w:r>
        <w:t xml:space="preserve"> pro účely hodnocení navrženy další osoby navíc nad rámec minimálního počtu osob požadovaného pro prokázání splnění kvalifikace:</w:t>
      </w:r>
    </w:p>
    <w:p w14:paraId="42317318" w14:textId="77777777"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14:paraId="2336A310"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E19397B" w14:textId="77777777"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8BF14C1" w14:textId="77777777"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14:paraId="458BE756" w14:textId="77777777"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9B7A8A" w:rsidRPr="00307641" w14:paraId="61E4EE6D" w14:textId="77777777" w:rsidTr="00631EAA">
        <w:tc>
          <w:tcPr>
            <w:cnfStyle w:val="001000000000" w:firstRow="0" w:lastRow="0" w:firstColumn="1" w:lastColumn="0" w:oddVBand="0" w:evenVBand="0" w:oddHBand="0" w:evenHBand="0" w:firstRowFirstColumn="0" w:firstRowLastColumn="0" w:lastRowFirstColumn="0" w:lastRowLastColumn="0"/>
            <w:tcW w:w="3969" w:type="dxa"/>
          </w:tcPr>
          <w:p w14:paraId="021A67F8" w14:textId="70D4512F" w:rsidR="009B7A8A" w:rsidRPr="0094118E" w:rsidRDefault="00B157B8" w:rsidP="009B7A8A">
            <w:pPr>
              <w:rPr>
                <w:b/>
                <w:sz w:val="16"/>
                <w:szCs w:val="16"/>
              </w:rPr>
            </w:pPr>
            <w:r>
              <w:rPr>
                <w:sz w:val="16"/>
                <w:szCs w:val="16"/>
              </w:rPr>
              <w:t>odpovědný projektant</w:t>
            </w:r>
            <w:r w:rsidRPr="0094118E">
              <w:rPr>
                <w:sz w:val="16"/>
                <w:szCs w:val="16"/>
              </w:rPr>
              <w:t xml:space="preserve"> </w:t>
            </w:r>
            <w:r w:rsidR="009B7A8A" w:rsidRPr="0094118E">
              <w:rPr>
                <w:sz w:val="16"/>
                <w:szCs w:val="16"/>
              </w:rPr>
              <w:t>týmu geotechniky</w:t>
            </w:r>
          </w:p>
        </w:tc>
        <w:tc>
          <w:tcPr>
            <w:tcW w:w="4111" w:type="dxa"/>
          </w:tcPr>
          <w:p w14:paraId="4A134FB0" w14:textId="77777777" w:rsidR="009B7A8A" w:rsidRPr="0094118E" w:rsidRDefault="009B7A8A" w:rsidP="009B7A8A">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4118E">
              <w:rPr>
                <w:sz w:val="16"/>
                <w:szCs w:val="16"/>
              </w:rPr>
              <w:t>navíc 2, tj. celkem u této funkce 3</w:t>
            </w:r>
          </w:p>
        </w:tc>
      </w:tr>
      <w:tr w:rsidR="009B7A8A" w:rsidRPr="00307641" w14:paraId="1BA63462" w14:textId="77777777" w:rsidTr="00631EAA">
        <w:tc>
          <w:tcPr>
            <w:cnfStyle w:val="001000000000" w:firstRow="0" w:lastRow="0" w:firstColumn="1" w:lastColumn="0" w:oddVBand="0" w:evenVBand="0" w:oddHBand="0" w:evenHBand="0" w:firstRowFirstColumn="0" w:firstRowLastColumn="0" w:lastRowFirstColumn="0" w:lastRowLastColumn="0"/>
            <w:tcW w:w="3969" w:type="dxa"/>
          </w:tcPr>
          <w:p w14:paraId="269BB420" w14:textId="1AF5D63A" w:rsidR="009B7A8A" w:rsidRPr="0094118E" w:rsidRDefault="00B157B8" w:rsidP="009B7A8A">
            <w:pPr>
              <w:rPr>
                <w:b/>
                <w:sz w:val="16"/>
                <w:szCs w:val="16"/>
              </w:rPr>
            </w:pPr>
            <w:r>
              <w:rPr>
                <w:sz w:val="16"/>
                <w:szCs w:val="16"/>
              </w:rPr>
              <w:t>odpovědný projektant</w:t>
            </w:r>
            <w:r w:rsidRPr="0094118E">
              <w:rPr>
                <w:sz w:val="16"/>
                <w:szCs w:val="16"/>
              </w:rPr>
              <w:t xml:space="preserve"> </w:t>
            </w:r>
            <w:r w:rsidR="009B7A8A" w:rsidRPr="0094118E">
              <w:rPr>
                <w:sz w:val="16"/>
                <w:szCs w:val="16"/>
              </w:rPr>
              <w:t>týmu tunelových staveb</w:t>
            </w:r>
          </w:p>
        </w:tc>
        <w:tc>
          <w:tcPr>
            <w:tcW w:w="4111" w:type="dxa"/>
          </w:tcPr>
          <w:p w14:paraId="3E59F203" w14:textId="77777777" w:rsidR="009B7A8A" w:rsidRPr="0094118E" w:rsidRDefault="009B7A8A" w:rsidP="009B7A8A">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4118E">
              <w:rPr>
                <w:sz w:val="16"/>
                <w:szCs w:val="16"/>
              </w:rPr>
              <w:t>navíc 3, tj. celkem u této funkce 4</w:t>
            </w:r>
          </w:p>
        </w:tc>
      </w:tr>
      <w:tr w:rsidR="00941491" w:rsidRPr="00941491" w14:paraId="395D975B" w14:textId="77777777" w:rsidTr="0094149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14:paraId="52345E87" w14:textId="77777777" w:rsidR="00941491" w:rsidRPr="00A21F4D" w:rsidRDefault="00941491" w:rsidP="00631EAA">
            <w:pPr>
              <w:rPr>
                <w:b w:val="0"/>
                <w:sz w:val="16"/>
                <w:szCs w:val="16"/>
              </w:rPr>
            </w:pPr>
            <w:r w:rsidRPr="00A21F4D">
              <w:rPr>
                <w:b w:val="0"/>
                <w:sz w:val="16"/>
                <w:szCs w:val="16"/>
              </w:rPr>
              <w:t>specialista na inženýrskou činnost</w:t>
            </w:r>
          </w:p>
        </w:tc>
        <w:tc>
          <w:tcPr>
            <w:tcW w:w="4111" w:type="dxa"/>
            <w:shd w:val="clear" w:color="auto" w:fill="auto"/>
          </w:tcPr>
          <w:p w14:paraId="3E1B5375" w14:textId="77777777" w:rsidR="00941491" w:rsidRPr="00A21F4D" w:rsidRDefault="00941491"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A21F4D">
              <w:rPr>
                <w:b w:val="0"/>
                <w:sz w:val="16"/>
                <w:szCs w:val="16"/>
              </w:rPr>
              <w:t>navíc 1, tj. celkem u této funkce 2</w:t>
            </w:r>
          </w:p>
        </w:tc>
      </w:tr>
    </w:tbl>
    <w:p w14:paraId="56844E75" w14:textId="77777777" w:rsidR="00804D39" w:rsidRDefault="00804D39" w:rsidP="00941491">
      <w:pPr>
        <w:pStyle w:val="Text1-1"/>
        <w:numPr>
          <w:ilvl w:val="0"/>
          <w:numId w:val="0"/>
        </w:numPr>
        <w:ind w:left="737"/>
      </w:pPr>
    </w:p>
    <w:p w14:paraId="2CC2B486" w14:textId="77777777"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p>
    <w:p w14:paraId="4494403C" w14:textId="2D5D8400"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w:t>
      </w:r>
      <w:r w:rsidR="00F22311">
        <w:t xml:space="preserve">dně ty parametry, které budou </w:t>
      </w:r>
      <w:r w:rsidR="00F22311" w:rsidRPr="00F22311">
        <w:t>v</w:t>
      </w:r>
      <w:r w:rsidR="00F22311">
        <w:t> </w:t>
      </w:r>
      <w:r w:rsidRPr="00F22311">
        <w:t>profesních</w:t>
      </w:r>
      <w:r>
        <w:t xml:space="preserve"> životopisech uvedeny jako údaje uvedené za účelem hodnocení nad rámec požadované kvalifikace. Zadavatel přidělí každé nab</w:t>
      </w:r>
      <w:r w:rsidR="00F22311">
        <w:t>ídce počet bodů v závislosti na </w:t>
      </w:r>
      <w:r>
        <w:t>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14:paraId="0671298C"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7CD48CE3"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3E539AFA" w14:textId="77777777" w:rsidR="00B77110" w:rsidRPr="00B77110" w:rsidRDefault="00B77110" w:rsidP="00631EAA">
            <w:pPr>
              <w:rPr>
                <w:rFonts w:cs="Arial"/>
                <w:b/>
                <w:bCs/>
              </w:rPr>
            </w:pPr>
          </w:p>
          <w:p w14:paraId="286D4EB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0471EA40" w14:textId="77777777" w:rsidR="00B77110" w:rsidRPr="00B77110" w:rsidRDefault="00B77110" w:rsidP="00631EAA">
            <w:pPr>
              <w:rPr>
                <w:rFonts w:cs="Arial"/>
                <w:b/>
                <w:bCs/>
              </w:rPr>
            </w:pPr>
          </w:p>
          <w:p w14:paraId="213440F7"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CAD018B" w14:textId="77777777" w:rsidR="00B77110" w:rsidRPr="00B77110" w:rsidRDefault="00B77110" w:rsidP="00631EAA">
            <w:pPr>
              <w:rPr>
                <w:rFonts w:cs="Arial"/>
                <w:b/>
                <w:bCs/>
              </w:rPr>
            </w:pPr>
          </w:p>
          <w:p w14:paraId="44212C14"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47A4DB66" w14:textId="77777777" w:rsidR="00B77110" w:rsidRPr="00B77110" w:rsidRDefault="00B77110" w:rsidP="00631EAA">
            <w:pPr>
              <w:rPr>
                <w:rFonts w:cs="Arial"/>
                <w:b/>
                <w:bCs/>
              </w:rPr>
            </w:pPr>
          </w:p>
          <w:p w14:paraId="1A81B39F" w14:textId="77777777"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14:paraId="1B958761" w14:textId="77777777" w:rsidTr="001B4E66">
        <w:trPr>
          <w:trHeight w:val="1688"/>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12DCE2A" w14:textId="76D92275" w:rsidR="00B77110" w:rsidRPr="00B77110" w:rsidRDefault="00B77110" w:rsidP="00567125">
            <w:pPr>
              <w:rPr>
                <w:rFonts w:cs="Arial"/>
                <w:bCs/>
              </w:rPr>
            </w:pPr>
            <w:r w:rsidRPr="00B77110">
              <w:rPr>
                <w:rFonts w:cs="Arial"/>
                <w:bCs/>
              </w:rPr>
              <w:t>vedoucí týmu</w:t>
            </w:r>
            <w:r w:rsidR="00BA7549">
              <w:rPr>
                <w:rFonts w:cs="Arial"/>
                <w:bCs/>
              </w:rPr>
              <w:t xml:space="preserve"> </w:t>
            </w:r>
          </w:p>
        </w:tc>
        <w:tc>
          <w:tcPr>
            <w:tcW w:w="3969" w:type="dxa"/>
            <w:tcBorders>
              <w:top w:val="single" w:sz="4" w:space="0" w:color="auto"/>
              <w:left w:val="nil"/>
              <w:bottom w:val="single" w:sz="4" w:space="0" w:color="auto"/>
              <w:right w:val="single" w:sz="4" w:space="0" w:color="auto"/>
            </w:tcBorders>
            <w:shd w:val="clear" w:color="auto" w:fill="auto"/>
            <w:hideMark/>
          </w:tcPr>
          <w:p w14:paraId="554AD1BC" w14:textId="1C870EB1" w:rsidR="00B977C3" w:rsidRPr="00B77110" w:rsidRDefault="00B77110" w:rsidP="00B9477A">
            <w:pPr>
              <w:jc w:val="both"/>
              <w:rPr>
                <w:rFonts w:cs="Arial"/>
                <w:bCs/>
              </w:rPr>
            </w:pPr>
            <w:r w:rsidRPr="00B77110">
              <w:rPr>
                <w:rFonts w:cs="Arial"/>
                <w:bCs/>
              </w:rPr>
              <w:t>délka praxe v projektování zakázek</w:t>
            </w:r>
            <w:r w:rsidR="00B9477A">
              <w:rPr>
                <w:rFonts w:cs="Arial"/>
                <w:bCs/>
              </w:rPr>
              <w:t>,</w:t>
            </w:r>
            <w:r w:rsidRPr="00B77110">
              <w:rPr>
                <w:rFonts w:cs="Arial"/>
                <w:bCs/>
              </w:rPr>
              <w:t xml:space="preserve"> </w:t>
            </w:r>
            <w:r w:rsidRPr="00A21F4D">
              <w:rPr>
                <w:rFonts w:cs="Calibri"/>
              </w:rPr>
              <w:t>které obsahovaly alespoň násl</w:t>
            </w:r>
            <w:r w:rsidR="00A21F4D">
              <w:rPr>
                <w:rFonts w:cs="Calibri"/>
              </w:rPr>
              <w:t xml:space="preserve">edující činnosti: </w:t>
            </w:r>
            <w:r w:rsidR="0072298F" w:rsidRPr="00755445">
              <w:t>projektování železničního svršku a spodku, a/nebo mostů a inženýrských konstrukcí, a/nebo tunelů</w:t>
            </w:r>
            <w:r w:rsidRPr="00DB759E">
              <w:rPr>
                <w:rFonts w:cs="Calibri"/>
              </w:rPr>
              <w:t xml:space="preserve">, </w:t>
            </w:r>
            <w:r w:rsidRPr="00755445">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25D0725" w14:textId="77777777" w:rsidR="00B77110" w:rsidRPr="00B77110" w:rsidRDefault="00755445" w:rsidP="00755445">
            <w:pPr>
              <w:rPr>
                <w:rFonts w:cs="Arial"/>
                <w:bCs/>
              </w:rPr>
            </w:pPr>
            <w:r>
              <w:rPr>
                <w:rFonts w:cs="Arial"/>
                <w:bCs/>
              </w:rPr>
              <w:t>1</w:t>
            </w:r>
            <w:r w:rsidR="00B77110" w:rsidRPr="00B77110">
              <w:rPr>
                <w:rFonts w:cs="Arial"/>
                <w:bCs/>
              </w:rPr>
              <w:t xml:space="preserve"> bod za každý </w:t>
            </w:r>
            <w:r w:rsidR="00B77110" w:rsidRPr="00755445">
              <w:rPr>
                <w:rFonts w:cs="Arial"/>
                <w:bCs/>
              </w:rPr>
              <w:t xml:space="preserve">1 rok </w:t>
            </w:r>
            <w:r w:rsidR="00B77110" w:rsidRPr="00B77110">
              <w:rPr>
                <w:rFonts w:cs="Arial"/>
                <w:bCs/>
              </w:rPr>
              <w:t>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35E7E052" w14:textId="77777777" w:rsidR="00B77110" w:rsidRPr="00755445" w:rsidRDefault="00755445" w:rsidP="00631EAA">
            <w:pPr>
              <w:rPr>
                <w:rFonts w:cs="Arial"/>
                <w:bCs/>
              </w:rPr>
            </w:pPr>
            <w:r w:rsidRPr="00755445">
              <w:rPr>
                <w:rFonts w:cs="Arial"/>
                <w:bCs/>
              </w:rPr>
              <w:t>5</w:t>
            </w:r>
          </w:p>
        </w:tc>
      </w:tr>
      <w:tr w:rsidR="00B77110" w:rsidRPr="00465F4C" w14:paraId="2FD81E61"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527742B1" w14:textId="77777777"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14:paraId="444671D1" w14:textId="6B45E590" w:rsidR="00B77110" w:rsidRPr="00B77110" w:rsidRDefault="00B77110">
            <w:pPr>
              <w:jc w:val="both"/>
              <w:rPr>
                <w:rFonts w:cs="Arial"/>
                <w:bCs/>
              </w:rPr>
            </w:pPr>
            <w:r w:rsidRPr="00B77110">
              <w:rPr>
                <w:rFonts w:cs="Arial"/>
                <w:bCs/>
              </w:rPr>
              <w:t xml:space="preserve">zkušenost s plněním </w:t>
            </w:r>
            <w:r w:rsidR="00160C30">
              <w:rPr>
                <w:rFonts w:cs="Arial"/>
                <w:bCs/>
              </w:rPr>
              <w:t xml:space="preserve">obdobné </w:t>
            </w:r>
            <w:r w:rsidRPr="00B77110">
              <w:rPr>
                <w:rFonts w:cs="Arial"/>
                <w:bCs/>
              </w:rPr>
              <w:t xml:space="preserve">zakázky </w:t>
            </w:r>
            <w:r w:rsidR="00160C30">
              <w:rPr>
                <w:rFonts w:cs="Arial"/>
                <w:bCs/>
              </w:rPr>
              <w:t xml:space="preserve">dopravních staveb </w:t>
            </w:r>
            <w:r w:rsidRPr="001B4E66">
              <w:rPr>
                <w:rFonts w:cs="Arial"/>
                <w:bCs/>
              </w:rPr>
              <w:t>ve funkci vedoucího týmu</w:t>
            </w:r>
            <w:r w:rsidR="005A73DE" w:rsidRPr="003370AB">
              <w:t xml:space="preserve">, přičemž </w:t>
            </w:r>
            <w:r w:rsidR="005A73DE" w:rsidRPr="000321A1">
              <w:t xml:space="preserve">hodnota každé zakázky </w:t>
            </w:r>
            <w:r w:rsidR="005A73DE" w:rsidRPr="000321A1">
              <w:rPr>
                <w:rFonts w:cs="Arial"/>
                <w:bCs/>
              </w:rPr>
              <w:t xml:space="preserve">musí činit minimálně </w:t>
            </w:r>
            <w:r w:rsidR="005A73DE">
              <w:rPr>
                <w:rFonts w:cs="Arial"/>
                <w:b/>
                <w:bCs/>
              </w:rPr>
              <w:t>10</w:t>
            </w:r>
            <w:r w:rsidR="005A73DE" w:rsidRPr="000321A1">
              <w:rPr>
                <w:rFonts w:cs="Arial"/>
                <w:b/>
                <w:bCs/>
              </w:rPr>
              <w:t>0 mil Kč</w:t>
            </w:r>
            <w:r w:rsidR="005A73DE" w:rsidRPr="000321A1">
              <w:rPr>
                <w:rFonts w:cs="Arial"/>
                <w:bCs/>
              </w:rPr>
              <w:t xml:space="preserve"> bez DPH</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D893FE2" w14:textId="77777777" w:rsidR="00B77110" w:rsidRPr="00B77110" w:rsidRDefault="00DC6586" w:rsidP="00631EAA">
            <w:pPr>
              <w:rPr>
                <w:rFonts w:cs="Arial"/>
                <w:bCs/>
              </w:rPr>
            </w:pPr>
            <w:r w:rsidRPr="009618EF">
              <w:rPr>
                <w:rFonts w:cs="Arial"/>
                <w:bCs/>
              </w:rPr>
              <w:t xml:space="preserve">3 </w:t>
            </w:r>
            <w:r w:rsidR="00B77110" w:rsidRPr="009618EF">
              <w:rPr>
                <w:rFonts w:cs="Arial"/>
                <w:bCs/>
              </w:rPr>
              <w:t xml:space="preserve">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5649C96" w14:textId="69B91613" w:rsidR="00B77110" w:rsidRPr="009618EF" w:rsidRDefault="004D447A" w:rsidP="00631EAA">
            <w:pPr>
              <w:rPr>
                <w:rFonts w:cs="Arial"/>
                <w:bCs/>
              </w:rPr>
            </w:pPr>
            <w:r>
              <w:rPr>
                <w:rFonts w:cs="Arial"/>
                <w:bCs/>
              </w:rPr>
              <w:t>6</w:t>
            </w:r>
          </w:p>
        </w:tc>
      </w:tr>
      <w:tr w:rsidR="00B77110" w:rsidRPr="00465F4C" w14:paraId="7F877D2D" w14:textId="77777777" w:rsidTr="001B4E66">
        <w:trPr>
          <w:trHeight w:val="1392"/>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1123AB2" w14:textId="77777777" w:rsidR="00B77110" w:rsidRPr="000845C1" w:rsidRDefault="00B77110" w:rsidP="00631EAA">
            <w:pPr>
              <w:rPr>
                <w:rFonts w:cs="Arial"/>
                <w:bCs/>
              </w:rPr>
            </w:pPr>
            <w:r w:rsidRPr="000845C1">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03626EC6" w14:textId="1AD9EE83" w:rsidR="00EC0FA1" w:rsidRPr="000845C1" w:rsidRDefault="00B77110" w:rsidP="001B4E66">
            <w:pPr>
              <w:jc w:val="both"/>
              <w:rPr>
                <w:rFonts w:cs="Arial"/>
                <w:bCs/>
              </w:rPr>
            </w:pPr>
            <w:r w:rsidRPr="000845C1">
              <w:rPr>
                <w:rFonts w:cs="Arial"/>
                <w:bCs/>
              </w:rPr>
              <w:t xml:space="preserve">délka praxe </w:t>
            </w:r>
            <w:r w:rsidR="00EC0FA1" w:rsidRPr="000845C1">
              <w:rPr>
                <w:rFonts w:cs="Arial"/>
                <w:bCs/>
              </w:rPr>
              <w:t>v</w:t>
            </w:r>
            <w:r w:rsidR="00EC0FA1">
              <w:rPr>
                <w:rFonts w:cs="Arial"/>
                <w:bCs/>
              </w:rPr>
              <w:t> projektování v </w:t>
            </w:r>
            <w:r w:rsidRPr="000845C1">
              <w:rPr>
                <w:rFonts w:cs="Arial"/>
                <w:bCs/>
              </w:rPr>
              <w:t>oboru</w:t>
            </w:r>
            <w:r w:rsidR="00EC0FA1">
              <w:rPr>
                <w:rFonts w:cs="Arial"/>
                <w:bCs/>
              </w:rPr>
              <w:t xml:space="preserve"> své specializace</w:t>
            </w:r>
            <w:r w:rsidR="00673F7D" w:rsidRPr="000845C1">
              <w:rPr>
                <w:rFonts w:cs="Arial"/>
                <w:bCs/>
              </w:rPr>
              <w:t xml:space="preserve"> </w:t>
            </w:r>
            <w:r w:rsidR="00187E44" w:rsidRPr="000845C1">
              <w:rPr>
                <w:rFonts w:cs="Arial"/>
                <w:bCs/>
              </w:rPr>
              <w:t>(železniční svršek a spodek</w:t>
            </w:r>
            <w:r w:rsidR="00187E44" w:rsidRPr="001B4E66">
              <w:rPr>
                <w:rFonts w:cs="Arial"/>
                <w:bCs/>
              </w:rPr>
              <w:t>)</w:t>
            </w:r>
            <w:r w:rsidRPr="001B4E66">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404691" w14:textId="77777777" w:rsidR="00B77110" w:rsidRPr="000845C1" w:rsidRDefault="00B77110" w:rsidP="00A83243">
            <w:pPr>
              <w:rPr>
                <w:rFonts w:cs="Arial"/>
                <w:bCs/>
              </w:rPr>
            </w:pPr>
            <w:r w:rsidRPr="000845C1">
              <w:rPr>
                <w:rFonts w:cs="Arial"/>
                <w:bCs/>
              </w:rPr>
              <w:t>1 bod za každý 1 rok praxe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E02210" w14:textId="77777777" w:rsidR="00B77110" w:rsidRPr="00A83243" w:rsidRDefault="00A83243" w:rsidP="00631EAA">
            <w:pPr>
              <w:rPr>
                <w:rFonts w:cs="Arial"/>
                <w:bCs/>
              </w:rPr>
            </w:pPr>
            <w:r w:rsidRPr="00A83243">
              <w:rPr>
                <w:rFonts w:cs="Arial"/>
                <w:bCs/>
              </w:rPr>
              <w:t>5</w:t>
            </w:r>
            <w:r w:rsidR="00B77110" w:rsidRPr="00A83243">
              <w:rPr>
                <w:rFonts w:cs="Arial"/>
                <w:bCs/>
              </w:rPr>
              <w:t xml:space="preserve"> </w:t>
            </w:r>
          </w:p>
        </w:tc>
      </w:tr>
      <w:tr w:rsidR="003C7B53" w:rsidRPr="00465F4C" w14:paraId="0F202D9B"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tcPr>
          <w:p w14:paraId="0BDA1E7D" w14:textId="77777777" w:rsidR="003C7B53" w:rsidRPr="000845C1" w:rsidRDefault="003C7B53" w:rsidP="003C7B53">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9D04DB1" w14:textId="3BAA13D3" w:rsidR="003C7B53" w:rsidRPr="000845C1" w:rsidRDefault="003C7B53" w:rsidP="00FB6527">
            <w:pPr>
              <w:jc w:val="both"/>
              <w:rPr>
                <w:rFonts w:cs="Arial"/>
                <w:bCs/>
              </w:rPr>
            </w:pPr>
            <w:r w:rsidRPr="000845C1">
              <w:rPr>
                <w:rFonts w:cs="Arial"/>
                <w:bCs/>
              </w:rPr>
              <w:t xml:space="preserve">zkušenost </w:t>
            </w:r>
            <w:r w:rsidRPr="003D0DA5">
              <w:rPr>
                <w:rFonts w:cs="Arial"/>
                <w:bCs/>
              </w:rPr>
              <w:t>s</w:t>
            </w:r>
            <w:r w:rsidR="00667446">
              <w:rPr>
                <w:rFonts w:cs="Arial"/>
                <w:bCs/>
              </w:rPr>
              <w:t> plněním dokumentace ve svém oboru (</w:t>
            </w:r>
            <w:r w:rsidRPr="003D0DA5">
              <w:rPr>
                <w:rFonts w:cs="Arial"/>
                <w:bCs/>
              </w:rPr>
              <w:t xml:space="preserve">železniční </w:t>
            </w:r>
            <w:r w:rsidRPr="000845C1">
              <w:rPr>
                <w:rFonts w:cs="Arial"/>
                <w:bCs/>
              </w:rPr>
              <w:t>svršek a spodek</w:t>
            </w:r>
            <w:r w:rsidR="00B52756">
              <w:rPr>
                <w:rFonts w:cs="Arial"/>
                <w:bCs/>
              </w:rPr>
              <w:t>)</w:t>
            </w:r>
            <w:r w:rsidR="000D635E">
              <w:rPr>
                <w:rFonts w:cs="Arial"/>
                <w:bCs/>
              </w:rPr>
              <w:t xml:space="preserve"> tunelové stavby </w:t>
            </w:r>
            <w:r w:rsidR="000D635E" w:rsidRPr="003D0DA5">
              <w:rPr>
                <w:rFonts w:cs="Arial"/>
                <w:bCs/>
              </w:rPr>
              <w:t xml:space="preserve">s tunelem délky minimálně </w:t>
            </w:r>
            <w:r w:rsidR="000D635E">
              <w:rPr>
                <w:rFonts w:cs="Arial"/>
                <w:bCs/>
              </w:rPr>
              <w:t>5</w:t>
            </w:r>
            <w:r w:rsidR="000D635E" w:rsidRPr="003D0DA5">
              <w:rPr>
                <w:rFonts w:cs="Arial"/>
                <w:bCs/>
              </w:rPr>
              <w:t xml:space="preserve">00 m </w:t>
            </w:r>
            <w:r w:rsidR="000D635E">
              <w:rPr>
                <w:rFonts w:cs="Arial"/>
                <w:bCs/>
              </w:rPr>
              <w:t xml:space="preserve">a pevnou jízdní dráhou </w:t>
            </w:r>
            <w:r w:rsidR="00D55643" w:rsidRPr="000845C1">
              <w:rPr>
                <w:rFonts w:cs="Arial"/>
                <w:bCs/>
              </w:rPr>
              <w:t xml:space="preserve">u </w:t>
            </w:r>
            <w:r w:rsidR="00D55643">
              <w:rPr>
                <w:rFonts w:cs="Arial"/>
                <w:bCs/>
              </w:rPr>
              <w:t xml:space="preserve">obdobné </w:t>
            </w:r>
            <w:r w:rsidR="00D55643" w:rsidRPr="000845C1">
              <w:rPr>
                <w:rFonts w:cs="Arial"/>
                <w:bCs/>
              </w:rPr>
              <w:t xml:space="preserve">zakázky </w:t>
            </w:r>
            <w:r w:rsidR="00D55643">
              <w:rPr>
                <w:rFonts w:cs="Arial"/>
                <w:bCs/>
              </w:rPr>
              <w:t xml:space="preserve">staveb železničních drah </w:t>
            </w:r>
            <w:r w:rsidR="000D635E">
              <w:rPr>
                <w:rFonts w:cs="Arial"/>
                <w:bCs/>
              </w:rPr>
              <w:t>ve</w:t>
            </w:r>
            <w:r w:rsidR="002B3D5A" w:rsidRPr="003370AB">
              <w:t xml:space="preserve"> funkci </w:t>
            </w:r>
            <w:r w:rsidR="002B3D5A">
              <w:t>specialisty nebo odpovědného projektanta nebo zpracovatele</w:t>
            </w:r>
            <w:r w:rsidR="00B52756">
              <w:rPr>
                <w:rFonts w:cs="Arial"/>
                <w:bCs/>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741668D" w14:textId="77777777" w:rsidR="003C7B53" w:rsidRPr="000845C1" w:rsidRDefault="00115344" w:rsidP="003D0DA5">
            <w:pPr>
              <w:rPr>
                <w:rFonts w:cs="Arial"/>
                <w:bCs/>
              </w:rPr>
            </w:pPr>
            <w:r>
              <w:rPr>
                <w:rFonts w:cs="Arial"/>
                <w:bCs/>
              </w:rPr>
              <w:t>3</w:t>
            </w:r>
            <w:r w:rsidR="003C7B53" w:rsidRPr="000845C1">
              <w:rPr>
                <w:rFonts w:cs="Arial"/>
                <w:bCs/>
              </w:rPr>
              <w:t xml:space="preserve"> bod</w:t>
            </w:r>
            <w:r>
              <w:rPr>
                <w:rFonts w:cs="Arial"/>
                <w:bCs/>
              </w:rPr>
              <w:t>y</w:t>
            </w:r>
            <w:r w:rsidR="003C7B53" w:rsidRPr="000845C1">
              <w:rPr>
                <w:rFonts w:cs="Arial"/>
                <w:bCs/>
              </w:rPr>
              <w:t xml:space="preserve"> 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308149B" w14:textId="77777777" w:rsidR="003D0DA5" w:rsidRPr="003D0DA5" w:rsidRDefault="00115344" w:rsidP="003D0DA5">
            <w:pPr>
              <w:rPr>
                <w:rFonts w:cs="Arial"/>
                <w:bCs/>
              </w:rPr>
            </w:pPr>
            <w:r>
              <w:rPr>
                <w:rFonts w:cs="Arial"/>
                <w:bCs/>
              </w:rPr>
              <w:t>6</w:t>
            </w:r>
          </w:p>
          <w:p w14:paraId="680B2891" w14:textId="77777777" w:rsidR="003C7B53" w:rsidRPr="000845C1" w:rsidRDefault="003C7B53" w:rsidP="003C7B53">
            <w:pPr>
              <w:rPr>
                <w:rFonts w:cs="Arial"/>
                <w:bCs/>
              </w:rPr>
            </w:pPr>
          </w:p>
        </w:tc>
      </w:tr>
      <w:tr w:rsidR="00546218" w:rsidRPr="00465F4C" w14:paraId="46B80807" w14:textId="77777777" w:rsidTr="001B4E66">
        <w:trPr>
          <w:trHeight w:val="1396"/>
        </w:trPr>
        <w:tc>
          <w:tcPr>
            <w:tcW w:w="1843" w:type="dxa"/>
            <w:vMerge w:val="restart"/>
            <w:tcBorders>
              <w:top w:val="single" w:sz="4" w:space="0" w:color="auto"/>
              <w:left w:val="single" w:sz="4" w:space="0" w:color="auto"/>
              <w:right w:val="single" w:sz="4" w:space="0" w:color="auto"/>
            </w:tcBorders>
            <w:shd w:val="clear" w:color="auto" w:fill="auto"/>
            <w:hideMark/>
          </w:tcPr>
          <w:p w14:paraId="60823F24" w14:textId="77777777" w:rsidR="00546218" w:rsidRPr="00B77110" w:rsidRDefault="00546218" w:rsidP="00546218">
            <w:pPr>
              <w:rPr>
                <w:rFonts w:cs="Arial"/>
                <w:bCs/>
              </w:rPr>
            </w:pPr>
            <w:r w:rsidRPr="00E95736">
              <w:rPr>
                <w:rFonts w:cs="Arial"/>
                <w:bCs/>
              </w:rPr>
              <w:t>specialista na mostní a inženýrské konstrukce</w:t>
            </w:r>
          </w:p>
        </w:tc>
        <w:tc>
          <w:tcPr>
            <w:tcW w:w="3969" w:type="dxa"/>
            <w:tcBorders>
              <w:top w:val="single" w:sz="4" w:space="0" w:color="auto"/>
              <w:left w:val="nil"/>
              <w:right w:val="single" w:sz="4" w:space="0" w:color="auto"/>
            </w:tcBorders>
            <w:shd w:val="clear" w:color="auto" w:fill="auto"/>
            <w:hideMark/>
          </w:tcPr>
          <w:p w14:paraId="7FBD2BE1" w14:textId="14F4B328" w:rsidR="00546218" w:rsidRPr="00B77110" w:rsidRDefault="00546218" w:rsidP="00FB6527">
            <w:pPr>
              <w:jc w:val="both"/>
              <w:rPr>
                <w:rFonts w:cs="Arial"/>
                <w:bCs/>
              </w:rPr>
            </w:pPr>
            <w:r w:rsidRPr="00B77110">
              <w:rPr>
                <w:rFonts w:cs="Arial"/>
                <w:bCs/>
              </w:rPr>
              <w:t xml:space="preserve">délka praxe </w:t>
            </w:r>
            <w:r w:rsidR="00EC0FA1" w:rsidRPr="000845C1">
              <w:rPr>
                <w:rFonts w:cs="Arial"/>
                <w:bCs/>
              </w:rPr>
              <w:t>v</w:t>
            </w:r>
            <w:r w:rsidR="00EC0FA1">
              <w:rPr>
                <w:rFonts w:cs="Arial"/>
                <w:bCs/>
              </w:rPr>
              <w:t> projektování v </w:t>
            </w:r>
            <w:r w:rsidR="00EC0FA1" w:rsidRPr="000845C1">
              <w:rPr>
                <w:rFonts w:cs="Arial"/>
                <w:bCs/>
              </w:rPr>
              <w:t>oboru</w:t>
            </w:r>
            <w:r w:rsidR="00EC0FA1">
              <w:rPr>
                <w:rFonts w:cs="Arial"/>
                <w:bCs/>
              </w:rPr>
              <w:t xml:space="preserve"> své specializace</w:t>
            </w:r>
            <w:r w:rsidR="00EC0FA1" w:rsidRPr="000845C1">
              <w:rPr>
                <w:rFonts w:cs="Arial"/>
                <w:bCs/>
              </w:rPr>
              <w:t xml:space="preserve"> </w:t>
            </w:r>
            <w:r>
              <w:rPr>
                <w:rFonts w:cs="Arial"/>
                <w:bCs/>
              </w:rPr>
              <w:t xml:space="preserve">(mostní a inženýrské </w:t>
            </w:r>
            <w:r w:rsidRPr="001B4E66">
              <w:rPr>
                <w:rFonts w:cs="Arial"/>
                <w:bCs/>
              </w:rPr>
              <w:t>konstrukce)</w:t>
            </w:r>
            <w:r w:rsidR="00E5369F" w:rsidRPr="001B4E66">
              <w:t xml:space="preserve">, </w:t>
            </w:r>
            <w:r w:rsidR="00E5369F">
              <w:t>nad rámec kvalifikačního kritéria</w:t>
            </w:r>
          </w:p>
        </w:tc>
        <w:tc>
          <w:tcPr>
            <w:tcW w:w="1559" w:type="dxa"/>
            <w:tcBorders>
              <w:top w:val="single" w:sz="4" w:space="0" w:color="auto"/>
              <w:left w:val="nil"/>
              <w:right w:val="single" w:sz="4" w:space="0" w:color="auto"/>
            </w:tcBorders>
            <w:shd w:val="clear" w:color="auto" w:fill="auto"/>
            <w:vAlign w:val="center"/>
            <w:hideMark/>
          </w:tcPr>
          <w:p w14:paraId="174954D8" w14:textId="77777777" w:rsidR="00546218" w:rsidRPr="000845C1" w:rsidRDefault="00546218" w:rsidP="009019B5">
            <w:pPr>
              <w:rPr>
                <w:rFonts w:cs="Arial"/>
                <w:bCs/>
              </w:rPr>
            </w:pPr>
            <w:r w:rsidRPr="000845C1">
              <w:rPr>
                <w:rFonts w:cs="Arial"/>
                <w:bCs/>
              </w:rPr>
              <w:t>1 bod za každý 1 rok praxe navíc nad rámec kvalifikačního kritéria</w:t>
            </w:r>
          </w:p>
        </w:tc>
        <w:tc>
          <w:tcPr>
            <w:tcW w:w="1560" w:type="dxa"/>
            <w:tcBorders>
              <w:top w:val="single" w:sz="4" w:space="0" w:color="auto"/>
              <w:left w:val="nil"/>
              <w:right w:val="single" w:sz="4" w:space="0" w:color="auto"/>
            </w:tcBorders>
            <w:shd w:val="clear" w:color="auto" w:fill="auto"/>
            <w:vAlign w:val="center"/>
            <w:hideMark/>
          </w:tcPr>
          <w:p w14:paraId="7348B0EA" w14:textId="77777777" w:rsidR="00546218" w:rsidRPr="009019B5" w:rsidRDefault="009019B5" w:rsidP="00546218">
            <w:pPr>
              <w:rPr>
                <w:rFonts w:cs="Arial"/>
                <w:bCs/>
              </w:rPr>
            </w:pPr>
            <w:r w:rsidRPr="009019B5">
              <w:rPr>
                <w:rFonts w:cs="Arial"/>
                <w:bCs/>
              </w:rPr>
              <w:t>5</w:t>
            </w:r>
            <w:r w:rsidR="00546218" w:rsidRPr="009019B5">
              <w:rPr>
                <w:rFonts w:cs="Arial"/>
                <w:bCs/>
              </w:rPr>
              <w:t xml:space="preserve"> </w:t>
            </w:r>
          </w:p>
        </w:tc>
      </w:tr>
      <w:tr w:rsidR="003C7B53" w:rsidRPr="00465F4C" w14:paraId="48E83338" w14:textId="77777777" w:rsidTr="00B77110">
        <w:trPr>
          <w:trHeight w:val="1270"/>
        </w:trPr>
        <w:tc>
          <w:tcPr>
            <w:tcW w:w="1843" w:type="dxa"/>
            <w:vMerge/>
            <w:tcBorders>
              <w:left w:val="single" w:sz="4" w:space="0" w:color="auto"/>
              <w:right w:val="single" w:sz="4" w:space="0" w:color="auto"/>
            </w:tcBorders>
            <w:vAlign w:val="center"/>
          </w:tcPr>
          <w:p w14:paraId="1D18DAAC" w14:textId="77777777" w:rsidR="003C7B53" w:rsidRPr="00B77110" w:rsidRDefault="003C7B53" w:rsidP="003C7B53">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14:paraId="5D89C210" w14:textId="3EB9013E" w:rsidR="003C7B53" w:rsidRPr="00B77110" w:rsidRDefault="003C7B53" w:rsidP="00FB6527">
            <w:pPr>
              <w:jc w:val="both"/>
              <w:rPr>
                <w:rFonts w:cs="Arial"/>
                <w:bCs/>
              </w:rPr>
            </w:pPr>
            <w:r w:rsidRPr="00115344">
              <w:rPr>
                <w:rFonts w:cs="Arial"/>
                <w:bCs/>
              </w:rPr>
              <w:t>zkušenost s</w:t>
            </w:r>
            <w:r w:rsidR="00667446">
              <w:rPr>
                <w:rFonts w:cs="Arial"/>
                <w:bCs/>
              </w:rPr>
              <w:t xml:space="preserve"> plněním dokumentace ve svém oboru (mostní a inženýrské konstrukce) </w:t>
            </w:r>
            <w:r w:rsidR="001C1E98" w:rsidRPr="001B4E66">
              <w:rPr>
                <w:rFonts w:cs="Arial"/>
                <w:bCs/>
              </w:rPr>
              <w:t>novostavb</w:t>
            </w:r>
            <w:r w:rsidR="001C1E98">
              <w:rPr>
                <w:rFonts w:cs="Arial"/>
                <w:bCs/>
              </w:rPr>
              <w:t>y</w:t>
            </w:r>
            <w:r w:rsidR="0020117A">
              <w:rPr>
                <w:rFonts w:cs="Arial"/>
                <w:bCs/>
              </w:rPr>
              <w:t xml:space="preserve"> </w:t>
            </w:r>
            <w:r w:rsidR="0020117A" w:rsidRPr="00865E1F">
              <w:rPr>
                <w:rFonts w:cs="Arial"/>
                <w:bCs/>
              </w:rPr>
              <w:t>vícepolového</w:t>
            </w:r>
            <w:r w:rsidR="00776E27" w:rsidRPr="00865E1F">
              <w:rPr>
                <w:rFonts w:cs="Arial"/>
                <w:bCs/>
              </w:rPr>
              <w:t xml:space="preserve"> mostního objektu o minimální celkové délce přemostění 200</w:t>
            </w:r>
            <w:r w:rsidR="00B52756" w:rsidRPr="00865E1F">
              <w:rPr>
                <w:rFonts w:cs="Arial"/>
                <w:bCs/>
              </w:rPr>
              <w:t xml:space="preserve"> </w:t>
            </w:r>
            <w:r w:rsidR="00776E27" w:rsidRPr="00865E1F">
              <w:rPr>
                <w:rFonts w:cs="Arial"/>
                <w:bCs/>
              </w:rPr>
              <w:t>m</w:t>
            </w:r>
            <w:r w:rsidR="001C1E98" w:rsidRPr="001B4E66">
              <w:rPr>
                <w:rFonts w:cs="Arial"/>
                <w:bCs/>
              </w:rPr>
              <w:t xml:space="preserve"> </w:t>
            </w:r>
            <w:r w:rsidR="00D55643" w:rsidRPr="00B77110">
              <w:rPr>
                <w:rFonts w:cs="Arial"/>
                <w:bCs/>
              </w:rPr>
              <w:t xml:space="preserve">u </w:t>
            </w:r>
            <w:r w:rsidR="00D55643">
              <w:rPr>
                <w:rFonts w:cs="Arial"/>
                <w:bCs/>
              </w:rPr>
              <w:t xml:space="preserve">obdobné </w:t>
            </w:r>
            <w:r w:rsidR="00D55643" w:rsidRPr="00B77110">
              <w:rPr>
                <w:rFonts w:cs="Arial"/>
                <w:bCs/>
              </w:rPr>
              <w:t xml:space="preserve">zakázky </w:t>
            </w:r>
            <w:r w:rsidR="00D55643">
              <w:rPr>
                <w:rFonts w:cs="Arial"/>
                <w:bCs/>
              </w:rPr>
              <w:t xml:space="preserve">dopravních staveb </w:t>
            </w:r>
            <w:r w:rsidR="002B3D5A" w:rsidRPr="003370AB">
              <w:t xml:space="preserve">ve funkci </w:t>
            </w:r>
            <w:r w:rsidR="002B3D5A">
              <w:t xml:space="preserve">specialisty nebo odpovědného projektanta nebo zpracovatele </w:t>
            </w:r>
          </w:p>
        </w:tc>
        <w:tc>
          <w:tcPr>
            <w:tcW w:w="1559" w:type="dxa"/>
            <w:tcBorders>
              <w:top w:val="single" w:sz="4" w:space="0" w:color="auto"/>
              <w:left w:val="nil"/>
              <w:bottom w:val="single" w:sz="4" w:space="0" w:color="auto"/>
              <w:right w:val="single" w:sz="4" w:space="0" w:color="auto"/>
            </w:tcBorders>
            <w:shd w:val="clear" w:color="auto" w:fill="auto"/>
            <w:vAlign w:val="center"/>
          </w:tcPr>
          <w:p w14:paraId="08E6C7E4" w14:textId="77777777" w:rsidR="003C7B53" w:rsidRPr="00B77110" w:rsidRDefault="00115344" w:rsidP="00115344">
            <w:pPr>
              <w:rPr>
                <w:rFonts w:cs="Arial"/>
                <w:bCs/>
              </w:rPr>
            </w:pPr>
            <w:r>
              <w:rPr>
                <w:rFonts w:cs="Arial"/>
                <w:bCs/>
              </w:rPr>
              <w:t>3</w:t>
            </w:r>
            <w:r w:rsidR="003C7B53" w:rsidRPr="00B77110">
              <w:rPr>
                <w:rFonts w:cs="Arial"/>
                <w:bCs/>
              </w:rPr>
              <w:t xml:space="preserve"> </w:t>
            </w:r>
            <w:r w:rsidR="003C7B53" w:rsidRPr="00546218">
              <w:rPr>
                <w:rFonts w:cs="Arial"/>
                <w:bCs/>
              </w:rPr>
              <w:t>bod</w:t>
            </w:r>
            <w:r>
              <w:rPr>
                <w:rFonts w:cs="Arial"/>
                <w:bCs/>
              </w:rPr>
              <w:t>y</w:t>
            </w:r>
            <w:r w:rsidR="003C7B53" w:rsidRPr="00546218">
              <w:rPr>
                <w:rFonts w:cs="Arial"/>
                <w:bCs/>
              </w:rPr>
              <w:t xml:space="preserve"> za každou</w:t>
            </w:r>
            <w:r w:rsidR="003C7B53" w:rsidRPr="00B77110">
              <w:rPr>
                <w:rFonts w:cs="Arial"/>
                <w:bCs/>
              </w:rPr>
              <w:t xml:space="preserve">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188F34C5" w14:textId="77777777" w:rsidR="003C7B53" w:rsidRPr="00B77110" w:rsidRDefault="00546218" w:rsidP="00115344">
            <w:pPr>
              <w:rPr>
                <w:rFonts w:cs="Arial"/>
                <w:bCs/>
              </w:rPr>
            </w:pPr>
            <w:r w:rsidRPr="00115344">
              <w:rPr>
                <w:rFonts w:cs="Arial"/>
                <w:bCs/>
              </w:rPr>
              <w:t>6</w:t>
            </w:r>
            <w:r>
              <w:rPr>
                <w:rFonts w:cs="Arial"/>
                <w:bCs/>
                <w:color w:val="FF0000"/>
              </w:rPr>
              <w:t xml:space="preserve"> </w:t>
            </w:r>
          </w:p>
        </w:tc>
      </w:tr>
      <w:tr w:rsidR="00B42AEA" w:rsidRPr="00465F4C" w14:paraId="104A487F" w14:textId="77777777" w:rsidTr="00B77110">
        <w:trPr>
          <w:trHeight w:val="1270"/>
        </w:trPr>
        <w:tc>
          <w:tcPr>
            <w:tcW w:w="1843" w:type="dxa"/>
            <w:vMerge/>
            <w:tcBorders>
              <w:left w:val="single" w:sz="4" w:space="0" w:color="auto"/>
              <w:bottom w:val="single" w:sz="4" w:space="0" w:color="auto"/>
              <w:right w:val="single" w:sz="4" w:space="0" w:color="auto"/>
            </w:tcBorders>
            <w:vAlign w:val="center"/>
          </w:tcPr>
          <w:p w14:paraId="0F01DA64" w14:textId="77777777" w:rsidR="00B42AEA" w:rsidRPr="00B77110" w:rsidRDefault="00B42AEA" w:rsidP="00B42AE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14:paraId="5523E925" w14:textId="65724EE0" w:rsidR="00B42AEA" w:rsidRPr="00B77110" w:rsidRDefault="00667446" w:rsidP="00FB6527">
            <w:pPr>
              <w:jc w:val="both"/>
              <w:rPr>
                <w:rFonts w:cs="Arial"/>
                <w:bCs/>
              </w:rPr>
            </w:pPr>
            <w:r w:rsidRPr="00115344">
              <w:rPr>
                <w:rFonts w:cs="Arial"/>
                <w:bCs/>
              </w:rPr>
              <w:t>zkušenost s</w:t>
            </w:r>
            <w:r>
              <w:rPr>
                <w:rFonts w:cs="Arial"/>
                <w:bCs/>
              </w:rPr>
              <w:t xml:space="preserve"> plněním dokumentace ve svém oboru (mostní a inženýrské konstrukce) </w:t>
            </w:r>
            <w:r w:rsidR="00061CEA" w:rsidRPr="001B4E66">
              <w:rPr>
                <w:rFonts w:cs="Arial"/>
                <w:bCs/>
              </w:rPr>
              <w:t>novostavb</w:t>
            </w:r>
            <w:r w:rsidR="00061CEA">
              <w:rPr>
                <w:rFonts w:cs="Arial"/>
                <w:bCs/>
              </w:rPr>
              <w:t>y</w:t>
            </w:r>
            <w:r w:rsidR="00061CEA" w:rsidRPr="001B4E66">
              <w:rPr>
                <w:rFonts w:cs="Arial"/>
                <w:bCs/>
              </w:rPr>
              <w:t xml:space="preserve"> mostního objektu </w:t>
            </w:r>
            <w:r w:rsidR="00776E27">
              <w:rPr>
                <w:rFonts w:cs="Arial"/>
                <w:bCs/>
              </w:rPr>
              <w:t xml:space="preserve">o minimální </w:t>
            </w:r>
            <w:r w:rsidR="00776E27" w:rsidRPr="00865E1F">
              <w:rPr>
                <w:rFonts w:cs="Arial"/>
                <w:bCs/>
              </w:rPr>
              <w:t xml:space="preserve">délce rozpětí </w:t>
            </w:r>
            <w:r w:rsidR="00776E27" w:rsidRPr="00865E1F">
              <w:t>(úsekem bez pilíře-opěry)</w:t>
            </w:r>
            <w:r w:rsidR="00061CEA" w:rsidRPr="00865E1F">
              <w:rPr>
                <w:rFonts w:cs="Arial"/>
                <w:bCs/>
              </w:rPr>
              <w:t xml:space="preserve"> </w:t>
            </w:r>
            <w:r w:rsidR="00776E27" w:rsidRPr="00865E1F">
              <w:rPr>
                <w:rFonts w:cs="Arial"/>
                <w:bCs/>
              </w:rPr>
              <w:t>5</w:t>
            </w:r>
            <w:r w:rsidR="00061CEA" w:rsidRPr="00865E1F">
              <w:rPr>
                <w:rFonts w:cs="Arial"/>
                <w:bCs/>
              </w:rPr>
              <w:t xml:space="preserve">0 m </w:t>
            </w:r>
            <w:r w:rsidR="00061CEA" w:rsidRPr="001B4E66">
              <w:rPr>
                <w:rFonts w:cs="Arial"/>
                <w:bCs/>
              </w:rPr>
              <w:t>a</w:t>
            </w:r>
            <w:r>
              <w:rPr>
                <w:rFonts w:cs="Arial"/>
                <w:bCs/>
              </w:rPr>
              <w:t xml:space="preserve"> s</w:t>
            </w:r>
            <w:r w:rsidR="00061CEA" w:rsidRPr="001B4E66">
              <w:rPr>
                <w:rFonts w:cs="Arial"/>
                <w:bCs/>
              </w:rPr>
              <w:t xml:space="preserve"> minimální </w:t>
            </w:r>
            <w:r w:rsidR="00061CEA" w:rsidRPr="00B42AEA">
              <w:rPr>
                <w:rFonts w:cs="Arial"/>
                <w:bCs/>
              </w:rPr>
              <w:t xml:space="preserve">návrhovou rychlostí 160 Km/h </w:t>
            </w:r>
            <w:r w:rsidR="00D55643" w:rsidRPr="001B4E66">
              <w:rPr>
                <w:rFonts w:cs="Arial"/>
                <w:bCs/>
              </w:rPr>
              <w:t xml:space="preserve">u </w:t>
            </w:r>
            <w:r w:rsidR="00D55643">
              <w:rPr>
                <w:rFonts w:cs="Arial"/>
                <w:bCs/>
              </w:rPr>
              <w:t xml:space="preserve">obdobné </w:t>
            </w:r>
            <w:r w:rsidR="00D55643" w:rsidRPr="001B4E66">
              <w:rPr>
                <w:rFonts w:cs="Arial"/>
                <w:bCs/>
              </w:rPr>
              <w:t xml:space="preserve">zakázky </w:t>
            </w:r>
            <w:r w:rsidR="00D55643">
              <w:rPr>
                <w:rFonts w:cs="Arial"/>
                <w:bCs/>
              </w:rPr>
              <w:t>staveb železničních drah</w:t>
            </w:r>
            <w:r w:rsidR="00D55643" w:rsidRPr="003370AB">
              <w:t xml:space="preserve"> </w:t>
            </w:r>
            <w:r w:rsidR="002B3D5A" w:rsidRPr="003370AB">
              <w:t xml:space="preserve">ve funkci </w:t>
            </w:r>
            <w:r w:rsidR="002B3D5A">
              <w:t>specialisty nebo odpovědného projektanta nebo zpracovatele</w:t>
            </w:r>
            <w:r w:rsidR="000D635E">
              <w:rPr>
                <w:rFonts w:cs="Arial"/>
                <w:bCs/>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tcPr>
          <w:p w14:paraId="5DB420D5" w14:textId="77777777" w:rsidR="00B42AEA" w:rsidRPr="00B77110" w:rsidRDefault="00B42AEA" w:rsidP="00B42AEA">
            <w:pPr>
              <w:rPr>
                <w:rFonts w:cs="Arial"/>
                <w:bCs/>
              </w:rPr>
            </w:pPr>
            <w:r>
              <w:rPr>
                <w:rFonts w:cs="Arial"/>
                <w:bCs/>
              </w:rPr>
              <w:t>3</w:t>
            </w:r>
            <w:r w:rsidRPr="00B77110">
              <w:rPr>
                <w:rFonts w:cs="Arial"/>
                <w:bCs/>
              </w:rPr>
              <w:t xml:space="preserve"> </w:t>
            </w:r>
            <w:r w:rsidRPr="00546218">
              <w:rPr>
                <w:rFonts w:cs="Arial"/>
                <w:bCs/>
              </w:rPr>
              <w:t>bod</w:t>
            </w:r>
            <w:r>
              <w:rPr>
                <w:rFonts w:cs="Arial"/>
                <w:bCs/>
              </w:rPr>
              <w:t>y</w:t>
            </w:r>
            <w:r w:rsidRPr="00546218">
              <w:rPr>
                <w:rFonts w:cs="Arial"/>
                <w:bCs/>
              </w:rPr>
              <w:t xml:space="preserve"> za každou</w:t>
            </w:r>
            <w:r w:rsidRPr="00B77110">
              <w:rPr>
                <w:rFonts w:cs="Arial"/>
                <w:bCs/>
              </w:rPr>
              <w:t xml:space="preserve">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625C76E6" w14:textId="77777777" w:rsidR="00B42AEA" w:rsidRPr="00B77110" w:rsidRDefault="00B42AEA" w:rsidP="00B42AEA">
            <w:pPr>
              <w:rPr>
                <w:rFonts w:cs="Arial"/>
                <w:bCs/>
              </w:rPr>
            </w:pPr>
            <w:r w:rsidRPr="00115344">
              <w:rPr>
                <w:rFonts w:cs="Arial"/>
                <w:bCs/>
              </w:rPr>
              <w:t>6</w:t>
            </w:r>
            <w:r>
              <w:rPr>
                <w:rFonts w:cs="Arial"/>
                <w:bCs/>
                <w:color w:val="FF0000"/>
              </w:rPr>
              <w:t xml:space="preserve"> </w:t>
            </w:r>
          </w:p>
        </w:tc>
      </w:tr>
      <w:tr w:rsidR="00E6653E" w:rsidRPr="00465F4C" w14:paraId="064F8F2C"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0CCBFC0B" w14:textId="77777777" w:rsidR="00E6653E" w:rsidRPr="00E6653E" w:rsidRDefault="00E6653E" w:rsidP="00E6653E">
            <w:pPr>
              <w:rPr>
                <w:rFonts w:cs="Arial"/>
                <w:bCs/>
              </w:rPr>
            </w:pPr>
            <w:r w:rsidRPr="00E6653E">
              <w:rPr>
                <w:rFonts w:cs="Arial"/>
                <w:bCs/>
              </w:rPr>
              <w:t>specialista na trakční vedení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890E58D" w14:textId="3D5E7294" w:rsidR="00E6653E" w:rsidRPr="00E6653E" w:rsidRDefault="00E6653E" w:rsidP="00FB6527">
            <w:pPr>
              <w:jc w:val="both"/>
              <w:rPr>
                <w:rFonts w:cs="Arial"/>
                <w:bCs/>
              </w:rPr>
            </w:pPr>
            <w:r w:rsidRPr="00E6653E">
              <w:rPr>
                <w:rFonts w:cs="Arial"/>
                <w:bCs/>
              </w:rPr>
              <w:t xml:space="preserve">délka praxe </w:t>
            </w:r>
            <w:r w:rsidR="000D635E" w:rsidRPr="000845C1">
              <w:rPr>
                <w:rFonts w:cs="Arial"/>
                <w:bCs/>
              </w:rPr>
              <w:t>v</w:t>
            </w:r>
            <w:r w:rsidR="000D635E">
              <w:rPr>
                <w:rFonts w:cs="Arial"/>
                <w:bCs/>
              </w:rPr>
              <w:t> projektování v </w:t>
            </w:r>
            <w:r w:rsidR="000D635E" w:rsidRPr="000845C1">
              <w:rPr>
                <w:rFonts w:cs="Arial"/>
                <w:bCs/>
              </w:rPr>
              <w:t>oboru</w:t>
            </w:r>
            <w:r w:rsidR="000D635E">
              <w:rPr>
                <w:rFonts w:cs="Arial"/>
                <w:bCs/>
              </w:rPr>
              <w:t xml:space="preserve"> své specializace</w:t>
            </w:r>
            <w:r w:rsidR="000D635E" w:rsidRPr="00E6653E">
              <w:rPr>
                <w:rFonts w:cs="Arial"/>
                <w:bCs/>
              </w:rPr>
              <w:t xml:space="preserve"> </w:t>
            </w:r>
            <w:r w:rsidRPr="00E6653E">
              <w:rPr>
                <w:rFonts w:cs="Arial"/>
                <w:bCs/>
              </w:rPr>
              <w:t>(trakční vedení)</w:t>
            </w:r>
            <w:r w:rsidR="001B4E66" w:rsidRPr="001B4E66">
              <w:rPr>
                <w:rFonts w:cs="Arial"/>
                <w:bCs/>
              </w:rPr>
              <w:t xml:space="preserve">, </w:t>
            </w:r>
            <w:r w:rsidRPr="001B4E66">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39C30480" w14:textId="77777777" w:rsidR="00E6653E" w:rsidRPr="00E6653E" w:rsidRDefault="00E6653E" w:rsidP="00E6653E">
            <w:pPr>
              <w:rPr>
                <w:rFonts w:cs="Arial"/>
                <w:bCs/>
              </w:rPr>
            </w:pPr>
            <w:r w:rsidRPr="00E6653E">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099077C6" w14:textId="77777777" w:rsidR="00E6653E" w:rsidRPr="00E6653E" w:rsidRDefault="00E6653E" w:rsidP="00E6653E">
            <w:pPr>
              <w:rPr>
                <w:rFonts w:cs="Arial"/>
                <w:bCs/>
              </w:rPr>
            </w:pPr>
            <w:r w:rsidRPr="00E6653E">
              <w:rPr>
                <w:rFonts w:cs="Arial"/>
                <w:bCs/>
              </w:rPr>
              <w:t>5</w:t>
            </w:r>
          </w:p>
        </w:tc>
      </w:tr>
      <w:tr w:rsidR="00E6653E" w:rsidRPr="00E6653E" w14:paraId="19371353" w14:textId="77777777" w:rsidTr="00E6653E">
        <w:trPr>
          <w:trHeight w:val="687"/>
        </w:trPr>
        <w:tc>
          <w:tcPr>
            <w:tcW w:w="1843" w:type="dxa"/>
            <w:vMerge/>
            <w:tcBorders>
              <w:left w:val="single" w:sz="4" w:space="0" w:color="auto"/>
              <w:bottom w:val="single" w:sz="4" w:space="0" w:color="auto"/>
              <w:right w:val="single" w:sz="4" w:space="0" w:color="auto"/>
            </w:tcBorders>
            <w:vAlign w:val="center"/>
          </w:tcPr>
          <w:p w14:paraId="35342CDA" w14:textId="77777777" w:rsidR="00E6653E" w:rsidRPr="00E6653E" w:rsidRDefault="00E6653E" w:rsidP="00E6653E">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DA984EF" w14:textId="774CD380" w:rsidR="00E6653E" w:rsidRPr="00E6653E" w:rsidRDefault="00667446" w:rsidP="00FB6527">
            <w:pPr>
              <w:jc w:val="both"/>
              <w:rPr>
                <w:rFonts w:cs="Arial"/>
                <w:bCs/>
              </w:rPr>
            </w:pPr>
            <w:r w:rsidRPr="000845C1">
              <w:rPr>
                <w:rFonts w:cs="Arial"/>
                <w:bCs/>
              </w:rPr>
              <w:t xml:space="preserve">zkušenost </w:t>
            </w:r>
            <w:r w:rsidRPr="003D0DA5">
              <w:rPr>
                <w:rFonts w:cs="Arial"/>
                <w:bCs/>
              </w:rPr>
              <w:t>s</w:t>
            </w:r>
            <w:r>
              <w:rPr>
                <w:rFonts w:cs="Arial"/>
                <w:bCs/>
              </w:rPr>
              <w:t xml:space="preserve"> plněním dokumentace ve svém oboru (trakční vedení) </w:t>
            </w:r>
            <w:r w:rsidR="000D635E">
              <w:rPr>
                <w:rFonts w:cs="Arial"/>
                <w:bCs/>
              </w:rPr>
              <w:t xml:space="preserve">tunelové stavby </w:t>
            </w:r>
            <w:r w:rsidR="000D635E" w:rsidRPr="003D0DA5">
              <w:rPr>
                <w:rFonts w:cs="Arial"/>
                <w:bCs/>
              </w:rPr>
              <w:t xml:space="preserve">s tunelem délky minimálně </w:t>
            </w:r>
            <w:r w:rsidR="000D635E">
              <w:rPr>
                <w:rFonts w:cs="Arial"/>
                <w:bCs/>
              </w:rPr>
              <w:t>5</w:t>
            </w:r>
            <w:r w:rsidR="000D635E" w:rsidRPr="003D0DA5">
              <w:rPr>
                <w:rFonts w:cs="Arial"/>
                <w:bCs/>
              </w:rPr>
              <w:t xml:space="preserve">00 m </w:t>
            </w:r>
            <w:r w:rsidR="00D55643" w:rsidRPr="000845C1">
              <w:rPr>
                <w:rFonts w:cs="Arial"/>
                <w:bCs/>
              </w:rPr>
              <w:t xml:space="preserve">u </w:t>
            </w:r>
            <w:r w:rsidR="00D55643">
              <w:rPr>
                <w:rFonts w:cs="Arial"/>
                <w:bCs/>
              </w:rPr>
              <w:t xml:space="preserve">obdobné </w:t>
            </w:r>
            <w:r w:rsidR="00D55643" w:rsidRPr="000845C1">
              <w:rPr>
                <w:rFonts w:cs="Arial"/>
                <w:bCs/>
              </w:rPr>
              <w:t xml:space="preserve">zakázky </w:t>
            </w:r>
            <w:r w:rsidR="00D55643">
              <w:rPr>
                <w:rFonts w:cs="Arial"/>
                <w:bCs/>
              </w:rPr>
              <w:t xml:space="preserve">staveb železničních drah </w:t>
            </w:r>
            <w:r w:rsidR="000D635E">
              <w:rPr>
                <w:rFonts w:cs="Arial"/>
                <w:bCs/>
              </w:rPr>
              <w:t>ve</w:t>
            </w:r>
            <w:r w:rsidR="000D635E" w:rsidRPr="003370AB">
              <w:t xml:space="preserve"> funkci </w:t>
            </w:r>
            <w:r w:rsidR="000D635E">
              <w:t>specialisty nebo odpovědného projektanta nebo zpracovatele</w:t>
            </w:r>
            <w:r w:rsidR="000D635E">
              <w:rPr>
                <w:rFonts w:cs="Arial"/>
                <w:bCs/>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tcPr>
          <w:p w14:paraId="5B5D8137" w14:textId="77777777" w:rsidR="00E6653E" w:rsidRPr="00B77110" w:rsidRDefault="00E6653E" w:rsidP="00E6653E">
            <w:pPr>
              <w:rPr>
                <w:rFonts w:cs="Arial"/>
                <w:bCs/>
              </w:rPr>
            </w:pPr>
            <w:r>
              <w:rPr>
                <w:rFonts w:cs="Arial"/>
                <w:bCs/>
              </w:rPr>
              <w:t>3</w:t>
            </w:r>
            <w:r w:rsidRPr="00B77110">
              <w:rPr>
                <w:rFonts w:cs="Arial"/>
                <w:bCs/>
              </w:rPr>
              <w:t xml:space="preserve"> </w:t>
            </w:r>
            <w:r w:rsidRPr="00546218">
              <w:rPr>
                <w:rFonts w:cs="Arial"/>
                <w:bCs/>
              </w:rPr>
              <w:t>bod</w:t>
            </w:r>
            <w:r>
              <w:rPr>
                <w:rFonts w:cs="Arial"/>
                <w:bCs/>
              </w:rPr>
              <w:t>y</w:t>
            </w:r>
            <w:r w:rsidRPr="00546218">
              <w:rPr>
                <w:rFonts w:cs="Arial"/>
                <w:bCs/>
              </w:rPr>
              <w:t xml:space="preserve"> za každou</w:t>
            </w:r>
            <w:r w:rsidRPr="00B77110">
              <w:rPr>
                <w:rFonts w:cs="Arial"/>
                <w:bCs/>
              </w:rPr>
              <w:t xml:space="preserve">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2D330442" w14:textId="77777777" w:rsidR="00E6653E" w:rsidRPr="00B77110" w:rsidRDefault="00E6653E" w:rsidP="00E6653E">
            <w:pPr>
              <w:rPr>
                <w:rFonts w:cs="Arial"/>
                <w:bCs/>
              </w:rPr>
            </w:pPr>
            <w:r w:rsidRPr="00115344">
              <w:rPr>
                <w:rFonts w:cs="Arial"/>
                <w:bCs/>
              </w:rPr>
              <w:t>6</w:t>
            </w:r>
            <w:r>
              <w:rPr>
                <w:rFonts w:cs="Arial"/>
                <w:bCs/>
                <w:color w:val="FF0000"/>
              </w:rPr>
              <w:t xml:space="preserve"> </w:t>
            </w:r>
          </w:p>
        </w:tc>
      </w:tr>
      <w:tr w:rsidR="00A12DEB" w:rsidRPr="00465F4C" w14:paraId="6D11045A"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70ED053B" w14:textId="77777777" w:rsidR="00A12DEB" w:rsidRPr="00A97C3B" w:rsidRDefault="00A12DEB" w:rsidP="00A97C3B">
            <w:pPr>
              <w:rPr>
                <w:rFonts w:cs="Arial"/>
                <w:bCs/>
              </w:rPr>
            </w:pPr>
            <w:r w:rsidRPr="00A97C3B">
              <w:rPr>
                <w:rFonts w:cs="Arial"/>
                <w:bCs/>
              </w:rPr>
              <w:t xml:space="preserve">specialista na </w:t>
            </w:r>
            <w:r w:rsidR="00A97C3B">
              <w:rPr>
                <w:rFonts w:cs="Arial"/>
                <w:bCs/>
              </w:rPr>
              <w:t>silnoproudou technologii</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FEE9D79" w14:textId="364A5FD9" w:rsidR="00A12DEB" w:rsidRPr="00A97C3B" w:rsidRDefault="00A12DEB" w:rsidP="00FB6527">
            <w:pPr>
              <w:jc w:val="both"/>
              <w:rPr>
                <w:rFonts w:cs="Arial"/>
                <w:bCs/>
              </w:rPr>
            </w:pPr>
            <w:r w:rsidRPr="00A97C3B">
              <w:rPr>
                <w:rFonts w:cs="Arial"/>
                <w:bCs/>
              </w:rPr>
              <w:t xml:space="preserve">délka praxe </w:t>
            </w:r>
            <w:r w:rsidR="000D635E" w:rsidRPr="000845C1">
              <w:rPr>
                <w:rFonts w:cs="Arial"/>
                <w:bCs/>
              </w:rPr>
              <w:t>v</w:t>
            </w:r>
            <w:r w:rsidR="000D635E">
              <w:rPr>
                <w:rFonts w:cs="Arial"/>
                <w:bCs/>
              </w:rPr>
              <w:t> projektování v </w:t>
            </w:r>
            <w:r w:rsidR="000D635E" w:rsidRPr="000845C1">
              <w:rPr>
                <w:rFonts w:cs="Arial"/>
                <w:bCs/>
              </w:rPr>
              <w:t>oboru</w:t>
            </w:r>
            <w:r w:rsidR="000D635E">
              <w:rPr>
                <w:rFonts w:cs="Arial"/>
                <w:bCs/>
              </w:rPr>
              <w:t xml:space="preserve"> své specializace</w:t>
            </w:r>
            <w:r w:rsidR="000D635E" w:rsidRPr="00A97C3B" w:rsidDel="000D635E">
              <w:rPr>
                <w:rFonts w:cs="Arial"/>
                <w:bCs/>
              </w:rPr>
              <w:t xml:space="preserve"> </w:t>
            </w:r>
            <w:r w:rsidRPr="00A97C3B">
              <w:rPr>
                <w:rFonts w:cs="Arial"/>
                <w:bCs/>
              </w:rPr>
              <w:t>(</w:t>
            </w:r>
            <w:r w:rsidR="00A97C3B">
              <w:rPr>
                <w:rFonts w:cs="Arial"/>
                <w:bCs/>
              </w:rPr>
              <w:t>silnoproudá technologie</w:t>
            </w:r>
            <w:r w:rsidRPr="001B4E66">
              <w:rPr>
                <w:rFonts w:cs="Arial"/>
                <w:bCs/>
              </w:rPr>
              <w:t>)</w:t>
            </w:r>
            <w:r w:rsidR="001B4E66" w:rsidRPr="001B4E66">
              <w:rPr>
                <w:rFonts w:cs="Arial"/>
                <w:bCs/>
              </w:rPr>
              <w:t xml:space="preserve">, </w:t>
            </w:r>
            <w:r w:rsidRPr="001B4E66">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101BFA4F" w14:textId="77777777" w:rsidR="00A12DEB" w:rsidRPr="00A97C3B" w:rsidRDefault="00A12DEB" w:rsidP="00554DD8">
            <w:pPr>
              <w:rPr>
                <w:rFonts w:cs="Arial"/>
                <w:bCs/>
              </w:rPr>
            </w:pPr>
            <w:r w:rsidRPr="00A97C3B">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1C5E69E4" w14:textId="77777777" w:rsidR="00A12DEB" w:rsidRPr="00A97C3B" w:rsidRDefault="00A12DEB" w:rsidP="00A97C3B">
            <w:pPr>
              <w:rPr>
                <w:rFonts w:cs="Arial"/>
                <w:bCs/>
              </w:rPr>
            </w:pPr>
            <w:r w:rsidRPr="00A97C3B">
              <w:rPr>
                <w:rFonts w:cs="Arial"/>
                <w:bCs/>
              </w:rPr>
              <w:t xml:space="preserve">5 </w:t>
            </w:r>
          </w:p>
        </w:tc>
      </w:tr>
      <w:tr w:rsidR="00A97C3B" w:rsidRPr="00465F4C" w14:paraId="5724F4E8" w14:textId="77777777" w:rsidTr="00B77110">
        <w:trPr>
          <w:trHeight w:val="1210"/>
        </w:trPr>
        <w:tc>
          <w:tcPr>
            <w:tcW w:w="1843" w:type="dxa"/>
            <w:vMerge/>
            <w:tcBorders>
              <w:left w:val="single" w:sz="4" w:space="0" w:color="auto"/>
              <w:bottom w:val="single" w:sz="4" w:space="0" w:color="auto"/>
              <w:right w:val="single" w:sz="4" w:space="0" w:color="auto"/>
            </w:tcBorders>
            <w:vAlign w:val="center"/>
          </w:tcPr>
          <w:p w14:paraId="40E0D733" w14:textId="77777777" w:rsidR="00A97C3B" w:rsidRPr="00A97C3B" w:rsidRDefault="00A97C3B" w:rsidP="00A97C3B">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CAC8597" w14:textId="16FDD27D" w:rsidR="00A97C3B" w:rsidRPr="00A97C3B" w:rsidRDefault="00667446" w:rsidP="00FB6527">
            <w:pPr>
              <w:jc w:val="both"/>
              <w:rPr>
                <w:rFonts w:cs="Arial"/>
                <w:bCs/>
                <w:color w:val="FF0000"/>
              </w:rPr>
            </w:pPr>
            <w:r w:rsidRPr="000845C1">
              <w:rPr>
                <w:rFonts w:cs="Arial"/>
                <w:bCs/>
              </w:rPr>
              <w:t xml:space="preserve">zkušenost </w:t>
            </w:r>
            <w:r w:rsidRPr="003D0DA5">
              <w:rPr>
                <w:rFonts w:cs="Arial"/>
                <w:bCs/>
              </w:rPr>
              <w:t>s</w:t>
            </w:r>
            <w:r>
              <w:rPr>
                <w:rFonts w:cs="Arial"/>
                <w:bCs/>
              </w:rPr>
              <w:t> plněním dokumentace ve svém oboru (silnoproudá technologie)</w:t>
            </w:r>
            <w:r w:rsidR="002B3D5A" w:rsidRPr="003370AB">
              <w:t xml:space="preserve"> </w:t>
            </w:r>
            <w:r w:rsidR="00D55643">
              <w:rPr>
                <w:rFonts w:cs="Arial"/>
                <w:bCs/>
              </w:rPr>
              <w:t xml:space="preserve">tunelové stavby </w:t>
            </w:r>
            <w:r w:rsidR="00D55643" w:rsidRPr="003D0DA5">
              <w:rPr>
                <w:rFonts w:cs="Arial"/>
                <w:bCs/>
              </w:rPr>
              <w:t xml:space="preserve">s tunelem délky minimálně </w:t>
            </w:r>
            <w:r w:rsidR="00D55643">
              <w:rPr>
                <w:rFonts w:cs="Arial"/>
                <w:bCs/>
              </w:rPr>
              <w:t>5</w:t>
            </w:r>
            <w:r w:rsidR="00D55643" w:rsidRPr="003D0DA5">
              <w:rPr>
                <w:rFonts w:cs="Arial"/>
                <w:bCs/>
              </w:rPr>
              <w:t xml:space="preserve">00 m </w:t>
            </w:r>
            <w:r w:rsidR="00D55643" w:rsidRPr="000845C1">
              <w:rPr>
                <w:rFonts w:cs="Arial"/>
                <w:bCs/>
              </w:rPr>
              <w:t xml:space="preserve">u </w:t>
            </w:r>
            <w:r w:rsidR="00D55643">
              <w:rPr>
                <w:rFonts w:cs="Arial"/>
                <w:bCs/>
              </w:rPr>
              <w:t xml:space="preserve">obdobné </w:t>
            </w:r>
            <w:r w:rsidR="00D55643" w:rsidRPr="000845C1">
              <w:rPr>
                <w:rFonts w:cs="Arial"/>
                <w:bCs/>
              </w:rPr>
              <w:t xml:space="preserve">zakázky </w:t>
            </w:r>
            <w:r w:rsidR="00D55643">
              <w:rPr>
                <w:rFonts w:cs="Arial"/>
                <w:bCs/>
              </w:rPr>
              <w:t>staveb železničních drah ve</w:t>
            </w:r>
            <w:r w:rsidR="00D55643" w:rsidRPr="003370AB">
              <w:t xml:space="preserve"> funkci </w:t>
            </w:r>
            <w:r w:rsidR="00D55643">
              <w:t>specialisty nebo odpovědného projektanta nebo zpracovatele</w:t>
            </w:r>
          </w:p>
        </w:tc>
        <w:tc>
          <w:tcPr>
            <w:tcW w:w="1559" w:type="dxa"/>
            <w:tcBorders>
              <w:top w:val="single" w:sz="4" w:space="0" w:color="auto"/>
              <w:left w:val="nil"/>
              <w:bottom w:val="single" w:sz="4" w:space="0" w:color="auto"/>
              <w:right w:val="single" w:sz="4" w:space="0" w:color="auto"/>
            </w:tcBorders>
            <w:shd w:val="clear" w:color="auto" w:fill="auto"/>
            <w:vAlign w:val="center"/>
          </w:tcPr>
          <w:p w14:paraId="518D9EF6" w14:textId="77777777" w:rsidR="00A97C3B" w:rsidRPr="00B77110" w:rsidRDefault="00A97C3B" w:rsidP="00A97C3B">
            <w:pPr>
              <w:rPr>
                <w:rFonts w:cs="Arial"/>
                <w:bCs/>
              </w:rPr>
            </w:pPr>
            <w:r>
              <w:rPr>
                <w:rFonts w:cs="Arial"/>
                <w:bCs/>
              </w:rPr>
              <w:t>3</w:t>
            </w:r>
            <w:r w:rsidRPr="00B77110">
              <w:rPr>
                <w:rFonts w:cs="Arial"/>
                <w:bCs/>
              </w:rPr>
              <w:t xml:space="preserve"> </w:t>
            </w:r>
            <w:r w:rsidRPr="00546218">
              <w:rPr>
                <w:rFonts w:cs="Arial"/>
                <w:bCs/>
              </w:rPr>
              <w:t>bod</w:t>
            </w:r>
            <w:r>
              <w:rPr>
                <w:rFonts w:cs="Arial"/>
                <w:bCs/>
              </w:rPr>
              <w:t>y</w:t>
            </w:r>
            <w:r w:rsidRPr="00546218">
              <w:rPr>
                <w:rFonts w:cs="Arial"/>
                <w:bCs/>
              </w:rPr>
              <w:t xml:space="preserve"> za každou</w:t>
            </w:r>
            <w:r w:rsidRPr="00B77110">
              <w:rPr>
                <w:rFonts w:cs="Arial"/>
                <w:bCs/>
              </w:rPr>
              <w:t xml:space="preserve">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41182A8B" w14:textId="77777777" w:rsidR="00A97C3B" w:rsidRPr="00B77110" w:rsidRDefault="00A97C3B" w:rsidP="00A97C3B">
            <w:pPr>
              <w:rPr>
                <w:rFonts w:cs="Arial"/>
                <w:bCs/>
              </w:rPr>
            </w:pPr>
            <w:r w:rsidRPr="00115344">
              <w:rPr>
                <w:rFonts w:cs="Arial"/>
                <w:bCs/>
              </w:rPr>
              <w:t>6</w:t>
            </w:r>
            <w:r>
              <w:rPr>
                <w:rFonts w:cs="Arial"/>
                <w:bCs/>
                <w:color w:val="FF0000"/>
              </w:rPr>
              <w:t xml:space="preserve"> </w:t>
            </w:r>
          </w:p>
        </w:tc>
      </w:tr>
      <w:tr w:rsidR="00830C02" w:rsidRPr="00465F4C" w14:paraId="1BDF8DEB" w14:textId="77777777" w:rsidTr="0094118E">
        <w:trPr>
          <w:trHeight w:val="1210"/>
        </w:trPr>
        <w:tc>
          <w:tcPr>
            <w:tcW w:w="1843" w:type="dxa"/>
            <w:vMerge w:val="restart"/>
            <w:tcBorders>
              <w:left w:val="single" w:sz="4" w:space="0" w:color="auto"/>
              <w:right w:val="single" w:sz="4" w:space="0" w:color="auto"/>
            </w:tcBorders>
          </w:tcPr>
          <w:p w14:paraId="3FD43D07" w14:textId="77777777" w:rsidR="00830C02" w:rsidRPr="00A97C3B" w:rsidRDefault="00830C02" w:rsidP="00830C02">
            <w:pPr>
              <w:rPr>
                <w:rFonts w:cs="Arial"/>
                <w:bCs/>
              </w:rPr>
            </w:pPr>
            <w:r w:rsidRPr="00A97C3B">
              <w:rPr>
                <w:rFonts w:cs="Arial"/>
                <w:bCs/>
              </w:rPr>
              <w:t xml:space="preserve">specialista na </w:t>
            </w:r>
            <w:r>
              <w:rPr>
                <w:rFonts w:cs="Arial"/>
                <w:bCs/>
              </w:rPr>
              <w:t>životní prostředí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C35F9BA" w14:textId="7FF56D86" w:rsidR="00830C02" w:rsidRPr="00A97C3B" w:rsidRDefault="00830C02" w:rsidP="00061CEA">
            <w:pPr>
              <w:jc w:val="both"/>
              <w:rPr>
                <w:rFonts w:cs="Arial"/>
                <w:bCs/>
              </w:rPr>
            </w:pPr>
            <w:r w:rsidRPr="00A97C3B">
              <w:rPr>
                <w:rFonts w:cs="Arial"/>
                <w:bCs/>
              </w:rPr>
              <w:t xml:space="preserve">délka praxe </w:t>
            </w:r>
            <w:r w:rsidR="001B4E66">
              <w:rPr>
                <w:rFonts w:cs="Arial"/>
                <w:bCs/>
              </w:rPr>
              <w:t xml:space="preserve">v </w:t>
            </w:r>
            <w:r>
              <w:rPr>
                <w:rFonts w:cs="Arial"/>
                <w:bCs/>
              </w:rPr>
              <w:t xml:space="preserve">posuzování vlivu na životní prostředí, </w:t>
            </w:r>
            <w:r w:rsidRPr="00A97C3B">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4DBA39A6" w14:textId="77777777" w:rsidR="00830C02" w:rsidRPr="00A97C3B" w:rsidRDefault="00830C02" w:rsidP="00830C02">
            <w:pPr>
              <w:rPr>
                <w:rFonts w:cs="Arial"/>
                <w:bCs/>
              </w:rPr>
            </w:pPr>
            <w:r w:rsidRPr="00A97C3B">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7C42706A" w14:textId="77777777" w:rsidR="00830C02" w:rsidRPr="00A97C3B" w:rsidRDefault="00830C02" w:rsidP="00830C02">
            <w:pPr>
              <w:rPr>
                <w:rFonts w:cs="Arial"/>
                <w:bCs/>
              </w:rPr>
            </w:pPr>
            <w:r w:rsidRPr="00A97C3B">
              <w:rPr>
                <w:rFonts w:cs="Arial"/>
                <w:bCs/>
              </w:rPr>
              <w:t xml:space="preserve">5 </w:t>
            </w:r>
          </w:p>
        </w:tc>
      </w:tr>
      <w:tr w:rsidR="00830C02" w:rsidRPr="00465F4C" w14:paraId="35D88CDB" w14:textId="77777777" w:rsidTr="00B77110">
        <w:trPr>
          <w:trHeight w:val="1210"/>
        </w:trPr>
        <w:tc>
          <w:tcPr>
            <w:tcW w:w="1843" w:type="dxa"/>
            <w:vMerge/>
            <w:tcBorders>
              <w:left w:val="single" w:sz="4" w:space="0" w:color="auto"/>
              <w:bottom w:val="single" w:sz="4" w:space="0" w:color="auto"/>
              <w:right w:val="single" w:sz="4" w:space="0" w:color="auto"/>
            </w:tcBorders>
            <w:vAlign w:val="center"/>
          </w:tcPr>
          <w:p w14:paraId="6A542A23" w14:textId="77777777" w:rsidR="00830C02" w:rsidRPr="00A97C3B" w:rsidRDefault="00830C02" w:rsidP="00830C02">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9E182A4" w14:textId="3300832D" w:rsidR="00830C02" w:rsidRPr="00865E1F" w:rsidRDefault="00830C02" w:rsidP="00FB6527">
            <w:pPr>
              <w:jc w:val="both"/>
            </w:pPr>
            <w:r w:rsidRPr="0064370A">
              <w:rPr>
                <w:rFonts w:cs="Arial"/>
                <w:bCs/>
              </w:rPr>
              <w:t xml:space="preserve">zkušenost s </w:t>
            </w:r>
            <w:r w:rsidR="00667446">
              <w:rPr>
                <w:rFonts w:cs="Arial"/>
                <w:bCs/>
              </w:rPr>
              <w:t xml:space="preserve">plněním dokumentace ve svém oboru </w:t>
            </w:r>
            <w:r w:rsidR="008A562E">
              <w:rPr>
                <w:rFonts w:cs="Arial"/>
                <w:bCs/>
              </w:rPr>
              <w:t>(životní prostředí)</w:t>
            </w:r>
            <w:r w:rsidR="00D55643">
              <w:rPr>
                <w:rFonts w:cs="Arial"/>
                <w:bCs/>
              </w:rPr>
              <w:t xml:space="preserve"> u obdobné zakázky</w:t>
            </w:r>
            <w:r w:rsidR="002B3D5A" w:rsidRPr="003370AB">
              <w:t xml:space="preserve"> </w:t>
            </w:r>
            <w:r w:rsidR="00D55643">
              <w:rPr>
                <w:rFonts w:cs="Arial"/>
                <w:bCs/>
              </w:rPr>
              <w:t xml:space="preserve">dopravních staveb </w:t>
            </w:r>
            <w:r w:rsidRPr="00E41877">
              <w:rPr>
                <w:rFonts w:cs="Arial"/>
                <w:bCs/>
              </w:rPr>
              <w:t xml:space="preserve">s hodnotou </w:t>
            </w:r>
            <w:r w:rsidRPr="00E41877">
              <w:rPr>
                <w:rFonts w:cs="Calibri"/>
              </w:rPr>
              <w:t>projektov</w:t>
            </w:r>
            <w:r w:rsidR="00D55643">
              <w:rPr>
                <w:rFonts w:cs="Calibri"/>
              </w:rPr>
              <w:t>ých</w:t>
            </w:r>
            <w:r w:rsidRPr="00E41877">
              <w:rPr>
                <w:rFonts w:cs="Calibri"/>
              </w:rPr>
              <w:t xml:space="preserve"> </w:t>
            </w:r>
            <w:r w:rsidR="00D55643" w:rsidRPr="00E41877">
              <w:rPr>
                <w:rFonts w:cs="Arial"/>
                <w:bCs/>
              </w:rPr>
              <w:t>pr</w:t>
            </w:r>
            <w:r w:rsidR="00D55643">
              <w:rPr>
                <w:rFonts w:cs="Arial"/>
                <w:bCs/>
              </w:rPr>
              <w:t>ací</w:t>
            </w:r>
            <w:r w:rsidR="00D55643" w:rsidRPr="00E41877">
              <w:rPr>
                <w:rFonts w:cs="Arial"/>
                <w:bCs/>
              </w:rPr>
              <w:t xml:space="preserve"> </w:t>
            </w:r>
            <w:r w:rsidRPr="00E41877">
              <w:rPr>
                <w:rFonts w:cs="Arial"/>
                <w:bCs/>
              </w:rPr>
              <w:t xml:space="preserve">nejméně </w:t>
            </w:r>
            <w:r w:rsidRPr="00E41877">
              <w:rPr>
                <w:rFonts w:cs="Arial"/>
                <w:b/>
                <w:bCs/>
              </w:rPr>
              <w:t>60 mil. Kč</w:t>
            </w:r>
            <w:r w:rsidRPr="00E41877">
              <w:rPr>
                <w:rFonts w:cs="Arial"/>
                <w:bCs/>
              </w:rPr>
              <w:t xml:space="preserve"> bez DPH </w:t>
            </w:r>
            <w:r w:rsidR="000D635E" w:rsidRPr="003370AB">
              <w:t xml:space="preserve">ve funkci </w:t>
            </w:r>
            <w:r w:rsidR="000D635E">
              <w:t>specialisty nebo odpovědného projektanta nebo zpracovatele</w:t>
            </w:r>
          </w:p>
        </w:tc>
        <w:tc>
          <w:tcPr>
            <w:tcW w:w="1559" w:type="dxa"/>
            <w:tcBorders>
              <w:top w:val="single" w:sz="4" w:space="0" w:color="auto"/>
              <w:left w:val="nil"/>
              <w:bottom w:val="single" w:sz="4" w:space="0" w:color="auto"/>
              <w:right w:val="single" w:sz="4" w:space="0" w:color="auto"/>
            </w:tcBorders>
            <w:shd w:val="clear" w:color="auto" w:fill="auto"/>
            <w:vAlign w:val="center"/>
          </w:tcPr>
          <w:p w14:paraId="1B5DA612" w14:textId="77777777" w:rsidR="00830C02" w:rsidRPr="00B77110" w:rsidRDefault="00830C02" w:rsidP="00830C02">
            <w:pPr>
              <w:rPr>
                <w:rFonts w:cs="Arial"/>
                <w:bCs/>
              </w:rPr>
            </w:pPr>
            <w:r>
              <w:rPr>
                <w:rFonts w:cs="Arial"/>
                <w:bCs/>
              </w:rPr>
              <w:t>3</w:t>
            </w:r>
            <w:r w:rsidRPr="00B77110">
              <w:rPr>
                <w:rFonts w:cs="Arial"/>
                <w:bCs/>
              </w:rPr>
              <w:t xml:space="preserve"> </w:t>
            </w:r>
            <w:r w:rsidRPr="00546218">
              <w:rPr>
                <w:rFonts w:cs="Arial"/>
                <w:bCs/>
              </w:rPr>
              <w:t>bod</w:t>
            </w:r>
            <w:r>
              <w:rPr>
                <w:rFonts w:cs="Arial"/>
                <w:bCs/>
              </w:rPr>
              <w:t>y</w:t>
            </w:r>
            <w:r w:rsidRPr="00546218">
              <w:rPr>
                <w:rFonts w:cs="Arial"/>
                <w:bCs/>
              </w:rPr>
              <w:t xml:space="preserve"> za každou</w:t>
            </w:r>
            <w:r w:rsidRPr="00B77110">
              <w:rPr>
                <w:rFonts w:cs="Arial"/>
                <w:bCs/>
              </w:rPr>
              <w:t xml:space="preserve">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72B8C7DE" w14:textId="77777777" w:rsidR="00830C02" w:rsidRPr="00B77110" w:rsidRDefault="00830C02" w:rsidP="00830C02">
            <w:pPr>
              <w:rPr>
                <w:rFonts w:cs="Arial"/>
                <w:bCs/>
              </w:rPr>
            </w:pPr>
            <w:r w:rsidRPr="00115344">
              <w:rPr>
                <w:rFonts w:cs="Arial"/>
                <w:bCs/>
              </w:rPr>
              <w:t>6</w:t>
            </w:r>
            <w:r>
              <w:rPr>
                <w:rFonts w:cs="Arial"/>
                <w:bCs/>
                <w:color w:val="FF0000"/>
              </w:rPr>
              <w:t xml:space="preserve"> </w:t>
            </w:r>
          </w:p>
        </w:tc>
      </w:tr>
      <w:tr w:rsidR="00B32CAF" w:rsidRPr="00465F4C" w14:paraId="174F9CF0"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4FA0751D" w14:textId="1A8863BD" w:rsidR="00B32CAF" w:rsidRPr="00E7233D" w:rsidRDefault="00911F13" w:rsidP="00B32CAF">
            <w:pPr>
              <w:rPr>
                <w:rFonts w:cs="Arial"/>
                <w:bCs/>
              </w:rPr>
            </w:pPr>
            <w:r>
              <w:rPr>
                <w:rFonts w:cs="Arial"/>
                <w:bCs/>
              </w:rPr>
              <w:lastRenderedPageBreak/>
              <w:t>specialista</w:t>
            </w:r>
            <w:r w:rsidRPr="0067486E">
              <w:rPr>
                <w:rFonts w:cs="Arial"/>
                <w:bCs/>
              </w:rPr>
              <w:t xml:space="preserve"> </w:t>
            </w:r>
            <w:r w:rsidR="00B32CAF" w:rsidRPr="0067486E">
              <w:rPr>
                <w:rFonts w:cs="Arial"/>
                <w:bCs/>
              </w:rPr>
              <w:t>týmu geotechniky</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9B9C548" w14:textId="4E0C068A" w:rsidR="00B32CAF" w:rsidRPr="00F837FD" w:rsidRDefault="00B32CAF" w:rsidP="001B4E66">
            <w:pPr>
              <w:jc w:val="both"/>
              <w:rPr>
                <w:rFonts w:cs="Arial"/>
                <w:bCs/>
              </w:rPr>
            </w:pPr>
            <w:r w:rsidRPr="00F837FD">
              <w:rPr>
                <w:rFonts w:cs="Arial"/>
                <w:bCs/>
              </w:rPr>
              <w:t xml:space="preserve">délka praxe </w:t>
            </w:r>
            <w:r w:rsidR="0086371D">
              <w:rPr>
                <w:rFonts w:cs="Arial"/>
                <w:bCs/>
              </w:rPr>
              <w:t xml:space="preserve">v projektování </w:t>
            </w:r>
            <w:r w:rsidR="000D635E">
              <w:rPr>
                <w:rFonts w:cs="Arial"/>
                <w:bCs/>
              </w:rPr>
              <w:t>v </w:t>
            </w:r>
            <w:r w:rsidR="000D635E" w:rsidRPr="000845C1">
              <w:rPr>
                <w:rFonts w:cs="Arial"/>
                <w:bCs/>
              </w:rPr>
              <w:t>oboru</w:t>
            </w:r>
            <w:r w:rsidR="000D635E">
              <w:rPr>
                <w:rFonts w:cs="Arial"/>
                <w:bCs/>
              </w:rPr>
              <w:t xml:space="preserve"> své specializace</w:t>
            </w:r>
            <w:r w:rsidRPr="00F837FD">
              <w:rPr>
                <w:rFonts w:cs="Arial"/>
                <w:bCs/>
              </w:rPr>
              <w:t xml:space="preserve"> (geotechnika)</w:t>
            </w:r>
            <w:r w:rsidRPr="00F837FD">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46D23CA3" w14:textId="77777777" w:rsidR="00B32CAF" w:rsidRPr="00A97C3B" w:rsidRDefault="00B32CAF" w:rsidP="00B32CAF">
            <w:pPr>
              <w:rPr>
                <w:rFonts w:cs="Arial"/>
                <w:bCs/>
              </w:rPr>
            </w:pPr>
            <w:r w:rsidRPr="00A97C3B">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0A6D1F1F" w14:textId="77777777" w:rsidR="00B32CAF" w:rsidRPr="00A97C3B" w:rsidRDefault="00B32CAF" w:rsidP="00B32CAF">
            <w:pPr>
              <w:rPr>
                <w:rFonts w:cs="Arial"/>
                <w:bCs/>
              </w:rPr>
            </w:pPr>
            <w:r w:rsidRPr="00A97C3B">
              <w:rPr>
                <w:rFonts w:cs="Arial"/>
                <w:bCs/>
              </w:rPr>
              <w:t xml:space="preserve">5 </w:t>
            </w:r>
          </w:p>
        </w:tc>
      </w:tr>
      <w:tr w:rsidR="00F837FD" w:rsidRPr="00465F4C" w14:paraId="46481D7B" w14:textId="77777777" w:rsidTr="00B77110">
        <w:trPr>
          <w:trHeight w:val="1210"/>
        </w:trPr>
        <w:tc>
          <w:tcPr>
            <w:tcW w:w="1843" w:type="dxa"/>
            <w:vMerge/>
            <w:tcBorders>
              <w:left w:val="single" w:sz="4" w:space="0" w:color="auto"/>
              <w:bottom w:val="single" w:sz="4" w:space="0" w:color="auto"/>
              <w:right w:val="single" w:sz="4" w:space="0" w:color="auto"/>
            </w:tcBorders>
            <w:vAlign w:val="center"/>
          </w:tcPr>
          <w:p w14:paraId="64447143" w14:textId="77777777" w:rsidR="00F837FD" w:rsidRPr="00E7233D" w:rsidRDefault="00F837FD" w:rsidP="00F837FD">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0B9FB85" w14:textId="17C9005C" w:rsidR="00F837FD" w:rsidRPr="00F837FD" w:rsidRDefault="00F837FD" w:rsidP="00FB6527">
            <w:pPr>
              <w:jc w:val="both"/>
              <w:rPr>
                <w:rFonts w:cs="Arial"/>
                <w:bCs/>
              </w:rPr>
            </w:pPr>
            <w:r w:rsidRPr="00F837FD">
              <w:rPr>
                <w:rFonts w:cs="Arial"/>
                <w:bCs/>
              </w:rPr>
              <w:t xml:space="preserve">zkušenost </w:t>
            </w:r>
            <w:r w:rsidR="008A562E" w:rsidRPr="008A562E">
              <w:rPr>
                <w:rFonts w:cs="Arial"/>
                <w:bCs/>
              </w:rPr>
              <w:t>s plněním geotechnické části dokumentace (projekt geotechnického průzkumu nebo vyhodnocení geotechnického průzkumu)</w:t>
            </w:r>
            <w:r w:rsidR="002B3D5A" w:rsidRPr="003370AB">
              <w:t xml:space="preserve"> </w:t>
            </w:r>
            <w:r w:rsidR="00D55643" w:rsidRPr="00F837FD">
              <w:rPr>
                <w:rFonts w:cs="Arial"/>
                <w:bCs/>
              </w:rPr>
              <w:t>s</w:t>
            </w:r>
            <w:r w:rsidR="00D55643">
              <w:rPr>
                <w:rFonts w:cs="Arial"/>
                <w:bCs/>
              </w:rPr>
              <w:t> celkovým množstvím navrhnutých nebo vyhodnocených geotechnických vrtů delších 15</w:t>
            </w:r>
            <w:r w:rsidR="005320D7">
              <w:rPr>
                <w:rFonts w:cs="Arial"/>
                <w:bCs/>
              </w:rPr>
              <w:t xml:space="preserve"> </w:t>
            </w:r>
            <w:r w:rsidR="00D55643">
              <w:rPr>
                <w:rFonts w:cs="Arial"/>
                <w:bCs/>
              </w:rPr>
              <w:t>m větším než 40 vrtů</w:t>
            </w:r>
            <w:r w:rsidR="009D3A94">
              <w:rPr>
                <w:rFonts w:cs="Arial"/>
                <w:bCs/>
              </w:rPr>
              <w:t xml:space="preserve"> u obdobné zakázky</w:t>
            </w:r>
            <w:r w:rsidR="009D3A94" w:rsidRPr="003370AB">
              <w:t xml:space="preserve"> </w:t>
            </w:r>
            <w:r w:rsidR="009D3A94">
              <w:rPr>
                <w:rFonts w:cs="Arial"/>
                <w:bCs/>
              </w:rPr>
              <w:t xml:space="preserve">dopravních staveb </w:t>
            </w:r>
            <w:r w:rsidR="002B3D5A" w:rsidRPr="003370AB">
              <w:t xml:space="preserve">ve funkci </w:t>
            </w:r>
            <w:r w:rsidR="002B3D5A">
              <w:t>specialisty nebo odpovědného projektanta nebo zpracovatele</w:t>
            </w:r>
            <w:r w:rsidR="008A562E" w:rsidRPr="008A562E">
              <w:rPr>
                <w:rFonts w:cs="Arial"/>
                <w:bCs/>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tcPr>
          <w:p w14:paraId="69F2F189" w14:textId="77777777" w:rsidR="00F837FD" w:rsidRPr="00B77110" w:rsidRDefault="00F837FD" w:rsidP="00F837FD">
            <w:pPr>
              <w:rPr>
                <w:rFonts w:cs="Arial"/>
                <w:bCs/>
              </w:rPr>
            </w:pPr>
            <w:r>
              <w:rPr>
                <w:rFonts w:cs="Arial"/>
                <w:bCs/>
              </w:rPr>
              <w:t>3</w:t>
            </w:r>
            <w:r w:rsidRPr="00B77110">
              <w:rPr>
                <w:rFonts w:cs="Arial"/>
                <w:bCs/>
              </w:rPr>
              <w:t xml:space="preserve"> </w:t>
            </w:r>
            <w:r w:rsidRPr="00546218">
              <w:rPr>
                <w:rFonts w:cs="Arial"/>
                <w:bCs/>
              </w:rPr>
              <w:t>bod</w:t>
            </w:r>
            <w:r>
              <w:rPr>
                <w:rFonts w:cs="Arial"/>
                <w:bCs/>
              </w:rPr>
              <w:t>y</w:t>
            </w:r>
            <w:r w:rsidRPr="00546218">
              <w:rPr>
                <w:rFonts w:cs="Arial"/>
                <w:bCs/>
              </w:rPr>
              <w:t xml:space="preserve"> za každou</w:t>
            </w:r>
            <w:r w:rsidRPr="00B77110">
              <w:rPr>
                <w:rFonts w:cs="Arial"/>
                <w:bCs/>
              </w:rPr>
              <w:t xml:space="preserve">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2828F4E8" w14:textId="337BA067" w:rsidR="00F837FD" w:rsidRPr="00B77110" w:rsidRDefault="00061CEA" w:rsidP="00F837FD">
            <w:pPr>
              <w:rPr>
                <w:rFonts w:cs="Arial"/>
                <w:bCs/>
              </w:rPr>
            </w:pPr>
            <w:r>
              <w:rPr>
                <w:rFonts w:cs="Arial"/>
                <w:bCs/>
              </w:rPr>
              <w:t>3</w:t>
            </w:r>
          </w:p>
        </w:tc>
      </w:tr>
      <w:tr w:rsidR="00866E3E" w:rsidRPr="00465F4C" w14:paraId="038C2275" w14:textId="77777777" w:rsidTr="00B77110">
        <w:trPr>
          <w:trHeight w:val="1210"/>
        </w:trPr>
        <w:tc>
          <w:tcPr>
            <w:tcW w:w="1843" w:type="dxa"/>
            <w:vMerge/>
            <w:tcBorders>
              <w:left w:val="single" w:sz="4" w:space="0" w:color="auto"/>
              <w:bottom w:val="single" w:sz="4" w:space="0" w:color="auto"/>
              <w:right w:val="single" w:sz="4" w:space="0" w:color="auto"/>
            </w:tcBorders>
            <w:vAlign w:val="center"/>
          </w:tcPr>
          <w:p w14:paraId="579FD02C" w14:textId="77777777" w:rsidR="00866E3E" w:rsidRPr="00E7233D" w:rsidRDefault="00866E3E" w:rsidP="00866E3E">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90215AE" w14:textId="33FFF2DB" w:rsidR="00866E3E" w:rsidRPr="00E002B8" w:rsidRDefault="00866E3E" w:rsidP="00FB6527">
            <w:pPr>
              <w:jc w:val="both"/>
              <w:rPr>
                <w:rFonts w:cs="Arial"/>
                <w:bCs/>
                <w:color w:val="FF0000"/>
              </w:rPr>
            </w:pPr>
            <w:r w:rsidRPr="00866E3E">
              <w:rPr>
                <w:rFonts w:cs="Arial"/>
                <w:bCs/>
              </w:rPr>
              <w:t xml:space="preserve">zkušenost </w:t>
            </w:r>
            <w:r w:rsidR="00EB13BF" w:rsidRPr="008A562E">
              <w:rPr>
                <w:rFonts w:cs="Arial"/>
                <w:bCs/>
              </w:rPr>
              <w:t xml:space="preserve">s plněním geotechnické části dokumentace (projekt geotechnického průzkumu nebo vyhodnocení geotechnického průzkumu) </w:t>
            </w:r>
            <w:r w:rsidR="00EB13BF" w:rsidRPr="001B4E66">
              <w:rPr>
                <w:rFonts w:cs="Arial"/>
                <w:bCs/>
              </w:rPr>
              <w:t>s </w:t>
            </w:r>
            <w:r w:rsidR="00EB13BF">
              <w:rPr>
                <w:rFonts w:cs="Arial"/>
                <w:bCs/>
              </w:rPr>
              <w:t>geotechnickými</w:t>
            </w:r>
            <w:r w:rsidR="00EB13BF" w:rsidRPr="001B4E66">
              <w:rPr>
                <w:rFonts w:cs="Arial"/>
                <w:bCs/>
              </w:rPr>
              <w:t xml:space="preserve"> vrty delšími 100 m</w:t>
            </w:r>
            <w:r w:rsidR="00EB13BF" w:rsidRPr="00866E3E">
              <w:rPr>
                <w:rFonts w:cs="Arial"/>
                <w:bCs/>
              </w:rPr>
              <w:t xml:space="preserve"> </w:t>
            </w:r>
            <w:r w:rsidR="009D3A94">
              <w:rPr>
                <w:rFonts w:cs="Arial"/>
                <w:bCs/>
              </w:rPr>
              <w:t>u obdobné zakázky</w:t>
            </w:r>
            <w:r w:rsidR="009D3A94" w:rsidRPr="003370AB">
              <w:t xml:space="preserve"> </w:t>
            </w:r>
            <w:r w:rsidR="009D3A94">
              <w:rPr>
                <w:rFonts w:cs="Arial"/>
                <w:bCs/>
              </w:rPr>
              <w:t xml:space="preserve">dopravních staveb </w:t>
            </w:r>
            <w:r w:rsidR="009D3A94" w:rsidRPr="003370AB">
              <w:t xml:space="preserve">ve funkci </w:t>
            </w:r>
            <w:r w:rsidR="009D3A94">
              <w:t>specialisty nebo odpovědného projektanta nebo zpracovatele</w:t>
            </w:r>
            <w:r w:rsidR="009D3A94" w:rsidRPr="008A562E">
              <w:rPr>
                <w:rFonts w:cs="Arial"/>
                <w:bCs/>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tcPr>
          <w:p w14:paraId="50068B0D" w14:textId="77777777" w:rsidR="00866E3E" w:rsidRPr="00B77110" w:rsidRDefault="00866E3E" w:rsidP="00866E3E">
            <w:pPr>
              <w:rPr>
                <w:rFonts w:cs="Arial"/>
                <w:bCs/>
              </w:rPr>
            </w:pPr>
            <w:r>
              <w:rPr>
                <w:rFonts w:cs="Arial"/>
                <w:bCs/>
              </w:rPr>
              <w:t>3</w:t>
            </w:r>
            <w:r w:rsidRPr="00B77110">
              <w:rPr>
                <w:rFonts w:cs="Arial"/>
                <w:bCs/>
              </w:rPr>
              <w:t xml:space="preserve"> </w:t>
            </w:r>
            <w:r w:rsidRPr="00546218">
              <w:rPr>
                <w:rFonts w:cs="Arial"/>
                <w:bCs/>
              </w:rPr>
              <w:t>bod</w:t>
            </w:r>
            <w:r>
              <w:rPr>
                <w:rFonts w:cs="Arial"/>
                <w:bCs/>
              </w:rPr>
              <w:t>y</w:t>
            </w:r>
            <w:r w:rsidRPr="00546218">
              <w:rPr>
                <w:rFonts w:cs="Arial"/>
                <w:bCs/>
              </w:rPr>
              <w:t xml:space="preserve"> za každou</w:t>
            </w:r>
            <w:r w:rsidRPr="00B77110">
              <w:rPr>
                <w:rFonts w:cs="Arial"/>
                <w:bCs/>
              </w:rPr>
              <w:t xml:space="preserve">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26115F92" w14:textId="1F09CD7E" w:rsidR="00866E3E" w:rsidRPr="00B77110" w:rsidRDefault="00061CEA" w:rsidP="00866E3E">
            <w:pPr>
              <w:rPr>
                <w:rFonts w:cs="Arial"/>
                <w:bCs/>
              </w:rPr>
            </w:pPr>
            <w:r>
              <w:rPr>
                <w:rFonts w:cs="Arial"/>
                <w:bCs/>
              </w:rPr>
              <w:t>3</w:t>
            </w:r>
            <w:r>
              <w:rPr>
                <w:rFonts w:cs="Arial"/>
                <w:bCs/>
                <w:color w:val="FF0000"/>
              </w:rPr>
              <w:t xml:space="preserve"> </w:t>
            </w:r>
          </w:p>
        </w:tc>
      </w:tr>
      <w:tr w:rsidR="00477E86" w:rsidRPr="00465F4C" w14:paraId="71062AAF"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3212A1BF" w14:textId="3FC629A4" w:rsidR="00477E86" w:rsidRPr="00F04E58" w:rsidRDefault="00911F13" w:rsidP="00061CEA">
            <w:pPr>
              <w:rPr>
                <w:rFonts w:cs="Arial"/>
                <w:bCs/>
              </w:rPr>
            </w:pPr>
            <w:r>
              <w:rPr>
                <w:rFonts w:cs="Arial"/>
                <w:bCs/>
              </w:rPr>
              <w:t>od</w:t>
            </w:r>
            <w:r w:rsidR="005D6D04">
              <w:rPr>
                <w:rFonts w:cs="Arial"/>
                <w:bCs/>
              </w:rPr>
              <w:t>povědný</w:t>
            </w:r>
            <w:r>
              <w:rPr>
                <w:rFonts w:cs="Arial"/>
                <w:bCs/>
              </w:rPr>
              <w:t xml:space="preserve"> projektant </w:t>
            </w:r>
            <w:r w:rsidR="002010EC">
              <w:rPr>
                <w:rFonts w:cs="Arial"/>
                <w:bCs/>
              </w:rPr>
              <w:t>týmu geotechniky</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FD3DB8E" w14:textId="2DC6BF43" w:rsidR="00477E86" w:rsidRPr="00B77110" w:rsidRDefault="00477E86" w:rsidP="00FB6527">
            <w:pPr>
              <w:jc w:val="both"/>
              <w:rPr>
                <w:rFonts w:cs="Arial"/>
                <w:bCs/>
              </w:rPr>
            </w:pPr>
            <w:r w:rsidRPr="00B77110">
              <w:rPr>
                <w:rFonts w:cs="Arial"/>
                <w:bCs/>
              </w:rPr>
              <w:t>délka praxe</w:t>
            </w:r>
            <w:r w:rsidR="00C13E38">
              <w:rPr>
                <w:rFonts w:cs="Arial"/>
                <w:bCs/>
              </w:rPr>
              <w:t xml:space="preserve"> </w:t>
            </w:r>
            <w:r w:rsidR="00C13E38" w:rsidRPr="00865E1F">
              <w:rPr>
                <w:rFonts w:cs="Arial"/>
                <w:bCs/>
              </w:rPr>
              <w:t>v</w:t>
            </w:r>
            <w:r w:rsidRPr="00865E1F">
              <w:rPr>
                <w:rFonts w:cs="Arial"/>
                <w:bCs/>
              </w:rPr>
              <w:t xml:space="preserve"> </w:t>
            </w:r>
            <w:r w:rsidR="00C13E38" w:rsidRPr="00865E1F">
              <w:t xml:space="preserve">projektování </w:t>
            </w:r>
            <w:r w:rsidR="00423055" w:rsidRPr="00865E1F">
              <w:t>nebo</w:t>
            </w:r>
            <w:r w:rsidR="00DE32E3">
              <w:t xml:space="preserve"> se</w:t>
            </w:r>
            <w:r w:rsidR="00423055" w:rsidRPr="00865E1F">
              <w:t xml:space="preserve"> zhotovení</w:t>
            </w:r>
            <w:r w:rsidR="00DE32E3">
              <w:t>m</w:t>
            </w:r>
            <w:r w:rsidR="00423055" w:rsidRPr="00865E1F">
              <w:t xml:space="preserve"> </w:t>
            </w:r>
            <w:r w:rsidR="002B3D5A" w:rsidRPr="00865E1F">
              <w:t xml:space="preserve">průzkumů </w:t>
            </w:r>
            <w:r w:rsidRPr="00B77110">
              <w:rPr>
                <w:rFonts w:cs="Arial"/>
                <w:bCs/>
              </w:rPr>
              <w:t>v</w:t>
            </w:r>
            <w:r w:rsidR="009D3A94">
              <w:rPr>
                <w:rFonts w:cs="Arial"/>
                <w:bCs/>
              </w:rPr>
              <w:t> </w:t>
            </w:r>
            <w:r w:rsidRPr="00B77110">
              <w:rPr>
                <w:rFonts w:cs="Arial"/>
                <w:bCs/>
              </w:rPr>
              <w:t>oboru</w:t>
            </w:r>
            <w:r w:rsidR="009D3A94">
              <w:rPr>
                <w:rFonts w:cs="Arial"/>
                <w:bCs/>
              </w:rPr>
              <w:t xml:space="preserve"> své specializace</w:t>
            </w:r>
            <w:r w:rsidRPr="00B77110">
              <w:rPr>
                <w:rFonts w:cs="Arial"/>
                <w:bCs/>
              </w:rPr>
              <w:t xml:space="preserve"> </w:t>
            </w:r>
            <w:r>
              <w:rPr>
                <w:rFonts w:cs="Arial"/>
                <w:bCs/>
              </w:rPr>
              <w:t>(</w:t>
            </w:r>
            <w:r w:rsidR="00911F13">
              <w:rPr>
                <w:rFonts w:cs="Arial"/>
                <w:bCs/>
              </w:rPr>
              <w:t>geotechnika, a/nebo</w:t>
            </w:r>
            <w:r w:rsidR="002010EC">
              <w:rPr>
                <w:rFonts w:cs="Arial"/>
                <w:bCs/>
              </w:rPr>
              <w:t xml:space="preserve"> </w:t>
            </w:r>
            <w:r w:rsidR="002010EC" w:rsidRPr="001B4E66">
              <w:rPr>
                <w:rFonts w:cs="Arial"/>
                <w:bCs/>
              </w:rPr>
              <w:t xml:space="preserve">inženýrská geologie, </w:t>
            </w:r>
            <w:r w:rsidR="00911F13">
              <w:rPr>
                <w:rFonts w:cs="Arial"/>
                <w:bCs/>
              </w:rPr>
              <w:t xml:space="preserve">a/nebo </w:t>
            </w:r>
            <w:r w:rsidR="002010EC" w:rsidRPr="001B4E66">
              <w:rPr>
                <w:rFonts w:cs="Arial"/>
                <w:bCs/>
              </w:rPr>
              <w:t>hydrogeologie</w:t>
            </w:r>
            <w:r w:rsidR="00061CEA">
              <w:rPr>
                <w:rFonts w:cs="Arial"/>
                <w:bCs/>
              </w:rPr>
              <w:t>,</w:t>
            </w:r>
            <w:r w:rsidR="002010EC" w:rsidRPr="001B4E66">
              <w:rPr>
                <w:rFonts w:cs="Arial"/>
                <w:bCs/>
              </w:rPr>
              <w:t xml:space="preserve"> </w:t>
            </w:r>
            <w:r w:rsidR="00911F13">
              <w:rPr>
                <w:rFonts w:cs="Arial"/>
                <w:bCs/>
              </w:rPr>
              <w:t>a/</w:t>
            </w:r>
            <w:r w:rsidR="002010EC" w:rsidRPr="001B4E66">
              <w:rPr>
                <w:rFonts w:cs="Arial"/>
                <w:bCs/>
              </w:rPr>
              <w:t>nebo geofyzika</w:t>
            </w:r>
            <w:r w:rsidRPr="001B4E66">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4D9A8EC8" w14:textId="77777777" w:rsidR="00477E86" w:rsidRPr="00A97C3B" w:rsidRDefault="002010EC" w:rsidP="00477E86">
            <w:pPr>
              <w:rPr>
                <w:rFonts w:cs="Arial"/>
                <w:bCs/>
              </w:rPr>
            </w:pPr>
            <w:r w:rsidRPr="0064370A">
              <w:rPr>
                <w:rFonts w:cs="Arial"/>
                <w:bCs/>
              </w:rPr>
              <w:t>1 bod u každé jednotlivé osoby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3D647156" w14:textId="77777777" w:rsidR="002010EC" w:rsidRPr="00E7233D" w:rsidRDefault="002010EC" w:rsidP="002010EC">
            <w:pPr>
              <w:rPr>
                <w:rFonts w:cs="Arial"/>
                <w:bCs/>
              </w:rPr>
            </w:pPr>
            <w:r>
              <w:rPr>
                <w:rFonts w:cs="Arial"/>
                <w:bCs/>
              </w:rPr>
              <w:t>5</w:t>
            </w:r>
            <w:r w:rsidRPr="00E7233D">
              <w:rPr>
                <w:rFonts w:cs="Arial"/>
                <w:bCs/>
              </w:rPr>
              <w:t xml:space="preserve"> u každé jednotlivé osoby</w:t>
            </w:r>
          </w:p>
          <w:p w14:paraId="515CD28C" w14:textId="77777777" w:rsidR="00477E86" w:rsidRPr="00A97C3B" w:rsidRDefault="002010EC" w:rsidP="002010EC">
            <w:pPr>
              <w:rPr>
                <w:rFonts w:cs="Arial"/>
                <w:bCs/>
              </w:rPr>
            </w:pPr>
            <w:r w:rsidRPr="00DA6236">
              <w:rPr>
                <w:rFonts w:cs="Arial"/>
                <w:bCs/>
              </w:rPr>
              <w:t>1</w:t>
            </w:r>
            <w:r>
              <w:rPr>
                <w:rFonts w:cs="Arial"/>
                <w:bCs/>
              </w:rPr>
              <w:t>5</w:t>
            </w:r>
            <w:r>
              <w:rPr>
                <w:rFonts w:cs="Arial"/>
                <w:bCs/>
                <w:color w:val="FF0000"/>
              </w:rPr>
              <w:t xml:space="preserve"> </w:t>
            </w:r>
            <w:r w:rsidRPr="00E7233D">
              <w:rPr>
                <w:rFonts w:cs="Arial"/>
                <w:bCs/>
              </w:rPr>
              <w:t>celkem pro tuto funkci</w:t>
            </w:r>
          </w:p>
        </w:tc>
      </w:tr>
      <w:tr w:rsidR="009D3A94" w:rsidRPr="00465F4C" w14:paraId="1C2312F6" w14:textId="77777777" w:rsidTr="00472001">
        <w:trPr>
          <w:trHeight w:val="1210"/>
        </w:trPr>
        <w:tc>
          <w:tcPr>
            <w:tcW w:w="1843" w:type="dxa"/>
            <w:vMerge/>
            <w:tcBorders>
              <w:left w:val="single" w:sz="4" w:space="0" w:color="auto"/>
              <w:right w:val="single" w:sz="4" w:space="0" w:color="auto"/>
            </w:tcBorders>
          </w:tcPr>
          <w:p w14:paraId="14A07603" w14:textId="77777777" w:rsidR="009D3A94" w:rsidRPr="00F04E58" w:rsidRDefault="009D3A94" w:rsidP="009D3A94">
            <w:pPr>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ADBFD12" w14:textId="32994E03" w:rsidR="009D3A94" w:rsidRPr="00F837FD" w:rsidRDefault="009D3A94" w:rsidP="009D3A94">
            <w:pPr>
              <w:jc w:val="both"/>
              <w:rPr>
                <w:rFonts w:cs="Arial"/>
                <w:bCs/>
              </w:rPr>
            </w:pPr>
            <w:r w:rsidRPr="00F837FD">
              <w:rPr>
                <w:rFonts w:cs="Arial"/>
                <w:bCs/>
              </w:rPr>
              <w:t xml:space="preserve">zkušenost </w:t>
            </w:r>
            <w:r w:rsidRPr="008A562E">
              <w:rPr>
                <w:rFonts w:cs="Arial"/>
                <w:bCs/>
              </w:rPr>
              <w:t>s plněním geotechnické části dokumentace (projekt geotechnického průzkumu nebo vyhodnocení geotechnického průzkumu)</w:t>
            </w:r>
            <w:r w:rsidRPr="003370AB">
              <w:t xml:space="preserve"> </w:t>
            </w:r>
            <w:r w:rsidRPr="00F837FD">
              <w:rPr>
                <w:rFonts w:cs="Arial"/>
                <w:bCs/>
              </w:rPr>
              <w:t>s</w:t>
            </w:r>
            <w:r>
              <w:rPr>
                <w:rFonts w:cs="Arial"/>
                <w:bCs/>
              </w:rPr>
              <w:t> celkovým množstvím navrhnutých nebo vyhodnocených geotechnických vrtů delších 15</w:t>
            </w:r>
            <w:r w:rsidR="006B1CDC">
              <w:rPr>
                <w:rFonts w:cs="Arial"/>
                <w:bCs/>
              </w:rPr>
              <w:t xml:space="preserve"> </w:t>
            </w:r>
            <w:r>
              <w:rPr>
                <w:rFonts w:cs="Arial"/>
                <w:bCs/>
              </w:rPr>
              <w:t>m větším než 40 vrtů u obdobné zakázky</w:t>
            </w:r>
            <w:r w:rsidRPr="003370AB">
              <w:t xml:space="preserve"> </w:t>
            </w:r>
            <w:r>
              <w:rPr>
                <w:rFonts w:cs="Arial"/>
                <w:bCs/>
              </w:rPr>
              <w:t xml:space="preserve">dopravních staveb </w:t>
            </w:r>
            <w:r w:rsidRPr="003370AB">
              <w:t xml:space="preserve">ve funkci </w:t>
            </w:r>
            <w:r>
              <w:t>specialisty nebo odpovědného projektanta nebo zpracovatele</w:t>
            </w:r>
            <w:r w:rsidRPr="008A562E">
              <w:rPr>
                <w:rFonts w:cs="Arial"/>
                <w:bCs/>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tcPr>
          <w:p w14:paraId="14888D48" w14:textId="77777777" w:rsidR="009D3A94" w:rsidRPr="00B77110" w:rsidRDefault="009D3A94" w:rsidP="009D3A94">
            <w:pPr>
              <w:rPr>
                <w:rFonts w:cs="Arial"/>
                <w:bCs/>
              </w:rPr>
            </w:pPr>
            <w:r>
              <w:rPr>
                <w:rFonts w:cs="Arial"/>
                <w:bCs/>
              </w:rPr>
              <w:t>3</w:t>
            </w:r>
            <w:r w:rsidRPr="0064370A">
              <w:rPr>
                <w:rFonts w:cs="Arial"/>
                <w:bCs/>
              </w:rPr>
              <w:t xml:space="preserve"> bod</w:t>
            </w:r>
            <w:r>
              <w:rPr>
                <w:rFonts w:cs="Arial"/>
                <w:bCs/>
              </w:rPr>
              <w:t>y</w:t>
            </w:r>
            <w:r w:rsidRPr="0064370A">
              <w:rPr>
                <w:rFonts w:cs="Arial"/>
                <w:bCs/>
              </w:rPr>
              <w:t xml:space="preserve"> u každé jednotlivé osoby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55A0D2CE" w14:textId="77777777" w:rsidR="009D3A94" w:rsidRPr="00C16C76" w:rsidRDefault="009D3A94" w:rsidP="009D3A94">
            <w:pPr>
              <w:rPr>
                <w:rFonts w:cs="Arial"/>
                <w:bCs/>
              </w:rPr>
            </w:pPr>
            <w:r w:rsidRPr="00C16C76">
              <w:rPr>
                <w:rFonts w:cs="Arial"/>
                <w:bCs/>
              </w:rPr>
              <w:t>6 u každé jednotlivé osoby</w:t>
            </w:r>
          </w:p>
          <w:p w14:paraId="15C405E6" w14:textId="77777777" w:rsidR="009D3A94" w:rsidRPr="00C16C76" w:rsidRDefault="009D3A94" w:rsidP="009D3A94">
            <w:pPr>
              <w:rPr>
                <w:rFonts w:cs="Arial"/>
                <w:bCs/>
              </w:rPr>
            </w:pPr>
            <w:r w:rsidRPr="00C16C76">
              <w:rPr>
                <w:rFonts w:cs="Arial"/>
                <w:bCs/>
              </w:rPr>
              <w:t xml:space="preserve">6 celkem pro tuto funkci </w:t>
            </w:r>
          </w:p>
        </w:tc>
      </w:tr>
      <w:tr w:rsidR="009D3A94" w:rsidRPr="00465F4C" w14:paraId="46F9D44A" w14:textId="77777777" w:rsidTr="00C01243">
        <w:trPr>
          <w:trHeight w:val="545"/>
        </w:trPr>
        <w:tc>
          <w:tcPr>
            <w:tcW w:w="1843" w:type="dxa"/>
            <w:tcBorders>
              <w:left w:val="single" w:sz="4" w:space="0" w:color="auto"/>
              <w:right w:val="single" w:sz="4" w:space="0" w:color="auto"/>
            </w:tcBorders>
          </w:tcPr>
          <w:p w14:paraId="089B2902" w14:textId="77777777" w:rsidR="009D3A94" w:rsidRPr="00F04E58" w:rsidRDefault="009D3A94" w:rsidP="009D3A94">
            <w:pPr>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380E9B3" w14:textId="0B7093B3" w:rsidR="009D3A94" w:rsidRPr="00E002B8" w:rsidRDefault="009D3A94" w:rsidP="009D3A94">
            <w:pPr>
              <w:jc w:val="both"/>
              <w:rPr>
                <w:rFonts w:cs="Arial"/>
                <w:bCs/>
                <w:color w:val="FF0000"/>
              </w:rPr>
            </w:pPr>
            <w:r w:rsidRPr="00866E3E">
              <w:rPr>
                <w:rFonts w:cs="Arial"/>
                <w:bCs/>
              </w:rPr>
              <w:t xml:space="preserve">zkušenost </w:t>
            </w:r>
            <w:r w:rsidRPr="008A562E">
              <w:rPr>
                <w:rFonts w:cs="Arial"/>
                <w:bCs/>
              </w:rPr>
              <w:t xml:space="preserve">s plněním geotechnické části dokumentace (projekt geotechnického průzkumu nebo vyhodnocení geotechnického průzkumu) </w:t>
            </w:r>
            <w:r w:rsidRPr="001B4E66">
              <w:rPr>
                <w:rFonts w:cs="Arial"/>
                <w:bCs/>
              </w:rPr>
              <w:t>s </w:t>
            </w:r>
            <w:r>
              <w:rPr>
                <w:rFonts w:cs="Arial"/>
                <w:bCs/>
              </w:rPr>
              <w:t>geotechnickými</w:t>
            </w:r>
            <w:r w:rsidRPr="001B4E66">
              <w:rPr>
                <w:rFonts w:cs="Arial"/>
                <w:bCs/>
              </w:rPr>
              <w:t xml:space="preserve"> vrty delšími 100 m</w:t>
            </w:r>
            <w:r w:rsidRPr="00866E3E">
              <w:rPr>
                <w:rFonts w:cs="Arial"/>
                <w:bCs/>
              </w:rPr>
              <w:t xml:space="preserve"> </w:t>
            </w:r>
            <w:r>
              <w:rPr>
                <w:rFonts w:cs="Arial"/>
                <w:bCs/>
              </w:rPr>
              <w:t>u obdobné zakázky</w:t>
            </w:r>
            <w:r w:rsidRPr="003370AB">
              <w:t xml:space="preserve"> </w:t>
            </w:r>
            <w:r>
              <w:rPr>
                <w:rFonts w:cs="Arial"/>
                <w:bCs/>
              </w:rPr>
              <w:t xml:space="preserve">dopravních staveb </w:t>
            </w:r>
            <w:r w:rsidRPr="003370AB">
              <w:t xml:space="preserve">ve funkci </w:t>
            </w:r>
            <w:r>
              <w:t>specialisty nebo odpovědného projektanta nebo zpracovatele</w:t>
            </w:r>
            <w:r w:rsidRPr="008A562E">
              <w:rPr>
                <w:rFonts w:cs="Arial"/>
                <w:bCs/>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tcPr>
          <w:p w14:paraId="439245CE" w14:textId="77777777" w:rsidR="009D3A94" w:rsidRPr="00B77110" w:rsidRDefault="009D3A94" w:rsidP="009D3A94">
            <w:pPr>
              <w:rPr>
                <w:rFonts w:cs="Arial"/>
                <w:bCs/>
              </w:rPr>
            </w:pPr>
            <w:r>
              <w:rPr>
                <w:rFonts w:cs="Arial"/>
                <w:bCs/>
              </w:rPr>
              <w:t>3</w:t>
            </w:r>
            <w:r w:rsidRPr="0064370A">
              <w:rPr>
                <w:rFonts w:cs="Arial"/>
                <w:bCs/>
              </w:rPr>
              <w:t xml:space="preserve"> bod</w:t>
            </w:r>
            <w:r>
              <w:rPr>
                <w:rFonts w:cs="Arial"/>
                <w:bCs/>
              </w:rPr>
              <w:t>y</w:t>
            </w:r>
            <w:r w:rsidRPr="0064370A">
              <w:rPr>
                <w:rFonts w:cs="Arial"/>
                <w:bCs/>
              </w:rPr>
              <w:t xml:space="preserve"> u každé jednotlivé osoby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5D8CB824" w14:textId="77777777" w:rsidR="009D3A94" w:rsidRPr="00C16C76" w:rsidRDefault="009D3A94" w:rsidP="009D3A94">
            <w:pPr>
              <w:rPr>
                <w:rFonts w:cs="Arial"/>
                <w:bCs/>
              </w:rPr>
            </w:pPr>
            <w:r w:rsidRPr="00C16C76">
              <w:rPr>
                <w:rFonts w:cs="Arial"/>
                <w:bCs/>
              </w:rPr>
              <w:t>6 u každé jednotlivé osoby</w:t>
            </w:r>
          </w:p>
          <w:p w14:paraId="7A8121C7" w14:textId="77777777" w:rsidR="009D3A94" w:rsidRPr="00C16C76" w:rsidRDefault="009D3A94" w:rsidP="009D3A94">
            <w:pPr>
              <w:rPr>
                <w:rFonts w:cs="Arial"/>
                <w:bCs/>
              </w:rPr>
            </w:pPr>
            <w:r w:rsidRPr="00C16C76">
              <w:rPr>
                <w:rFonts w:cs="Arial"/>
                <w:bCs/>
              </w:rPr>
              <w:t>6 celkem pro tuto funkci</w:t>
            </w:r>
          </w:p>
        </w:tc>
      </w:tr>
      <w:tr w:rsidR="00D410C0" w:rsidRPr="00465F4C" w14:paraId="27F968D9" w14:textId="77777777" w:rsidTr="00C01243">
        <w:trPr>
          <w:trHeight w:val="545"/>
        </w:trPr>
        <w:tc>
          <w:tcPr>
            <w:tcW w:w="1843" w:type="dxa"/>
            <w:tcBorders>
              <w:left w:val="single" w:sz="4" w:space="0" w:color="auto"/>
              <w:right w:val="single" w:sz="4" w:space="0" w:color="auto"/>
            </w:tcBorders>
          </w:tcPr>
          <w:p w14:paraId="7952049A" w14:textId="77777777" w:rsidR="00D410C0" w:rsidRPr="00F04E58" w:rsidRDefault="00D410C0" w:rsidP="00D410C0">
            <w:pPr>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A879376" w14:textId="3052DAD7" w:rsidR="00D410C0" w:rsidRPr="001D2F63" w:rsidRDefault="00D410C0" w:rsidP="00FB6527">
            <w:pPr>
              <w:jc w:val="both"/>
              <w:rPr>
                <w:rFonts w:cs="Arial"/>
                <w:bCs/>
              </w:rPr>
            </w:pPr>
            <w:r w:rsidRPr="001D2F63">
              <w:t xml:space="preserve">zkušenost s plněním hydrogeologické části dokumentace </w:t>
            </w:r>
            <w:r w:rsidR="009D3A94">
              <w:rPr>
                <w:rFonts w:cs="Arial"/>
                <w:bCs/>
              </w:rPr>
              <w:t>u obdobné zakázky</w:t>
            </w:r>
            <w:r w:rsidR="009D3A94" w:rsidRPr="003370AB">
              <w:t xml:space="preserve"> </w:t>
            </w:r>
            <w:r w:rsidR="009D3A94">
              <w:rPr>
                <w:rFonts w:cs="Arial"/>
                <w:bCs/>
              </w:rPr>
              <w:lastRenderedPageBreak/>
              <w:t xml:space="preserve">dopravních staveb </w:t>
            </w:r>
            <w:r w:rsidR="009D3A94" w:rsidRPr="001D2F63">
              <w:t>s</w:t>
            </w:r>
            <w:r w:rsidR="009D3A94">
              <w:t> </w:t>
            </w:r>
            <w:r w:rsidR="009D3A94" w:rsidRPr="001D2F63">
              <w:t>délkou</w:t>
            </w:r>
            <w:r w:rsidR="009D3A94">
              <w:t xml:space="preserve"> raženého</w:t>
            </w:r>
            <w:r w:rsidR="009D3A94" w:rsidRPr="001D2F63">
              <w:t xml:space="preserve"> tunelu minimálně </w:t>
            </w:r>
            <w:r w:rsidR="009D3A94">
              <w:t>5</w:t>
            </w:r>
            <w:r w:rsidR="009D3A94" w:rsidRPr="001D2F63">
              <w:t>00 m</w:t>
            </w:r>
            <w:r w:rsidR="009D3A94">
              <w:t xml:space="preserve"> </w:t>
            </w:r>
            <w:r w:rsidR="004817EC" w:rsidRPr="003370AB">
              <w:t xml:space="preserve">ve funkci </w:t>
            </w:r>
            <w:r w:rsidR="004817EC">
              <w:t>specialisty nebo odpovědného projektanta nebo zpracovatele</w:t>
            </w:r>
            <w:r w:rsidRPr="001D2F63">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tcPr>
          <w:p w14:paraId="1E30F81A" w14:textId="77777777" w:rsidR="00D410C0" w:rsidRDefault="00D410C0" w:rsidP="00D410C0">
            <w:pPr>
              <w:rPr>
                <w:rFonts w:cs="Arial"/>
                <w:bCs/>
              </w:rPr>
            </w:pPr>
            <w:r>
              <w:rPr>
                <w:rFonts w:cs="Arial"/>
                <w:bCs/>
              </w:rPr>
              <w:lastRenderedPageBreak/>
              <w:t>3</w:t>
            </w:r>
            <w:r w:rsidRPr="0064370A">
              <w:rPr>
                <w:rFonts w:cs="Arial"/>
                <w:bCs/>
              </w:rPr>
              <w:t xml:space="preserve"> bod</w:t>
            </w:r>
            <w:r>
              <w:rPr>
                <w:rFonts w:cs="Arial"/>
                <w:bCs/>
              </w:rPr>
              <w:t>y</w:t>
            </w:r>
            <w:r w:rsidRPr="0064370A">
              <w:rPr>
                <w:rFonts w:cs="Arial"/>
                <w:bCs/>
              </w:rPr>
              <w:t xml:space="preserve"> u každé jednotlivé </w:t>
            </w:r>
            <w:r w:rsidRPr="0064370A">
              <w:rPr>
                <w:rFonts w:cs="Arial"/>
                <w:bCs/>
              </w:rPr>
              <w:lastRenderedPageBreak/>
              <w:t xml:space="preserve">osoby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57AAB5F1" w14:textId="77777777" w:rsidR="00D410C0" w:rsidRPr="00C16C76" w:rsidRDefault="00D410C0" w:rsidP="00D410C0">
            <w:pPr>
              <w:rPr>
                <w:rFonts w:cs="Arial"/>
                <w:bCs/>
              </w:rPr>
            </w:pPr>
            <w:r w:rsidRPr="00C16C76">
              <w:rPr>
                <w:rFonts w:cs="Arial"/>
                <w:bCs/>
              </w:rPr>
              <w:lastRenderedPageBreak/>
              <w:t xml:space="preserve">6 u každé jednotlivé </w:t>
            </w:r>
            <w:r w:rsidRPr="00C16C76">
              <w:rPr>
                <w:rFonts w:cs="Arial"/>
                <w:bCs/>
              </w:rPr>
              <w:lastRenderedPageBreak/>
              <w:t>osoby</w:t>
            </w:r>
          </w:p>
          <w:p w14:paraId="4B12B6BE" w14:textId="77777777" w:rsidR="00D410C0" w:rsidRPr="00C16C76" w:rsidRDefault="00C16C76" w:rsidP="00D410C0">
            <w:pPr>
              <w:rPr>
                <w:rFonts w:cs="Arial"/>
                <w:bCs/>
              </w:rPr>
            </w:pPr>
            <w:r w:rsidRPr="00C16C76">
              <w:rPr>
                <w:rFonts w:cs="Arial"/>
                <w:bCs/>
              </w:rPr>
              <w:t>6</w:t>
            </w:r>
            <w:r w:rsidR="00A57839" w:rsidRPr="00C16C76">
              <w:rPr>
                <w:rFonts w:cs="Arial"/>
                <w:bCs/>
              </w:rPr>
              <w:t xml:space="preserve"> </w:t>
            </w:r>
            <w:r w:rsidR="00D410C0" w:rsidRPr="00C16C76">
              <w:rPr>
                <w:rFonts w:cs="Arial"/>
                <w:bCs/>
              </w:rPr>
              <w:t>celkem pro tuto funkci</w:t>
            </w:r>
          </w:p>
        </w:tc>
      </w:tr>
      <w:tr w:rsidR="00D410C0" w:rsidRPr="00465F4C" w14:paraId="0C074D4E" w14:textId="77777777" w:rsidTr="00C01243">
        <w:trPr>
          <w:trHeight w:val="545"/>
        </w:trPr>
        <w:tc>
          <w:tcPr>
            <w:tcW w:w="1843" w:type="dxa"/>
            <w:tcBorders>
              <w:left w:val="single" w:sz="4" w:space="0" w:color="auto"/>
              <w:right w:val="single" w:sz="4" w:space="0" w:color="auto"/>
            </w:tcBorders>
          </w:tcPr>
          <w:p w14:paraId="26380DCC" w14:textId="77777777" w:rsidR="00D410C0" w:rsidRPr="00F04E58" w:rsidRDefault="00D410C0" w:rsidP="00D410C0">
            <w:pPr>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F761117" w14:textId="08ED7D0C" w:rsidR="00D410C0" w:rsidRPr="001D2F63" w:rsidRDefault="00D410C0" w:rsidP="00FB6527">
            <w:pPr>
              <w:jc w:val="both"/>
              <w:rPr>
                <w:rFonts w:cs="Arial"/>
                <w:bCs/>
              </w:rPr>
            </w:pPr>
            <w:r w:rsidRPr="001D2F63">
              <w:t xml:space="preserve">zkušenost s plněním geofyzikální části dokumentace </w:t>
            </w:r>
            <w:r w:rsidR="009D3A94">
              <w:t xml:space="preserve">u obdobné zakázky </w:t>
            </w:r>
            <w:r w:rsidR="009D3A94" w:rsidRPr="001D2F63">
              <w:t>obsahující geofyzikální průzkum s cílovou hloubkou průzkumu minimálně 50 m</w:t>
            </w:r>
            <w:r w:rsidR="009D3A94">
              <w:t xml:space="preserve"> </w:t>
            </w:r>
            <w:r w:rsidR="004817EC" w:rsidRPr="003370AB">
              <w:t xml:space="preserve">ve funkci </w:t>
            </w:r>
            <w:r w:rsidR="004817EC">
              <w:t>specialisty nebo odpovědného projektanta nebo zpracovatel</w:t>
            </w:r>
            <w:r w:rsidR="009D3A94">
              <w:t>e</w:t>
            </w:r>
          </w:p>
        </w:tc>
        <w:tc>
          <w:tcPr>
            <w:tcW w:w="1559" w:type="dxa"/>
            <w:tcBorders>
              <w:top w:val="single" w:sz="4" w:space="0" w:color="auto"/>
              <w:left w:val="nil"/>
              <w:bottom w:val="single" w:sz="4" w:space="0" w:color="auto"/>
              <w:right w:val="single" w:sz="4" w:space="0" w:color="auto"/>
            </w:tcBorders>
            <w:shd w:val="clear" w:color="auto" w:fill="auto"/>
            <w:vAlign w:val="center"/>
          </w:tcPr>
          <w:p w14:paraId="7F7A9238" w14:textId="77777777" w:rsidR="00D410C0" w:rsidRDefault="00D410C0" w:rsidP="00D410C0">
            <w:pPr>
              <w:rPr>
                <w:rFonts w:cs="Arial"/>
                <w:bCs/>
              </w:rPr>
            </w:pPr>
            <w:r>
              <w:rPr>
                <w:rFonts w:cs="Arial"/>
                <w:bCs/>
              </w:rPr>
              <w:t>3</w:t>
            </w:r>
            <w:r w:rsidRPr="0064370A">
              <w:rPr>
                <w:rFonts w:cs="Arial"/>
                <w:bCs/>
              </w:rPr>
              <w:t xml:space="preserve"> bod</w:t>
            </w:r>
            <w:r>
              <w:rPr>
                <w:rFonts w:cs="Arial"/>
                <w:bCs/>
              </w:rPr>
              <w:t>y</w:t>
            </w:r>
            <w:r w:rsidRPr="0064370A">
              <w:rPr>
                <w:rFonts w:cs="Arial"/>
                <w:bCs/>
              </w:rPr>
              <w:t xml:space="preserve"> u každé jednotlivé osoby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1C4859A5" w14:textId="77777777" w:rsidR="00D410C0" w:rsidRPr="00C16C76" w:rsidRDefault="00D410C0" w:rsidP="00D410C0">
            <w:pPr>
              <w:rPr>
                <w:rFonts w:cs="Arial"/>
                <w:bCs/>
              </w:rPr>
            </w:pPr>
            <w:r w:rsidRPr="00C16C76">
              <w:rPr>
                <w:rFonts w:cs="Arial"/>
                <w:bCs/>
              </w:rPr>
              <w:t>6 u každé jednotlivé osoby</w:t>
            </w:r>
          </w:p>
          <w:p w14:paraId="1EA3C69E" w14:textId="77777777" w:rsidR="00D410C0" w:rsidRPr="00C16C76" w:rsidRDefault="00C16C76" w:rsidP="00D410C0">
            <w:pPr>
              <w:rPr>
                <w:rFonts w:cs="Arial"/>
                <w:bCs/>
              </w:rPr>
            </w:pPr>
            <w:r w:rsidRPr="00C16C76">
              <w:rPr>
                <w:rFonts w:cs="Arial"/>
                <w:bCs/>
              </w:rPr>
              <w:t>6</w:t>
            </w:r>
            <w:r w:rsidR="00A57839" w:rsidRPr="00C16C76">
              <w:rPr>
                <w:rFonts w:cs="Arial"/>
                <w:bCs/>
              </w:rPr>
              <w:t xml:space="preserve"> </w:t>
            </w:r>
            <w:r w:rsidR="00D410C0" w:rsidRPr="00C16C76">
              <w:rPr>
                <w:rFonts w:cs="Arial"/>
                <w:bCs/>
              </w:rPr>
              <w:t>celkem pro tuto funkci</w:t>
            </w:r>
          </w:p>
        </w:tc>
      </w:tr>
      <w:tr w:rsidR="00D410C0" w:rsidRPr="00465F4C" w14:paraId="2A4BF8E1" w14:textId="77777777" w:rsidTr="00C01243">
        <w:trPr>
          <w:trHeight w:val="545"/>
        </w:trPr>
        <w:tc>
          <w:tcPr>
            <w:tcW w:w="1843" w:type="dxa"/>
            <w:tcBorders>
              <w:left w:val="single" w:sz="4" w:space="0" w:color="auto"/>
              <w:right w:val="single" w:sz="4" w:space="0" w:color="auto"/>
            </w:tcBorders>
          </w:tcPr>
          <w:p w14:paraId="0F2D5BC4" w14:textId="77777777" w:rsidR="00D410C0" w:rsidRPr="00F04E58" w:rsidRDefault="00D410C0" w:rsidP="00D410C0">
            <w:pPr>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A262B0B" w14:textId="77777777" w:rsidR="00D410C0" w:rsidRPr="0064370A" w:rsidRDefault="00D410C0" w:rsidP="00D410C0">
            <w:pPr>
              <w:jc w:val="both"/>
              <w:rPr>
                <w:rFonts w:cs="Arial"/>
                <w:bCs/>
              </w:rPr>
            </w:pPr>
            <w:r w:rsidRPr="0064370A">
              <w:rPr>
                <w:rFonts w:cs="Arial"/>
                <w:bCs/>
              </w:rPr>
              <w:t>počet osob členů odborného personálu v této funkci splňující minimální požadovaná kvalifikační kritéria nad rámec minimálního počtu požadovaného za účelem prokázání splnění kvalifikace</w:t>
            </w:r>
          </w:p>
        </w:tc>
        <w:tc>
          <w:tcPr>
            <w:tcW w:w="1559" w:type="dxa"/>
            <w:tcBorders>
              <w:top w:val="single" w:sz="4" w:space="0" w:color="auto"/>
              <w:left w:val="nil"/>
              <w:bottom w:val="single" w:sz="4" w:space="0" w:color="auto"/>
              <w:right w:val="single" w:sz="4" w:space="0" w:color="auto"/>
            </w:tcBorders>
            <w:shd w:val="clear" w:color="auto" w:fill="auto"/>
            <w:vAlign w:val="center"/>
          </w:tcPr>
          <w:p w14:paraId="054E31B9" w14:textId="77777777" w:rsidR="00D410C0" w:rsidRPr="0064370A" w:rsidRDefault="00D410C0" w:rsidP="00D410C0">
            <w:pPr>
              <w:rPr>
                <w:rFonts w:cs="Arial"/>
                <w:bCs/>
              </w:rPr>
            </w:pPr>
            <w:r w:rsidRPr="0064370A">
              <w:rPr>
                <w:rFonts w:cs="Arial"/>
                <w:bCs/>
              </w:rPr>
              <w:t>1 bod za každou osobu člena odborného personálu v uvedené funkci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23D628D3" w14:textId="77777777" w:rsidR="00D410C0" w:rsidRPr="00AB05B3" w:rsidRDefault="00AB05B3" w:rsidP="00D410C0">
            <w:pPr>
              <w:rPr>
                <w:rFonts w:cs="Arial"/>
                <w:bCs/>
              </w:rPr>
            </w:pPr>
            <w:r>
              <w:rPr>
                <w:rFonts w:cs="Arial"/>
                <w:bCs/>
              </w:rPr>
              <w:t>2</w:t>
            </w:r>
          </w:p>
          <w:p w14:paraId="69E8FD58" w14:textId="77777777" w:rsidR="00D410C0" w:rsidRPr="00AB05B3" w:rsidRDefault="00D410C0" w:rsidP="00D410C0">
            <w:pPr>
              <w:rPr>
                <w:rFonts w:cs="Arial"/>
                <w:bCs/>
              </w:rPr>
            </w:pPr>
          </w:p>
        </w:tc>
      </w:tr>
      <w:tr w:rsidR="00D410C0" w:rsidRPr="00465F4C" w14:paraId="4C08EE10" w14:textId="77777777" w:rsidTr="007F1411">
        <w:trPr>
          <w:trHeight w:val="403"/>
        </w:trPr>
        <w:tc>
          <w:tcPr>
            <w:tcW w:w="1843" w:type="dxa"/>
            <w:vMerge w:val="restart"/>
            <w:tcBorders>
              <w:top w:val="single" w:sz="4" w:space="0" w:color="auto"/>
              <w:left w:val="single" w:sz="4" w:space="0" w:color="auto"/>
              <w:right w:val="single" w:sz="4" w:space="0" w:color="auto"/>
            </w:tcBorders>
          </w:tcPr>
          <w:p w14:paraId="3F979665" w14:textId="77777777" w:rsidR="00D410C0" w:rsidRPr="00F04E58" w:rsidRDefault="00D410C0" w:rsidP="00D410C0">
            <w:pPr>
              <w:rPr>
                <w:rFonts w:cs="Arial"/>
                <w:bCs/>
              </w:rPr>
            </w:pPr>
            <w:r>
              <w:rPr>
                <w:rFonts w:cs="Arial"/>
                <w:bCs/>
              </w:rPr>
              <w:t>specialista na požární bezpečnost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571858C" w14:textId="1DFBAC6C" w:rsidR="00D410C0" w:rsidRPr="00B77110" w:rsidRDefault="00D410C0" w:rsidP="00FB6527">
            <w:pPr>
              <w:jc w:val="both"/>
              <w:rPr>
                <w:rFonts w:cs="Arial"/>
                <w:bCs/>
              </w:rPr>
            </w:pPr>
            <w:r w:rsidRPr="00B77110">
              <w:rPr>
                <w:rFonts w:cs="Arial"/>
                <w:bCs/>
              </w:rPr>
              <w:t xml:space="preserve">délka praxe </w:t>
            </w:r>
            <w:r w:rsidR="009D3A94" w:rsidRPr="00B77110">
              <w:rPr>
                <w:rFonts w:cs="Arial"/>
                <w:bCs/>
              </w:rPr>
              <w:t>v</w:t>
            </w:r>
            <w:r w:rsidR="009D3A94">
              <w:rPr>
                <w:rFonts w:cs="Arial"/>
                <w:bCs/>
              </w:rPr>
              <w:t> </w:t>
            </w:r>
            <w:r w:rsidR="009D3A94" w:rsidRPr="00B77110">
              <w:rPr>
                <w:rFonts w:cs="Arial"/>
                <w:bCs/>
              </w:rPr>
              <w:t>oboru</w:t>
            </w:r>
            <w:r w:rsidR="009D3A94">
              <w:rPr>
                <w:rFonts w:cs="Arial"/>
                <w:bCs/>
              </w:rPr>
              <w:t xml:space="preserve"> své specializace</w:t>
            </w:r>
            <w:r w:rsidR="009D3A94" w:rsidRPr="00B77110" w:rsidDel="009D3A94">
              <w:rPr>
                <w:rFonts w:cs="Arial"/>
                <w:bCs/>
              </w:rPr>
              <w:t xml:space="preserve"> </w:t>
            </w:r>
            <w:r>
              <w:rPr>
                <w:rFonts w:cs="Arial"/>
                <w:bCs/>
              </w:rPr>
              <w:t>(požární bezpečnost)</w:t>
            </w:r>
            <w:r w:rsidRPr="00CB6C66">
              <w:rPr>
                <w:rFonts w:cs="Arial"/>
                <w:bCs/>
              </w:rPr>
              <w:t xml:space="preserve">, nad rámec </w:t>
            </w:r>
            <w:r w:rsidRPr="00B77110">
              <w:rPr>
                <w:rFonts w:cs="Arial"/>
                <w:bCs/>
              </w:rPr>
              <w:t>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5F1D1211" w14:textId="77777777" w:rsidR="00D410C0" w:rsidRPr="00B77110" w:rsidRDefault="00D410C0" w:rsidP="00D410C0">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794AF794" w14:textId="77777777" w:rsidR="00D410C0" w:rsidRPr="00CA3919" w:rsidRDefault="00D410C0" w:rsidP="00D410C0">
            <w:pPr>
              <w:rPr>
                <w:rFonts w:cs="Arial"/>
                <w:bCs/>
                <w:color w:val="FF0000"/>
              </w:rPr>
            </w:pPr>
            <w:r w:rsidRPr="00727AF8">
              <w:rPr>
                <w:rFonts w:cs="Arial"/>
                <w:bCs/>
              </w:rPr>
              <w:t>5</w:t>
            </w:r>
          </w:p>
        </w:tc>
      </w:tr>
      <w:tr w:rsidR="00D410C0" w:rsidRPr="00465F4C" w14:paraId="5F0C5F9B" w14:textId="77777777" w:rsidTr="00472001">
        <w:trPr>
          <w:trHeight w:val="1210"/>
        </w:trPr>
        <w:tc>
          <w:tcPr>
            <w:tcW w:w="1843" w:type="dxa"/>
            <w:vMerge/>
            <w:tcBorders>
              <w:left w:val="single" w:sz="4" w:space="0" w:color="auto"/>
              <w:right w:val="single" w:sz="4" w:space="0" w:color="auto"/>
            </w:tcBorders>
          </w:tcPr>
          <w:p w14:paraId="0DA1BB0D" w14:textId="77777777" w:rsidR="00D410C0" w:rsidRPr="00F04E58" w:rsidRDefault="00D410C0" w:rsidP="00D410C0">
            <w:pPr>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0919008" w14:textId="0C467136" w:rsidR="009D3A94" w:rsidRPr="007F1411" w:rsidRDefault="009D3A94" w:rsidP="00896A8C">
            <w:pPr>
              <w:jc w:val="both"/>
              <w:rPr>
                <w:rFonts w:cs="Arial"/>
                <w:bCs/>
                <w:color w:val="FF0000"/>
              </w:rPr>
            </w:pPr>
            <w:r w:rsidRPr="00603EB2">
              <w:t xml:space="preserve">zkušenost s plněním </w:t>
            </w:r>
            <w:r w:rsidR="00896A8C">
              <w:t>dokumentace ve svém oboru (</w:t>
            </w:r>
            <w:r w:rsidRPr="00603EB2">
              <w:t>požárn</w:t>
            </w:r>
            <w:r w:rsidR="00896A8C">
              <w:t>í</w:t>
            </w:r>
            <w:r w:rsidRPr="00603EB2">
              <w:t xml:space="preserve"> bezpečnost</w:t>
            </w:r>
            <w:r w:rsidR="00896A8C">
              <w:t>)</w:t>
            </w:r>
            <w:r w:rsidRPr="00603EB2">
              <w:t xml:space="preserve"> </w:t>
            </w:r>
            <w:r w:rsidR="008B2939" w:rsidRPr="00BB5C4E">
              <w:t xml:space="preserve">ve funkci specialisty nebo odpovědného projektanta nebo zpracovatele </w:t>
            </w:r>
            <w:r w:rsidR="008B2939">
              <w:t>u</w:t>
            </w:r>
            <w:r w:rsidR="008B2939" w:rsidRPr="00603EB2">
              <w:t xml:space="preserve"> </w:t>
            </w:r>
            <w:r w:rsidR="008B2939">
              <w:t xml:space="preserve">obdobné </w:t>
            </w:r>
            <w:r w:rsidR="008B2939" w:rsidRPr="00603EB2">
              <w:t>zakáz</w:t>
            </w:r>
            <w:r w:rsidR="008B2939">
              <w:t>ky</w:t>
            </w:r>
            <w:r w:rsidR="008B2939" w:rsidRPr="00603EB2">
              <w:t xml:space="preserve"> </w:t>
            </w:r>
            <w:r w:rsidR="008B2939">
              <w:t>dopravních staveb</w:t>
            </w:r>
            <w:r w:rsidRPr="00310562">
              <w:t xml:space="preserve">, obsahující </w:t>
            </w:r>
            <w:r w:rsidRPr="00603EB2">
              <w:t>tunelov</w:t>
            </w:r>
            <w:r w:rsidR="008B2939">
              <w:t>ou</w:t>
            </w:r>
            <w:r w:rsidRPr="00603EB2">
              <w:t xml:space="preserve"> stavb</w:t>
            </w:r>
            <w:r w:rsidR="008B2939">
              <w:t>u</w:t>
            </w:r>
            <w:r w:rsidRPr="00603EB2">
              <w:t xml:space="preserve"> s délkou tunelu minimálně </w:t>
            </w:r>
            <w:r>
              <w:t>4</w:t>
            </w:r>
            <w:r w:rsidR="006B1CDC">
              <w:t xml:space="preserve"> </w:t>
            </w:r>
            <w:r>
              <w:t>km</w:t>
            </w:r>
            <w:r w:rsidRPr="00603EB2">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tcPr>
          <w:p w14:paraId="3B4F4020" w14:textId="77777777" w:rsidR="00D410C0" w:rsidRPr="00B77110" w:rsidRDefault="00D410C0" w:rsidP="00D410C0">
            <w:pPr>
              <w:rPr>
                <w:rFonts w:cs="Arial"/>
                <w:bCs/>
              </w:rPr>
            </w:pPr>
            <w:r>
              <w:rPr>
                <w:rFonts w:cs="Arial"/>
                <w:bCs/>
              </w:rPr>
              <w:t>3</w:t>
            </w:r>
            <w:r w:rsidRPr="00B77110">
              <w:rPr>
                <w:rFonts w:cs="Arial"/>
                <w:bCs/>
              </w:rPr>
              <w:t xml:space="preserve"> </w:t>
            </w:r>
            <w:r w:rsidRPr="00546218">
              <w:rPr>
                <w:rFonts w:cs="Arial"/>
                <w:bCs/>
              </w:rPr>
              <w:t>bod</w:t>
            </w:r>
            <w:r>
              <w:rPr>
                <w:rFonts w:cs="Arial"/>
                <w:bCs/>
              </w:rPr>
              <w:t>y</w:t>
            </w:r>
            <w:r w:rsidRPr="00546218">
              <w:rPr>
                <w:rFonts w:cs="Arial"/>
                <w:bCs/>
              </w:rPr>
              <w:t xml:space="preserve"> za každou</w:t>
            </w:r>
            <w:r w:rsidRPr="00B77110">
              <w:rPr>
                <w:rFonts w:cs="Arial"/>
                <w:bCs/>
              </w:rPr>
              <w:t xml:space="preserve">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6A5BCE75" w14:textId="77777777" w:rsidR="00D410C0" w:rsidRPr="00B77110" w:rsidRDefault="00D410C0" w:rsidP="00D410C0">
            <w:pPr>
              <w:rPr>
                <w:rFonts w:cs="Arial"/>
                <w:bCs/>
              </w:rPr>
            </w:pPr>
            <w:r w:rsidRPr="00115344">
              <w:rPr>
                <w:rFonts w:cs="Arial"/>
                <w:bCs/>
              </w:rPr>
              <w:t>6</w:t>
            </w:r>
            <w:r>
              <w:rPr>
                <w:rFonts w:cs="Arial"/>
                <w:bCs/>
                <w:color w:val="FF0000"/>
              </w:rPr>
              <w:t xml:space="preserve"> </w:t>
            </w:r>
          </w:p>
        </w:tc>
      </w:tr>
      <w:tr w:rsidR="00D410C0" w:rsidRPr="00465F4C" w14:paraId="1876FB36"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78BC95DF" w14:textId="77777777" w:rsidR="00D410C0" w:rsidRPr="00F04E58" w:rsidRDefault="00D410C0" w:rsidP="00D410C0">
            <w:pPr>
              <w:rPr>
                <w:rFonts w:cs="Arial"/>
                <w:bCs/>
              </w:rPr>
            </w:pPr>
            <w:r>
              <w:rPr>
                <w:rFonts w:cs="Arial"/>
                <w:bCs/>
              </w:rPr>
              <w:t>specialista na ventilaci</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5CE80AC" w14:textId="2D1B473D" w:rsidR="00D410C0" w:rsidRPr="00B77110" w:rsidRDefault="00D410C0" w:rsidP="00FB6527">
            <w:pPr>
              <w:jc w:val="both"/>
              <w:rPr>
                <w:rFonts w:cs="Arial"/>
                <w:bCs/>
              </w:rPr>
            </w:pPr>
            <w:r w:rsidRPr="00B77110">
              <w:rPr>
                <w:rFonts w:cs="Arial"/>
                <w:bCs/>
              </w:rPr>
              <w:t xml:space="preserve">délka praxe </w:t>
            </w:r>
            <w:r w:rsidR="008B2939">
              <w:rPr>
                <w:rFonts w:cs="Arial"/>
                <w:bCs/>
              </w:rPr>
              <w:t>v oboru své specializace</w:t>
            </w:r>
            <w:r w:rsidRPr="00B77110">
              <w:rPr>
                <w:rFonts w:cs="Arial"/>
                <w:bCs/>
              </w:rPr>
              <w:t xml:space="preserve"> </w:t>
            </w:r>
            <w:r>
              <w:rPr>
                <w:rFonts w:cs="Arial"/>
                <w:bCs/>
              </w:rPr>
              <w:t>(ventilace)</w:t>
            </w:r>
            <w:r w:rsidR="00CB6C66" w:rsidRPr="00CB6C66">
              <w:rPr>
                <w:rFonts w:cs="Arial"/>
                <w:bCs/>
              </w:rPr>
              <w:t xml:space="preserve">, </w:t>
            </w:r>
            <w:r w:rsidRPr="00B77110">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0E2B3FA6" w14:textId="77777777" w:rsidR="00D410C0" w:rsidRPr="00B77110" w:rsidRDefault="00D410C0" w:rsidP="00D410C0">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2C356BD8" w14:textId="77777777" w:rsidR="00D410C0" w:rsidRPr="005642C6" w:rsidRDefault="00D410C0" w:rsidP="00D410C0">
            <w:pPr>
              <w:rPr>
                <w:rFonts w:cs="Arial"/>
                <w:bCs/>
              </w:rPr>
            </w:pPr>
            <w:r>
              <w:rPr>
                <w:rFonts w:cs="Arial"/>
                <w:bCs/>
              </w:rPr>
              <w:t>5</w:t>
            </w:r>
          </w:p>
        </w:tc>
      </w:tr>
      <w:tr w:rsidR="00D410C0" w:rsidRPr="00465F4C" w14:paraId="51A08B3A" w14:textId="77777777" w:rsidTr="00A00D72">
        <w:trPr>
          <w:trHeight w:val="687"/>
        </w:trPr>
        <w:tc>
          <w:tcPr>
            <w:tcW w:w="1843" w:type="dxa"/>
            <w:vMerge/>
            <w:tcBorders>
              <w:left w:val="single" w:sz="4" w:space="0" w:color="auto"/>
              <w:right w:val="single" w:sz="4" w:space="0" w:color="auto"/>
            </w:tcBorders>
          </w:tcPr>
          <w:p w14:paraId="279013DF" w14:textId="77777777" w:rsidR="00D410C0" w:rsidRPr="00F04E58" w:rsidRDefault="00D410C0" w:rsidP="00D410C0">
            <w:pPr>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D570FE7" w14:textId="65E10C8A" w:rsidR="00D410C0" w:rsidRPr="001C393F" w:rsidRDefault="00D14949">
            <w:pPr>
              <w:jc w:val="both"/>
              <w:rPr>
                <w:rFonts w:cs="Arial"/>
                <w:bCs/>
              </w:rPr>
            </w:pPr>
            <w:r w:rsidRPr="004630B3">
              <w:rPr>
                <w:rFonts w:cs="Arial"/>
                <w:bCs/>
              </w:rPr>
              <w:t>zkušenost s</w:t>
            </w:r>
            <w:r>
              <w:rPr>
                <w:rFonts w:cs="Arial"/>
                <w:bCs/>
              </w:rPr>
              <w:t xml:space="preserve"> plněním dokumentace ve svém oboru (ventilace) </w:t>
            </w:r>
            <w:r w:rsidR="004817EC" w:rsidRPr="003370AB">
              <w:t xml:space="preserve">ve funkci </w:t>
            </w:r>
            <w:r w:rsidR="004817EC">
              <w:t xml:space="preserve">specialisty nebo odpovědného projektanta nebo zpracovatele </w:t>
            </w:r>
            <w:r w:rsidR="00D410C0" w:rsidRPr="001C393F">
              <w:rPr>
                <w:rFonts w:cs="Arial"/>
                <w:bCs/>
              </w:rPr>
              <w:t xml:space="preserve">u </w:t>
            </w:r>
            <w:r w:rsidR="008B2939">
              <w:rPr>
                <w:rFonts w:cs="Arial"/>
                <w:bCs/>
              </w:rPr>
              <w:t xml:space="preserve">obdobné zakázky dopravních staveb, </w:t>
            </w:r>
            <w:r w:rsidR="008B2939" w:rsidRPr="00310562">
              <w:t xml:space="preserve">obsahující </w:t>
            </w:r>
            <w:r w:rsidR="008B2939" w:rsidRPr="00603EB2">
              <w:t>tunelov</w:t>
            </w:r>
            <w:r w:rsidR="008B2939">
              <w:t>ou</w:t>
            </w:r>
            <w:r w:rsidR="008B2939" w:rsidRPr="00603EB2">
              <w:t xml:space="preserve"> stavb</w:t>
            </w:r>
            <w:r w:rsidR="008B2939">
              <w:t>u</w:t>
            </w:r>
            <w:r w:rsidR="008B2939" w:rsidRPr="00603EB2">
              <w:t xml:space="preserve"> s délkou tunelu minimálně </w:t>
            </w:r>
            <w:r w:rsidR="008B2939">
              <w:t>4</w:t>
            </w:r>
            <w:r w:rsidR="006B1CDC">
              <w:t> </w:t>
            </w:r>
            <w:r w:rsidR="008B2939">
              <w:t>km</w:t>
            </w:r>
            <w:r w:rsidR="008B2939" w:rsidRPr="00603EB2">
              <w:t xml:space="preserve"> </w:t>
            </w:r>
            <w:r w:rsidR="008B2939">
              <w:rPr>
                <w:rFonts w:cs="Arial"/>
                <w:bCs/>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tcPr>
          <w:p w14:paraId="7009EC1A" w14:textId="77777777" w:rsidR="00D410C0" w:rsidRPr="00B77110" w:rsidRDefault="00D410C0" w:rsidP="00D410C0">
            <w:pPr>
              <w:rPr>
                <w:rFonts w:cs="Arial"/>
                <w:bCs/>
              </w:rPr>
            </w:pPr>
            <w:r>
              <w:rPr>
                <w:rFonts w:cs="Arial"/>
                <w:bCs/>
              </w:rPr>
              <w:t>3</w:t>
            </w:r>
            <w:r w:rsidRPr="00B77110">
              <w:rPr>
                <w:rFonts w:cs="Arial"/>
                <w:bCs/>
              </w:rPr>
              <w:t xml:space="preserve"> </w:t>
            </w:r>
            <w:r w:rsidRPr="00546218">
              <w:rPr>
                <w:rFonts w:cs="Arial"/>
                <w:bCs/>
              </w:rPr>
              <w:t>bod</w:t>
            </w:r>
            <w:r>
              <w:rPr>
                <w:rFonts w:cs="Arial"/>
                <w:bCs/>
              </w:rPr>
              <w:t>y</w:t>
            </w:r>
            <w:r w:rsidRPr="00546218">
              <w:rPr>
                <w:rFonts w:cs="Arial"/>
                <w:bCs/>
              </w:rPr>
              <w:t xml:space="preserve"> za každou</w:t>
            </w:r>
            <w:r w:rsidRPr="00B77110">
              <w:rPr>
                <w:rFonts w:cs="Arial"/>
                <w:bCs/>
              </w:rPr>
              <w:t xml:space="preserve">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47B3A3D2" w14:textId="77777777" w:rsidR="00D410C0" w:rsidRPr="00B77110" w:rsidRDefault="00D410C0" w:rsidP="00D410C0">
            <w:pPr>
              <w:rPr>
                <w:rFonts w:cs="Arial"/>
                <w:bCs/>
              </w:rPr>
            </w:pPr>
            <w:r w:rsidRPr="00115344">
              <w:rPr>
                <w:rFonts w:cs="Arial"/>
                <w:bCs/>
              </w:rPr>
              <w:t>6</w:t>
            </w:r>
            <w:r>
              <w:rPr>
                <w:rFonts w:cs="Arial"/>
                <w:bCs/>
                <w:color w:val="FF0000"/>
              </w:rPr>
              <w:t xml:space="preserve"> </w:t>
            </w:r>
          </w:p>
        </w:tc>
      </w:tr>
      <w:tr w:rsidR="00FD10F2" w:rsidRPr="00465F4C" w14:paraId="544C75EF" w14:textId="77777777" w:rsidTr="00FE67A0">
        <w:trPr>
          <w:trHeight w:val="545"/>
        </w:trPr>
        <w:tc>
          <w:tcPr>
            <w:tcW w:w="1843" w:type="dxa"/>
            <w:vMerge w:val="restart"/>
            <w:tcBorders>
              <w:top w:val="single" w:sz="4" w:space="0" w:color="auto"/>
              <w:left w:val="single" w:sz="4" w:space="0" w:color="auto"/>
              <w:right w:val="single" w:sz="4" w:space="0" w:color="auto"/>
            </w:tcBorders>
          </w:tcPr>
          <w:p w14:paraId="170A050B" w14:textId="267C1FB6" w:rsidR="00FD10F2" w:rsidRPr="00F04E58" w:rsidRDefault="00BE4DEB" w:rsidP="00D410C0">
            <w:pPr>
              <w:rPr>
                <w:rFonts w:cs="Arial"/>
                <w:bCs/>
              </w:rPr>
            </w:pPr>
            <w:r>
              <w:rPr>
                <w:rFonts w:cs="Arial"/>
                <w:bCs/>
              </w:rPr>
              <w:t xml:space="preserve">specialista </w:t>
            </w:r>
            <w:r w:rsidR="00FD10F2">
              <w:rPr>
                <w:rFonts w:cs="Arial"/>
                <w:bCs/>
              </w:rPr>
              <w:t xml:space="preserve">týmu tunelových staveb </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6A415E7" w14:textId="03C46722" w:rsidR="00FD10F2" w:rsidRDefault="00FD10F2" w:rsidP="00CB6C66">
            <w:pPr>
              <w:jc w:val="both"/>
            </w:pPr>
            <w:r w:rsidRPr="00F04E58">
              <w:rPr>
                <w:rFonts w:cs="Arial"/>
                <w:bCs/>
              </w:rPr>
              <w:t xml:space="preserve">délka praxe </w:t>
            </w:r>
            <w:r w:rsidR="008B2939">
              <w:rPr>
                <w:rFonts w:cs="Arial"/>
                <w:bCs/>
              </w:rPr>
              <w:t>v oboru své specializace</w:t>
            </w:r>
            <w:r w:rsidR="008B2939" w:rsidRPr="00B77110">
              <w:rPr>
                <w:rFonts w:cs="Arial"/>
                <w:bCs/>
              </w:rPr>
              <w:t xml:space="preserve"> </w:t>
            </w:r>
            <w:r w:rsidRPr="00F04E58">
              <w:rPr>
                <w:rFonts w:cs="Arial"/>
                <w:bCs/>
              </w:rPr>
              <w:t>(tunelové stavby)</w:t>
            </w:r>
            <w:r w:rsidRPr="00CB6C66">
              <w:rPr>
                <w:rFonts w:cs="Arial"/>
                <w:bCs/>
              </w:rPr>
              <w:t xml:space="preserve">, </w:t>
            </w:r>
            <w:r w:rsidRPr="00CB6C66">
              <w:t xml:space="preserve">nad </w:t>
            </w:r>
            <w:r>
              <w:t>rámec kvalifikačního kritéria</w:t>
            </w:r>
          </w:p>
          <w:p w14:paraId="767029B8" w14:textId="77777777" w:rsidR="008A5D63" w:rsidRPr="00F04E58" w:rsidRDefault="008A5D63" w:rsidP="00CB6C66">
            <w:pPr>
              <w:jc w:val="both"/>
              <w:rPr>
                <w:rFonts w:cs="Arial"/>
                <w:bCs/>
              </w:rPr>
            </w:pPr>
          </w:p>
        </w:tc>
        <w:tc>
          <w:tcPr>
            <w:tcW w:w="1559" w:type="dxa"/>
            <w:tcBorders>
              <w:top w:val="single" w:sz="4" w:space="0" w:color="auto"/>
              <w:left w:val="nil"/>
              <w:bottom w:val="single" w:sz="4" w:space="0" w:color="auto"/>
              <w:right w:val="single" w:sz="4" w:space="0" w:color="auto"/>
            </w:tcBorders>
            <w:shd w:val="clear" w:color="auto" w:fill="auto"/>
          </w:tcPr>
          <w:p w14:paraId="47FD76EC" w14:textId="77777777" w:rsidR="00FD10F2" w:rsidRPr="00B77110" w:rsidRDefault="00FD10F2" w:rsidP="00D410C0">
            <w:pPr>
              <w:rPr>
                <w:rFonts w:cs="Arial"/>
                <w:bCs/>
              </w:rPr>
            </w:pPr>
            <w:r w:rsidRPr="00B77110">
              <w:rPr>
                <w:rFonts w:cs="Arial"/>
                <w:bCs/>
              </w:rPr>
              <w:t xml:space="preserve">1 bod za každý 1 rok praxe navíc nad rámec kvalifikačního </w:t>
            </w:r>
            <w:r w:rsidRPr="00B77110">
              <w:rPr>
                <w:rFonts w:cs="Arial"/>
                <w:bCs/>
              </w:rPr>
              <w:lastRenderedPageBreak/>
              <w:t>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61C817F8" w14:textId="77777777" w:rsidR="00FD10F2" w:rsidRPr="005642C6" w:rsidRDefault="00FD10F2" w:rsidP="00D410C0">
            <w:pPr>
              <w:rPr>
                <w:rFonts w:cs="Arial"/>
                <w:bCs/>
              </w:rPr>
            </w:pPr>
            <w:r>
              <w:rPr>
                <w:rFonts w:cs="Arial"/>
                <w:bCs/>
              </w:rPr>
              <w:lastRenderedPageBreak/>
              <w:t>5</w:t>
            </w:r>
          </w:p>
        </w:tc>
      </w:tr>
      <w:tr w:rsidR="00FD10F2" w:rsidRPr="00465F4C" w14:paraId="05DB988C" w14:textId="77777777" w:rsidTr="00B77110">
        <w:trPr>
          <w:trHeight w:val="548"/>
        </w:trPr>
        <w:tc>
          <w:tcPr>
            <w:tcW w:w="1843" w:type="dxa"/>
            <w:vMerge/>
            <w:tcBorders>
              <w:left w:val="single" w:sz="4" w:space="0" w:color="auto"/>
              <w:right w:val="single" w:sz="4" w:space="0" w:color="auto"/>
            </w:tcBorders>
            <w:vAlign w:val="center"/>
          </w:tcPr>
          <w:p w14:paraId="145540CC" w14:textId="77777777" w:rsidR="00FD10F2" w:rsidRPr="00F04E58" w:rsidRDefault="00FD10F2" w:rsidP="00D410C0">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5A385F6" w14:textId="7FCC68DB" w:rsidR="00FD10F2" w:rsidRPr="002C17B7" w:rsidRDefault="00FD10F2" w:rsidP="00FB6527">
            <w:pPr>
              <w:jc w:val="both"/>
              <w:rPr>
                <w:rFonts w:cs="Arial"/>
                <w:bCs/>
              </w:rPr>
            </w:pPr>
            <w:r>
              <w:rPr>
                <w:rFonts w:cs="Arial"/>
                <w:bCs/>
              </w:rPr>
              <w:t xml:space="preserve">zkušenost </w:t>
            </w:r>
            <w:r w:rsidR="00DE32E3">
              <w:rPr>
                <w:rFonts w:cs="Arial"/>
                <w:bCs/>
              </w:rPr>
              <w:t xml:space="preserve">s realizací stavby </w:t>
            </w:r>
            <w:r w:rsidRPr="002C17B7">
              <w:rPr>
                <w:rFonts w:cs="Arial"/>
                <w:bCs/>
              </w:rPr>
              <w:t xml:space="preserve">ražených </w:t>
            </w:r>
            <w:r w:rsidR="00DE32E3">
              <w:rPr>
                <w:rFonts w:cs="Arial"/>
                <w:bCs/>
              </w:rPr>
              <w:t>tunelů</w:t>
            </w:r>
            <w:r w:rsidR="00DE32E3" w:rsidRPr="002C17B7">
              <w:rPr>
                <w:rFonts w:cs="Arial"/>
                <w:bCs/>
              </w:rPr>
              <w:t xml:space="preserve"> </w:t>
            </w:r>
            <w:r w:rsidRPr="002C17B7">
              <w:rPr>
                <w:rFonts w:cs="Arial"/>
                <w:bCs/>
              </w:rPr>
              <w:t>dokončené v posledních 20 letech před zahájením zadávacího řízení</w:t>
            </w:r>
            <w:r w:rsidR="00BE4DEB">
              <w:rPr>
                <w:rFonts w:cs="Arial"/>
                <w:bCs/>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tcPr>
          <w:p w14:paraId="0D56FC85" w14:textId="77777777" w:rsidR="00FD10F2" w:rsidRPr="002C17B7" w:rsidRDefault="00FD10F2" w:rsidP="00D410C0">
            <w:pPr>
              <w:rPr>
                <w:rFonts w:cs="Arial"/>
                <w:bCs/>
              </w:rPr>
            </w:pPr>
            <w:r w:rsidRPr="002C17B7">
              <w:rPr>
                <w:rFonts w:cs="Arial"/>
                <w:bCs/>
              </w:rPr>
              <w:t xml:space="preserve">3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5D223F19" w14:textId="77777777" w:rsidR="00FD10F2" w:rsidRPr="002C17B7" w:rsidRDefault="005B5DBA" w:rsidP="00D410C0">
            <w:pPr>
              <w:rPr>
                <w:rFonts w:cs="Arial"/>
                <w:bCs/>
              </w:rPr>
            </w:pPr>
            <w:r>
              <w:rPr>
                <w:rFonts w:cs="Arial"/>
                <w:bCs/>
              </w:rPr>
              <w:t>3</w:t>
            </w:r>
            <w:r w:rsidR="00FD10F2" w:rsidRPr="002C17B7">
              <w:rPr>
                <w:rFonts w:cs="Arial"/>
                <w:bCs/>
              </w:rPr>
              <w:t xml:space="preserve"> </w:t>
            </w:r>
          </w:p>
        </w:tc>
      </w:tr>
      <w:tr w:rsidR="00FD10F2" w:rsidRPr="00465F4C" w14:paraId="278ED4C0" w14:textId="77777777" w:rsidTr="00B77110">
        <w:trPr>
          <w:trHeight w:val="548"/>
        </w:trPr>
        <w:tc>
          <w:tcPr>
            <w:tcW w:w="1843" w:type="dxa"/>
            <w:vMerge/>
            <w:tcBorders>
              <w:left w:val="single" w:sz="4" w:space="0" w:color="auto"/>
              <w:right w:val="single" w:sz="4" w:space="0" w:color="auto"/>
            </w:tcBorders>
            <w:vAlign w:val="center"/>
          </w:tcPr>
          <w:p w14:paraId="5477ED01" w14:textId="77777777" w:rsidR="00FD10F2" w:rsidRPr="00F04E58" w:rsidRDefault="00FD10F2" w:rsidP="00D410C0">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7CC1768" w14:textId="1EBB9108" w:rsidR="00FD10F2" w:rsidRPr="00CB6C66" w:rsidRDefault="00FD10F2" w:rsidP="00FB6527">
            <w:pPr>
              <w:jc w:val="both"/>
              <w:rPr>
                <w:rFonts w:cs="Arial"/>
                <w:bCs/>
              </w:rPr>
            </w:pPr>
            <w:r w:rsidRPr="00CB6C66">
              <w:rPr>
                <w:rFonts w:cs="Arial"/>
                <w:bCs/>
              </w:rPr>
              <w:t>zkušenost s</w:t>
            </w:r>
            <w:r w:rsidR="00BE4DEB">
              <w:rPr>
                <w:rFonts w:cs="Arial"/>
                <w:bCs/>
              </w:rPr>
              <w:t xml:space="preserve"> plněním </w:t>
            </w:r>
            <w:r w:rsidR="008B2939">
              <w:rPr>
                <w:rFonts w:cs="Arial"/>
                <w:bCs/>
              </w:rPr>
              <w:t>dokumentace ve svém oboru (tunelové stavby) obsahující</w:t>
            </w:r>
            <w:r w:rsidR="00D14949" w:rsidRPr="00CB6C66">
              <w:rPr>
                <w:rFonts w:cs="Arial"/>
                <w:bCs/>
              </w:rPr>
              <w:t xml:space="preserve"> tunel ražený metodou TBM a délkou tunelu minimálně </w:t>
            </w:r>
            <w:r w:rsidR="00D14949">
              <w:rPr>
                <w:rFonts w:cs="Arial"/>
                <w:bCs/>
              </w:rPr>
              <w:t>5</w:t>
            </w:r>
            <w:r w:rsidR="00D14949" w:rsidRPr="00CB6C66">
              <w:rPr>
                <w:rFonts w:cs="Arial"/>
                <w:bCs/>
              </w:rPr>
              <w:t>00 m</w:t>
            </w:r>
            <w:r w:rsidR="008B2939">
              <w:rPr>
                <w:rFonts w:cs="Arial"/>
                <w:bCs/>
              </w:rPr>
              <w:t xml:space="preserve"> u obdobné zakázky dopravních staveb </w:t>
            </w:r>
            <w:r w:rsidR="008B2939" w:rsidRPr="003370AB">
              <w:t xml:space="preserve">ve funkci </w:t>
            </w:r>
            <w:r w:rsidR="008B2939">
              <w:t>specialisty nebo odpovědného projektanta nebo zpracovatele</w:t>
            </w:r>
          </w:p>
        </w:tc>
        <w:tc>
          <w:tcPr>
            <w:tcW w:w="1559" w:type="dxa"/>
            <w:tcBorders>
              <w:top w:val="single" w:sz="4" w:space="0" w:color="auto"/>
              <w:left w:val="nil"/>
              <w:bottom w:val="single" w:sz="4" w:space="0" w:color="auto"/>
              <w:right w:val="single" w:sz="4" w:space="0" w:color="auto"/>
            </w:tcBorders>
            <w:shd w:val="clear" w:color="auto" w:fill="auto"/>
            <w:vAlign w:val="center"/>
          </w:tcPr>
          <w:p w14:paraId="0BAAB4AB" w14:textId="77777777" w:rsidR="00FD10F2" w:rsidRPr="002C17B7" w:rsidRDefault="00FD10F2" w:rsidP="00D410C0">
            <w:pPr>
              <w:rPr>
                <w:rFonts w:cs="Arial"/>
                <w:bCs/>
              </w:rPr>
            </w:pPr>
            <w:r w:rsidRPr="002C17B7">
              <w:rPr>
                <w:rFonts w:cs="Arial"/>
                <w:bCs/>
              </w:rPr>
              <w:t xml:space="preserve">3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2EE1CD54" w14:textId="77777777" w:rsidR="00FD10F2" w:rsidRPr="002C17B7" w:rsidRDefault="005B5DBA" w:rsidP="00D410C0">
            <w:pPr>
              <w:rPr>
                <w:rFonts w:cs="Arial"/>
                <w:bCs/>
              </w:rPr>
            </w:pPr>
            <w:r>
              <w:rPr>
                <w:rFonts w:cs="Arial"/>
                <w:bCs/>
              </w:rPr>
              <w:t>3</w:t>
            </w:r>
            <w:r w:rsidR="00FD10F2" w:rsidRPr="002C17B7">
              <w:rPr>
                <w:rFonts w:cs="Arial"/>
                <w:bCs/>
              </w:rPr>
              <w:t xml:space="preserve"> </w:t>
            </w:r>
          </w:p>
        </w:tc>
      </w:tr>
      <w:tr w:rsidR="00FD10F2" w:rsidRPr="00465F4C" w14:paraId="6108F2FA" w14:textId="77777777" w:rsidTr="00B77110">
        <w:trPr>
          <w:trHeight w:val="548"/>
        </w:trPr>
        <w:tc>
          <w:tcPr>
            <w:tcW w:w="1843" w:type="dxa"/>
            <w:vMerge/>
            <w:tcBorders>
              <w:left w:val="single" w:sz="4" w:space="0" w:color="auto"/>
              <w:right w:val="single" w:sz="4" w:space="0" w:color="auto"/>
            </w:tcBorders>
            <w:vAlign w:val="center"/>
          </w:tcPr>
          <w:p w14:paraId="2D849D4C" w14:textId="77777777" w:rsidR="00FD10F2" w:rsidRPr="00F04E58" w:rsidRDefault="00FD10F2" w:rsidP="00D410C0">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3933464" w14:textId="03B20F72" w:rsidR="00FD10F2" w:rsidRPr="00CB6C66" w:rsidRDefault="00FD10F2">
            <w:pPr>
              <w:jc w:val="both"/>
              <w:rPr>
                <w:rFonts w:cs="Arial"/>
                <w:bCs/>
              </w:rPr>
            </w:pPr>
            <w:r w:rsidRPr="00CB6C66">
              <w:rPr>
                <w:rFonts w:cs="Arial"/>
                <w:bCs/>
              </w:rPr>
              <w:t xml:space="preserve">zkušenost </w:t>
            </w:r>
            <w:r w:rsidR="00BE4DEB" w:rsidRPr="00CB6C66">
              <w:rPr>
                <w:rFonts w:cs="Arial"/>
                <w:bCs/>
              </w:rPr>
              <w:t>s</w:t>
            </w:r>
            <w:r w:rsidR="00BE4DEB">
              <w:rPr>
                <w:rFonts w:cs="Arial"/>
                <w:bCs/>
              </w:rPr>
              <w:t xml:space="preserve"> plněním </w:t>
            </w:r>
            <w:r w:rsidR="00DE32E3">
              <w:rPr>
                <w:rFonts w:cs="Arial"/>
                <w:bCs/>
              </w:rPr>
              <w:t xml:space="preserve">dokumentace ve svém oboru (tunelové stavby) obsahující </w:t>
            </w:r>
            <w:r w:rsidR="00D14949" w:rsidRPr="00CB6C66">
              <w:rPr>
                <w:rFonts w:cs="Arial"/>
                <w:bCs/>
              </w:rPr>
              <w:t xml:space="preserve">šachtu o průměru větším než 12 m a </w:t>
            </w:r>
            <w:r w:rsidR="00DB78D4">
              <w:rPr>
                <w:rFonts w:cs="Arial"/>
                <w:bCs/>
              </w:rPr>
              <w:t>hloubce</w:t>
            </w:r>
            <w:r w:rsidR="00DB78D4" w:rsidRPr="00CB6C66">
              <w:rPr>
                <w:rFonts w:cs="Arial"/>
                <w:bCs/>
              </w:rPr>
              <w:t xml:space="preserve"> </w:t>
            </w:r>
            <w:r w:rsidR="00D14949" w:rsidRPr="00CB6C66">
              <w:rPr>
                <w:rFonts w:cs="Arial"/>
                <w:bCs/>
              </w:rPr>
              <w:t xml:space="preserve">větší než 50 m </w:t>
            </w:r>
            <w:r w:rsidR="00DE32E3">
              <w:rPr>
                <w:rFonts w:cs="Arial"/>
                <w:bCs/>
              </w:rPr>
              <w:t xml:space="preserve">u obdobné zakázky dopravních staveb </w:t>
            </w:r>
            <w:r w:rsidR="004817EC" w:rsidRPr="003370AB">
              <w:t xml:space="preserve">ve funkci </w:t>
            </w:r>
            <w:r w:rsidR="004817EC">
              <w:t>specialisty nebo odpovědnéh</w:t>
            </w:r>
            <w:r w:rsidR="00DE32E3">
              <w:t>o projektanta nebo zpracovatele</w:t>
            </w:r>
          </w:p>
        </w:tc>
        <w:tc>
          <w:tcPr>
            <w:tcW w:w="1559" w:type="dxa"/>
            <w:tcBorders>
              <w:top w:val="single" w:sz="4" w:space="0" w:color="auto"/>
              <w:left w:val="nil"/>
              <w:bottom w:val="single" w:sz="4" w:space="0" w:color="auto"/>
              <w:right w:val="single" w:sz="4" w:space="0" w:color="auto"/>
            </w:tcBorders>
            <w:shd w:val="clear" w:color="auto" w:fill="auto"/>
            <w:vAlign w:val="center"/>
          </w:tcPr>
          <w:p w14:paraId="514DBA9E" w14:textId="77777777" w:rsidR="00FD10F2" w:rsidRPr="002C17B7" w:rsidRDefault="00FD10F2" w:rsidP="00D410C0">
            <w:pPr>
              <w:rPr>
                <w:rFonts w:cs="Arial"/>
                <w:bCs/>
              </w:rPr>
            </w:pPr>
            <w:r w:rsidRPr="002C17B7">
              <w:rPr>
                <w:rFonts w:cs="Arial"/>
                <w:bCs/>
              </w:rPr>
              <w:t xml:space="preserve">3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2DFD1485" w14:textId="77777777" w:rsidR="00FD10F2" w:rsidRPr="002C17B7" w:rsidRDefault="005B5DBA" w:rsidP="00D410C0">
            <w:pPr>
              <w:rPr>
                <w:rFonts w:cs="Arial"/>
                <w:bCs/>
              </w:rPr>
            </w:pPr>
            <w:r>
              <w:rPr>
                <w:rFonts w:cs="Arial"/>
                <w:bCs/>
              </w:rPr>
              <w:t>3</w:t>
            </w:r>
          </w:p>
        </w:tc>
      </w:tr>
      <w:tr w:rsidR="00FD10F2" w:rsidRPr="007A2A70" w14:paraId="3CA1C579" w14:textId="77777777" w:rsidTr="0094118E">
        <w:trPr>
          <w:trHeight w:val="548"/>
        </w:trPr>
        <w:tc>
          <w:tcPr>
            <w:tcW w:w="1843" w:type="dxa"/>
            <w:vMerge/>
            <w:tcBorders>
              <w:left w:val="single" w:sz="4" w:space="0" w:color="auto"/>
              <w:right w:val="single" w:sz="4" w:space="0" w:color="auto"/>
            </w:tcBorders>
            <w:vAlign w:val="center"/>
          </w:tcPr>
          <w:p w14:paraId="2F5E57A8" w14:textId="77777777" w:rsidR="00FD10F2" w:rsidRPr="00F04E58" w:rsidRDefault="00FD10F2" w:rsidP="00D410C0">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155A504" w14:textId="0B7B8FFB" w:rsidR="00FD10F2" w:rsidRPr="009478DB" w:rsidRDefault="00FD10F2" w:rsidP="00FB6527">
            <w:pPr>
              <w:jc w:val="both"/>
              <w:rPr>
                <w:rFonts w:cs="Arial"/>
                <w:bCs/>
              </w:rPr>
            </w:pPr>
            <w:r w:rsidRPr="009478DB">
              <w:rPr>
                <w:rFonts w:cs="Arial"/>
                <w:bCs/>
              </w:rPr>
              <w:t xml:space="preserve">zkušenost </w:t>
            </w:r>
            <w:r w:rsidR="00BE4DEB" w:rsidRPr="00CB6C66">
              <w:rPr>
                <w:rFonts w:cs="Arial"/>
                <w:bCs/>
              </w:rPr>
              <w:t>s</w:t>
            </w:r>
            <w:r w:rsidR="00BE4DEB">
              <w:rPr>
                <w:rFonts w:cs="Arial"/>
                <w:bCs/>
              </w:rPr>
              <w:t xml:space="preserve"> plněním </w:t>
            </w:r>
            <w:r w:rsidR="00DE32E3">
              <w:rPr>
                <w:rFonts w:cs="Arial"/>
                <w:bCs/>
              </w:rPr>
              <w:t xml:space="preserve">dokumentace ve svém oboru (tunelové stavby) obsahující </w:t>
            </w:r>
            <w:r w:rsidR="00D14949" w:rsidRPr="005B5DBA">
              <w:rPr>
                <w:rFonts w:cs="Arial"/>
                <w:bCs/>
              </w:rPr>
              <w:t xml:space="preserve">kavernu nebo konvenčně ražený tunel o ploše výrubu větší než 100 m2 </w:t>
            </w:r>
            <w:r w:rsidR="00DE32E3">
              <w:rPr>
                <w:rFonts w:cs="Arial"/>
                <w:bCs/>
              </w:rPr>
              <w:t xml:space="preserve">u obdobné zakázky dopravních staveb </w:t>
            </w:r>
            <w:r w:rsidR="004817EC" w:rsidRPr="003370AB">
              <w:t xml:space="preserve">ve funkci </w:t>
            </w:r>
            <w:r w:rsidR="004817EC">
              <w:t xml:space="preserve">specialisty nebo odpovědného projektanta </w:t>
            </w:r>
            <w:r w:rsidR="00DE32E3">
              <w:t>nebo zpracovatele</w:t>
            </w:r>
          </w:p>
        </w:tc>
        <w:tc>
          <w:tcPr>
            <w:tcW w:w="1559" w:type="dxa"/>
            <w:tcBorders>
              <w:top w:val="single" w:sz="4" w:space="0" w:color="auto"/>
              <w:left w:val="nil"/>
              <w:bottom w:val="single" w:sz="4" w:space="0" w:color="auto"/>
              <w:right w:val="single" w:sz="4" w:space="0" w:color="auto"/>
            </w:tcBorders>
            <w:shd w:val="clear" w:color="auto" w:fill="auto"/>
            <w:vAlign w:val="center"/>
          </w:tcPr>
          <w:p w14:paraId="5DA87440" w14:textId="77777777" w:rsidR="00FD10F2" w:rsidRPr="002C17B7" w:rsidRDefault="00FD10F2" w:rsidP="00D410C0">
            <w:pPr>
              <w:rPr>
                <w:rFonts w:cs="Arial"/>
                <w:bCs/>
              </w:rPr>
            </w:pPr>
            <w:r w:rsidRPr="002C17B7">
              <w:rPr>
                <w:rFonts w:cs="Arial"/>
                <w:bCs/>
              </w:rPr>
              <w:t xml:space="preserve">3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2280A760" w14:textId="77777777" w:rsidR="00FD10F2" w:rsidRPr="002C17B7" w:rsidRDefault="005B5DBA" w:rsidP="00D410C0">
            <w:pPr>
              <w:rPr>
                <w:rFonts w:cs="Arial"/>
                <w:bCs/>
              </w:rPr>
            </w:pPr>
            <w:r>
              <w:rPr>
                <w:rFonts w:cs="Arial"/>
                <w:bCs/>
              </w:rPr>
              <w:t>3</w:t>
            </w:r>
            <w:r w:rsidR="00FD10F2" w:rsidRPr="002C17B7">
              <w:rPr>
                <w:rFonts w:cs="Arial"/>
                <w:bCs/>
              </w:rPr>
              <w:t xml:space="preserve"> </w:t>
            </w:r>
          </w:p>
        </w:tc>
      </w:tr>
      <w:tr w:rsidR="00A04CCD" w:rsidRPr="007A2A70" w14:paraId="1C3E6D2F" w14:textId="77777777" w:rsidTr="009D3A23">
        <w:trPr>
          <w:trHeight w:val="548"/>
        </w:trPr>
        <w:tc>
          <w:tcPr>
            <w:tcW w:w="1843" w:type="dxa"/>
            <w:vMerge/>
            <w:tcBorders>
              <w:left w:val="single" w:sz="4" w:space="0" w:color="auto"/>
              <w:bottom w:val="single" w:sz="4" w:space="0" w:color="auto"/>
              <w:right w:val="single" w:sz="4" w:space="0" w:color="auto"/>
            </w:tcBorders>
            <w:vAlign w:val="center"/>
          </w:tcPr>
          <w:p w14:paraId="25218442" w14:textId="77777777" w:rsidR="00A04CCD" w:rsidRPr="00F04E58" w:rsidRDefault="00A04CCD" w:rsidP="00A04CCD">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1DB8E87" w14:textId="1A905896" w:rsidR="00A04CCD" w:rsidRPr="009478DB" w:rsidRDefault="00DE32E3" w:rsidP="00FB6527">
            <w:pPr>
              <w:jc w:val="both"/>
              <w:rPr>
                <w:rFonts w:cs="Arial"/>
                <w:bCs/>
              </w:rPr>
            </w:pPr>
            <w:r w:rsidRPr="009478DB">
              <w:rPr>
                <w:rFonts w:cs="Arial"/>
                <w:bCs/>
              </w:rPr>
              <w:t xml:space="preserve">zkušenost </w:t>
            </w:r>
            <w:r w:rsidRPr="00CB6C66">
              <w:rPr>
                <w:rFonts w:cs="Arial"/>
                <w:bCs/>
              </w:rPr>
              <w:t>s</w:t>
            </w:r>
            <w:r>
              <w:rPr>
                <w:rFonts w:cs="Arial"/>
                <w:bCs/>
              </w:rPr>
              <w:t xml:space="preserve"> plněním dokumentace ve svém oboru (tunelové stavby) obsahující </w:t>
            </w:r>
            <w:r w:rsidR="00673B65" w:rsidRPr="005B5DBA">
              <w:rPr>
                <w:rFonts w:cs="Arial"/>
                <w:bCs/>
              </w:rPr>
              <w:t xml:space="preserve">kavernu nebo </w:t>
            </w:r>
            <w:r w:rsidR="00D14949">
              <w:rPr>
                <w:rFonts w:cs="Arial"/>
                <w:bCs/>
              </w:rPr>
              <w:t>ražený tunel o ploše výrubu větší než 25 m</w:t>
            </w:r>
            <w:r w:rsidR="00D14949" w:rsidRPr="00865E1F">
              <w:rPr>
                <w:rFonts w:cs="Arial"/>
                <w:bCs/>
                <w:vertAlign w:val="superscript"/>
              </w:rPr>
              <w:t>2</w:t>
            </w:r>
            <w:r w:rsidR="00D14949">
              <w:rPr>
                <w:rFonts w:cs="Arial"/>
                <w:bCs/>
              </w:rPr>
              <w:t xml:space="preserve"> a výšce nadloží větší než 50</w:t>
            </w:r>
            <w:r w:rsidR="006B1CDC">
              <w:rPr>
                <w:rFonts w:cs="Arial"/>
                <w:bCs/>
              </w:rPr>
              <w:t> </w:t>
            </w:r>
            <w:r w:rsidR="00D14949">
              <w:rPr>
                <w:rFonts w:cs="Arial"/>
                <w:bCs/>
              </w:rPr>
              <w:t>m</w:t>
            </w:r>
            <w:r w:rsidR="00D14949" w:rsidRPr="009478DB">
              <w:rPr>
                <w:rFonts w:cs="Arial"/>
                <w:bCs/>
              </w:rPr>
              <w:t xml:space="preserve"> </w:t>
            </w:r>
            <w:r>
              <w:rPr>
                <w:rFonts w:cs="Arial"/>
                <w:bCs/>
              </w:rPr>
              <w:t xml:space="preserve">u obdobné zakázky dopravních staveb </w:t>
            </w:r>
            <w:r w:rsidR="004817EC" w:rsidRPr="003370AB">
              <w:t xml:space="preserve">ve funkci </w:t>
            </w:r>
            <w:r w:rsidR="004817EC">
              <w:t xml:space="preserve">specialisty nebo odpovědného projektanta nebo zpracovatele </w:t>
            </w:r>
          </w:p>
        </w:tc>
        <w:tc>
          <w:tcPr>
            <w:tcW w:w="1559" w:type="dxa"/>
            <w:tcBorders>
              <w:top w:val="single" w:sz="4" w:space="0" w:color="auto"/>
              <w:left w:val="nil"/>
              <w:bottom w:val="single" w:sz="4" w:space="0" w:color="auto"/>
              <w:right w:val="single" w:sz="4" w:space="0" w:color="auto"/>
            </w:tcBorders>
            <w:shd w:val="clear" w:color="auto" w:fill="auto"/>
            <w:vAlign w:val="center"/>
          </w:tcPr>
          <w:p w14:paraId="2EF78D83" w14:textId="77777777" w:rsidR="00A04CCD" w:rsidRPr="002C17B7" w:rsidRDefault="00A04CCD" w:rsidP="00A04CCD">
            <w:pPr>
              <w:rPr>
                <w:rFonts w:cs="Arial"/>
                <w:bCs/>
              </w:rPr>
            </w:pPr>
            <w:r w:rsidRPr="002C17B7">
              <w:rPr>
                <w:rFonts w:cs="Arial"/>
                <w:bCs/>
              </w:rPr>
              <w:t xml:space="preserve">3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69FCA478" w14:textId="77777777" w:rsidR="00A04CCD" w:rsidRPr="002C17B7" w:rsidRDefault="005B5DBA" w:rsidP="00A04CCD">
            <w:pPr>
              <w:rPr>
                <w:rFonts w:cs="Arial"/>
                <w:bCs/>
              </w:rPr>
            </w:pPr>
            <w:r>
              <w:rPr>
                <w:rFonts w:cs="Arial"/>
                <w:bCs/>
              </w:rPr>
              <w:t>3</w:t>
            </w:r>
          </w:p>
        </w:tc>
      </w:tr>
      <w:tr w:rsidR="00DE32E3" w:rsidRPr="007A2A70" w14:paraId="44DADF97" w14:textId="77777777" w:rsidTr="00E55414">
        <w:trPr>
          <w:trHeight w:val="548"/>
        </w:trPr>
        <w:tc>
          <w:tcPr>
            <w:tcW w:w="1843" w:type="dxa"/>
            <w:vMerge w:val="restart"/>
            <w:tcBorders>
              <w:left w:val="single" w:sz="4" w:space="0" w:color="auto"/>
              <w:right w:val="single" w:sz="4" w:space="0" w:color="auto"/>
            </w:tcBorders>
          </w:tcPr>
          <w:p w14:paraId="21EF5288" w14:textId="08B3AAE6" w:rsidR="00DE32E3" w:rsidRPr="00F04E58" w:rsidRDefault="00DE32E3" w:rsidP="00DE32E3">
            <w:pPr>
              <w:rPr>
                <w:rFonts w:cs="Arial"/>
                <w:bCs/>
              </w:rPr>
            </w:pPr>
            <w:r>
              <w:rPr>
                <w:rFonts w:cs="Arial"/>
                <w:bCs/>
              </w:rPr>
              <w:t xml:space="preserve">odpovědný projektant týmu tunelových staveb </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D260855" w14:textId="77777777" w:rsidR="00DE32E3" w:rsidRDefault="00DE32E3" w:rsidP="00DE32E3">
            <w:pPr>
              <w:jc w:val="both"/>
            </w:pPr>
            <w:r w:rsidRPr="00F04E58">
              <w:rPr>
                <w:rFonts w:cs="Arial"/>
                <w:bCs/>
              </w:rPr>
              <w:t xml:space="preserve">délka praxe </w:t>
            </w:r>
            <w:r>
              <w:rPr>
                <w:rFonts w:cs="Arial"/>
                <w:bCs/>
              </w:rPr>
              <w:t>v oboru své specializace</w:t>
            </w:r>
            <w:r w:rsidRPr="00B77110">
              <w:rPr>
                <w:rFonts w:cs="Arial"/>
                <w:bCs/>
              </w:rPr>
              <w:t xml:space="preserve"> </w:t>
            </w:r>
            <w:r w:rsidRPr="00F04E58">
              <w:rPr>
                <w:rFonts w:cs="Arial"/>
                <w:bCs/>
              </w:rPr>
              <w:t>(tunelové stavby)</w:t>
            </w:r>
            <w:r w:rsidRPr="00CB6C66">
              <w:rPr>
                <w:rFonts w:cs="Arial"/>
                <w:bCs/>
              </w:rPr>
              <w:t xml:space="preserve">, </w:t>
            </w:r>
            <w:r w:rsidRPr="00CB6C66">
              <w:t xml:space="preserve">nad </w:t>
            </w:r>
            <w:r>
              <w:t>rámec kvalifikačního kritéria</w:t>
            </w:r>
          </w:p>
          <w:p w14:paraId="753DF68E" w14:textId="4A93655D" w:rsidR="00DE32E3" w:rsidRPr="00F04E58" w:rsidRDefault="00DE32E3" w:rsidP="00DE32E3">
            <w:pPr>
              <w:jc w:val="both"/>
              <w:rPr>
                <w:rFonts w:cs="Arial"/>
                <w:bCs/>
              </w:rPr>
            </w:pPr>
          </w:p>
        </w:tc>
        <w:tc>
          <w:tcPr>
            <w:tcW w:w="1559" w:type="dxa"/>
            <w:tcBorders>
              <w:top w:val="single" w:sz="4" w:space="0" w:color="auto"/>
              <w:left w:val="nil"/>
              <w:bottom w:val="single" w:sz="4" w:space="0" w:color="auto"/>
              <w:right w:val="single" w:sz="4" w:space="0" w:color="auto"/>
            </w:tcBorders>
            <w:shd w:val="clear" w:color="auto" w:fill="auto"/>
          </w:tcPr>
          <w:p w14:paraId="6528ACE8" w14:textId="77777777" w:rsidR="00DE32E3" w:rsidRPr="00A97C3B" w:rsidRDefault="00DE32E3" w:rsidP="00DE32E3">
            <w:pPr>
              <w:rPr>
                <w:rFonts w:cs="Arial"/>
                <w:bCs/>
              </w:rPr>
            </w:pPr>
            <w:r w:rsidRPr="0064370A">
              <w:rPr>
                <w:rFonts w:cs="Arial"/>
                <w:bCs/>
              </w:rPr>
              <w:t>1 bod u každé jednotlivé osoby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647E1BEB" w14:textId="77777777" w:rsidR="00DE32E3" w:rsidRPr="00E7233D" w:rsidRDefault="00DE32E3" w:rsidP="00DE32E3">
            <w:pPr>
              <w:rPr>
                <w:rFonts w:cs="Arial"/>
                <w:bCs/>
              </w:rPr>
            </w:pPr>
            <w:r>
              <w:rPr>
                <w:rFonts w:cs="Arial"/>
                <w:bCs/>
              </w:rPr>
              <w:t>5</w:t>
            </w:r>
            <w:r w:rsidRPr="00E7233D">
              <w:rPr>
                <w:rFonts w:cs="Arial"/>
                <w:bCs/>
              </w:rPr>
              <w:t xml:space="preserve"> u každé jednotlivé osoby</w:t>
            </w:r>
          </w:p>
          <w:p w14:paraId="5501E5D4" w14:textId="77777777" w:rsidR="00DE32E3" w:rsidRPr="00A97C3B" w:rsidRDefault="00DE32E3" w:rsidP="00DE32E3">
            <w:pPr>
              <w:rPr>
                <w:rFonts w:cs="Arial"/>
                <w:bCs/>
              </w:rPr>
            </w:pPr>
            <w:r>
              <w:rPr>
                <w:rFonts w:cs="Arial"/>
                <w:bCs/>
              </w:rPr>
              <w:t>20</w:t>
            </w:r>
            <w:r>
              <w:rPr>
                <w:rFonts w:cs="Arial"/>
                <w:bCs/>
                <w:color w:val="FF0000"/>
              </w:rPr>
              <w:t xml:space="preserve"> </w:t>
            </w:r>
            <w:r w:rsidRPr="00E7233D">
              <w:rPr>
                <w:rFonts w:cs="Arial"/>
                <w:bCs/>
              </w:rPr>
              <w:t>celkem pro tuto funkci</w:t>
            </w:r>
          </w:p>
        </w:tc>
      </w:tr>
      <w:tr w:rsidR="00DE32E3" w:rsidRPr="00C16C76" w14:paraId="25E2C4F1" w14:textId="77777777" w:rsidTr="0094118E">
        <w:trPr>
          <w:trHeight w:val="548"/>
        </w:trPr>
        <w:tc>
          <w:tcPr>
            <w:tcW w:w="1843" w:type="dxa"/>
            <w:vMerge/>
            <w:tcBorders>
              <w:left w:val="single" w:sz="4" w:space="0" w:color="auto"/>
              <w:right w:val="single" w:sz="4" w:space="0" w:color="auto"/>
            </w:tcBorders>
            <w:vAlign w:val="center"/>
          </w:tcPr>
          <w:p w14:paraId="1BC07B13" w14:textId="77777777" w:rsidR="00DE32E3" w:rsidRPr="00F04E58" w:rsidRDefault="00DE32E3" w:rsidP="00DE32E3">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23E4BDD" w14:textId="11C83A01" w:rsidR="00DE32E3" w:rsidRPr="009478DB" w:rsidRDefault="00FB6527" w:rsidP="00DE32E3">
            <w:pPr>
              <w:jc w:val="both"/>
              <w:rPr>
                <w:rFonts w:cs="Arial"/>
                <w:bCs/>
              </w:rPr>
            </w:pPr>
            <w:r>
              <w:rPr>
                <w:rFonts w:cs="Arial"/>
                <w:bCs/>
              </w:rPr>
              <w:t xml:space="preserve">zkušenost s realizací stavby </w:t>
            </w:r>
            <w:r w:rsidRPr="002C17B7">
              <w:rPr>
                <w:rFonts w:cs="Arial"/>
                <w:bCs/>
              </w:rPr>
              <w:t xml:space="preserve">ražených </w:t>
            </w:r>
            <w:r>
              <w:rPr>
                <w:rFonts w:cs="Arial"/>
                <w:bCs/>
              </w:rPr>
              <w:t>tunelů</w:t>
            </w:r>
            <w:r w:rsidRPr="002C17B7">
              <w:rPr>
                <w:rFonts w:cs="Arial"/>
                <w:bCs/>
              </w:rPr>
              <w:t xml:space="preserve"> dokončené v posledních 20 letech před zahájením zadávacího řízení</w:t>
            </w:r>
            <w:r>
              <w:rPr>
                <w:rFonts w:cs="Arial"/>
                <w:bCs/>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tcPr>
          <w:p w14:paraId="6AF12D75" w14:textId="77777777" w:rsidR="00DE32E3" w:rsidRPr="002C17B7" w:rsidRDefault="00DE32E3" w:rsidP="00DE32E3">
            <w:pPr>
              <w:rPr>
                <w:rFonts w:cs="Arial"/>
                <w:bCs/>
              </w:rPr>
            </w:pPr>
            <w:r>
              <w:rPr>
                <w:rFonts w:cs="Arial"/>
                <w:bCs/>
              </w:rPr>
              <w:t>3</w:t>
            </w:r>
            <w:r w:rsidRPr="0064370A">
              <w:rPr>
                <w:rFonts w:cs="Arial"/>
                <w:bCs/>
              </w:rPr>
              <w:t xml:space="preserve"> bod</w:t>
            </w:r>
            <w:r>
              <w:rPr>
                <w:rFonts w:cs="Arial"/>
                <w:bCs/>
              </w:rPr>
              <w:t>y</w:t>
            </w:r>
            <w:r w:rsidRPr="0064370A">
              <w:rPr>
                <w:rFonts w:cs="Arial"/>
                <w:bCs/>
              </w:rPr>
              <w:t xml:space="preserve"> u každé jednotlivé osoby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4169C8FB" w14:textId="77777777" w:rsidR="00DE32E3" w:rsidRPr="00C16C76" w:rsidRDefault="00DE32E3" w:rsidP="00DE32E3">
            <w:pPr>
              <w:rPr>
                <w:rFonts w:cs="Arial"/>
                <w:bCs/>
              </w:rPr>
            </w:pPr>
            <w:r w:rsidRPr="00C16C76">
              <w:rPr>
                <w:rFonts w:cs="Arial"/>
                <w:bCs/>
              </w:rPr>
              <w:t>6 u každé jednotlivé osoby</w:t>
            </w:r>
          </w:p>
          <w:p w14:paraId="1250192E" w14:textId="77777777" w:rsidR="00DE32E3" w:rsidRPr="00C16C76" w:rsidRDefault="00DE32E3" w:rsidP="00DE32E3">
            <w:pPr>
              <w:rPr>
                <w:rFonts w:cs="Arial"/>
                <w:bCs/>
              </w:rPr>
            </w:pPr>
            <w:r w:rsidRPr="00C16C76">
              <w:rPr>
                <w:rFonts w:cs="Arial"/>
                <w:bCs/>
              </w:rPr>
              <w:t>9 celkem pro tuto funkci</w:t>
            </w:r>
          </w:p>
        </w:tc>
      </w:tr>
      <w:tr w:rsidR="00DE32E3" w:rsidRPr="00C16C76" w14:paraId="2E4EE2E6" w14:textId="77777777" w:rsidTr="0094118E">
        <w:trPr>
          <w:trHeight w:val="548"/>
        </w:trPr>
        <w:tc>
          <w:tcPr>
            <w:tcW w:w="1843" w:type="dxa"/>
            <w:vMerge/>
            <w:tcBorders>
              <w:left w:val="single" w:sz="4" w:space="0" w:color="auto"/>
              <w:right w:val="single" w:sz="4" w:space="0" w:color="auto"/>
            </w:tcBorders>
            <w:vAlign w:val="center"/>
          </w:tcPr>
          <w:p w14:paraId="07AA131E" w14:textId="77777777" w:rsidR="00DE32E3" w:rsidRPr="00F04E58" w:rsidRDefault="00DE32E3" w:rsidP="00DE32E3">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2AC16E7" w14:textId="62FC4AE4" w:rsidR="00DE32E3" w:rsidRPr="009478DB" w:rsidRDefault="00DE32E3" w:rsidP="00DE32E3">
            <w:pPr>
              <w:jc w:val="both"/>
              <w:rPr>
                <w:rFonts w:cs="Arial"/>
                <w:bCs/>
              </w:rPr>
            </w:pPr>
            <w:r w:rsidRPr="00CB6C66">
              <w:rPr>
                <w:rFonts w:cs="Arial"/>
                <w:bCs/>
              </w:rPr>
              <w:t>zkušenost s</w:t>
            </w:r>
            <w:r>
              <w:rPr>
                <w:rFonts w:cs="Arial"/>
                <w:bCs/>
              </w:rPr>
              <w:t> plněním dokumentace ve svém oboru (tunelové stavby) obsahující</w:t>
            </w:r>
            <w:r w:rsidRPr="00CB6C66">
              <w:rPr>
                <w:rFonts w:cs="Arial"/>
                <w:bCs/>
              </w:rPr>
              <w:t xml:space="preserve"> tunel ražený metodou TBM a </w:t>
            </w:r>
            <w:r w:rsidRPr="00CB6C66">
              <w:rPr>
                <w:rFonts w:cs="Arial"/>
                <w:bCs/>
              </w:rPr>
              <w:lastRenderedPageBreak/>
              <w:t xml:space="preserve">délkou tunelu minimálně </w:t>
            </w:r>
            <w:r>
              <w:rPr>
                <w:rFonts w:cs="Arial"/>
                <w:bCs/>
              </w:rPr>
              <w:t>5</w:t>
            </w:r>
            <w:r w:rsidRPr="00CB6C66">
              <w:rPr>
                <w:rFonts w:cs="Arial"/>
                <w:bCs/>
              </w:rPr>
              <w:t>00 m</w:t>
            </w:r>
            <w:r>
              <w:rPr>
                <w:rFonts w:cs="Arial"/>
                <w:bCs/>
              </w:rPr>
              <w:t xml:space="preserve"> u obdobné zakázky dopravních staveb </w:t>
            </w:r>
            <w:r w:rsidRPr="003370AB">
              <w:t xml:space="preserve">ve funkci </w:t>
            </w:r>
            <w:r>
              <w:t>specialisty nebo odpovědného projektanta nebo zpracovatele</w:t>
            </w:r>
          </w:p>
        </w:tc>
        <w:tc>
          <w:tcPr>
            <w:tcW w:w="1559" w:type="dxa"/>
            <w:tcBorders>
              <w:top w:val="single" w:sz="4" w:space="0" w:color="auto"/>
              <w:left w:val="nil"/>
              <w:bottom w:val="single" w:sz="4" w:space="0" w:color="auto"/>
              <w:right w:val="single" w:sz="4" w:space="0" w:color="auto"/>
            </w:tcBorders>
            <w:shd w:val="clear" w:color="auto" w:fill="auto"/>
            <w:vAlign w:val="center"/>
          </w:tcPr>
          <w:p w14:paraId="3EF76DD1" w14:textId="77777777" w:rsidR="00DE32E3" w:rsidRDefault="00DE32E3" w:rsidP="00DE32E3">
            <w:pPr>
              <w:rPr>
                <w:rFonts w:cs="Arial"/>
                <w:bCs/>
              </w:rPr>
            </w:pPr>
            <w:r>
              <w:rPr>
                <w:rFonts w:cs="Arial"/>
                <w:bCs/>
              </w:rPr>
              <w:lastRenderedPageBreak/>
              <w:t>3</w:t>
            </w:r>
            <w:r w:rsidRPr="0064370A">
              <w:rPr>
                <w:rFonts w:cs="Arial"/>
                <w:bCs/>
              </w:rPr>
              <w:t xml:space="preserve"> bod</w:t>
            </w:r>
            <w:r>
              <w:rPr>
                <w:rFonts w:cs="Arial"/>
                <w:bCs/>
              </w:rPr>
              <w:t>y</w:t>
            </w:r>
            <w:r w:rsidRPr="0064370A">
              <w:rPr>
                <w:rFonts w:cs="Arial"/>
                <w:bCs/>
              </w:rPr>
              <w:t xml:space="preserve"> u každé jednotlivé osoby za </w:t>
            </w:r>
            <w:r w:rsidRPr="0064370A">
              <w:rPr>
                <w:rFonts w:cs="Arial"/>
                <w:bCs/>
              </w:rPr>
              <w:lastRenderedPageBreak/>
              <w:t xml:space="preserve">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353CB2DC" w14:textId="77777777" w:rsidR="00DE32E3" w:rsidRPr="00C16C76" w:rsidRDefault="00DE32E3" w:rsidP="00DE32E3">
            <w:pPr>
              <w:rPr>
                <w:rFonts w:cs="Arial"/>
                <w:bCs/>
              </w:rPr>
            </w:pPr>
            <w:r w:rsidRPr="00C16C76">
              <w:rPr>
                <w:rFonts w:cs="Arial"/>
                <w:bCs/>
              </w:rPr>
              <w:lastRenderedPageBreak/>
              <w:t xml:space="preserve">6 u každé jednotlivé </w:t>
            </w:r>
            <w:r w:rsidRPr="00C16C76">
              <w:rPr>
                <w:rFonts w:cs="Arial"/>
                <w:bCs/>
              </w:rPr>
              <w:lastRenderedPageBreak/>
              <w:t>osoby</w:t>
            </w:r>
          </w:p>
          <w:p w14:paraId="74A663C8" w14:textId="77777777" w:rsidR="00DE32E3" w:rsidRPr="00C16C76" w:rsidRDefault="00DE32E3" w:rsidP="00DE32E3">
            <w:pPr>
              <w:rPr>
                <w:rFonts w:cs="Arial"/>
                <w:bCs/>
              </w:rPr>
            </w:pPr>
            <w:r w:rsidRPr="00C16C76">
              <w:rPr>
                <w:rFonts w:cs="Arial"/>
                <w:bCs/>
              </w:rPr>
              <w:t>9 celkem pro tuto funkci</w:t>
            </w:r>
          </w:p>
        </w:tc>
      </w:tr>
      <w:tr w:rsidR="00DE32E3" w:rsidRPr="00C16C76" w14:paraId="257DDFD3" w14:textId="77777777" w:rsidTr="0094118E">
        <w:trPr>
          <w:trHeight w:val="548"/>
        </w:trPr>
        <w:tc>
          <w:tcPr>
            <w:tcW w:w="1843" w:type="dxa"/>
            <w:vMerge/>
            <w:tcBorders>
              <w:left w:val="single" w:sz="4" w:space="0" w:color="auto"/>
              <w:right w:val="single" w:sz="4" w:space="0" w:color="auto"/>
            </w:tcBorders>
            <w:vAlign w:val="center"/>
          </w:tcPr>
          <w:p w14:paraId="2363531E" w14:textId="77777777" w:rsidR="00DE32E3" w:rsidRPr="00F04E58" w:rsidRDefault="00DE32E3" w:rsidP="00DE32E3">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4787D44" w14:textId="6D9E21B7" w:rsidR="00DE32E3" w:rsidRPr="009478DB" w:rsidRDefault="00DE32E3">
            <w:pPr>
              <w:jc w:val="both"/>
              <w:rPr>
                <w:rFonts w:cs="Arial"/>
                <w:bCs/>
              </w:rPr>
            </w:pPr>
            <w:r w:rsidRPr="00CB6C66">
              <w:rPr>
                <w:rFonts w:cs="Arial"/>
                <w:bCs/>
              </w:rPr>
              <w:t>zkušenost s</w:t>
            </w:r>
            <w:r>
              <w:rPr>
                <w:rFonts w:cs="Arial"/>
                <w:bCs/>
              </w:rPr>
              <w:t xml:space="preserve"> plněním dokumentace ve svém oboru (tunelové stavby) obsahující </w:t>
            </w:r>
            <w:r w:rsidRPr="00CB6C66">
              <w:rPr>
                <w:rFonts w:cs="Arial"/>
                <w:bCs/>
              </w:rPr>
              <w:t xml:space="preserve">šachtu o průměru větším než 12 m a </w:t>
            </w:r>
            <w:r w:rsidR="00DB78D4">
              <w:rPr>
                <w:rFonts w:cs="Arial"/>
                <w:bCs/>
              </w:rPr>
              <w:t>hloubce</w:t>
            </w:r>
            <w:r w:rsidR="00DB78D4" w:rsidRPr="00CB6C66">
              <w:rPr>
                <w:rFonts w:cs="Arial"/>
                <w:bCs/>
              </w:rPr>
              <w:t xml:space="preserve"> </w:t>
            </w:r>
            <w:r w:rsidRPr="00CB6C66">
              <w:rPr>
                <w:rFonts w:cs="Arial"/>
                <w:bCs/>
              </w:rPr>
              <w:t xml:space="preserve">větší než 50 m </w:t>
            </w:r>
            <w:r>
              <w:rPr>
                <w:rFonts w:cs="Arial"/>
                <w:bCs/>
              </w:rPr>
              <w:t xml:space="preserve">u obdobné zakázky dopravních staveb </w:t>
            </w:r>
            <w:r w:rsidRPr="003370AB">
              <w:t xml:space="preserve">ve funkci </w:t>
            </w:r>
            <w:r>
              <w:t>specialisty nebo odpovědného projektanta nebo zpracovatele</w:t>
            </w:r>
          </w:p>
        </w:tc>
        <w:tc>
          <w:tcPr>
            <w:tcW w:w="1559" w:type="dxa"/>
            <w:tcBorders>
              <w:top w:val="single" w:sz="4" w:space="0" w:color="auto"/>
              <w:left w:val="nil"/>
              <w:bottom w:val="single" w:sz="4" w:space="0" w:color="auto"/>
              <w:right w:val="single" w:sz="4" w:space="0" w:color="auto"/>
            </w:tcBorders>
            <w:shd w:val="clear" w:color="auto" w:fill="auto"/>
            <w:vAlign w:val="center"/>
          </w:tcPr>
          <w:p w14:paraId="0D6A6B9A" w14:textId="77777777" w:rsidR="00DE32E3" w:rsidRPr="002C17B7" w:rsidRDefault="00DE32E3" w:rsidP="00DE32E3">
            <w:pPr>
              <w:rPr>
                <w:rFonts w:cs="Arial"/>
                <w:bCs/>
              </w:rPr>
            </w:pPr>
            <w:r>
              <w:rPr>
                <w:rFonts w:cs="Arial"/>
                <w:bCs/>
              </w:rPr>
              <w:t>3</w:t>
            </w:r>
            <w:r w:rsidRPr="0064370A">
              <w:rPr>
                <w:rFonts w:cs="Arial"/>
                <w:bCs/>
              </w:rPr>
              <w:t xml:space="preserve"> bod</w:t>
            </w:r>
            <w:r>
              <w:rPr>
                <w:rFonts w:cs="Arial"/>
                <w:bCs/>
              </w:rPr>
              <w:t>y</w:t>
            </w:r>
            <w:r w:rsidRPr="0064370A">
              <w:rPr>
                <w:rFonts w:cs="Arial"/>
                <w:bCs/>
              </w:rPr>
              <w:t xml:space="preserve"> u každé jednotlivé osoby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46AEBAE0" w14:textId="77777777" w:rsidR="00DE32E3" w:rsidRPr="00C16C76" w:rsidRDefault="00DE32E3" w:rsidP="00DE32E3">
            <w:pPr>
              <w:rPr>
                <w:rFonts w:cs="Arial"/>
                <w:bCs/>
              </w:rPr>
            </w:pPr>
            <w:r w:rsidRPr="00C16C76">
              <w:rPr>
                <w:rFonts w:cs="Arial"/>
                <w:bCs/>
              </w:rPr>
              <w:t>6 u každé jednotlivé osoby</w:t>
            </w:r>
          </w:p>
          <w:p w14:paraId="38440B9A" w14:textId="77777777" w:rsidR="00DE32E3" w:rsidRPr="00C16C76" w:rsidRDefault="00DE32E3" w:rsidP="00DE32E3">
            <w:pPr>
              <w:rPr>
                <w:rFonts w:cs="Arial"/>
                <w:bCs/>
              </w:rPr>
            </w:pPr>
            <w:r w:rsidRPr="00C16C76">
              <w:rPr>
                <w:rFonts w:cs="Arial"/>
                <w:bCs/>
              </w:rPr>
              <w:t>9 celkem pro tuto funkci</w:t>
            </w:r>
          </w:p>
        </w:tc>
      </w:tr>
      <w:tr w:rsidR="00DE32E3" w:rsidRPr="00C16C76" w14:paraId="28E99D28" w14:textId="77777777" w:rsidTr="0094118E">
        <w:trPr>
          <w:trHeight w:val="548"/>
        </w:trPr>
        <w:tc>
          <w:tcPr>
            <w:tcW w:w="1843" w:type="dxa"/>
            <w:vMerge/>
            <w:tcBorders>
              <w:left w:val="single" w:sz="4" w:space="0" w:color="auto"/>
              <w:right w:val="single" w:sz="4" w:space="0" w:color="auto"/>
            </w:tcBorders>
            <w:vAlign w:val="center"/>
          </w:tcPr>
          <w:p w14:paraId="69006310" w14:textId="77777777" w:rsidR="00DE32E3" w:rsidRPr="00F04E58" w:rsidRDefault="00DE32E3" w:rsidP="00DE32E3">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EE54C9B" w14:textId="02EC322F" w:rsidR="00DE32E3" w:rsidRPr="002C17B7" w:rsidRDefault="00DE32E3" w:rsidP="00DE32E3">
            <w:pPr>
              <w:jc w:val="both"/>
              <w:rPr>
                <w:rFonts w:cs="Arial"/>
                <w:bCs/>
              </w:rPr>
            </w:pPr>
            <w:r w:rsidRPr="009478DB">
              <w:rPr>
                <w:rFonts w:cs="Arial"/>
                <w:bCs/>
              </w:rPr>
              <w:t xml:space="preserve">zkušenost </w:t>
            </w:r>
            <w:r w:rsidRPr="00CB6C66">
              <w:rPr>
                <w:rFonts w:cs="Arial"/>
                <w:bCs/>
              </w:rPr>
              <w:t>s</w:t>
            </w:r>
            <w:r>
              <w:rPr>
                <w:rFonts w:cs="Arial"/>
                <w:bCs/>
              </w:rPr>
              <w:t xml:space="preserve"> plněním dokumentace ve svém oboru (tunelové stavby) obsahující </w:t>
            </w:r>
            <w:r w:rsidRPr="005B5DBA">
              <w:rPr>
                <w:rFonts w:cs="Arial"/>
                <w:bCs/>
              </w:rPr>
              <w:t>kavernu nebo konvenčně ražený tunel o ploše výrubu větší než 100 m</w:t>
            </w:r>
            <w:r w:rsidRPr="00865E1F">
              <w:rPr>
                <w:rFonts w:cs="Arial"/>
                <w:bCs/>
                <w:vertAlign w:val="superscript"/>
              </w:rPr>
              <w:t>2</w:t>
            </w:r>
            <w:r w:rsidRPr="005B5DBA">
              <w:rPr>
                <w:rFonts w:cs="Arial"/>
                <w:bCs/>
              </w:rPr>
              <w:t xml:space="preserve"> </w:t>
            </w:r>
            <w:r>
              <w:rPr>
                <w:rFonts w:cs="Arial"/>
                <w:bCs/>
              </w:rPr>
              <w:t xml:space="preserve">u obdobné zakázky dopravních staveb </w:t>
            </w:r>
            <w:r w:rsidRPr="003370AB">
              <w:t xml:space="preserve">ve funkci </w:t>
            </w:r>
            <w:r>
              <w:t>specialisty nebo odpovědného projektanta nebo zpracovatele</w:t>
            </w:r>
          </w:p>
        </w:tc>
        <w:tc>
          <w:tcPr>
            <w:tcW w:w="1559" w:type="dxa"/>
            <w:tcBorders>
              <w:top w:val="single" w:sz="4" w:space="0" w:color="auto"/>
              <w:left w:val="nil"/>
              <w:bottom w:val="single" w:sz="4" w:space="0" w:color="auto"/>
              <w:right w:val="single" w:sz="4" w:space="0" w:color="auto"/>
            </w:tcBorders>
            <w:shd w:val="clear" w:color="auto" w:fill="auto"/>
            <w:vAlign w:val="center"/>
          </w:tcPr>
          <w:p w14:paraId="4DB8B072" w14:textId="77777777" w:rsidR="00DE32E3" w:rsidRPr="002C17B7" w:rsidRDefault="00DE32E3" w:rsidP="00DE32E3">
            <w:pPr>
              <w:rPr>
                <w:rFonts w:cs="Arial"/>
                <w:bCs/>
              </w:rPr>
            </w:pPr>
            <w:r>
              <w:rPr>
                <w:rFonts w:cs="Arial"/>
                <w:bCs/>
              </w:rPr>
              <w:t>3</w:t>
            </w:r>
            <w:r w:rsidRPr="0064370A">
              <w:rPr>
                <w:rFonts w:cs="Arial"/>
                <w:bCs/>
              </w:rPr>
              <w:t xml:space="preserve"> bod</w:t>
            </w:r>
            <w:r>
              <w:rPr>
                <w:rFonts w:cs="Arial"/>
                <w:bCs/>
              </w:rPr>
              <w:t>y</w:t>
            </w:r>
            <w:r w:rsidRPr="0064370A">
              <w:rPr>
                <w:rFonts w:cs="Arial"/>
                <w:bCs/>
              </w:rPr>
              <w:t xml:space="preserve"> u každé jednotlivé osoby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4155F2F6" w14:textId="77777777" w:rsidR="00DE32E3" w:rsidRPr="00C16C76" w:rsidRDefault="00DE32E3" w:rsidP="00DE32E3">
            <w:pPr>
              <w:rPr>
                <w:rFonts w:cs="Arial"/>
                <w:bCs/>
              </w:rPr>
            </w:pPr>
            <w:r w:rsidRPr="00C16C76">
              <w:rPr>
                <w:rFonts w:cs="Arial"/>
                <w:bCs/>
              </w:rPr>
              <w:t>6 u každé jednotlivé osoby</w:t>
            </w:r>
          </w:p>
          <w:p w14:paraId="19569046" w14:textId="77777777" w:rsidR="00DE32E3" w:rsidRPr="00C16C76" w:rsidRDefault="00DE32E3" w:rsidP="00DE32E3">
            <w:pPr>
              <w:rPr>
                <w:rFonts w:cs="Arial"/>
                <w:bCs/>
              </w:rPr>
            </w:pPr>
            <w:r w:rsidRPr="00C16C76">
              <w:rPr>
                <w:rFonts w:cs="Arial"/>
                <w:bCs/>
              </w:rPr>
              <w:t>9 celkem pro tuto funkci</w:t>
            </w:r>
          </w:p>
        </w:tc>
      </w:tr>
      <w:tr w:rsidR="00DE32E3" w:rsidRPr="00C16C76" w14:paraId="6BBA8305" w14:textId="77777777" w:rsidTr="0094118E">
        <w:trPr>
          <w:trHeight w:val="548"/>
        </w:trPr>
        <w:tc>
          <w:tcPr>
            <w:tcW w:w="1843" w:type="dxa"/>
            <w:vMerge/>
            <w:tcBorders>
              <w:left w:val="single" w:sz="4" w:space="0" w:color="auto"/>
              <w:right w:val="single" w:sz="4" w:space="0" w:color="auto"/>
            </w:tcBorders>
            <w:vAlign w:val="center"/>
          </w:tcPr>
          <w:p w14:paraId="253EC533" w14:textId="77777777" w:rsidR="00DE32E3" w:rsidRPr="00F04E58" w:rsidRDefault="00DE32E3" w:rsidP="00DE32E3">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41FFBCF" w14:textId="4AC9633C" w:rsidR="00DE32E3" w:rsidRPr="00470616" w:rsidRDefault="00DE32E3" w:rsidP="00DE32E3">
            <w:pPr>
              <w:jc w:val="both"/>
              <w:rPr>
                <w:rFonts w:cs="Arial"/>
                <w:bCs/>
              </w:rPr>
            </w:pPr>
            <w:r w:rsidRPr="009478DB">
              <w:rPr>
                <w:rFonts w:cs="Arial"/>
                <w:bCs/>
              </w:rPr>
              <w:t xml:space="preserve">zkušenost </w:t>
            </w:r>
            <w:r w:rsidRPr="00CB6C66">
              <w:rPr>
                <w:rFonts w:cs="Arial"/>
                <w:bCs/>
              </w:rPr>
              <w:t>s</w:t>
            </w:r>
            <w:r>
              <w:rPr>
                <w:rFonts w:cs="Arial"/>
                <w:bCs/>
              </w:rPr>
              <w:t xml:space="preserve"> plněním dokumentace ve svém oboru (tunelové stavby) obsahující </w:t>
            </w:r>
            <w:r w:rsidRPr="005B5DBA">
              <w:rPr>
                <w:rFonts w:cs="Arial"/>
                <w:bCs/>
              </w:rPr>
              <w:t xml:space="preserve">kavernu nebo </w:t>
            </w:r>
            <w:r>
              <w:rPr>
                <w:rFonts w:cs="Arial"/>
                <w:bCs/>
              </w:rPr>
              <w:t>ražený tunel o ploše výrubu větší než 25 m</w:t>
            </w:r>
            <w:r w:rsidRPr="00865E1F">
              <w:rPr>
                <w:rFonts w:cs="Arial"/>
                <w:bCs/>
                <w:vertAlign w:val="superscript"/>
              </w:rPr>
              <w:t>2</w:t>
            </w:r>
            <w:r>
              <w:rPr>
                <w:rFonts w:cs="Arial"/>
                <w:bCs/>
              </w:rPr>
              <w:t xml:space="preserve"> a výšce nadloží větší než 50</w:t>
            </w:r>
            <w:r w:rsidR="00CB7830">
              <w:rPr>
                <w:rFonts w:cs="Arial"/>
                <w:bCs/>
              </w:rPr>
              <w:t xml:space="preserve"> </w:t>
            </w:r>
            <w:r>
              <w:rPr>
                <w:rFonts w:cs="Arial"/>
                <w:bCs/>
              </w:rPr>
              <w:t>m</w:t>
            </w:r>
            <w:r w:rsidRPr="009478DB">
              <w:rPr>
                <w:rFonts w:cs="Arial"/>
                <w:bCs/>
              </w:rPr>
              <w:t xml:space="preserve"> </w:t>
            </w:r>
            <w:r>
              <w:rPr>
                <w:rFonts w:cs="Arial"/>
                <w:bCs/>
              </w:rPr>
              <w:t xml:space="preserve">u obdobné zakázky dopravních staveb </w:t>
            </w:r>
            <w:r w:rsidRPr="003370AB">
              <w:t xml:space="preserve">ve funkci </w:t>
            </w:r>
            <w:r>
              <w:t xml:space="preserve">specialisty nebo odpovědného projektanta nebo zpracovatele </w:t>
            </w:r>
          </w:p>
        </w:tc>
        <w:tc>
          <w:tcPr>
            <w:tcW w:w="1559" w:type="dxa"/>
            <w:tcBorders>
              <w:top w:val="single" w:sz="4" w:space="0" w:color="auto"/>
              <w:left w:val="nil"/>
              <w:bottom w:val="single" w:sz="4" w:space="0" w:color="auto"/>
              <w:right w:val="single" w:sz="4" w:space="0" w:color="auto"/>
            </w:tcBorders>
            <w:shd w:val="clear" w:color="auto" w:fill="auto"/>
            <w:vAlign w:val="center"/>
          </w:tcPr>
          <w:p w14:paraId="0A0C1C94" w14:textId="77777777" w:rsidR="00DE32E3" w:rsidRPr="00470616" w:rsidRDefault="00DE32E3" w:rsidP="00DE32E3">
            <w:pPr>
              <w:rPr>
                <w:rFonts w:cs="Arial"/>
                <w:bCs/>
              </w:rPr>
            </w:pPr>
            <w:r>
              <w:rPr>
                <w:rFonts w:cs="Arial"/>
                <w:bCs/>
              </w:rPr>
              <w:t>3</w:t>
            </w:r>
            <w:r w:rsidRPr="0064370A">
              <w:rPr>
                <w:rFonts w:cs="Arial"/>
                <w:bCs/>
              </w:rPr>
              <w:t xml:space="preserve"> bod</w:t>
            </w:r>
            <w:r>
              <w:rPr>
                <w:rFonts w:cs="Arial"/>
                <w:bCs/>
              </w:rPr>
              <w:t>y</w:t>
            </w:r>
            <w:r w:rsidRPr="0064370A">
              <w:rPr>
                <w:rFonts w:cs="Arial"/>
                <w:bCs/>
              </w:rPr>
              <w:t xml:space="preserve"> u každé jednotlivé osoby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0DB10E4B" w14:textId="77777777" w:rsidR="00DE32E3" w:rsidRPr="00C16C76" w:rsidRDefault="00DE32E3" w:rsidP="00DE32E3">
            <w:pPr>
              <w:rPr>
                <w:rFonts w:cs="Arial"/>
                <w:bCs/>
              </w:rPr>
            </w:pPr>
            <w:r w:rsidRPr="00C16C76">
              <w:rPr>
                <w:rFonts w:cs="Arial"/>
                <w:bCs/>
              </w:rPr>
              <w:t>6 u každé jednotlivé osoby</w:t>
            </w:r>
          </w:p>
          <w:p w14:paraId="5C7E1362" w14:textId="77777777" w:rsidR="00DE32E3" w:rsidRPr="00C16C76" w:rsidRDefault="00DE32E3" w:rsidP="00DE32E3">
            <w:pPr>
              <w:rPr>
                <w:rFonts w:cs="Arial"/>
                <w:bCs/>
              </w:rPr>
            </w:pPr>
            <w:r w:rsidRPr="00C16C76">
              <w:rPr>
                <w:rFonts w:cs="Arial"/>
                <w:bCs/>
              </w:rPr>
              <w:t>9 celkem pro tuto funkci</w:t>
            </w:r>
          </w:p>
        </w:tc>
      </w:tr>
      <w:tr w:rsidR="00C16C76" w:rsidRPr="00C16C76" w14:paraId="5E07626A" w14:textId="77777777" w:rsidTr="009D3A23">
        <w:trPr>
          <w:trHeight w:val="548"/>
        </w:trPr>
        <w:tc>
          <w:tcPr>
            <w:tcW w:w="1843" w:type="dxa"/>
            <w:vMerge/>
            <w:tcBorders>
              <w:left w:val="single" w:sz="4" w:space="0" w:color="auto"/>
              <w:bottom w:val="single" w:sz="4" w:space="0" w:color="auto"/>
              <w:right w:val="single" w:sz="4" w:space="0" w:color="auto"/>
            </w:tcBorders>
            <w:vAlign w:val="center"/>
          </w:tcPr>
          <w:p w14:paraId="6D4150A6" w14:textId="77777777" w:rsidR="00DB4752" w:rsidRPr="00F04E58" w:rsidRDefault="00DB4752" w:rsidP="00DB4752">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DBFD7A1" w14:textId="77777777" w:rsidR="00DB4752" w:rsidRDefault="00DB4752" w:rsidP="00DB4752">
            <w:pPr>
              <w:jc w:val="both"/>
              <w:rPr>
                <w:rFonts w:cs="Arial"/>
                <w:bCs/>
              </w:rPr>
            </w:pPr>
            <w:r w:rsidRPr="0064370A">
              <w:rPr>
                <w:rFonts w:cs="Arial"/>
                <w:bCs/>
              </w:rPr>
              <w:t>počet osob členů odborného personálu v této funkci splňující minimální požadovaná kvalifikační kritéria nad rámec minimálního počtu požadovaného za účelem prokázání splnění kvalifikace</w:t>
            </w:r>
          </w:p>
        </w:tc>
        <w:tc>
          <w:tcPr>
            <w:tcW w:w="1559" w:type="dxa"/>
            <w:tcBorders>
              <w:top w:val="single" w:sz="4" w:space="0" w:color="auto"/>
              <w:left w:val="nil"/>
              <w:bottom w:val="single" w:sz="4" w:space="0" w:color="auto"/>
              <w:right w:val="single" w:sz="4" w:space="0" w:color="auto"/>
            </w:tcBorders>
            <w:shd w:val="clear" w:color="auto" w:fill="auto"/>
            <w:vAlign w:val="center"/>
          </w:tcPr>
          <w:p w14:paraId="43C027E9" w14:textId="77777777" w:rsidR="00DB4752" w:rsidRDefault="00DB4752" w:rsidP="00DB4752">
            <w:pPr>
              <w:rPr>
                <w:rFonts w:cs="Arial"/>
                <w:bCs/>
              </w:rPr>
            </w:pPr>
            <w:r w:rsidRPr="0064370A">
              <w:rPr>
                <w:rFonts w:cs="Arial"/>
                <w:bCs/>
              </w:rPr>
              <w:t>1 bod za každou osobu člena odborného personálu v uvedené funkci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3DC7E931" w14:textId="77777777" w:rsidR="00DB4752" w:rsidRPr="00C16C76" w:rsidRDefault="005B5DBA" w:rsidP="00DB4752">
            <w:pPr>
              <w:rPr>
                <w:rFonts w:cs="Arial"/>
                <w:bCs/>
              </w:rPr>
            </w:pPr>
            <w:r w:rsidRPr="00C16C76">
              <w:rPr>
                <w:rFonts w:cs="Arial"/>
                <w:bCs/>
              </w:rPr>
              <w:t>3</w:t>
            </w:r>
          </w:p>
          <w:p w14:paraId="3949C495" w14:textId="77777777" w:rsidR="00DB4752" w:rsidRPr="00C16C76" w:rsidRDefault="00DB4752" w:rsidP="00DB4752">
            <w:pPr>
              <w:rPr>
                <w:rFonts w:cs="Arial"/>
                <w:bCs/>
              </w:rPr>
            </w:pPr>
          </w:p>
        </w:tc>
      </w:tr>
      <w:tr w:rsidR="00C16C76" w:rsidRPr="00C16C76" w14:paraId="42799A64"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5C5777FD" w14:textId="77777777" w:rsidR="00A04CCD" w:rsidRPr="0064370A" w:rsidRDefault="00A04CCD" w:rsidP="00A04CCD">
            <w:pPr>
              <w:rPr>
                <w:rFonts w:cs="Arial"/>
                <w:bCs/>
              </w:rPr>
            </w:pPr>
            <w:r w:rsidRPr="0064370A">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2A30BF0" w14:textId="77777777" w:rsidR="00A04CCD" w:rsidRPr="0064370A" w:rsidRDefault="00A04CCD" w:rsidP="00F540F6">
            <w:pPr>
              <w:jc w:val="both"/>
              <w:rPr>
                <w:rFonts w:cs="Arial"/>
                <w:bCs/>
              </w:rPr>
            </w:pPr>
            <w:r w:rsidRPr="0064370A">
              <w:rPr>
                <w:rFonts w:cs="Arial"/>
                <w:bCs/>
              </w:rPr>
              <w:t>u každé jednotlivé osoby dokládané pro tuto funkci za účelem hodnocení délka praxe v provádění služeb spočívajících mimo jiné ve výkonu inženýrské činnosti pro vydání územního rozhodnutí, územního sou</w:t>
            </w:r>
            <w:r w:rsidR="00D32547">
              <w:rPr>
                <w:rFonts w:cs="Arial"/>
                <w:bCs/>
              </w:rPr>
              <w:t xml:space="preserve">hlasu nebo společného povolení nebo stavebního povolení, </w:t>
            </w:r>
            <w:r w:rsidRPr="0064370A">
              <w:rPr>
                <w:rFonts w:cs="Arial"/>
                <w:bCs/>
              </w:rPr>
              <w:t>včetně majetkoprávní přípravy staveb,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640DC6A9" w14:textId="77777777" w:rsidR="00A04CCD" w:rsidRPr="0064370A" w:rsidRDefault="00A04CCD" w:rsidP="00A04CCD">
            <w:pPr>
              <w:rPr>
                <w:rFonts w:cs="Arial"/>
                <w:bCs/>
              </w:rPr>
            </w:pPr>
            <w:r w:rsidRPr="0064370A">
              <w:rPr>
                <w:rFonts w:cs="Arial"/>
                <w:bCs/>
              </w:rPr>
              <w:t>1 bod u každé jednotlivé osoby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7F8B1E61" w14:textId="77777777" w:rsidR="00A04CCD" w:rsidRPr="00C16C76" w:rsidRDefault="00A04CCD" w:rsidP="00A04CCD">
            <w:pPr>
              <w:rPr>
                <w:rFonts w:cs="Arial"/>
                <w:bCs/>
              </w:rPr>
            </w:pPr>
            <w:r w:rsidRPr="00C16C76">
              <w:rPr>
                <w:rFonts w:cs="Arial"/>
                <w:bCs/>
              </w:rPr>
              <w:t>5 u každé jednotlivé osoby</w:t>
            </w:r>
          </w:p>
          <w:p w14:paraId="1719590A" w14:textId="77777777" w:rsidR="00A04CCD" w:rsidRPr="00C16C76" w:rsidRDefault="00A04CCD" w:rsidP="00A04CCD">
            <w:pPr>
              <w:rPr>
                <w:rFonts w:cs="Arial"/>
                <w:bCs/>
              </w:rPr>
            </w:pPr>
            <w:r w:rsidRPr="00C16C76">
              <w:rPr>
                <w:rFonts w:cs="Arial"/>
                <w:bCs/>
              </w:rPr>
              <w:t>10 celkem pro tuto funkci</w:t>
            </w:r>
          </w:p>
        </w:tc>
      </w:tr>
      <w:tr w:rsidR="00A04CCD" w:rsidRPr="00465F4C" w14:paraId="3E9B38AB" w14:textId="77777777" w:rsidTr="00B77110">
        <w:trPr>
          <w:trHeight w:val="1210"/>
        </w:trPr>
        <w:tc>
          <w:tcPr>
            <w:tcW w:w="1843" w:type="dxa"/>
            <w:vMerge/>
            <w:tcBorders>
              <w:left w:val="single" w:sz="4" w:space="0" w:color="auto"/>
              <w:right w:val="single" w:sz="4" w:space="0" w:color="auto"/>
            </w:tcBorders>
            <w:vAlign w:val="center"/>
          </w:tcPr>
          <w:p w14:paraId="4E24CC4A" w14:textId="77777777" w:rsidR="00A04CCD" w:rsidRPr="0064370A" w:rsidRDefault="00A04CCD" w:rsidP="00A04CCD">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4BE042D" w14:textId="08066EEB" w:rsidR="00A04CCD" w:rsidRPr="0064370A" w:rsidRDefault="00A04CCD" w:rsidP="00FB6527">
            <w:pPr>
              <w:jc w:val="both"/>
              <w:rPr>
                <w:rFonts w:cs="Arial"/>
                <w:bCs/>
              </w:rPr>
            </w:pPr>
            <w:r w:rsidRPr="0064370A">
              <w:rPr>
                <w:rFonts w:cs="Arial"/>
                <w:bCs/>
              </w:rPr>
              <w:t xml:space="preserve">u každé jednotlivé osoby dokládané pro tuto funkci za účelem hodnocení zkušenost s </w:t>
            </w:r>
            <w:r w:rsidR="005C30C9" w:rsidRPr="005C30C9">
              <w:rPr>
                <w:rFonts w:cs="Arial"/>
                <w:bCs/>
              </w:rPr>
              <w:t xml:space="preserve">provádění služeb spočívajících mimo jiné ve výkonu inženýrské činnosti pro vydání územního rozhodnutí, územního souhlasu nebo společného povolení nebo stavebního </w:t>
            </w:r>
            <w:r w:rsidR="005C30C9" w:rsidRPr="005C30C9">
              <w:rPr>
                <w:rFonts w:cs="Arial"/>
                <w:bCs/>
              </w:rPr>
              <w:lastRenderedPageBreak/>
              <w:t>povolení, včetně majetkoprávní přípravy staveb</w:t>
            </w:r>
            <w:r w:rsidR="005C30C9">
              <w:rPr>
                <w:rFonts w:cs="Arial"/>
                <w:bCs/>
              </w:rPr>
              <w:t xml:space="preserve"> </w:t>
            </w:r>
            <w:r w:rsidRPr="0064370A">
              <w:rPr>
                <w:rFonts w:cs="Arial"/>
                <w:bCs/>
              </w:rPr>
              <w:t xml:space="preserve">u </w:t>
            </w:r>
            <w:r w:rsidR="00DE32E3">
              <w:rPr>
                <w:rFonts w:cs="Arial"/>
                <w:bCs/>
              </w:rPr>
              <w:t xml:space="preserve">obdobné </w:t>
            </w:r>
            <w:r w:rsidRPr="0064370A">
              <w:rPr>
                <w:rFonts w:cs="Arial"/>
                <w:bCs/>
              </w:rPr>
              <w:t xml:space="preserve">zakázky </w:t>
            </w:r>
            <w:r w:rsidR="00DE32E3">
              <w:rPr>
                <w:rFonts w:cs="Arial"/>
                <w:bCs/>
              </w:rPr>
              <w:t xml:space="preserve">dopravních staveb </w:t>
            </w:r>
            <w:r w:rsidRPr="00E41877">
              <w:rPr>
                <w:rFonts w:cs="Arial"/>
                <w:bCs/>
              </w:rPr>
              <w:t xml:space="preserve">s hodnotou zakázky na </w:t>
            </w:r>
            <w:r w:rsidRPr="00E41877">
              <w:rPr>
                <w:rFonts w:cs="Calibri"/>
              </w:rPr>
              <w:t xml:space="preserve">projektové </w:t>
            </w:r>
            <w:r w:rsidRPr="00E41877">
              <w:rPr>
                <w:rFonts w:cs="Arial"/>
                <w:bCs/>
              </w:rPr>
              <w:t xml:space="preserve">práce nejméně </w:t>
            </w:r>
            <w:r w:rsidRPr="00E41877">
              <w:rPr>
                <w:rFonts w:cs="Arial"/>
                <w:b/>
                <w:bCs/>
              </w:rPr>
              <w:t>60 mil. Kč</w:t>
            </w:r>
            <w:r w:rsidRPr="00E41877">
              <w:rPr>
                <w:rFonts w:cs="Arial"/>
                <w:bCs/>
              </w:rPr>
              <w:t xml:space="preserve"> bez DPH </w:t>
            </w:r>
          </w:p>
        </w:tc>
        <w:tc>
          <w:tcPr>
            <w:tcW w:w="1559" w:type="dxa"/>
            <w:tcBorders>
              <w:top w:val="single" w:sz="4" w:space="0" w:color="auto"/>
              <w:left w:val="nil"/>
              <w:bottom w:val="single" w:sz="4" w:space="0" w:color="auto"/>
              <w:right w:val="single" w:sz="4" w:space="0" w:color="auto"/>
            </w:tcBorders>
            <w:shd w:val="clear" w:color="auto" w:fill="auto"/>
            <w:vAlign w:val="center"/>
          </w:tcPr>
          <w:p w14:paraId="38B3359F" w14:textId="77777777" w:rsidR="00A04CCD" w:rsidRPr="0064370A" w:rsidRDefault="00A04CCD" w:rsidP="00A04CCD">
            <w:pPr>
              <w:rPr>
                <w:rFonts w:cs="Arial"/>
                <w:bCs/>
              </w:rPr>
            </w:pPr>
            <w:r>
              <w:rPr>
                <w:rFonts w:cs="Arial"/>
                <w:bCs/>
              </w:rPr>
              <w:lastRenderedPageBreak/>
              <w:t>3</w:t>
            </w:r>
            <w:r w:rsidRPr="0064370A">
              <w:rPr>
                <w:rFonts w:cs="Arial"/>
                <w:bCs/>
              </w:rPr>
              <w:t xml:space="preserve"> bod</w:t>
            </w:r>
            <w:r>
              <w:rPr>
                <w:rFonts w:cs="Arial"/>
                <w:bCs/>
              </w:rPr>
              <w:t>y</w:t>
            </w:r>
            <w:r w:rsidRPr="0064370A">
              <w:rPr>
                <w:rFonts w:cs="Arial"/>
                <w:bCs/>
              </w:rPr>
              <w:t xml:space="preserve"> u každé jednotlivé osoby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4E1CF797" w14:textId="77777777" w:rsidR="00A04CCD" w:rsidRPr="00E7233D" w:rsidRDefault="00A04CCD" w:rsidP="00A04CCD">
            <w:pPr>
              <w:rPr>
                <w:rFonts w:cs="Arial"/>
                <w:bCs/>
              </w:rPr>
            </w:pPr>
            <w:r w:rsidRPr="00E41877">
              <w:rPr>
                <w:rFonts w:cs="Arial"/>
                <w:bCs/>
              </w:rPr>
              <w:t>6</w:t>
            </w:r>
            <w:r w:rsidRPr="00E7233D">
              <w:rPr>
                <w:rFonts w:cs="Arial"/>
                <w:bCs/>
              </w:rPr>
              <w:t xml:space="preserve"> u každé jednotlivé osoby</w:t>
            </w:r>
          </w:p>
          <w:p w14:paraId="48534C19" w14:textId="77777777" w:rsidR="00A04CCD" w:rsidRPr="0064370A" w:rsidRDefault="00A04CCD" w:rsidP="00A04CCD">
            <w:pPr>
              <w:rPr>
                <w:rFonts w:cs="Arial"/>
                <w:bCs/>
              </w:rPr>
            </w:pPr>
            <w:r w:rsidRPr="00E41877">
              <w:rPr>
                <w:rFonts w:cs="Arial"/>
                <w:bCs/>
              </w:rPr>
              <w:t>12</w:t>
            </w:r>
            <w:r>
              <w:rPr>
                <w:rFonts w:cs="Arial"/>
                <w:bCs/>
                <w:color w:val="FF0000"/>
              </w:rPr>
              <w:t xml:space="preserve"> </w:t>
            </w:r>
            <w:r w:rsidRPr="00E7233D">
              <w:rPr>
                <w:rFonts w:cs="Arial"/>
                <w:bCs/>
              </w:rPr>
              <w:t>celkem pro tuto funkci</w:t>
            </w:r>
          </w:p>
        </w:tc>
      </w:tr>
      <w:tr w:rsidR="00A04CCD" w:rsidRPr="00465F4C" w14:paraId="7CA47B03" w14:textId="77777777" w:rsidTr="00D32547">
        <w:trPr>
          <w:trHeight w:val="545"/>
        </w:trPr>
        <w:tc>
          <w:tcPr>
            <w:tcW w:w="1843" w:type="dxa"/>
            <w:vMerge/>
            <w:tcBorders>
              <w:left w:val="single" w:sz="4" w:space="0" w:color="auto"/>
              <w:bottom w:val="single" w:sz="4" w:space="0" w:color="auto"/>
              <w:right w:val="single" w:sz="4" w:space="0" w:color="auto"/>
            </w:tcBorders>
            <w:vAlign w:val="center"/>
          </w:tcPr>
          <w:p w14:paraId="63D9CCF0" w14:textId="77777777" w:rsidR="00A04CCD" w:rsidRPr="0064370A" w:rsidRDefault="00A04CCD" w:rsidP="00A04CCD">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59804B4" w14:textId="77777777" w:rsidR="00A04CCD" w:rsidRPr="0064370A" w:rsidRDefault="00A04CCD" w:rsidP="00A04CCD">
            <w:pPr>
              <w:jc w:val="both"/>
              <w:rPr>
                <w:rFonts w:cs="Arial"/>
                <w:bCs/>
              </w:rPr>
            </w:pPr>
            <w:r w:rsidRPr="0064370A">
              <w:rPr>
                <w:rFonts w:cs="Arial"/>
                <w:bCs/>
              </w:rPr>
              <w:t>počet osob členů odborného personálu v této funkci splňující minimální požadovaná kvalifikační kritéria nad rámec minimálního počtu požadovaného za účelem prokázání splnění kvalifikace</w:t>
            </w:r>
          </w:p>
        </w:tc>
        <w:tc>
          <w:tcPr>
            <w:tcW w:w="1559" w:type="dxa"/>
            <w:tcBorders>
              <w:top w:val="single" w:sz="4" w:space="0" w:color="auto"/>
              <w:left w:val="nil"/>
              <w:bottom w:val="single" w:sz="4" w:space="0" w:color="auto"/>
              <w:right w:val="single" w:sz="4" w:space="0" w:color="auto"/>
            </w:tcBorders>
            <w:shd w:val="clear" w:color="auto" w:fill="auto"/>
            <w:vAlign w:val="center"/>
          </w:tcPr>
          <w:p w14:paraId="23F94E5A" w14:textId="77777777" w:rsidR="00A04CCD" w:rsidRPr="0064370A" w:rsidRDefault="00A04CCD" w:rsidP="00A04CCD">
            <w:pPr>
              <w:rPr>
                <w:rFonts w:cs="Arial"/>
                <w:bCs/>
              </w:rPr>
            </w:pPr>
            <w:r w:rsidRPr="0064370A">
              <w:rPr>
                <w:rFonts w:cs="Arial"/>
                <w:bCs/>
              </w:rPr>
              <w:t>1 bod za každou osobu člena odborného personálu v uvedené funkci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2E3F87D2" w14:textId="77777777" w:rsidR="00A04CCD" w:rsidRPr="0064370A" w:rsidRDefault="00A04CCD" w:rsidP="00A04CCD">
            <w:pPr>
              <w:rPr>
                <w:rFonts w:cs="Arial"/>
                <w:bCs/>
              </w:rPr>
            </w:pPr>
            <w:r w:rsidRPr="0064370A">
              <w:rPr>
                <w:rFonts w:cs="Arial"/>
                <w:bCs/>
              </w:rPr>
              <w:t>1</w:t>
            </w:r>
          </w:p>
          <w:p w14:paraId="564A54CF" w14:textId="77777777" w:rsidR="00A04CCD" w:rsidRPr="0064370A" w:rsidRDefault="00A04CCD" w:rsidP="00A04CCD">
            <w:pPr>
              <w:rPr>
                <w:rFonts w:cs="Arial"/>
                <w:bCs/>
              </w:rPr>
            </w:pPr>
          </w:p>
        </w:tc>
      </w:tr>
    </w:tbl>
    <w:p w14:paraId="4D101EEB" w14:textId="77777777" w:rsidR="00B77110" w:rsidRDefault="00B77110" w:rsidP="00B77110">
      <w:pPr>
        <w:pStyle w:val="Odstavecseseznamem"/>
        <w:ind w:left="1418"/>
        <w:jc w:val="both"/>
        <w:rPr>
          <w:rFonts w:ascii="Calibri" w:hAnsi="Calibri" w:cs="Calibri"/>
          <w:sz w:val="20"/>
          <w:szCs w:val="20"/>
        </w:rPr>
      </w:pPr>
    </w:p>
    <w:p w14:paraId="0A134C24" w14:textId="0421C7F4" w:rsidR="006E3C51" w:rsidRDefault="00E07145" w:rsidP="00B77110">
      <w:pPr>
        <w:pStyle w:val="Text1-1"/>
        <w:numPr>
          <w:ilvl w:val="0"/>
          <w:numId w:val="0"/>
        </w:numPr>
        <w:ind w:left="737"/>
      </w:pPr>
      <w:r>
        <w:t>Pokud není v tomto článku specificky uvedeno jinak, platí d</w:t>
      </w:r>
      <w:r w:rsidR="00865E1F">
        <w:t xml:space="preserve">efinice pojmů </w:t>
      </w:r>
      <w:r w:rsidR="008D2C26">
        <w:t xml:space="preserve">a pravidla </w:t>
      </w:r>
      <w:r>
        <w:t>uveden</w:t>
      </w:r>
      <w:r w:rsidR="008D2C26">
        <w:t>á</w:t>
      </w:r>
      <w:r>
        <w:t xml:space="preserve"> v čl.8.5.</w:t>
      </w:r>
    </w:p>
    <w:p w14:paraId="6B6AFB6B" w14:textId="02E3B7D8"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w:t>
      </w:r>
      <w:r w:rsidR="00F22311">
        <w:t>ěchto Pokynů. Tato osoba bude u </w:t>
      </w:r>
      <w:r>
        <w:t>vybraných (výše v tabulce uvedených) členů odbo</w:t>
      </w:r>
      <w:r w:rsidR="00F22311">
        <w:t>rného personálu současně i </w:t>
      </w:r>
      <w:r>
        <w:t>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4D1988">
        <w:t xml:space="preserve"> (resp. dostane 0 bodů)</w:t>
      </w:r>
      <w:r>
        <w:t xml:space="preserve">. </w:t>
      </w:r>
    </w:p>
    <w:p w14:paraId="023C39E0" w14:textId="263945C8"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w:t>
      </w:r>
      <w:r w:rsidR="00F22311">
        <w:t xml:space="preserve"> výslovně připuštěno, navrhl za </w:t>
      </w:r>
      <w:r>
        <w:t>účelem hodnocení další osoby, avšak nad rámec maximálně stanoveného počtu, nebude nabídka dodavatele ve vztahu k žádné z těchto konkrétních osob v rámci hodnotícího kritéria dle čl. 16.3 těchto Pokynů hodnocena</w:t>
      </w:r>
      <w:r w:rsidR="00075902">
        <w:t xml:space="preserve"> (resp. dostane 0 bodů)</w:t>
      </w:r>
      <w:r>
        <w:t xml:space="preserve">. </w:t>
      </w:r>
    </w:p>
    <w:p w14:paraId="184C680B" w14:textId="46BCAA91"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r w:rsidR="003F7B82" w:rsidRPr="005769B2">
        <w:t xml:space="preserve">Toto neplatí pro </w:t>
      </w:r>
      <w:r w:rsidR="003F7B82" w:rsidRPr="005769B2">
        <w:rPr>
          <w:rStyle w:val="Tun9b"/>
        </w:rPr>
        <w:t xml:space="preserve">vedoucího týmu, </w:t>
      </w:r>
      <w:r w:rsidR="00D64CC3">
        <w:rPr>
          <w:rStyle w:val="Tun9b"/>
        </w:rPr>
        <w:t>specialistu</w:t>
      </w:r>
      <w:r w:rsidR="00D64CC3" w:rsidRPr="005769B2">
        <w:rPr>
          <w:rStyle w:val="Tun9b"/>
        </w:rPr>
        <w:t xml:space="preserve"> </w:t>
      </w:r>
      <w:r w:rsidR="003F7B82" w:rsidRPr="005769B2">
        <w:rPr>
          <w:rStyle w:val="Tun9b"/>
        </w:rPr>
        <w:t xml:space="preserve">týmu geotechniky a </w:t>
      </w:r>
      <w:r w:rsidR="00D64CC3">
        <w:rPr>
          <w:rStyle w:val="Tun9b"/>
        </w:rPr>
        <w:t>specialistu</w:t>
      </w:r>
      <w:r w:rsidR="00D64CC3" w:rsidRPr="005769B2">
        <w:rPr>
          <w:rStyle w:val="Tun9b"/>
        </w:rPr>
        <w:t xml:space="preserve"> </w:t>
      </w:r>
      <w:r w:rsidR="003F7B82" w:rsidRPr="005769B2">
        <w:rPr>
          <w:rStyle w:val="Tun9b"/>
        </w:rPr>
        <w:t xml:space="preserve">týmu tunelových staveb. </w:t>
      </w:r>
      <w:r w:rsidR="003F7B82" w:rsidRPr="00C9147C">
        <w:rPr>
          <w:rStyle w:val="Tun9b"/>
        </w:rPr>
        <w:t xml:space="preserve">Fyzická osoba vykonávající </w:t>
      </w:r>
      <w:r w:rsidR="004D1988">
        <w:rPr>
          <w:rStyle w:val="Tun9b"/>
        </w:rPr>
        <w:t xml:space="preserve">některou z těchto funkcí </w:t>
      </w:r>
      <w:r w:rsidR="003F7B82" w:rsidRPr="00C9147C">
        <w:rPr>
          <w:rStyle w:val="Tun9b"/>
        </w:rPr>
        <w:t xml:space="preserve">nemůže současně zastávat </w:t>
      </w:r>
      <w:r w:rsidR="004D1988">
        <w:rPr>
          <w:rStyle w:val="Tun9b"/>
        </w:rPr>
        <w:t xml:space="preserve">jakoukoli </w:t>
      </w:r>
      <w:r w:rsidR="003F7B82" w:rsidRPr="00C9147C">
        <w:rPr>
          <w:rStyle w:val="Tun9b"/>
        </w:rPr>
        <w:t>další funkc</w:t>
      </w:r>
      <w:r w:rsidR="004D1988">
        <w:rPr>
          <w:rStyle w:val="Tun9b"/>
        </w:rPr>
        <w:t>i</w:t>
      </w:r>
      <w:r w:rsidR="003F7B82" w:rsidRPr="00C9147C">
        <w:rPr>
          <w:rStyle w:val="Tun9b"/>
        </w:rPr>
        <w:t xml:space="preserve"> členů odborného personálu.</w:t>
      </w:r>
      <w:r w:rsidR="00DB78D4">
        <w:rPr>
          <w:rStyle w:val="Tun9b"/>
        </w:rPr>
        <w:t xml:space="preserve"> </w:t>
      </w:r>
      <w:r>
        <w:t>Určí-li dodavatel jednu fyzickou osobou pro více funkcí člena odborného personálu, může být tato osoba předmětem hodnocení pouze u jedné z funkcí, kterou má zastávat. V</w:t>
      </w:r>
      <w:r w:rsidR="001969FE">
        <w:t> </w:t>
      </w:r>
      <w:r>
        <w:t xml:space="preserve">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w:t>
      </w:r>
      <w:r w:rsidR="001969FE">
        <w:t>ve kterém uvede, zda je osoba v </w:t>
      </w:r>
      <w:r>
        <w:t xml:space="preserve">dané funkci dodavatelem v nabídce předkládána za účelem prokázání kvalifikace nebo prokázání kvalifikace a hodnocení nebo pouze </w:t>
      </w:r>
      <w:r>
        <w:lastRenderedPageBreak/>
        <w:t>hodnocení. Body „r</w:t>
      </w:r>
      <w:r w:rsidR="00B035B6">
        <w:t>)</w:t>
      </w:r>
      <w:r>
        <w:t>“ a „s</w:t>
      </w:r>
      <w:r w:rsidR="00B035B6">
        <w:t>)</w:t>
      </w:r>
      <w:r>
        <w:t xml:space="preserve">“ v profesních životopisech dodavatel vyplňuje za účelem hodnocení pouze u osob v těch funkcích, které mají být hodnoceny. </w:t>
      </w:r>
    </w:p>
    <w:p w14:paraId="6EECA778" w14:textId="47A4388F" w:rsidR="00526EA0" w:rsidRDefault="00FB6527" w:rsidP="00E76283">
      <w:pPr>
        <w:pStyle w:val="Text1-1"/>
        <w:numPr>
          <w:ilvl w:val="0"/>
          <w:numId w:val="0"/>
        </w:numPr>
        <w:ind w:left="737"/>
        <w:rPr>
          <w:rFonts w:cs="Arial"/>
          <w:bCs/>
        </w:rPr>
      </w:pPr>
      <w:r w:rsidRPr="00526EA0">
        <w:t xml:space="preserve">Požadavky na zkušenosti požadované v rámci kvalifikace </w:t>
      </w:r>
      <w:r w:rsidR="002371C6">
        <w:t xml:space="preserve">člena </w:t>
      </w:r>
      <w:r w:rsidRPr="00526EA0">
        <w:t xml:space="preserve">odborného personálu a hodnocené v rámci hodnocení </w:t>
      </w:r>
      <w:r w:rsidR="002371C6">
        <w:t xml:space="preserve">člena </w:t>
      </w:r>
      <w:r w:rsidRPr="00526EA0">
        <w:t>odborného personálu lze splnit současně jedn</w:t>
      </w:r>
      <w:r w:rsidR="007336A9" w:rsidRPr="00526EA0">
        <w:t>ou</w:t>
      </w:r>
      <w:r w:rsidRPr="00526EA0">
        <w:t xml:space="preserve"> referenční zakázk</w:t>
      </w:r>
      <w:r w:rsidR="007336A9" w:rsidRPr="00526EA0">
        <w:t>ou</w:t>
      </w:r>
      <w:r w:rsidR="00470D0B" w:rsidRPr="00526EA0">
        <w:t xml:space="preserve"> nebo se</w:t>
      </w:r>
      <w:r w:rsidRPr="00526EA0">
        <w:t xml:space="preserve"> </w:t>
      </w:r>
      <w:r w:rsidR="00470D0B" w:rsidRPr="00526EA0">
        <w:t xml:space="preserve">požadavky mohou splnit </w:t>
      </w:r>
      <w:r w:rsidRPr="00526EA0">
        <w:t>odděleně v několika referenčních zakázkách</w:t>
      </w:r>
      <w:r w:rsidR="00470D0B" w:rsidRPr="00526EA0">
        <w:t>. Tzn. Zhotovitel může tu samou referenční zakázku použít k prokázání kvali</w:t>
      </w:r>
      <w:r w:rsidR="007336A9" w:rsidRPr="00526EA0">
        <w:t xml:space="preserve">fikace a/nebo hodnocení </w:t>
      </w:r>
      <w:r w:rsidR="00EF2CF2" w:rsidRPr="00526EA0">
        <w:t xml:space="preserve">vícekrát, a to </w:t>
      </w:r>
      <w:r w:rsidR="007336A9" w:rsidRPr="00526EA0">
        <w:t>vždy</w:t>
      </w:r>
      <w:r w:rsidR="007336A9" w:rsidRPr="00526EA0">
        <w:rPr>
          <w:rFonts w:cs="Arial"/>
          <w:bCs/>
        </w:rPr>
        <w:t xml:space="preserve">, když je podstata jednotlivého požadavku Objednatele </w:t>
      </w:r>
      <w:r w:rsidR="00EF2CF2" w:rsidRPr="00526EA0">
        <w:rPr>
          <w:rFonts w:cs="Arial"/>
          <w:bCs/>
        </w:rPr>
        <w:t xml:space="preserve">touto zkušeností </w:t>
      </w:r>
      <w:r w:rsidR="007336A9" w:rsidRPr="00526EA0">
        <w:rPr>
          <w:rFonts w:cs="Arial"/>
          <w:bCs/>
        </w:rPr>
        <w:t xml:space="preserve">naplněna. </w:t>
      </w:r>
      <w:r w:rsidR="00526EA0">
        <w:rPr>
          <w:rFonts w:cs="Arial"/>
          <w:bCs/>
        </w:rPr>
        <w:t>Příklady jsou uvedené níže:</w:t>
      </w:r>
    </w:p>
    <w:p w14:paraId="36410D37" w14:textId="0DB8F34B" w:rsidR="00526EA0" w:rsidRPr="00526EA0" w:rsidRDefault="00526EA0" w:rsidP="00526EA0">
      <w:pPr>
        <w:pStyle w:val="Text1-1"/>
        <w:numPr>
          <w:ilvl w:val="0"/>
          <w:numId w:val="26"/>
        </w:numPr>
        <w:rPr>
          <w:rFonts w:cs="Arial"/>
          <w:bCs/>
        </w:rPr>
      </w:pPr>
      <w:r>
        <w:t xml:space="preserve">pokud k prokázání kvalifikace vedoucího týmu dodavatel </w:t>
      </w:r>
      <w:r w:rsidRPr="003F7B82">
        <w:t xml:space="preserve">doloží zkušenost s plněním </w:t>
      </w:r>
      <w:r>
        <w:t xml:space="preserve">obdobné </w:t>
      </w:r>
      <w:r w:rsidRPr="003F7B82">
        <w:t xml:space="preserve">zakázky </w:t>
      </w:r>
      <w:r>
        <w:t xml:space="preserve">dopravních staveb ve funkci vedoucího týmu, </w:t>
      </w:r>
      <w:r w:rsidRPr="003F7B82">
        <w:t>s hodnotou zakázky dosahující minimální výši požadovanou pro úče</w:t>
      </w:r>
      <w:r>
        <w:t>ly hodnocení, bude taková zkušenost současně i hodnocena.</w:t>
      </w:r>
    </w:p>
    <w:p w14:paraId="10890E97" w14:textId="71DF4822" w:rsidR="00526EA0" w:rsidRPr="00345124" w:rsidRDefault="00345124" w:rsidP="00526EA0">
      <w:pPr>
        <w:pStyle w:val="Text1-1"/>
        <w:numPr>
          <w:ilvl w:val="0"/>
          <w:numId w:val="26"/>
        </w:numPr>
        <w:rPr>
          <w:rFonts w:cs="Arial"/>
          <w:bCs/>
        </w:rPr>
      </w:pPr>
      <w:r w:rsidRPr="00F61134">
        <w:t>pokud k prokázání kvalifikace specialisty týmu tunelových staveb dodavatel doloží</w:t>
      </w:r>
      <w:r>
        <w:t xml:space="preserve"> „</w:t>
      </w:r>
      <w:r w:rsidRPr="00345124">
        <w:rPr>
          <w:rFonts w:cs="Arial"/>
          <w:bCs/>
          <w:i/>
        </w:rPr>
        <w:t xml:space="preserve">zkušenost s plněním dokumentace ve svém oboru (tunelové stavby) obsahující tunel ražený metodou TBM a délkou tunelu minimálně 500 m u obdobné zakázky dopravních staveb </w:t>
      </w:r>
      <w:r w:rsidRPr="00345124">
        <w:rPr>
          <w:i/>
        </w:rPr>
        <w:t>ve funkci specialisty nebo odpovědného projektanta nebo zpracovatele</w:t>
      </w:r>
      <w:r>
        <w:rPr>
          <w:i/>
        </w:rPr>
        <w:t>“</w:t>
      </w:r>
      <w:r w:rsidRPr="00F61134">
        <w:t>, bude taková zkušenost uznána jak pro kvalifikaci (minimálně 500 m dlouhý ražený tunel), tak i pro hodnocení (minimálně 500 m dlouhý ražený tunel metodou TBM).</w:t>
      </w:r>
    </w:p>
    <w:p w14:paraId="1DDF29A1" w14:textId="382F58EA" w:rsidR="00345124" w:rsidRDefault="00345124" w:rsidP="00526EA0">
      <w:pPr>
        <w:pStyle w:val="Text1-1"/>
        <w:numPr>
          <w:ilvl w:val="0"/>
          <w:numId w:val="26"/>
        </w:numPr>
        <w:rPr>
          <w:rFonts w:cs="Arial"/>
          <w:bCs/>
        </w:rPr>
      </w:pPr>
      <w:r w:rsidRPr="00F61134">
        <w:t>pokud k prokázání hodnocení specialisty týmu tunelových staveb dodavatel doloží</w:t>
      </w:r>
      <w:r>
        <w:t xml:space="preserve"> </w:t>
      </w:r>
      <w:r w:rsidR="002371C6" w:rsidRPr="002371C6">
        <w:rPr>
          <w:i/>
        </w:rPr>
        <w:t>„</w:t>
      </w:r>
      <w:r w:rsidR="002371C6" w:rsidRPr="002371C6">
        <w:rPr>
          <w:rFonts w:cs="Arial"/>
          <w:bCs/>
          <w:i/>
        </w:rPr>
        <w:t>zkušenost s plněním dokumentace ve svém oboru (tunelové stavby) obsahující kavernu nebo konvenčně ražený tunel o ploše výrubu větší než 100 m</w:t>
      </w:r>
      <w:r w:rsidR="002371C6" w:rsidRPr="002371C6">
        <w:rPr>
          <w:rFonts w:cs="Arial"/>
          <w:bCs/>
          <w:i/>
          <w:vertAlign w:val="superscript"/>
        </w:rPr>
        <w:t>2</w:t>
      </w:r>
      <w:r w:rsidR="002371C6" w:rsidRPr="002371C6">
        <w:rPr>
          <w:rFonts w:cs="Arial"/>
          <w:bCs/>
          <w:i/>
        </w:rPr>
        <w:t xml:space="preserve"> a nadložím větším 50m u obdobné zakázky dopravních staveb ve funkci specialisty nebo odpovědného projektanta nebo zpracovatele“ </w:t>
      </w:r>
      <w:r w:rsidR="002371C6" w:rsidRPr="002371C6">
        <w:rPr>
          <w:rFonts w:cs="Arial"/>
          <w:bCs/>
        </w:rPr>
        <w:t>bude tato zkušenost hodnocena u dvou kritérií, jelikož tato zkušenost naplňuje podstatu dvou bodovaných kritérií („</w:t>
      </w:r>
      <w:r w:rsidR="002371C6" w:rsidRPr="002371C6">
        <w:rPr>
          <w:rFonts w:cs="Arial"/>
          <w:bCs/>
          <w:i/>
        </w:rPr>
        <w:t>zkušenost s plněním dokumentace ve svém oboru (tunelové stavby) obsahující kavernu nebo konvenčně ražený tunel o ploše výrubu větší než 100 m2 u obdobné zakázky dopravních staveb ve funkci specialisty nebo odpovědného projektanta nebo zpracovatele“</w:t>
      </w:r>
      <w:r w:rsidR="002371C6" w:rsidRPr="002371C6">
        <w:rPr>
          <w:rFonts w:cs="Arial"/>
          <w:bCs/>
        </w:rPr>
        <w:t xml:space="preserve"> a „</w:t>
      </w:r>
      <w:r w:rsidR="002371C6" w:rsidRPr="002371C6">
        <w:rPr>
          <w:rFonts w:cs="Arial"/>
          <w:bCs/>
          <w:i/>
        </w:rPr>
        <w:t>zkušenost s plněním dokumentace ve svém oboru (tunelové stavby) obsahující kavernu nebo ražený tunel o ploše výrubu větší než 25 m2 a výšce nadloží větší než 50 m u obdobné zakázky dopravních staveb ve funkci specialisty nebo odpovědného projektanta nebo zpracovatele</w:t>
      </w:r>
      <w:r w:rsidR="002371C6">
        <w:rPr>
          <w:rFonts w:cs="Arial"/>
          <w:bCs/>
        </w:rPr>
        <w:t>“)</w:t>
      </w:r>
      <w:r w:rsidR="002371C6" w:rsidRPr="002371C6">
        <w:rPr>
          <w:rFonts w:cs="Arial"/>
          <w:bCs/>
        </w:rPr>
        <w:t>.</w:t>
      </w:r>
    </w:p>
    <w:p w14:paraId="26DBEC27" w14:textId="4AC7D9C7" w:rsidR="00B77110" w:rsidRDefault="00673B65" w:rsidP="00B77110">
      <w:pPr>
        <w:pStyle w:val="Text1-1"/>
        <w:numPr>
          <w:ilvl w:val="0"/>
          <w:numId w:val="0"/>
        </w:numPr>
        <w:ind w:left="737"/>
      </w:pPr>
      <w:r w:rsidRPr="002537A1">
        <w:rPr>
          <w:rFonts w:cs="Arial"/>
          <w:bCs/>
        </w:rPr>
        <w:t xml:space="preserve">Kde se v rámci </w:t>
      </w:r>
      <w:r w:rsidR="00BD1FC9" w:rsidRPr="002537A1">
        <w:rPr>
          <w:rFonts w:cs="Arial"/>
          <w:bCs/>
        </w:rPr>
        <w:t>požadavků na hodnocení</w:t>
      </w:r>
      <w:r w:rsidRPr="002537A1">
        <w:rPr>
          <w:rFonts w:cs="Arial"/>
          <w:bCs/>
        </w:rPr>
        <w:t xml:space="preserve"> </w:t>
      </w:r>
      <w:r w:rsidR="00BD1FC9" w:rsidRPr="002537A1">
        <w:t>člena odborného personálu</w:t>
      </w:r>
      <w:r w:rsidR="008E0D60" w:rsidRPr="002537A1">
        <w:t xml:space="preserve"> </w:t>
      </w:r>
      <w:r w:rsidR="00F61134">
        <w:rPr>
          <w:rFonts w:cs="Arial"/>
          <w:bCs/>
        </w:rPr>
        <w:t xml:space="preserve">mohou doložit </w:t>
      </w:r>
      <w:r w:rsidRPr="002537A1">
        <w:rPr>
          <w:rFonts w:cs="Arial"/>
          <w:bCs/>
        </w:rPr>
        <w:t xml:space="preserve">dvě a více zkušeností pro </w:t>
      </w:r>
      <w:r w:rsidR="004932BF" w:rsidRPr="002537A1">
        <w:rPr>
          <w:rFonts w:cs="Arial"/>
          <w:bCs/>
        </w:rPr>
        <w:t>daný</w:t>
      </w:r>
      <w:r w:rsidR="00BD1FC9" w:rsidRPr="002537A1">
        <w:rPr>
          <w:rFonts w:cs="Arial"/>
          <w:bCs/>
        </w:rPr>
        <w:t xml:space="preserve"> požadavek</w:t>
      </w:r>
      <w:r w:rsidR="00B7700F" w:rsidRPr="002537A1">
        <w:rPr>
          <w:rFonts w:cs="Arial"/>
          <w:bCs/>
        </w:rPr>
        <w:t xml:space="preserve">, zkušenosti </w:t>
      </w:r>
      <w:r w:rsidR="00BD1FC9" w:rsidRPr="002537A1">
        <w:rPr>
          <w:rFonts w:cs="Arial"/>
          <w:bCs/>
        </w:rPr>
        <w:t xml:space="preserve">dokladované </w:t>
      </w:r>
      <w:r w:rsidR="00F12DE3">
        <w:rPr>
          <w:rFonts w:cs="Arial"/>
          <w:bCs/>
        </w:rPr>
        <w:t xml:space="preserve">dodavatelem </w:t>
      </w:r>
      <w:r w:rsidR="00F61134">
        <w:rPr>
          <w:rFonts w:cs="Arial"/>
          <w:bCs/>
        </w:rPr>
        <w:t>pro daný požadavek</w:t>
      </w:r>
      <w:r w:rsidR="00BD1FC9" w:rsidRPr="002537A1">
        <w:rPr>
          <w:rFonts w:cs="Arial"/>
          <w:bCs/>
        </w:rPr>
        <w:t xml:space="preserve"> </w:t>
      </w:r>
      <w:r w:rsidR="00B7700F" w:rsidRPr="002537A1">
        <w:rPr>
          <w:rFonts w:cs="Arial"/>
          <w:bCs/>
        </w:rPr>
        <w:t>nesmí být z</w:t>
      </w:r>
      <w:r w:rsidR="004932BF" w:rsidRPr="002537A1">
        <w:rPr>
          <w:rFonts w:cs="Arial"/>
          <w:bCs/>
        </w:rPr>
        <w:t> </w:t>
      </w:r>
      <w:r w:rsidR="00B7700F" w:rsidRPr="002537A1">
        <w:rPr>
          <w:rFonts w:cs="Arial"/>
          <w:bCs/>
        </w:rPr>
        <w:t>té</w:t>
      </w:r>
      <w:r w:rsidR="004932BF" w:rsidRPr="002537A1">
        <w:rPr>
          <w:rFonts w:cs="Arial"/>
          <w:bCs/>
        </w:rPr>
        <w:t xml:space="preserve"> samé zakázky</w:t>
      </w:r>
      <w:r w:rsidR="00B7700F" w:rsidRPr="002537A1">
        <w:rPr>
          <w:rFonts w:cs="Arial"/>
          <w:bCs/>
        </w:rPr>
        <w:t xml:space="preserve">. </w:t>
      </w:r>
      <w:r w:rsidR="00F61134" w:rsidRPr="002537A1">
        <w:rPr>
          <w:rFonts w:cs="Arial"/>
          <w:bCs/>
        </w:rPr>
        <w:t>Tzn., pokud</w:t>
      </w:r>
      <w:r w:rsidR="00B7700F" w:rsidRPr="002537A1">
        <w:rPr>
          <w:rFonts w:cs="Arial"/>
          <w:bCs/>
        </w:rPr>
        <w:t xml:space="preserve"> např. </w:t>
      </w:r>
      <w:r w:rsidR="004932BF" w:rsidRPr="002537A1">
        <w:rPr>
          <w:rFonts w:cs="Arial"/>
          <w:bCs/>
        </w:rPr>
        <w:t>zakázka obsahovala zpracování dokumentace pro</w:t>
      </w:r>
      <w:r w:rsidR="00B7700F" w:rsidRPr="002537A1">
        <w:rPr>
          <w:rFonts w:cs="Arial"/>
          <w:bCs/>
        </w:rPr>
        <w:t xml:space="preserve"> 2 železniční tunely, které by </w:t>
      </w:r>
      <w:r w:rsidR="00396021" w:rsidRPr="002537A1">
        <w:rPr>
          <w:rFonts w:cs="Arial"/>
          <w:bCs/>
        </w:rPr>
        <w:t xml:space="preserve">jednotlivě </w:t>
      </w:r>
      <w:r w:rsidR="00B7700F" w:rsidRPr="002537A1">
        <w:rPr>
          <w:rFonts w:cs="Arial"/>
          <w:bCs/>
        </w:rPr>
        <w:t>splňovaly da</w:t>
      </w:r>
      <w:r w:rsidR="00F61134">
        <w:rPr>
          <w:rFonts w:cs="Arial"/>
          <w:bCs/>
        </w:rPr>
        <w:t>ný požadavek na hodnocení</w:t>
      </w:r>
      <w:r w:rsidR="00B7700F" w:rsidRPr="002537A1">
        <w:rPr>
          <w:rFonts w:cs="Arial"/>
          <w:bCs/>
        </w:rPr>
        <w:t xml:space="preserve">, </w:t>
      </w:r>
      <w:r w:rsidR="004932BF" w:rsidRPr="002537A1">
        <w:rPr>
          <w:rFonts w:cs="Arial"/>
          <w:bCs/>
        </w:rPr>
        <w:t xml:space="preserve">tato zakázka se může pro </w:t>
      </w:r>
      <w:r w:rsidR="00F61134">
        <w:rPr>
          <w:rFonts w:cs="Arial"/>
          <w:bCs/>
        </w:rPr>
        <w:t>daný</w:t>
      </w:r>
      <w:r w:rsidR="004932BF" w:rsidRPr="002537A1">
        <w:rPr>
          <w:rFonts w:cs="Arial"/>
          <w:bCs/>
        </w:rPr>
        <w:t xml:space="preserve"> požadavek</w:t>
      </w:r>
      <w:r w:rsidR="00F61134">
        <w:rPr>
          <w:rFonts w:cs="Arial"/>
          <w:bCs/>
        </w:rPr>
        <w:t xml:space="preserve"> </w:t>
      </w:r>
      <w:r w:rsidR="004932BF" w:rsidRPr="002537A1">
        <w:rPr>
          <w:rFonts w:cs="Arial"/>
          <w:bCs/>
        </w:rPr>
        <w:t>doložit pouze jednou.</w:t>
      </w:r>
    </w:p>
    <w:p w14:paraId="573C84B9" w14:textId="77777777"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14:paraId="47BC7E94" w14:textId="797BB481"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4D1988">
        <w:t xml:space="preserve"> (resp. dostane 0 bodů)</w:t>
      </w:r>
      <w:r>
        <w:t>.</w:t>
      </w:r>
    </w:p>
    <w:p w14:paraId="2550D7A6" w14:textId="4C7A7E39" w:rsidR="00B77110" w:rsidRDefault="00B77110" w:rsidP="00E76283">
      <w:pPr>
        <w:pStyle w:val="Text1-1"/>
        <w:numPr>
          <w:ilvl w:val="0"/>
          <w:numId w:val="0"/>
        </w:numPr>
        <w:ind w:left="737"/>
      </w:pPr>
      <w:r>
        <w:lastRenderedPageBreak/>
        <w:t xml:space="preserve">Zadavatel si vyhrazuje v celém procesu hodnocení nabídek právo provádět taková ověřování věrohodnosti informací předložených v nabídce, která může zadavatel považovat za potřebná, včetně ověřování u třetích stran. </w:t>
      </w:r>
      <w:r w:rsidR="00E265A7" w:rsidRPr="00F8119C">
        <w:t xml:space="preserve">Za tímto účelem požaduje zadavatel v profesním životopisu </w:t>
      </w:r>
      <w:r w:rsidR="00FB6527">
        <w:t>hodnocených</w:t>
      </w:r>
      <w:r w:rsidR="00E265A7" w:rsidRPr="00F8119C">
        <w:t xml:space="preserve"> </w:t>
      </w:r>
      <w:r w:rsidR="00E265A7">
        <w:t>členů odborného personálu uvést informace a spojení na kontaktní osobu objednatele, pro něhož byla zakázka realizována.</w:t>
      </w:r>
      <w:r w:rsidR="00E265A7" w:rsidDel="001D1D78">
        <w:t xml:space="preserve"> </w:t>
      </w:r>
      <w:r w:rsidR="00933ED1">
        <w:t>Pokud Dodavatel</w:t>
      </w:r>
      <w:r w:rsidR="00F047C5">
        <w:t>  předloží v nabídce za účelem hodnocení údaje či informace, které neodpovídají skutečnosti</w:t>
      </w:r>
      <w:r w:rsidR="00933ED1">
        <w:t xml:space="preserve">, </w:t>
      </w:r>
      <w:r w:rsidR="00933ED1" w:rsidRPr="00933ED1">
        <w:t>nebude nabídka dodavatel</w:t>
      </w:r>
      <w:r w:rsidR="00933ED1">
        <w:t>e ve vztahu k takové konkrétní informaci</w:t>
      </w:r>
      <w:r w:rsidR="00933ED1" w:rsidRPr="00933ED1">
        <w:t xml:space="preserve"> </w:t>
      </w:r>
      <w:r w:rsidR="00F047C5">
        <w:t xml:space="preserve">či údaji </w:t>
      </w:r>
      <w:r w:rsidR="00EA2F8E">
        <w:t xml:space="preserve">v rámci hodnotícího kritéria </w:t>
      </w:r>
      <w:r w:rsidR="00933ED1" w:rsidRPr="00933ED1">
        <w:t>hodnocena (resp. dostane 0 bodů).</w:t>
      </w:r>
    </w:p>
    <w:p w14:paraId="296DB3A7"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7091D7EB" w14:textId="5925F801" w:rsidR="00B77110" w:rsidRDefault="00B77110" w:rsidP="00B77110">
      <w:pPr>
        <w:pStyle w:val="Text1-1"/>
        <w:numPr>
          <w:ilvl w:val="0"/>
          <w:numId w:val="0"/>
        </w:numPr>
        <w:ind w:left="737"/>
      </w:pPr>
      <w:r>
        <w:t xml:space="preserve">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w:t>
      </w:r>
      <w:r w:rsidR="00F22311">
        <w:t>nejlepší nabídky (tj. nabídky s </w:t>
      </w:r>
      <w:r>
        <w:t>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61552CD" w14:textId="77777777" w:rsidR="00B77110" w:rsidRDefault="00B77110" w:rsidP="00B77110">
      <w:pPr>
        <w:pStyle w:val="Text1-1"/>
        <w:numPr>
          <w:ilvl w:val="0"/>
          <w:numId w:val="0"/>
        </w:numPr>
        <w:spacing w:after="0"/>
        <w:ind w:left="737"/>
        <w:jc w:val="center"/>
      </w:pPr>
      <w:r>
        <w:t>bodové hodnocení hodnocené nabídky x 100</w:t>
      </w:r>
    </w:p>
    <w:p w14:paraId="1B1642D7" w14:textId="77777777" w:rsidR="00B77110" w:rsidRDefault="00B77110" w:rsidP="00B77110">
      <w:pPr>
        <w:pStyle w:val="Text1-1"/>
        <w:numPr>
          <w:ilvl w:val="0"/>
          <w:numId w:val="0"/>
        </w:numPr>
        <w:ind w:left="737"/>
        <w:jc w:val="center"/>
      </w:pPr>
      <w:r>
        <w:t>__________________________________</w:t>
      </w:r>
    </w:p>
    <w:p w14:paraId="400EE6B5" w14:textId="77777777" w:rsidR="00B77110" w:rsidRDefault="00B77110" w:rsidP="00B77110">
      <w:pPr>
        <w:pStyle w:val="Text1-1"/>
        <w:numPr>
          <w:ilvl w:val="0"/>
          <w:numId w:val="0"/>
        </w:numPr>
        <w:ind w:left="737"/>
        <w:jc w:val="center"/>
      </w:pPr>
      <w:r>
        <w:t>bodové hodnocení nejlepší nabídky</w:t>
      </w:r>
    </w:p>
    <w:p w14:paraId="16B574DD" w14:textId="77777777" w:rsidR="00B77110" w:rsidRDefault="00B77110" w:rsidP="00B77110">
      <w:pPr>
        <w:pStyle w:val="Text1-1"/>
        <w:numPr>
          <w:ilvl w:val="0"/>
          <w:numId w:val="0"/>
        </w:numPr>
        <w:ind w:left="737"/>
      </w:pPr>
      <w:r>
        <w:t xml:space="preserve">Takto získaný počet bodů bude vynásoben koeficientem </w:t>
      </w:r>
      <w:r w:rsidR="00C16C76" w:rsidRPr="008E6D52">
        <w:t xml:space="preserve">0,50 </w:t>
      </w:r>
      <w:r>
        <w:t>(tj. váhou dílčího hodnotícího kritéria Kvalifikace a zkušenosti vybraných členů odborného personálu dodavatele) a následně matematicky zaokrouhlen na dvě desetinná místa.</w:t>
      </w:r>
    </w:p>
    <w:p w14:paraId="4A510439" w14:textId="77777777" w:rsidR="00B77110" w:rsidRPr="00B77110" w:rsidRDefault="00B77110" w:rsidP="00B77110">
      <w:pPr>
        <w:pStyle w:val="Text1-1"/>
        <w:rPr>
          <w:b/>
        </w:rPr>
      </w:pPr>
      <w:r w:rsidRPr="00B77110">
        <w:rPr>
          <w:b/>
        </w:rPr>
        <w:t>Celkové hodnocení</w:t>
      </w:r>
    </w:p>
    <w:p w14:paraId="211BD28E" w14:textId="77777777"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6C11F0" w:rsidRPr="006C11F0">
        <w:t xml:space="preserve"> </w:t>
      </w:r>
      <w:r w:rsidR="006C11F0" w:rsidRPr="00C22930">
        <w:t>Pokud dvě či více nabídek dosáhnou stejné bodové hodnoty představující celkové hodnocení nabídky, pak nejv</w:t>
      </w:r>
      <w:r w:rsidR="006C11F0">
        <w:t>ý</w:t>
      </w:r>
      <w:r w:rsidR="006C11F0" w:rsidRPr="00C22930">
        <w:t>hodnější nabídkou bude ta, která obsahuje nejnižší nabídkovou cenu</w:t>
      </w:r>
    </w:p>
    <w:p w14:paraId="43694EE1" w14:textId="77777777" w:rsidR="0035531B" w:rsidRDefault="0035531B" w:rsidP="007038DC">
      <w:pPr>
        <w:pStyle w:val="Nadpis1-1"/>
      </w:pPr>
      <w:bookmarkStart w:id="21" w:name="_Toc45023916"/>
      <w:r>
        <w:t>ZRUŠENÍ ZADÁVACÍHO ŘÍZENÍ</w:t>
      </w:r>
      <w:bookmarkEnd w:id="21"/>
    </w:p>
    <w:p w14:paraId="3A03D78B" w14:textId="77777777" w:rsidR="0035531B" w:rsidRDefault="0035531B" w:rsidP="0035531B">
      <w:pPr>
        <w:pStyle w:val="Text1-1"/>
      </w:pPr>
      <w:r>
        <w:t>Důvody pro zrušení zadávacího řízení této veřejné zakázky upravuje § 127 ZZVZ.</w:t>
      </w:r>
    </w:p>
    <w:p w14:paraId="4070C61D"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416D1F7A" w14:textId="77777777" w:rsidR="0035531B" w:rsidRDefault="0035531B" w:rsidP="007038DC">
      <w:pPr>
        <w:pStyle w:val="Nadpis1-1"/>
      </w:pPr>
      <w:bookmarkStart w:id="22" w:name="_Toc45023917"/>
      <w:r>
        <w:t>UZAVŘENÍ SMLOUVY</w:t>
      </w:r>
      <w:bookmarkEnd w:id="22"/>
    </w:p>
    <w:p w14:paraId="125D561A" w14:textId="45408398" w:rsidR="0035531B" w:rsidRDefault="00B77110" w:rsidP="00B77110">
      <w:pPr>
        <w:pStyle w:val="Text1-1"/>
      </w:pPr>
      <w:r w:rsidRPr="00B77110">
        <w:t xml:space="preserve">Uzavření Smlouvy s vybraným dodavatelem upravuje § 124 ZZVZ. Smlouva bude uzavřena písemně v souladu s nabídkou vybraného </w:t>
      </w:r>
      <w:r w:rsidR="00F22311">
        <w:t>dodavatele a v podobě uvedené v </w:t>
      </w:r>
      <w:r w:rsidRPr="00B77110">
        <w:t>Dílu 2 této zadávací dokumentace s názvem Smlouva o dílo.</w:t>
      </w:r>
      <w:r w:rsidR="0035531B">
        <w:t xml:space="preserve"> </w:t>
      </w:r>
    </w:p>
    <w:p w14:paraId="21BCE190" w14:textId="08F83557"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0" w:history="1">
        <w:r w:rsidRPr="001607E5">
          <w:rPr>
            <w:rStyle w:val="Hypertextovodkaz"/>
            <w:noProof w:val="0"/>
          </w:rPr>
          <w:t>https://zakazky.szdc.cz/</w:t>
        </w:r>
      </w:hyperlink>
      <w:r w:rsidRPr="00572F04">
        <w:t>, případně jinou formou písemné elektronické komunikace (zadavatel preferuje komunikaci prostřednictvím elektronického nást</w:t>
      </w:r>
      <w:r w:rsidR="00F22311">
        <w:t xml:space="preserve">roje E-ZAK) </w:t>
      </w:r>
      <w:r w:rsidR="00F22311">
        <w:lastRenderedPageBreak/>
        <w:t>dokumenty uvedené v </w:t>
      </w:r>
      <w:r w:rsidRPr="00572F04">
        <w:t xml:space="preserve">článku 18.3 </w:t>
      </w:r>
      <w:r w:rsidR="006C11F0">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14:paraId="66261B0A"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5EE844A5" w14:textId="77777777" w:rsidR="00572F04" w:rsidRDefault="00572F04" w:rsidP="00572F04">
      <w:pPr>
        <w:pStyle w:val="Odrka1-1"/>
      </w:pPr>
      <w:r>
        <w:t>originálů nebo ověřených kopií dokladů o kvalifikaci ve smyslu čl. 8 těchto Pokynů;</w:t>
      </w:r>
    </w:p>
    <w:p w14:paraId="0F9E4B01" w14:textId="2A42DCDE" w:rsidR="00572F04" w:rsidRDefault="00572F04" w:rsidP="00572F04">
      <w:pPr>
        <w:pStyle w:val="Odrka1-1"/>
      </w:pPr>
      <w:r>
        <w:t>originálu bankovní záruky za provedení díla ve výš</w:t>
      </w:r>
      <w:r w:rsidR="00F22311">
        <w:t>i stanovené v čl. 4.1 Smlouvy o </w:t>
      </w:r>
      <w:r>
        <w:t>dílo a splňující požadavky stanovené v článku 11. Obchodních podmínek; bankovní záruku vybraný dodavatel předloží až po uplynutí</w:t>
      </w:r>
      <w:r w:rsidR="00F22311">
        <w:t xml:space="preserve"> lhůty ve smyslu § 246 ZZVZ, ve </w:t>
      </w:r>
      <w:r>
        <w:t>které zadavatel nesmí uzavřít smlouvu;</w:t>
      </w:r>
    </w:p>
    <w:p w14:paraId="46B02FC4"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70255A33" w14:textId="77777777" w:rsidR="00572F04" w:rsidRDefault="00572F04" w:rsidP="00572F04">
      <w:pPr>
        <w:pStyle w:val="Odrka1-1"/>
      </w:pPr>
      <w:r>
        <w:t>vybraným dodavatelem vyplněné Přílohy č. 8 Smlouvy o dílo s názvem Seznam poddodavatelů, a ve formátu umožňujícím editaci;</w:t>
      </w:r>
    </w:p>
    <w:p w14:paraId="64025B39" w14:textId="77777777"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49728DEC" w14:textId="7D290EDE" w:rsidR="00572F04" w:rsidRDefault="00572F04" w:rsidP="00572F04">
      <w:pPr>
        <w:pStyle w:val="Odrka1-1"/>
      </w:pPr>
      <w:r>
        <w:t>originálů nebo ověřených kopií písemných zá</w:t>
      </w:r>
      <w:r w:rsidR="00F22311">
        <w:t>vazků poddodavatelů uvedených v </w:t>
      </w:r>
      <w:r>
        <w:t xml:space="preserve">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w:t>
      </w:r>
      <w:r>
        <w:lastRenderedPageBreak/>
        <w:t>dílo souhlasí se svým budoucím zapojením do plnění předmětu veřejné zakázky a jsou připraveni své konkrétně specifikované plnění poskytnout.</w:t>
      </w:r>
    </w:p>
    <w:p w14:paraId="4ABB6602" w14:textId="69EACF1D" w:rsidR="00572F04" w:rsidRDefault="00572F04" w:rsidP="00572F04">
      <w:pPr>
        <w:pStyle w:val="Odrka1-1"/>
      </w:pPr>
      <w:r>
        <w:t>originálu nebo ověřené kopie dokladu o elektrotechnick</w:t>
      </w:r>
      <w:r w:rsidR="00F22311">
        <w:t>é kvalifikaci při činnostech na </w:t>
      </w:r>
      <w:r>
        <w:t xml:space="preserve">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12453B50" w14:textId="0401BDA5" w:rsidR="0035531B" w:rsidRDefault="00572F04" w:rsidP="00572F04">
      <w:pPr>
        <w:pStyle w:val="Odrka1-1"/>
      </w:pPr>
      <w:r>
        <w:t>originálu nebo ověřené kopie dokladu o elektrotechnické kvalifikaci při činnostech na</w:t>
      </w:r>
      <w:r w:rsidR="00F22311">
        <w:t> </w:t>
      </w:r>
      <w:r>
        <w:t>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14:paraId="050124B6"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17EA19E2" w14:textId="27AE9059" w:rsidR="0035531B" w:rsidRDefault="00572F04" w:rsidP="00572F04">
      <w:pPr>
        <w:pStyle w:val="Text1-1"/>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w:t>
      </w:r>
      <w:r w:rsidR="00F22311">
        <w:t xml:space="preserve"> osob. Nelze-li zjistit údaje o </w:t>
      </w:r>
      <w:r w:rsidRPr="00572F04">
        <w:t>skutečném majiteli tímto postupem, je vybraný dodavatel, který je právnickou osobou, povinen na základě písemné výzvy jako podmínku pro uzavření smlouvy předložit zadavateli</w:t>
      </w:r>
      <w:r w:rsidR="0035531B">
        <w:t>:</w:t>
      </w:r>
    </w:p>
    <w:p w14:paraId="0AEFBCAF" w14:textId="77777777"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2A26474A" w14:textId="77777777"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1989A0D3"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4FEB884E" w14:textId="77777777" w:rsidR="0035531B" w:rsidRDefault="0035531B" w:rsidP="00B77C6D">
      <w:pPr>
        <w:pStyle w:val="Odrka1-2-"/>
      </w:pPr>
      <w:r>
        <w:t>výpis</w:t>
      </w:r>
      <w:r w:rsidR="0060115D">
        <w:t xml:space="preserve"> z </w:t>
      </w:r>
      <w:r>
        <w:t>obchodního rejstříku nebo jiné obdobné evidence,</w:t>
      </w:r>
    </w:p>
    <w:p w14:paraId="19D90762" w14:textId="77777777" w:rsidR="0035531B" w:rsidRDefault="0035531B" w:rsidP="00B77C6D">
      <w:pPr>
        <w:pStyle w:val="Odrka1-2-"/>
      </w:pPr>
      <w:r>
        <w:t>seznam akcionářů,</w:t>
      </w:r>
    </w:p>
    <w:p w14:paraId="35FCF56C" w14:textId="77777777" w:rsidR="0035531B" w:rsidRDefault="0035531B" w:rsidP="00B77C6D">
      <w:pPr>
        <w:pStyle w:val="Odrka1-2-"/>
      </w:pPr>
      <w:r>
        <w:t>rozhodnutí statutárního orgánu</w:t>
      </w:r>
      <w:r w:rsidR="00092CC9">
        <w:t xml:space="preserve"> o </w:t>
      </w:r>
      <w:r>
        <w:t>vyplacení podílu na zisku,</w:t>
      </w:r>
    </w:p>
    <w:p w14:paraId="445FFA43" w14:textId="77777777" w:rsidR="0035531B" w:rsidRDefault="0035531B" w:rsidP="00B77C6D">
      <w:pPr>
        <w:pStyle w:val="Odrka1-2-"/>
      </w:pPr>
      <w:r>
        <w:t>společenská smlouva, zakladatelská listina nebo stanovy.</w:t>
      </w:r>
    </w:p>
    <w:p w14:paraId="3110C7DD" w14:textId="77777777"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14:paraId="6BD035DC" w14:textId="4BCEA5B2"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w:t>
      </w:r>
      <w:r w:rsidR="00F22311">
        <w:t>ahraničí získána, nebo doklad k </w:t>
      </w:r>
      <w:r w:rsidRPr="00572F04">
        <w:t>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2DAF2B30" w14:textId="77777777"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3418AA6D" w14:textId="77777777" w:rsidR="0035531B" w:rsidRDefault="0035531B" w:rsidP="00B77C6D">
      <w:pPr>
        <w:pStyle w:val="Nadpis1-1"/>
      </w:pPr>
      <w:bookmarkStart w:id="23" w:name="_Toc45023918"/>
      <w:r>
        <w:lastRenderedPageBreak/>
        <w:t>OCHRANA INFORMACÍ</w:t>
      </w:r>
      <w:bookmarkEnd w:id="23"/>
    </w:p>
    <w:p w14:paraId="314EF735"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3D6E7D67"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52CDA764" w14:textId="64DBF828" w:rsidR="0035531B" w:rsidRDefault="00572F04" w:rsidP="00572F04">
      <w:pPr>
        <w:pStyle w:val="Text1-1"/>
      </w:pPr>
      <w:r>
        <w:t>Zpracování osobních údajů včetně jejich zvláštních kategorií případně poskytnutých v</w:t>
      </w:r>
      <w:r w:rsidR="00F22311">
        <w:t> </w:t>
      </w:r>
      <w:r>
        <w:t>průběhu zadávacího řízení je zadavatelem prováděno pouze za účelem zadání předmětné veřejné zakázky, přičemž zadavatel v celém procesu ochrany osobních údajů postupuje v souladu s Nařízením Evropského par</w:t>
      </w:r>
      <w:r w:rsidR="00F22311">
        <w:t>lamentu a Rady (EU) 2016/679, o </w:t>
      </w:r>
      <w:r>
        <w:t>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369B9267" w14:textId="77777777" w:rsidR="0035531B" w:rsidRDefault="0035531B" w:rsidP="00564DDD">
      <w:pPr>
        <w:pStyle w:val="Nadpis1-1"/>
      </w:pPr>
      <w:bookmarkStart w:id="24" w:name="_Toc45023919"/>
      <w:r>
        <w:t>ZADÁVACÍ LHŮTA</w:t>
      </w:r>
      <w:r w:rsidR="00845C50">
        <w:t xml:space="preserve"> </w:t>
      </w:r>
      <w:r w:rsidR="00092CC9">
        <w:t>A</w:t>
      </w:r>
      <w:r w:rsidR="00845C50">
        <w:t> </w:t>
      </w:r>
      <w:r>
        <w:t>JISTOTA ZA NABÍDKU</w:t>
      </w:r>
      <w:bookmarkEnd w:id="24"/>
    </w:p>
    <w:p w14:paraId="094C428D"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4DA1D97D" w14:textId="77777777"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w:t>
      </w:r>
      <w:r w:rsidRPr="0002140B">
        <w:t xml:space="preserve">výši </w:t>
      </w:r>
      <w:r w:rsidR="006B150F" w:rsidRPr="0002140B">
        <w:rPr>
          <w:b/>
        </w:rPr>
        <w:t>2 400 000,-</w:t>
      </w:r>
      <w:r w:rsidRPr="0002140B">
        <w:t xml:space="preserve"> </w:t>
      </w:r>
      <w:r w:rsidRPr="00B035B6">
        <w:rPr>
          <w:b/>
        </w:rPr>
        <w:t xml:space="preserve">Kč </w:t>
      </w:r>
      <w:r>
        <w:t xml:space="preserve">(slovy: </w:t>
      </w:r>
      <w:r w:rsidR="006C11F0">
        <w:t>dva miliony čtyřista tisíc</w:t>
      </w:r>
      <w:r>
        <w:t xml:space="preserve"> korun českých).</w:t>
      </w:r>
    </w:p>
    <w:p w14:paraId="55216813" w14:textId="77777777" w:rsidR="0035531B" w:rsidRDefault="0035531B" w:rsidP="0035531B">
      <w:pPr>
        <w:pStyle w:val="Text1-1"/>
      </w:pPr>
      <w:r>
        <w:t>Jistota bude poskytnuta</w:t>
      </w:r>
      <w:r w:rsidR="00092CC9">
        <w:t xml:space="preserve"> v </w:t>
      </w:r>
      <w:r>
        <w:t xml:space="preserve">elektronické podobě formou: </w:t>
      </w:r>
    </w:p>
    <w:p w14:paraId="7DA28EAB" w14:textId="77777777" w:rsidR="0035531B" w:rsidRDefault="0035531B" w:rsidP="00564DDD">
      <w:pPr>
        <w:pStyle w:val="Odrka1-1"/>
      </w:pPr>
      <w:r>
        <w:t xml:space="preserve">složení peněžní částky na účet zadavatele („peněžní jistota“), nebo </w:t>
      </w:r>
    </w:p>
    <w:p w14:paraId="60483A4B" w14:textId="77777777" w:rsidR="0035531B" w:rsidRDefault="0035531B" w:rsidP="00564DDD">
      <w:pPr>
        <w:pStyle w:val="Odrka1-1"/>
      </w:pPr>
      <w:r>
        <w:t xml:space="preserve">bankovní záruky ve prospěch zadavatele, nebo </w:t>
      </w:r>
    </w:p>
    <w:p w14:paraId="4DF138F8" w14:textId="77777777" w:rsidR="0035531B" w:rsidRDefault="0035531B" w:rsidP="00564DDD">
      <w:pPr>
        <w:pStyle w:val="Odrka1-1"/>
      </w:pPr>
      <w:r>
        <w:t>pojištění záruky ve prospěch zadavatele.</w:t>
      </w:r>
    </w:p>
    <w:p w14:paraId="3A23673F" w14:textId="662459B4" w:rsidR="0035531B" w:rsidRDefault="0035531B" w:rsidP="0035531B">
      <w:pPr>
        <w:pStyle w:val="Text1-1"/>
      </w:pPr>
      <w:r>
        <w:t>Jistota ve formě složení peněžní částky na účet zadavatele musí být připsána na účet zadavatele ve lhůtě pro podání nabídek. Potřebné údaje</w:t>
      </w:r>
      <w:r w:rsidR="00F22311">
        <w:t xml:space="preserve"> pro složení peněžní jistoty na </w:t>
      </w:r>
      <w:r>
        <w:t xml:space="preserve">účet zadavatele jsou následující: č.ú. </w:t>
      </w:r>
      <w:r w:rsidR="006B150F" w:rsidRPr="00D033D2">
        <w:t>30007-22307011/0710</w:t>
      </w:r>
      <w:r w:rsidR="006B150F">
        <w:t xml:space="preserve">, </w:t>
      </w:r>
      <w:r w:rsidR="00A762E7">
        <w:t>Česká národní banka se sídlem Na Příkopě 28, 115 03 Praha 1</w:t>
      </w:r>
      <w:r w:rsidR="006B150F" w:rsidRPr="00D033D2">
        <w:t>,</w:t>
      </w:r>
      <w:r w:rsidR="006B150F">
        <w:t xml:space="preserve"> variabilní symbol 5003520202</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w:t>
      </w:r>
      <w:r w:rsidR="00F22311">
        <w:t>m poskytnutí peněžní jistoty na </w:t>
      </w:r>
      <w:r>
        <w:t>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B3CBDF7"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(sken bankovní záruky nestačí, musí to být elektronický originál s elektronickým podpisem</w:t>
      </w:r>
      <w:r w:rsidR="00056038" w:rsidRPr="00056038">
        <w:t xml:space="preserve"> </w:t>
      </w:r>
      <w:r w:rsidR="00056038">
        <w:t>výstavce záruky; bankovní záruku je nutné vložit do nabídky jako samostatný soubor nebo jako součást zkomprimované složky jednotlivých souborů</w:t>
      </w:r>
      <w:r w:rsidR="00040961">
        <w:t>)</w:t>
      </w:r>
      <w:r>
        <w:t>.</w:t>
      </w:r>
    </w:p>
    <w:p w14:paraId="6450A404" w14:textId="77777777" w:rsidR="0035531B" w:rsidRDefault="0035531B" w:rsidP="0035531B">
      <w:pPr>
        <w:pStyle w:val="Text1-1"/>
      </w:pPr>
      <w:r>
        <w:lastRenderedPageBreak/>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04B10DE4"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176E8E8A" w14:textId="77777777" w:rsidR="0035531B" w:rsidRDefault="0035531B" w:rsidP="00564DDD">
      <w:pPr>
        <w:pStyle w:val="Nadpis1-1"/>
      </w:pPr>
      <w:bookmarkStart w:id="25" w:name="_Toc45023920"/>
      <w:r>
        <w:t>PŘÍLOHY TĚCHTO POKYNŮ</w:t>
      </w:r>
      <w:bookmarkEnd w:id="25"/>
    </w:p>
    <w:p w14:paraId="075F0C25"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46189E8" w14:textId="77777777" w:rsidR="0035531B" w:rsidRDefault="0035531B" w:rsidP="00564DDD">
      <w:pPr>
        <w:pStyle w:val="Textbezslovn"/>
        <w:tabs>
          <w:tab w:val="left" w:pos="2127"/>
        </w:tabs>
        <w:spacing w:after="0"/>
        <w:ind w:left="2127" w:hanging="1390"/>
      </w:pPr>
      <w:r>
        <w:t>Příloha č. 2</w:t>
      </w:r>
      <w:r>
        <w:tab/>
        <w:t>Seznam poddodavatelů</w:t>
      </w:r>
    </w:p>
    <w:p w14:paraId="0CF4786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19BBC935"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422BC29"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53995CCA" w14:textId="77777777" w:rsidR="0035531B" w:rsidRDefault="0035531B" w:rsidP="00564DDD">
      <w:pPr>
        <w:pStyle w:val="Textbezslovn"/>
        <w:tabs>
          <w:tab w:val="left" w:pos="2127"/>
        </w:tabs>
        <w:spacing w:after="0"/>
        <w:ind w:left="2127" w:hanging="1390"/>
      </w:pPr>
      <w:r>
        <w:t>Příloha č. 6</w:t>
      </w:r>
      <w:r>
        <w:tab/>
        <w:t>Vzor profesního životopisu</w:t>
      </w:r>
    </w:p>
    <w:p w14:paraId="3D89A0C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63EAB622" w14:textId="7777777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3E5A1224" w14:textId="77777777" w:rsidR="0035531B" w:rsidRDefault="0035531B" w:rsidP="00564DDD">
      <w:pPr>
        <w:pStyle w:val="Textbezslovn"/>
        <w:spacing w:after="0"/>
      </w:pPr>
    </w:p>
    <w:p w14:paraId="2076B61D" w14:textId="77777777" w:rsidR="0035531B" w:rsidRDefault="0035531B" w:rsidP="00564DDD">
      <w:pPr>
        <w:pStyle w:val="Textbezslovn"/>
        <w:spacing w:after="0"/>
      </w:pPr>
    </w:p>
    <w:p w14:paraId="05353182" w14:textId="77777777" w:rsidR="0035531B" w:rsidRDefault="0035531B" w:rsidP="00564DDD">
      <w:pPr>
        <w:pStyle w:val="Textbezslovn"/>
        <w:spacing w:after="0"/>
      </w:pPr>
      <w:r>
        <w:t>V Praze dne ……………………</w:t>
      </w:r>
    </w:p>
    <w:p w14:paraId="64B8F9D4" w14:textId="77777777" w:rsidR="0035531B" w:rsidRDefault="0035531B" w:rsidP="00564DDD">
      <w:pPr>
        <w:pStyle w:val="Textbezslovn"/>
        <w:spacing w:after="0"/>
      </w:pPr>
    </w:p>
    <w:p w14:paraId="3A896335" w14:textId="77777777" w:rsidR="00FE1CB9" w:rsidRDefault="00FE1CB9" w:rsidP="00564DDD">
      <w:pPr>
        <w:pStyle w:val="Textbezslovn"/>
        <w:spacing w:after="0"/>
      </w:pPr>
    </w:p>
    <w:p w14:paraId="27551D4C" w14:textId="77777777" w:rsidR="0035531B" w:rsidRDefault="0035531B" w:rsidP="00564DDD">
      <w:pPr>
        <w:pStyle w:val="Textbezslovn"/>
        <w:spacing w:after="0"/>
      </w:pPr>
    </w:p>
    <w:p w14:paraId="0751B9F0" w14:textId="77777777" w:rsidR="0035531B" w:rsidRDefault="0035531B" w:rsidP="00564DDD">
      <w:pPr>
        <w:pStyle w:val="Textbezslovn"/>
        <w:spacing w:after="0"/>
      </w:pPr>
      <w:r>
        <w:t>…………………………………………….</w:t>
      </w:r>
    </w:p>
    <w:p w14:paraId="6556F10B" w14:textId="77777777" w:rsidR="0035531B" w:rsidRDefault="0035531B" w:rsidP="00564DDD">
      <w:pPr>
        <w:pStyle w:val="Textbezslovn"/>
        <w:spacing w:after="0"/>
      </w:pPr>
      <w:r>
        <w:t>Ing. Mojmír Nejezchleb</w:t>
      </w:r>
    </w:p>
    <w:p w14:paraId="536A306D" w14:textId="77777777" w:rsidR="0035531B" w:rsidRDefault="0035531B" w:rsidP="00564DDD">
      <w:pPr>
        <w:pStyle w:val="Textbezslovn"/>
        <w:spacing w:after="0"/>
      </w:pPr>
      <w:r>
        <w:t>náměstek generálního ředitele pro modernizaci dráhy</w:t>
      </w:r>
    </w:p>
    <w:p w14:paraId="2BD0A1FC" w14:textId="77777777" w:rsidR="00564DDD" w:rsidRDefault="0035531B" w:rsidP="00365B73">
      <w:pPr>
        <w:pStyle w:val="Textbezslovn"/>
        <w:spacing w:after="0"/>
      </w:pPr>
      <w:r>
        <w:t>Správa železni</w:t>
      </w:r>
      <w:r w:rsidR="00040961">
        <w:t>c</w:t>
      </w:r>
      <w:r>
        <w:t>,</w:t>
      </w:r>
      <w:r w:rsidR="00CE7DE6">
        <w:t xml:space="preserve"> </w:t>
      </w:r>
      <w:r>
        <w:t>státní organizace</w:t>
      </w:r>
      <w:r w:rsidR="00564DDD">
        <w:br w:type="page"/>
      </w:r>
    </w:p>
    <w:p w14:paraId="7DE318F5" w14:textId="77777777" w:rsidR="0035531B" w:rsidRDefault="0035531B" w:rsidP="00FE4333">
      <w:pPr>
        <w:pStyle w:val="Nadpisbezsl1-1"/>
      </w:pPr>
      <w:r w:rsidRPr="00FE4333">
        <w:lastRenderedPageBreak/>
        <w:t>Příloha</w:t>
      </w:r>
      <w:r>
        <w:t xml:space="preserve"> č. 1 </w:t>
      </w:r>
    </w:p>
    <w:p w14:paraId="0C417C19"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7427FC2" w14:textId="77777777" w:rsidR="00AB1063" w:rsidRDefault="00AB1063" w:rsidP="00454716">
      <w:pPr>
        <w:pStyle w:val="Textbezslovn"/>
        <w:ind w:left="28"/>
      </w:pPr>
    </w:p>
    <w:p w14:paraId="5D2C038D" w14:textId="77777777" w:rsidR="0035531B" w:rsidRDefault="0035531B" w:rsidP="00454716">
      <w:pPr>
        <w:pStyle w:val="Textbezslovn"/>
        <w:ind w:left="28"/>
      </w:pPr>
      <w:r>
        <w:t>Obchodní firma [</w:t>
      </w:r>
      <w:r w:rsidRPr="00DE6A35">
        <w:rPr>
          <w:b/>
          <w:highlight w:val="yellow"/>
        </w:rPr>
        <w:t>DOPLNÍ DODAVATEL</w:t>
      </w:r>
      <w:r>
        <w:t>]</w:t>
      </w:r>
    </w:p>
    <w:p w14:paraId="7C911C66" w14:textId="77777777" w:rsidR="0035531B" w:rsidRDefault="0035531B" w:rsidP="00454716">
      <w:pPr>
        <w:pStyle w:val="Textbezslovn"/>
        <w:ind w:left="28"/>
      </w:pPr>
      <w:r>
        <w:t>Sídlo [</w:t>
      </w:r>
      <w:r w:rsidRPr="00564DDD">
        <w:rPr>
          <w:highlight w:val="yellow"/>
        </w:rPr>
        <w:t>DOPLNÍ DODAVATEL</w:t>
      </w:r>
      <w:r>
        <w:t>]</w:t>
      </w:r>
    </w:p>
    <w:p w14:paraId="65FB6FA3"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9F6A058" w14:textId="77777777" w:rsidR="0035531B" w:rsidRDefault="0035531B" w:rsidP="00454716">
      <w:pPr>
        <w:pStyle w:val="Textbezslovn"/>
        <w:ind w:left="28"/>
      </w:pPr>
      <w:r>
        <w:t>Právní forma [</w:t>
      </w:r>
      <w:r w:rsidRPr="00564DDD">
        <w:rPr>
          <w:highlight w:val="yellow"/>
        </w:rPr>
        <w:t>DOPLNÍ DODAVATEL</w:t>
      </w:r>
      <w:r>
        <w:t>]</w:t>
      </w:r>
    </w:p>
    <w:p w14:paraId="057251E6"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0DBC96D6" w14:textId="77777777" w:rsidR="0035531B" w:rsidRDefault="0035531B" w:rsidP="00454716">
      <w:pPr>
        <w:pStyle w:val="Textbezslovn"/>
        <w:ind w:left="28"/>
      </w:pPr>
      <w:r>
        <w:t>Podrobnosti registrace [</w:t>
      </w:r>
      <w:r w:rsidRPr="00564DDD">
        <w:rPr>
          <w:highlight w:val="yellow"/>
        </w:rPr>
        <w:t>DOPLNÍ DODAVATEL</w:t>
      </w:r>
      <w:r>
        <w:t>]</w:t>
      </w:r>
    </w:p>
    <w:p w14:paraId="16F33EA6" w14:textId="77777777" w:rsidR="0035531B" w:rsidRDefault="0035531B" w:rsidP="00454716">
      <w:pPr>
        <w:pStyle w:val="Textbezslovn"/>
        <w:ind w:left="28"/>
      </w:pPr>
      <w:r>
        <w:t xml:space="preserve">Počet let působení jako dodavatel: </w:t>
      </w:r>
    </w:p>
    <w:p w14:paraId="0CB734E8"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6B757083" w14:textId="77777777" w:rsidR="0035531B" w:rsidRDefault="0035531B" w:rsidP="00564DDD">
      <w:pPr>
        <w:pStyle w:val="Odrka1-1"/>
      </w:pPr>
      <w:r>
        <w:t>v zahraničí [</w:t>
      </w:r>
      <w:r w:rsidRPr="00564DDD">
        <w:rPr>
          <w:highlight w:val="yellow"/>
        </w:rPr>
        <w:t>DOPLNÍ DODAVATEL</w:t>
      </w:r>
      <w:r>
        <w:t>]</w:t>
      </w:r>
    </w:p>
    <w:p w14:paraId="136A2F54"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6BA665FB"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69A33E6D" w14:textId="77777777" w:rsidR="0035531B" w:rsidRDefault="0035531B" w:rsidP="00564DDD">
      <w:pPr>
        <w:pStyle w:val="Textbezslovn"/>
      </w:pPr>
      <w:r>
        <w:t xml:space="preserve"> </w:t>
      </w:r>
    </w:p>
    <w:p w14:paraId="369EB955" w14:textId="77777777" w:rsidR="006A540D" w:rsidRDefault="006A540D" w:rsidP="006A540D">
      <w:pPr>
        <w:pStyle w:val="Textbezslovn"/>
        <w:ind w:left="0"/>
      </w:pPr>
      <w:r w:rsidRPr="006A6AF2">
        <w:t xml:space="preserve">Řádně jsme se seznámili se zněním zadávacích podmínek veřejné zakázky s názvem </w:t>
      </w:r>
      <w:r w:rsidR="00A233C6" w:rsidRPr="00A233C6">
        <w:rPr>
          <w:b/>
        </w:rPr>
        <w:t>„Novostavba trati Praha-Smíchov – Beroun“</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238D4A3" w14:textId="4042E2CD" w:rsidR="006C11F0" w:rsidRDefault="006C11F0" w:rsidP="006C11F0">
      <w:pPr>
        <w:pStyle w:val="Textbezslovn"/>
        <w:ind w:left="0"/>
      </w:pPr>
      <w:r>
        <w:t>Podáním nabídky dodavatel prohlašuje, že v souvislosti se zadávanou veřejnou zakázkou neuzavřel a neuzavře s jinými osobami zakázanou dohodu ve s</w:t>
      </w:r>
      <w:r w:rsidR="00F22311">
        <w:t>myslu zákona č. 143/2001 Sb., o </w:t>
      </w:r>
      <w:r>
        <w:t>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59423420" w14:textId="77777777" w:rsidR="006A540D" w:rsidRDefault="006A540D" w:rsidP="006A540D">
      <w:pPr>
        <w:pStyle w:val="Textbezslovn"/>
        <w:ind w:left="0"/>
      </w:pPr>
    </w:p>
    <w:p w14:paraId="5BD69155" w14:textId="77777777" w:rsidR="006A540D" w:rsidRDefault="006A540D" w:rsidP="006A540D">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14:paraId="51925553" w14:textId="77777777" w:rsidR="006A540D" w:rsidRDefault="006A540D" w:rsidP="006A540D">
      <w:pPr>
        <w:pStyle w:val="Textbezslovn"/>
        <w:ind w:left="0"/>
      </w:pPr>
    </w:p>
    <w:p w14:paraId="75E03D1F" w14:textId="77777777" w:rsidR="006A540D" w:rsidRDefault="006A540D" w:rsidP="006A540D">
      <w:pPr>
        <w:pStyle w:val="Textbezslovn"/>
        <w:ind w:left="0"/>
      </w:pPr>
      <w:r>
        <w:t>Podpis osoby oprávněné jednat za dodavatele:</w:t>
      </w:r>
    </w:p>
    <w:p w14:paraId="3695C4A6" w14:textId="77777777" w:rsidR="006A540D" w:rsidRDefault="006A540D" w:rsidP="006A540D">
      <w:pPr>
        <w:pStyle w:val="Textbezslovn"/>
        <w:ind w:left="0"/>
      </w:pPr>
    </w:p>
    <w:p w14:paraId="2AA5EDD8" w14:textId="77777777" w:rsidR="006A540D" w:rsidRDefault="006A540D" w:rsidP="006A540D">
      <w:pPr>
        <w:pStyle w:val="Textbezslovn"/>
        <w:ind w:left="0"/>
      </w:pPr>
      <w:r>
        <w:t>Jméno: ______________________</w:t>
      </w:r>
    </w:p>
    <w:p w14:paraId="3AA253A2" w14:textId="77777777" w:rsidR="006A540D" w:rsidRDefault="006A540D" w:rsidP="006A540D">
      <w:pPr>
        <w:pStyle w:val="Textbezslovn"/>
        <w:ind w:left="0"/>
      </w:pPr>
      <w:r>
        <w:tab/>
      </w:r>
    </w:p>
    <w:p w14:paraId="006F315E" w14:textId="77777777" w:rsidR="00327047" w:rsidRDefault="00327047" w:rsidP="006A540D">
      <w:pPr>
        <w:pStyle w:val="Textbezslovn"/>
        <w:ind w:left="0"/>
      </w:pPr>
    </w:p>
    <w:p w14:paraId="44C58983" w14:textId="77777777" w:rsidR="006A540D" w:rsidRDefault="006A540D" w:rsidP="006A540D">
      <w:pPr>
        <w:pStyle w:val="Textbezslovn"/>
        <w:ind w:left="0"/>
      </w:pPr>
      <w:r>
        <w:t>Podpis: ______________________</w:t>
      </w:r>
    </w:p>
    <w:p w14:paraId="6939406E" w14:textId="77777777" w:rsidR="006A540D" w:rsidRDefault="006A540D" w:rsidP="006A540D">
      <w:pPr>
        <w:pStyle w:val="Textbezslovn"/>
        <w:ind w:left="0"/>
      </w:pPr>
    </w:p>
    <w:p w14:paraId="54699919" w14:textId="77777777" w:rsidR="00564DDD" w:rsidRDefault="00564DDD" w:rsidP="00564DDD">
      <w:pPr>
        <w:pStyle w:val="Textbezslovn"/>
      </w:pPr>
      <w:r>
        <w:br w:type="page"/>
      </w:r>
    </w:p>
    <w:p w14:paraId="72232574" w14:textId="77777777" w:rsidR="0035531B" w:rsidRDefault="0035531B" w:rsidP="00FE4333">
      <w:pPr>
        <w:pStyle w:val="Nadpisbezsl1-1"/>
      </w:pPr>
      <w:r>
        <w:lastRenderedPageBreak/>
        <w:t>Příloha č. 2</w:t>
      </w:r>
    </w:p>
    <w:p w14:paraId="4960B705" w14:textId="77777777" w:rsidR="0035531B" w:rsidRPr="00FE4333" w:rsidRDefault="0035531B" w:rsidP="00FE4333">
      <w:pPr>
        <w:pStyle w:val="Nadpisbezsl1-2"/>
        <w:rPr>
          <w:rStyle w:val="Tun9b"/>
          <w:b/>
        </w:rPr>
      </w:pPr>
      <w:r w:rsidRPr="00FE4333">
        <w:rPr>
          <w:rStyle w:val="Tun9b"/>
          <w:b/>
        </w:rPr>
        <w:t>Seznam poddodavatelů</w:t>
      </w:r>
    </w:p>
    <w:p w14:paraId="1E5A199A" w14:textId="77777777" w:rsidR="00AB1063" w:rsidRDefault="00AB1063" w:rsidP="00564DDD">
      <w:pPr>
        <w:pStyle w:val="Textbezslovn"/>
      </w:pPr>
    </w:p>
    <w:p w14:paraId="0194FA2C" w14:textId="77777777" w:rsidR="0035531B" w:rsidRDefault="0035531B" w:rsidP="00454716">
      <w:pPr>
        <w:pStyle w:val="Textbezslovn"/>
        <w:ind w:left="0"/>
      </w:pPr>
      <w:r>
        <w:t>Jestliže dodavatel uvažuje zadat poddodavateli plnění části veřejné zakázky, uvede následující údaje:</w:t>
      </w:r>
    </w:p>
    <w:p w14:paraId="4B4E1990"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14:paraId="121E601F"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E379045"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4A655A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7C31809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579505C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25A3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A9B783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95EDE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84EC57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B0B97C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CBA4F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D8527A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4B67D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0F9A4D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434D02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23178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C5D643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1DAB6D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A4F78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B8A9F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7E08C7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A52A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3A1547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33235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DA57D7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C79775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AE505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F063ED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1EC00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0CC3E3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67C807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159ABC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46CA4F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EB9161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D90885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CCBE06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7494178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7024205" w14:textId="77777777" w:rsidR="00564DDD" w:rsidRPr="00454716" w:rsidRDefault="00454716" w:rsidP="00454716">
            <w:pPr>
              <w:rPr>
                <w:sz w:val="16"/>
                <w:szCs w:val="16"/>
              </w:rPr>
            </w:pPr>
            <w:r w:rsidRPr="00454716">
              <w:rPr>
                <w:sz w:val="16"/>
                <w:szCs w:val="16"/>
              </w:rPr>
              <w:t>Celkem %</w:t>
            </w:r>
          </w:p>
        </w:tc>
        <w:tc>
          <w:tcPr>
            <w:tcW w:w="3969" w:type="dxa"/>
          </w:tcPr>
          <w:p w14:paraId="0CAB97EE"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DF03E5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70583970" w14:textId="77777777" w:rsidR="0035531B" w:rsidRDefault="0035531B" w:rsidP="00454716">
      <w:pPr>
        <w:pStyle w:val="Textbezslovn"/>
      </w:pPr>
    </w:p>
    <w:p w14:paraId="03A066F7" w14:textId="77777777" w:rsidR="00454716" w:rsidRDefault="00454716" w:rsidP="00454716">
      <w:pPr>
        <w:pStyle w:val="Textbezslovn"/>
      </w:pPr>
      <w:r>
        <w:br w:type="page"/>
      </w:r>
    </w:p>
    <w:p w14:paraId="3B9ACD26" w14:textId="77777777" w:rsidR="0035531B" w:rsidRDefault="0035531B" w:rsidP="00FE4333">
      <w:pPr>
        <w:pStyle w:val="Nadpisbezsl1-1"/>
      </w:pPr>
      <w:r>
        <w:lastRenderedPageBreak/>
        <w:t xml:space="preserve">Příloha č. 3 </w:t>
      </w:r>
    </w:p>
    <w:p w14:paraId="3CBD0638"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3AA45CE6" w14:textId="77777777" w:rsidR="0035531B" w:rsidRDefault="0035531B" w:rsidP="00454716">
      <w:pPr>
        <w:pStyle w:val="Textbezslovn"/>
        <w:ind w:left="0"/>
      </w:pPr>
    </w:p>
    <w:p w14:paraId="4E8CB321"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06C0CF16" w14:textId="77777777" w:rsidR="0035531B" w:rsidRDefault="0035531B" w:rsidP="00454716">
      <w:pPr>
        <w:pStyle w:val="Textbezslovn"/>
        <w:ind w:left="0"/>
      </w:pPr>
    </w:p>
    <w:p w14:paraId="2DD5272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54BEACB" w14:textId="77777777" w:rsidR="0035531B" w:rsidRDefault="0035531B" w:rsidP="00454716">
      <w:pPr>
        <w:pStyle w:val="Textbezslovn"/>
        <w:ind w:left="0"/>
      </w:pPr>
      <w:r>
        <w:t>Obchodní firma [</w:t>
      </w:r>
      <w:r w:rsidRPr="0070255F">
        <w:rPr>
          <w:b/>
          <w:highlight w:val="yellow"/>
        </w:rPr>
        <w:t>DOPLNÍ DODAVATEL</w:t>
      </w:r>
      <w:r>
        <w:t>]</w:t>
      </w:r>
    </w:p>
    <w:p w14:paraId="2C7B4F9B" w14:textId="77777777" w:rsidR="0035531B" w:rsidRDefault="0035531B" w:rsidP="00454716">
      <w:pPr>
        <w:pStyle w:val="Textbezslovn"/>
        <w:ind w:left="0"/>
      </w:pPr>
      <w:r>
        <w:t>Sídlo [</w:t>
      </w:r>
      <w:r w:rsidRPr="00454716">
        <w:rPr>
          <w:highlight w:val="yellow"/>
        </w:rPr>
        <w:t>DOPLNÍ DODAVATEL</w:t>
      </w:r>
      <w:r>
        <w:t>]</w:t>
      </w:r>
    </w:p>
    <w:p w14:paraId="11A9A954" w14:textId="77777777" w:rsidR="0035531B" w:rsidRDefault="0035531B" w:rsidP="00454716">
      <w:pPr>
        <w:pStyle w:val="Textbezslovn"/>
        <w:ind w:left="0"/>
      </w:pPr>
      <w:r>
        <w:t>Právní forma [</w:t>
      </w:r>
      <w:r w:rsidRPr="00454716">
        <w:rPr>
          <w:highlight w:val="yellow"/>
        </w:rPr>
        <w:t>DOPLNÍ DODAVATEL</w:t>
      </w:r>
      <w:r>
        <w:t>]</w:t>
      </w:r>
    </w:p>
    <w:p w14:paraId="34D1C1F3" w14:textId="77777777" w:rsidR="0035531B" w:rsidRDefault="0035531B" w:rsidP="00454716">
      <w:pPr>
        <w:pStyle w:val="Textbezslovn"/>
        <w:ind w:left="0"/>
      </w:pPr>
      <w:r>
        <w:t>IČO [</w:t>
      </w:r>
      <w:r w:rsidRPr="00454716">
        <w:rPr>
          <w:highlight w:val="yellow"/>
        </w:rPr>
        <w:t>DOPLNÍ DODAVATEL</w:t>
      </w:r>
      <w:r>
        <w:t>]</w:t>
      </w:r>
    </w:p>
    <w:p w14:paraId="6E0A5739" w14:textId="77777777" w:rsidR="0035531B" w:rsidRDefault="0035531B" w:rsidP="00454716">
      <w:pPr>
        <w:pStyle w:val="Textbezslovn"/>
        <w:ind w:left="0"/>
      </w:pPr>
    </w:p>
    <w:p w14:paraId="1DC11EA5"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14C15A04" w14:textId="77777777" w:rsidR="0035531B" w:rsidRDefault="0035531B" w:rsidP="00454716">
      <w:pPr>
        <w:pStyle w:val="Odstavec1-2i"/>
      </w:pPr>
      <w:r>
        <w:t>[</w:t>
      </w:r>
      <w:r w:rsidRPr="00454716">
        <w:rPr>
          <w:highlight w:val="yellow"/>
        </w:rPr>
        <w:t>DOPLNÍ DODAVATEL</w:t>
      </w:r>
      <w:r>
        <w:t>]</w:t>
      </w:r>
    </w:p>
    <w:p w14:paraId="58A6F629" w14:textId="77777777" w:rsidR="0035531B" w:rsidRDefault="0035531B" w:rsidP="00454716">
      <w:pPr>
        <w:pStyle w:val="Odstavec1-2i"/>
      </w:pPr>
      <w:r>
        <w:t>[</w:t>
      </w:r>
      <w:r w:rsidRPr="00454716">
        <w:rPr>
          <w:highlight w:val="yellow"/>
        </w:rPr>
        <w:t>DOPLNÍ DODAVATEL</w:t>
      </w:r>
      <w:r>
        <w:t>]</w:t>
      </w:r>
    </w:p>
    <w:p w14:paraId="183E7144" w14:textId="77777777" w:rsidR="0035531B" w:rsidRDefault="0035531B" w:rsidP="00454716">
      <w:pPr>
        <w:pStyle w:val="Odstavec1-2i"/>
      </w:pPr>
      <w:r>
        <w:t>[</w:t>
      </w:r>
      <w:r w:rsidRPr="00454716">
        <w:rPr>
          <w:highlight w:val="yellow"/>
        </w:rPr>
        <w:t>DOPLNÍ DODAVATEL</w:t>
      </w:r>
      <w:r>
        <w:t>]</w:t>
      </w:r>
    </w:p>
    <w:p w14:paraId="2E8C0689" w14:textId="77777777" w:rsidR="0035531B" w:rsidRDefault="0035531B" w:rsidP="00454716">
      <w:pPr>
        <w:pStyle w:val="Odstavec1-2i"/>
      </w:pPr>
      <w:r>
        <w:t>atd.</w:t>
      </w:r>
    </w:p>
    <w:p w14:paraId="4CE37E86" w14:textId="77777777" w:rsidR="0035531B" w:rsidRDefault="0035531B" w:rsidP="00454716">
      <w:pPr>
        <w:pStyle w:val="Textbezslovn"/>
        <w:ind w:left="0"/>
      </w:pPr>
    </w:p>
    <w:p w14:paraId="4E79C2D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F2480E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30342B4A" w14:textId="77777777" w:rsidR="005E6218" w:rsidRPr="00454716" w:rsidRDefault="005E6218" w:rsidP="00454716">
            <w:pPr>
              <w:rPr>
                <w:b/>
                <w:sz w:val="16"/>
                <w:szCs w:val="16"/>
              </w:rPr>
            </w:pPr>
            <w:r w:rsidRPr="00454716">
              <w:rPr>
                <w:b/>
                <w:sz w:val="16"/>
                <w:szCs w:val="16"/>
              </w:rPr>
              <w:t>Obchodní firma/název společníka</w:t>
            </w:r>
          </w:p>
        </w:tc>
        <w:tc>
          <w:tcPr>
            <w:tcW w:w="4253" w:type="dxa"/>
          </w:tcPr>
          <w:p w14:paraId="5C6D7B6A"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51FBD67A"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6672E1C2"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604BAB69"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370AF28"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455FDF69"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0A0A97D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09BF9E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24FC8260"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0622657C"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61C3C1A"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2ACEBAB5"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57DD769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E71DE79"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43A8DD4"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355FFCCC"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80B6667"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170A2EC"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926FED7"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86477A0" w14:textId="77777777" w:rsidR="0035531B" w:rsidRDefault="0035531B" w:rsidP="00454716">
      <w:pPr>
        <w:pStyle w:val="Textbezslovn"/>
        <w:ind w:left="0"/>
      </w:pPr>
    </w:p>
    <w:p w14:paraId="714E18DA" w14:textId="77777777" w:rsidR="0035531B" w:rsidRDefault="0035531B" w:rsidP="00454716">
      <w:pPr>
        <w:pStyle w:val="Textbezslovn"/>
        <w:ind w:left="0"/>
      </w:pPr>
    </w:p>
    <w:p w14:paraId="5C1C5A54"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6C24186"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255898EF" w14:textId="77777777" w:rsidR="0035531B" w:rsidRDefault="0035531B" w:rsidP="00454716">
      <w:pPr>
        <w:pStyle w:val="Textbezslovn"/>
        <w:ind w:left="0"/>
      </w:pPr>
    </w:p>
    <w:p w14:paraId="52EFC7D7" w14:textId="77777777" w:rsidR="0035531B" w:rsidRDefault="0035531B" w:rsidP="00454716">
      <w:pPr>
        <w:pStyle w:val="Textbezslovn"/>
        <w:ind w:left="0"/>
      </w:pPr>
    </w:p>
    <w:p w14:paraId="53D253BA"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46E2F17E" w14:textId="77777777" w:rsidR="0035531B" w:rsidRDefault="0035531B" w:rsidP="00454716">
      <w:pPr>
        <w:pStyle w:val="Textbezslovn"/>
        <w:ind w:left="0"/>
      </w:pPr>
    </w:p>
    <w:p w14:paraId="0B575055" w14:textId="77777777" w:rsidR="0035531B" w:rsidRDefault="0035531B" w:rsidP="00454716">
      <w:pPr>
        <w:pStyle w:val="Textbezslovn"/>
        <w:ind w:left="0"/>
      </w:pPr>
    </w:p>
    <w:p w14:paraId="2FB19363" w14:textId="77777777" w:rsidR="00454716" w:rsidRDefault="00454716" w:rsidP="00454716">
      <w:pPr>
        <w:pStyle w:val="Textbezslovn"/>
        <w:ind w:left="0"/>
      </w:pPr>
      <w:r>
        <w:br w:type="page"/>
      </w:r>
    </w:p>
    <w:p w14:paraId="4A7013E2" w14:textId="77777777" w:rsidR="0035531B" w:rsidRDefault="0035531B" w:rsidP="00FE4333">
      <w:pPr>
        <w:pStyle w:val="Nadpisbezsl1-1"/>
      </w:pPr>
      <w:r>
        <w:lastRenderedPageBreak/>
        <w:t>Příloha č. 4</w:t>
      </w:r>
    </w:p>
    <w:p w14:paraId="48B7938D" w14:textId="77777777" w:rsidR="0035531B" w:rsidRPr="00AD792A" w:rsidRDefault="0035531B" w:rsidP="00FE4333">
      <w:pPr>
        <w:pStyle w:val="Nadpisbezsl1-2"/>
      </w:pPr>
      <w:r w:rsidRPr="00AD792A">
        <w:t xml:space="preserve">Seznam </w:t>
      </w:r>
      <w:r w:rsidR="002D5F95" w:rsidRPr="002D5F95">
        <w:t>významných služeb</w:t>
      </w:r>
    </w:p>
    <w:p w14:paraId="45A468E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E55414" w:rsidRPr="00E55414" w14:paraId="4D565364"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4F5865B7" w14:textId="77777777" w:rsidR="002D5F95" w:rsidRPr="00AD792A" w:rsidRDefault="002D5F95" w:rsidP="00631EAA">
            <w:pPr>
              <w:rPr>
                <w:b/>
                <w:sz w:val="16"/>
                <w:szCs w:val="16"/>
              </w:rPr>
            </w:pPr>
            <w:r w:rsidRPr="002D5F95">
              <w:rPr>
                <w:b/>
              </w:rPr>
              <w:t>Název významné služby</w:t>
            </w:r>
          </w:p>
        </w:tc>
        <w:tc>
          <w:tcPr>
            <w:tcW w:w="1559" w:type="dxa"/>
          </w:tcPr>
          <w:p w14:paraId="0D42FF7D"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5E50285D"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44295C5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01C8464F" w14:textId="77777777"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14:paraId="7B3DE9DC" w14:textId="77777777" w:rsidR="006C11F0" w:rsidRPr="00AD792A" w:rsidRDefault="006C11F0"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1141A0BA"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DBFB718" w14:textId="349E90D4" w:rsidR="002D5F95" w:rsidRDefault="002D5F95" w:rsidP="00A233C6">
            <w:pPr>
              <w:jc w:val="center"/>
              <w:cnfStyle w:val="100000000000" w:firstRow="1" w:lastRow="0" w:firstColumn="0" w:lastColumn="0" w:oddVBand="0" w:evenVBand="0" w:oddHBand="0" w:evenHBand="0" w:firstRowFirstColumn="0" w:firstRowLastColumn="0" w:lastRowFirstColumn="0" w:lastRowLastColumn="0"/>
              <w:rPr>
                <w:b/>
              </w:rPr>
            </w:pPr>
            <w:r w:rsidRPr="00E55414">
              <w:rPr>
                <w:b/>
              </w:rPr>
              <w:t xml:space="preserve">Cena významné služby, kterou dodavatel poskytl** za posledních </w:t>
            </w:r>
            <w:r w:rsidR="00A233C6" w:rsidRPr="00E55414">
              <w:rPr>
                <w:b/>
              </w:rPr>
              <w:t>1</w:t>
            </w:r>
            <w:r w:rsidR="00A343C0">
              <w:rPr>
                <w:b/>
              </w:rPr>
              <w:t>5</w:t>
            </w:r>
            <w:r w:rsidRPr="00E55414">
              <w:rPr>
                <w:b/>
              </w:rPr>
              <w:t xml:space="preserve"> let v Kč*** bez DPH</w:t>
            </w:r>
          </w:p>
          <w:p w14:paraId="5EDFDE0C" w14:textId="77777777" w:rsidR="006C11F0" w:rsidRPr="00E55414" w:rsidRDefault="006C11F0" w:rsidP="00A233C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3DE90335"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3CA05CA"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84CBD6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330BA41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0A1CCC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A390B3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970F80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109EA2C5"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2F2CE517"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685D7F3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5E6555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064EE2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B1233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43D597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8D8BC03"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0D7264D"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8E51D6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8A6ED6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6EEB6E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EEC7D8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197D5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FAE9F4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B1BBB2"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67A782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35F430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89A865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B20463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03295E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5814D3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92256FD"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570181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8588DF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84ACFE9"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9170AAB"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401009D"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486745ED"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5C7D24EE"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47FE9D65"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0DE90ADB"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0521AE5"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8DEAAE5"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14ED5A8"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3CF28245" w14:textId="77777777" w:rsidR="002D5F95" w:rsidRDefault="002D5F95" w:rsidP="002D5F95">
      <w:pPr>
        <w:pStyle w:val="Textbezslovn"/>
        <w:ind w:left="0"/>
      </w:pPr>
    </w:p>
    <w:p w14:paraId="3E7C68F5"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45D35B51"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86303D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69986CDB"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7950E83" w14:textId="241144D9"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w:t>
      </w:r>
      <w:r w:rsidR="00F22311">
        <w:t>kace týkajícího se požadavku na </w:t>
      </w:r>
      <w:r>
        <w:t xml:space="preserve">předložení seznamu referenčních zakázek i takové </w:t>
      </w:r>
      <w:r w:rsidR="002D5F95" w:rsidRPr="002D5F95">
        <w:t>významné služby</w:t>
      </w:r>
      <w:r>
        <w:t>, které poskytl:</w:t>
      </w:r>
    </w:p>
    <w:p w14:paraId="4C5A8238" w14:textId="77777777"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474274E3"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5B8AFA6F"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7DB66995" w14:textId="77777777" w:rsidR="0035531B" w:rsidRDefault="0035531B" w:rsidP="00EE3C5F">
      <w:pPr>
        <w:pStyle w:val="Textbezslovn"/>
      </w:pPr>
    </w:p>
    <w:p w14:paraId="59FD8398" w14:textId="77777777" w:rsidR="0035531B" w:rsidRDefault="0035531B" w:rsidP="00EE3C5F">
      <w:pPr>
        <w:pStyle w:val="Textbezslovn"/>
      </w:pPr>
    </w:p>
    <w:p w14:paraId="6DAE51D5" w14:textId="77777777" w:rsidR="00EE3C5F" w:rsidRDefault="00EE3C5F">
      <w:r>
        <w:br w:type="page"/>
      </w:r>
    </w:p>
    <w:p w14:paraId="53863CA2" w14:textId="77777777" w:rsidR="0035531B" w:rsidRDefault="0035531B" w:rsidP="00FE4333">
      <w:pPr>
        <w:pStyle w:val="Nadpisbezsl1-1"/>
      </w:pPr>
      <w:r>
        <w:lastRenderedPageBreak/>
        <w:t>Příloha č. 5</w:t>
      </w:r>
    </w:p>
    <w:p w14:paraId="5FD0EE30" w14:textId="77777777" w:rsidR="0035531B" w:rsidRPr="00EE3C5F" w:rsidRDefault="0035531B" w:rsidP="00FE4333">
      <w:pPr>
        <w:pStyle w:val="Nadpisbezsl1-2"/>
      </w:pPr>
      <w:r w:rsidRPr="00EE3C5F">
        <w:t>Seznam odborného personálu dodavatele</w:t>
      </w:r>
    </w:p>
    <w:p w14:paraId="6D4E9162" w14:textId="77777777" w:rsidR="00AB1063" w:rsidRDefault="00AB1063" w:rsidP="00EE3C5F">
      <w:pPr>
        <w:pStyle w:val="Textbezslovn"/>
      </w:pPr>
    </w:p>
    <w:p w14:paraId="7A2C56A8" w14:textId="5E500B75"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w:t>
      </w:r>
      <w:r w:rsidR="00F22311">
        <w:t xml:space="preserve"> dodavatel v nabídce uvedením v </w:t>
      </w:r>
      <w:r w:rsidRPr="00631EAA">
        <w:t>profesním životopisu jednotlivých osob (následující Příloha č. 6).</w:t>
      </w:r>
    </w:p>
    <w:p w14:paraId="12056731" w14:textId="77777777"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1F03151A"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4547586"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672D94C2"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5AB0B2B6"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47C4E0F6"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66F705F8"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14:paraId="2DACFBAC"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603FC3A2"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14:paraId="0941090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1559272A"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44D409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2B3B8E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3C9137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3FB9F4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7196C3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D717BB3"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18403E0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7398DFE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AD335D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3C5D33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745022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4E92769"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5A34589"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3AF8BD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09550C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B481A8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82DECF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49B8BE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F99B2E6"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0670ED8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5555B4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69BFA6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8E2171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277F42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E5283D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E97C88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FF500E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5310658"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4CD490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FDA6898"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2EDD5441"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7BF61947"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2B34A691"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1DE6C033"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38682EDB"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8EB4B50" w14:textId="77777777" w:rsidR="00EE3C5F" w:rsidRDefault="00EE3C5F" w:rsidP="00EE3C5F">
      <w:pPr>
        <w:pStyle w:val="Textbezslovn"/>
      </w:pPr>
    </w:p>
    <w:p w14:paraId="05B50978" w14:textId="77777777"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14:paraId="0D38E610" w14:textId="77777777" w:rsidR="0035531B" w:rsidRDefault="0035531B" w:rsidP="00EE3C5F">
      <w:pPr>
        <w:pStyle w:val="Textbezslovn"/>
      </w:pPr>
    </w:p>
    <w:p w14:paraId="5ADEA065" w14:textId="77777777" w:rsidR="00EE3C5F" w:rsidRDefault="00EE3C5F">
      <w:r>
        <w:br w:type="page"/>
      </w:r>
    </w:p>
    <w:p w14:paraId="29BC1F74" w14:textId="77777777" w:rsidR="0035531B" w:rsidRDefault="0035531B" w:rsidP="00FE4333">
      <w:pPr>
        <w:pStyle w:val="Nadpisbezsl1-1"/>
      </w:pPr>
      <w:r>
        <w:lastRenderedPageBreak/>
        <w:t>Příloha č. 6</w:t>
      </w:r>
    </w:p>
    <w:p w14:paraId="310F7A09" w14:textId="77777777" w:rsidR="0035531B" w:rsidRPr="00EE3C5F" w:rsidRDefault="0035531B" w:rsidP="00FE4333">
      <w:pPr>
        <w:pStyle w:val="Nadpisbezsl1-2"/>
      </w:pPr>
      <w:r w:rsidRPr="00EE3C5F">
        <w:t>Vzor profesního životopisu</w:t>
      </w:r>
    </w:p>
    <w:p w14:paraId="39C97D64" w14:textId="77777777" w:rsidR="0035531B" w:rsidRDefault="0035531B" w:rsidP="00474F4D">
      <w:pPr>
        <w:pStyle w:val="Textbezslovn"/>
        <w:ind w:left="0"/>
      </w:pPr>
    </w:p>
    <w:p w14:paraId="01DC422B"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79E3211E"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197A7044" w14:textId="77777777" w:rsidR="00543F07" w:rsidRPr="00543F07" w:rsidRDefault="00543F07" w:rsidP="00543F07">
      <w:pPr>
        <w:pStyle w:val="Doplujcdaje"/>
        <w:jc w:val="both"/>
      </w:pPr>
    </w:p>
    <w:p w14:paraId="0931AE8F" w14:textId="77777777"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14:paraId="52024CDC" w14:textId="77777777" w:rsidR="00564BCA" w:rsidRPr="00564BCA" w:rsidRDefault="00564BCA" w:rsidP="000461AA">
      <w:pPr>
        <w:pStyle w:val="Odrka1-2-"/>
        <w:numPr>
          <w:ilvl w:val="0"/>
          <w:numId w:val="22"/>
        </w:numPr>
        <w:tabs>
          <w:tab w:val="num" w:pos="360"/>
        </w:tabs>
        <w:ind w:left="1077" w:hanging="340"/>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14:paraId="3D4B7481" w14:textId="77777777" w:rsidR="00564BCA" w:rsidRPr="00564BCA" w:rsidRDefault="00564BCA" w:rsidP="000461AA">
      <w:pPr>
        <w:pStyle w:val="Odrka1-2-"/>
        <w:numPr>
          <w:ilvl w:val="0"/>
          <w:numId w:val="22"/>
        </w:numPr>
        <w:tabs>
          <w:tab w:val="num" w:pos="360"/>
        </w:tabs>
        <w:ind w:left="1077" w:hanging="340"/>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14:paraId="12C157E0" w14:textId="77777777" w:rsidR="00564BCA" w:rsidRPr="00564BCA" w:rsidRDefault="00564BCA" w:rsidP="000461AA">
      <w:pPr>
        <w:pStyle w:val="Odrka1-2-"/>
        <w:numPr>
          <w:ilvl w:val="0"/>
          <w:numId w:val="22"/>
        </w:numPr>
        <w:tabs>
          <w:tab w:val="num" w:pos="360"/>
        </w:tabs>
        <w:ind w:left="1077" w:hanging="340"/>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14:paraId="1E54EC24" w14:textId="7F424ADA"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w:t>
      </w:r>
      <w:r w:rsidR="00F22311">
        <w:rPr>
          <w:sz w:val="16"/>
          <w:szCs w:val="16"/>
        </w:rPr>
        <w:t>ce uvedl formou zvolení jedné z </w:t>
      </w:r>
      <w:r w:rsidR="00564BCA" w:rsidRPr="0042061D">
        <w:rPr>
          <w:sz w:val="16"/>
          <w:szCs w:val="16"/>
        </w:rPr>
        <w:t>výše uvedených možností). Nebude-li nabídka tento údaj obsahovat, nebude taková fyzická osoba hodnocena pro žádnou z funkcí, které má zastávat. Zadavatel upozorňuje, že tento údaj nemůže být dodatečně doplňován postupem dle § 46 odst. 2 ZZVZ.</w:t>
      </w:r>
    </w:p>
    <w:p w14:paraId="3AF3EAA9" w14:textId="77777777" w:rsidR="00543F07" w:rsidRPr="00543F07" w:rsidRDefault="00543F07" w:rsidP="00543F07">
      <w:pPr>
        <w:pStyle w:val="Doplujcdaje"/>
        <w:ind w:left="360"/>
        <w:jc w:val="both"/>
      </w:pPr>
    </w:p>
    <w:p w14:paraId="3A7E171B" w14:textId="77777777" w:rsidR="0035531B" w:rsidRDefault="0035531B" w:rsidP="0077382B">
      <w:pPr>
        <w:pStyle w:val="Odstavec1-1a"/>
        <w:numPr>
          <w:ilvl w:val="0"/>
          <w:numId w:val="13"/>
        </w:numPr>
      </w:pPr>
      <w:r>
        <w:t>Příjmení: [</w:t>
      </w:r>
      <w:r w:rsidRPr="00DE6A35">
        <w:rPr>
          <w:b/>
          <w:highlight w:val="yellow"/>
        </w:rPr>
        <w:t>DOPLNÍ DODAVATEL</w:t>
      </w:r>
      <w:r>
        <w:t>]</w:t>
      </w:r>
    </w:p>
    <w:p w14:paraId="12494C1D" w14:textId="77777777" w:rsidR="0035531B" w:rsidRDefault="0035531B" w:rsidP="0077382B">
      <w:pPr>
        <w:pStyle w:val="Odstavec1-1a"/>
        <w:numPr>
          <w:ilvl w:val="0"/>
          <w:numId w:val="13"/>
        </w:numPr>
      </w:pPr>
      <w:r>
        <w:t>Jméno: [</w:t>
      </w:r>
      <w:r w:rsidRPr="00DE6A35">
        <w:rPr>
          <w:b/>
          <w:highlight w:val="yellow"/>
        </w:rPr>
        <w:t>DOPLNÍ DODAVATEL</w:t>
      </w:r>
      <w:r>
        <w:t>]</w:t>
      </w:r>
    </w:p>
    <w:p w14:paraId="20F9BE31" w14:textId="77777777" w:rsidR="0035531B" w:rsidRDefault="0035531B" w:rsidP="0077382B">
      <w:pPr>
        <w:pStyle w:val="Odstavec1-1a"/>
        <w:numPr>
          <w:ilvl w:val="0"/>
          <w:numId w:val="13"/>
        </w:numPr>
      </w:pPr>
      <w:r>
        <w:t>Datum narození: [</w:t>
      </w:r>
      <w:r w:rsidRPr="00833899">
        <w:rPr>
          <w:highlight w:val="yellow"/>
        </w:rPr>
        <w:t>DOPLNÍ DODAVATEL</w:t>
      </w:r>
      <w:r>
        <w:t>]</w:t>
      </w:r>
    </w:p>
    <w:p w14:paraId="2802267C" w14:textId="77777777"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14:paraId="758B1DDD" w14:textId="77777777"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14:paraId="750597AD" w14:textId="77777777"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14:paraId="7298B35E"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4E2D1DA7"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67261029"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3A46EE34"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58492DC1"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33D76490" w14:textId="77777777" w:rsidR="00474F4D" w:rsidRPr="00833899" w:rsidRDefault="00452F69" w:rsidP="00307641">
            <w:pPr>
              <w:rPr>
                <w:sz w:val="16"/>
                <w:szCs w:val="16"/>
              </w:rPr>
            </w:pPr>
            <w:r w:rsidRPr="00833899">
              <w:rPr>
                <w:sz w:val="16"/>
                <w:szCs w:val="16"/>
              </w:rPr>
              <w:t>Délka:</w:t>
            </w:r>
          </w:p>
          <w:p w14:paraId="6939BA6F" w14:textId="77777777"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66B21129"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C66BBF"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0A6D397B"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1B42DA89"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D205E25" w14:textId="77777777"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6DC890AC"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2631184"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6DA3D8AE" w14:textId="43B232E3"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w:t>
      </w:r>
      <w:r w:rsidR="00F22311">
        <w:rPr>
          <w:sz w:val="16"/>
          <w:szCs w:val="16"/>
        </w:rPr>
        <w:t> </w:t>
      </w:r>
      <w:r w:rsidRPr="0042061D">
        <w:rPr>
          <w:sz w:val="16"/>
          <w:szCs w:val="16"/>
        </w:rPr>
        <w:t>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41BC8259" w14:textId="77777777" w:rsidR="0035531B" w:rsidRPr="00833899" w:rsidRDefault="0035531B" w:rsidP="00474F4D">
      <w:pPr>
        <w:pStyle w:val="Textbezslovn"/>
        <w:ind w:left="0"/>
      </w:pPr>
    </w:p>
    <w:p w14:paraId="77E162FA" w14:textId="77777777" w:rsidR="0035531B" w:rsidRPr="00833899" w:rsidRDefault="0035531B" w:rsidP="00452F69">
      <w:pPr>
        <w:pStyle w:val="Odstavec1-1a"/>
      </w:pPr>
      <w:r w:rsidRPr="00833899">
        <w:lastRenderedPageBreak/>
        <w:t>Hlavní kvalifikace: [</w:t>
      </w:r>
      <w:r w:rsidRPr="00833899">
        <w:rPr>
          <w:highlight w:val="yellow"/>
        </w:rPr>
        <w:t>DOPLNÍ DODAVATEL</w:t>
      </w:r>
      <w:r w:rsidRPr="00833899">
        <w:t>]</w:t>
      </w:r>
    </w:p>
    <w:p w14:paraId="1C9EF813" w14:textId="77777777" w:rsidR="0035531B" w:rsidRDefault="0035531B" w:rsidP="00327047">
      <w:pPr>
        <w:pStyle w:val="Odstavec1-1a"/>
        <w:spacing w:after="0"/>
      </w:pPr>
      <w:r w:rsidRPr="008E1138">
        <w:rPr>
          <w:b/>
        </w:rPr>
        <w:t>Praxe</w:t>
      </w:r>
      <w:r w:rsidRPr="00833899">
        <w:t xml:space="preserve"> pro účely </w:t>
      </w:r>
      <w:r w:rsidRPr="000E48A0">
        <w:rPr>
          <w:b/>
        </w:rPr>
        <w:t>prokázání kvalifikace</w:t>
      </w:r>
      <w:r w:rsidR="00307641" w:rsidRPr="00833899">
        <w:rPr>
          <w:rStyle w:val="Znakapoznpodarou"/>
        </w:rPr>
        <w:footnoteReference w:id="1"/>
      </w:r>
      <w:r w:rsidRPr="00833899">
        <w:t>:</w:t>
      </w:r>
    </w:p>
    <w:p w14:paraId="199FB012"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2B1921"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E325ABD"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0CCFC0F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502FDD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56FC674"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C1D243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686CA3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ECFF85E"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B7805E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19EE4B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C0806BB"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1AF7059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3D5842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B87541"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A770A5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0C7C807"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13AA083"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112C6FC0"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B51A5FC" w14:textId="77777777" w:rsidR="00452F69" w:rsidRPr="00833899" w:rsidRDefault="00452F69" w:rsidP="00474F4D">
      <w:pPr>
        <w:pStyle w:val="Textbezslovn"/>
        <w:ind w:left="0"/>
      </w:pPr>
    </w:p>
    <w:p w14:paraId="46598EB0"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74C3BD1E"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143B172C"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9F49C6C" w14:textId="70BAA997" w:rsidR="0035531B" w:rsidRPr="00E05B9C" w:rsidRDefault="00543F07" w:rsidP="00327047">
      <w:pPr>
        <w:pStyle w:val="Odstavec1-1a"/>
        <w:spacing w:after="0"/>
      </w:pPr>
      <w:r w:rsidRPr="00543F07">
        <w:rPr>
          <w:b/>
        </w:rPr>
        <w:t xml:space="preserve">Zkušenosti </w:t>
      </w:r>
      <w:r w:rsidRPr="00543F07">
        <w:t xml:space="preserve">s plněním zakázek u </w:t>
      </w:r>
      <w:r w:rsidRPr="00E05B9C">
        <w:t>funkce</w:t>
      </w:r>
      <w:r w:rsidRPr="00E05B9C">
        <w:rPr>
          <w:b/>
        </w:rPr>
        <w:t xml:space="preserve"> </w:t>
      </w:r>
      <w:r w:rsidRPr="00E05B9C">
        <w:t>vedoucího týmu</w:t>
      </w:r>
      <w:r w:rsidR="00E55414" w:rsidRPr="00E05B9C">
        <w:t>,</w:t>
      </w:r>
      <w:r w:rsidRPr="00E05B9C">
        <w:rPr>
          <w:b/>
        </w:rPr>
        <w:t xml:space="preserve"> </w:t>
      </w:r>
      <w:r w:rsidR="004B4CAD">
        <w:t>specialisty týmu</w:t>
      </w:r>
      <w:r w:rsidR="00E55414" w:rsidRPr="00E05B9C">
        <w:t xml:space="preserve"> geotechniky</w:t>
      </w:r>
      <w:r w:rsidR="00E55414" w:rsidRPr="00FE1CB9">
        <w:t xml:space="preserve">, specialisty na požární bezpečnost, specialisty na ventilaci a </w:t>
      </w:r>
      <w:r w:rsidR="004B4CAD" w:rsidRPr="00FE1CB9">
        <w:t xml:space="preserve">specialisty </w:t>
      </w:r>
      <w:r w:rsidR="00E55414" w:rsidRPr="00FE1CB9">
        <w:t>týmu tun</w:t>
      </w:r>
      <w:r w:rsidR="00E55414" w:rsidRPr="00E05B9C">
        <w:t>elových staveb</w:t>
      </w:r>
      <w:r w:rsidRPr="00E05B9C">
        <w:rPr>
          <w:b/>
        </w:rPr>
        <w:t xml:space="preserve"> za účelem prokázání kvalifikace </w:t>
      </w:r>
      <w:r w:rsidRPr="00E05B9C">
        <w:t>(u ostatních osob se tabulka proškrtne nebo nevyplní)</w:t>
      </w:r>
      <w:r w:rsidR="00307641" w:rsidRPr="00E05B9C">
        <w:rPr>
          <w:rStyle w:val="Znakapoznpodarou"/>
        </w:rPr>
        <w:footnoteReference w:id="2"/>
      </w:r>
      <w:r w:rsidR="0035531B" w:rsidRPr="00E05B9C">
        <w:t>:</w:t>
      </w:r>
    </w:p>
    <w:p w14:paraId="78219FDE"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019BD3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CFEF02D"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1B50B0D0"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7CC9E3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20C1CAC"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p>
        </w:tc>
        <w:tc>
          <w:tcPr>
            <w:tcW w:w="2835" w:type="dxa"/>
            <w:tcBorders>
              <w:top w:val="single" w:sz="2" w:space="0" w:color="auto"/>
            </w:tcBorders>
          </w:tcPr>
          <w:p w14:paraId="35B4E54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F162EC" w:rsidRPr="00833899" w14:paraId="4ADB784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DECAD8" w14:textId="0AF0FDBB" w:rsidR="00F162EC" w:rsidRPr="00E05B9C" w:rsidRDefault="00F162EC" w:rsidP="006C11F0">
            <w:pPr>
              <w:rPr>
                <w:sz w:val="16"/>
                <w:szCs w:val="16"/>
              </w:rPr>
            </w:pPr>
            <w:r w:rsidRPr="00E05B9C">
              <w:rPr>
                <w:sz w:val="16"/>
                <w:szCs w:val="16"/>
              </w:rPr>
              <w:t xml:space="preserve">Cena zakázky v Kč bez DPH, resp. té části plnění zakázky, které obsahově odpovídá zadavatelem stanovené minimální úrovni </w:t>
            </w:r>
            <w:r w:rsidR="006C11F0">
              <w:rPr>
                <w:sz w:val="16"/>
                <w:szCs w:val="16"/>
              </w:rPr>
              <w:t xml:space="preserve">požadované kvalifikace </w:t>
            </w:r>
            <w:r w:rsidRPr="00E05B9C">
              <w:rPr>
                <w:sz w:val="16"/>
                <w:szCs w:val="16"/>
              </w:rPr>
              <w:t>(tj. projektových prací) v případě zakázky na více činností</w:t>
            </w:r>
          </w:p>
        </w:tc>
        <w:tc>
          <w:tcPr>
            <w:tcW w:w="2835" w:type="dxa"/>
            <w:tcBorders>
              <w:top w:val="single" w:sz="2" w:space="0" w:color="auto"/>
            </w:tcBorders>
          </w:tcPr>
          <w:p w14:paraId="2118AE17" w14:textId="77777777" w:rsidR="00F162EC" w:rsidRPr="00833899" w:rsidRDefault="00F162EC" w:rsidP="00F162EC">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F162EC" w:rsidRPr="00833899" w14:paraId="3E0A7BD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0A31AE8" w14:textId="77777777" w:rsidR="00F162EC" w:rsidRPr="00833899" w:rsidRDefault="00F162EC" w:rsidP="00F162EC">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6C4C1690" w14:textId="77777777" w:rsidR="00F162EC" w:rsidRPr="00833899" w:rsidRDefault="00F162EC" w:rsidP="00F162EC">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F162EC" w:rsidRPr="00833899" w14:paraId="5A524AB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3CAAD0" w14:textId="77777777" w:rsidR="00F162EC" w:rsidRPr="00833899" w:rsidRDefault="00F162EC" w:rsidP="00F162EC">
            <w:pPr>
              <w:rPr>
                <w:sz w:val="16"/>
                <w:szCs w:val="16"/>
              </w:rPr>
            </w:pPr>
            <w:r w:rsidRPr="00543F07">
              <w:rPr>
                <w:sz w:val="16"/>
                <w:szCs w:val="16"/>
              </w:rPr>
              <w:t>Termín dokončení zakázky, resp. té části plnění zakázky, které obsahově odpovídá zadavatelem stanovené minimální úrovni požadované kvalifikace (tj. projektov</w:t>
            </w:r>
            <w:r>
              <w:rPr>
                <w:sz w:val="16"/>
                <w:szCs w:val="16"/>
              </w:rPr>
              <w:t>ých prací</w:t>
            </w:r>
            <w:r w:rsidR="006C11F0">
              <w:rPr>
                <w:sz w:val="16"/>
                <w:szCs w:val="16"/>
              </w:rPr>
              <w:t>)</w:t>
            </w:r>
            <w:r w:rsidRPr="00543F07">
              <w:rPr>
                <w:sz w:val="16"/>
                <w:szCs w:val="16"/>
              </w:rPr>
              <w:t xml:space="preserve"> v případě zakázky na více činností</w:t>
            </w:r>
          </w:p>
        </w:tc>
        <w:tc>
          <w:tcPr>
            <w:tcW w:w="2835" w:type="dxa"/>
            <w:tcBorders>
              <w:top w:val="single" w:sz="2" w:space="0" w:color="auto"/>
            </w:tcBorders>
          </w:tcPr>
          <w:p w14:paraId="3971B5A5" w14:textId="77777777" w:rsidR="00F162EC" w:rsidRPr="00833899" w:rsidRDefault="00F162EC" w:rsidP="00F162EC">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F162EC" w:rsidRPr="00F162EC" w14:paraId="72EB2855" w14:textId="77777777" w:rsidTr="006C11F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20A1FA9" w14:textId="77777777" w:rsidR="00F162EC" w:rsidRPr="00F162EC" w:rsidRDefault="00F162EC" w:rsidP="00F162EC">
            <w:pPr>
              <w:rPr>
                <w:b w:val="0"/>
                <w:sz w:val="16"/>
                <w:szCs w:val="16"/>
              </w:rPr>
            </w:pPr>
            <w:r w:rsidRPr="00F162EC">
              <w:rPr>
                <w:b w:val="0"/>
                <w:sz w:val="16"/>
                <w:szCs w:val="16"/>
              </w:rPr>
              <w:t>Popis pracovních činností vykonávaných členem odb. personálu - v detailu potřebném pro ověření splnění požadavků</w:t>
            </w:r>
          </w:p>
        </w:tc>
        <w:tc>
          <w:tcPr>
            <w:tcW w:w="2835" w:type="dxa"/>
            <w:tcBorders>
              <w:top w:val="single" w:sz="2" w:space="0" w:color="auto"/>
            </w:tcBorders>
            <w:shd w:val="clear" w:color="auto" w:fill="auto"/>
          </w:tcPr>
          <w:p w14:paraId="796D588E" w14:textId="77777777" w:rsidR="00F162EC" w:rsidRPr="00F162EC" w:rsidRDefault="00F162EC" w:rsidP="00F162EC">
            <w:pPr>
              <w:cnfStyle w:val="010000000000" w:firstRow="0" w:lastRow="1" w:firstColumn="0" w:lastColumn="0" w:oddVBand="0" w:evenVBand="0" w:oddHBand="0" w:evenHBand="0" w:firstRowFirstColumn="0" w:firstRowLastColumn="0" w:lastRowFirstColumn="0" w:lastRowLastColumn="0"/>
              <w:rPr>
                <w:b w:val="0"/>
                <w:sz w:val="16"/>
                <w:szCs w:val="16"/>
              </w:rPr>
            </w:pPr>
            <w:r w:rsidRPr="00F162EC">
              <w:rPr>
                <w:b w:val="0"/>
                <w:sz w:val="16"/>
                <w:szCs w:val="16"/>
                <w:highlight w:val="yellow"/>
              </w:rPr>
              <w:t>[DOPLNÍ DODAVATEL]</w:t>
            </w:r>
          </w:p>
        </w:tc>
      </w:tr>
    </w:tbl>
    <w:p w14:paraId="427742AF" w14:textId="77777777" w:rsidR="0035531B" w:rsidRPr="00F162EC" w:rsidRDefault="0035531B" w:rsidP="00474F4D">
      <w:pPr>
        <w:pStyle w:val="Textbezslovn"/>
        <w:ind w:left="0"/>
      </w:pPr>
    </w:p>
    <w:p w14:paraId="74460C83"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E5AEEBB" w14:textId="77777777"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14:paraId="41856090" w14:textId="77777777" w:rsidR="000E48A0" w:rsidRDefault="000E48A0" w:rsidP="00452F69">
      <w:pPr>
        <w:pStyle w:val="Textbezslovn"/>
        <w:ind w:left="1077"/>
      </w:pPr>
    </w:p>
    <w:p w14:paraId="34D64BFB" w14:textId="77777777" w:rsidR="0035531B" w:rsidRDefault="0035531B" w:rsidP="00452F69">
      <w:pPr>
        <w:pStyle w:val="Odstavec1-1a"/>
      </w:pPr>
      <w:r>
        <w:t>Jiné informace (dle uvážení dodavatele): [</w:t>
      </w:r>
      <w:r w:rsidRPr="00833899">
        <w:rPr>
          <w:highlight w:val="yellow"/>
        </w:rPr>
        <w:t>DOPLNÍ DODAVATEL</w:t>
      </w:r>
      <w:r>
        <w:t>]</w:t>
      </w:r>
    </w:p>
    <w:p w14:paraId="1C2DA398" w14:textId="77777777" w:rsidR="0035531B" w:rsidRDefault="0035531B" w:rsidP="00474F4D">
      <w:pPr>
        <w:pStyle w:val="Textbezslovn"/>
        <w:ind w:left="0"/>
      </w:pPr>
    </w:p>
    <w:p w14:paraId="1DE9B5AB" w14:textId="741F3F9A"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xml:space="preserve">“ bude dodavatel </w:t>
      </w:r>
      <w:r w:rsidR="00F22311">
        <w:rPr>
          <w:b/>
        </w:rPr>
        <w:t>vyplňovat za účelem hodnocení u </w:t>
      </w:r>
      <w:r w:rsidRPr="000E48A0">
        <w:rPr>
          <w:b/>
        </w:rPr>
        <w:t xml:space="preserve">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w:t>
      </w:r>
      <w:r w:rsidR="00F22311">
        <w:rPr>
          <w:b/>
        </w:rPr>
        <w:t>dodavatel k </w:t>
      </w:r>
      <w:r w:rsidRPr="000E48A0">
        <w:rPr>
          <w:b/>
        </w:rPr>
        <w:t>hodnocení nenavrhuje, dodavatel příslušné položky bodů „r</w:t>
      </w:r>
      <w:r w:rsidR="00B035B6">
        <w:rPr>
          <w:b/>
        </w:rPr>
        <w:t>)</w:t>
      </w:r>
      <w:r w:rsidRPr="000E48A0">
        <w:rPr>
          <w:b/>
        </w:rPr>
        <w:t xml:space="preserve">“ a </w:t>
      </w:r>
      <w:r w:rsidRPr="000E48A0">
        <w:rPr>
          <w:b/>
        </w:rPr>
        <w:lastRenderedPageBreak/>
        <w:t>„s</w:t>
      </w:r>
      <w:r w:rsidR="00B035B6">
        <w:rPr>
          <w:b/>
        </w:rPr>
        <w:t>)</w:t>
      </w:r>
      <w:r w:rsidRPr="000E48A0">
        <w:rPr>
          <w:b/>
        </w:rPr>
        <w:t xml:space="preserve">“ proškrtne, nebo ponechá nevyplněné.  Bližší informace k hodnocení – viz čl. 16.3 těchto Pokynů. </w:t>
      </w:r>
    </w:p>
    <w:p w14:paraId="29EB247C" w14:textId="77777777"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14:paraId="3CE367D6"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14:paraId="235C08D6"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B135ED2" w14:textId="77777777"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14:paraId="31299593" w14:textId="77777777" w:rsidR="000E48A0" w:rsidRPr="00833899" w:rsidRDefault="000E48A0"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14:paraId="4C0F48A7"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CCBCAD1" w14:textId="77777777" w:rsidR="000E48A0" w:rsidRPr="00833899" w:rsidRDefault="000E48A0" w:rsidP="00C26B03">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14:paraId="51307BEE"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42F9ADE5"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1631DCA" w14:textId="77777777" w:rsidR="000E48A0" w:rsidRPr="00833899" w:rsidRDefault="000E48A0" w:rsidP="00C26B03">
            <w:pPr>
              <w:rPr>
                <w:sz w:val="16"/>
                <w:szCs w:val="16"/>
              </w:rPr>
            </w:pPr>
            <w:r w:rsidRPr="00833899">
              <w:rPr>
                <w:sz w:val="16"/>
                <w:szCs w:val="16"/>
              </w:rPr>
              <w:t>Místo výkonu praxe</w:t>
            </w:r>
          </w:p>
        </w:tc>
        <w:tc>
          <w:tcPr>
            <w:tcW w:w="2835" w:type="dxa"/>
            <w:tcBorders>
              <w:top w:val="single" w:sz="2" w:space="0" w:color="auto"/>
            </w:tcBorders>
          </w:tcPr>
          <w:p w14:paraId="527A902B"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642DD00E"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90FB2F" w14:textId="77777777" w:rsidR="000E48A0" w:rsidRPr="00833899" w:rsidRDefault="000E48A0" w:rsidP="00C26B03">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80147D6"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4A262357"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9397E8" w14:textId="77777777"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p>
        </w:tc>
        <w:tc>
          <w:tcPr>
            <w:tcW w:w="2835" w:type="dxa"/>
            <w:tcBorders>
              <w:top w:val="single" w:sz="2" w:space="0" w:color="auto"/>
            </w:tcBorders>
          </w:tcPr>
          <w:p w14:paraId="55376B8F"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70016437" w14:textId="77777777" w:rsidTr="00C26B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426AB01" w14:textId="77777777" w:rsidR="000E48A0" w:rsidRPr="00833899" w:rsidRDefault="000E48A0" w:rsidP="00C26B03">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4A7B1C81" w14:textId="77777777" w:rsidR="000E48A0" w:rsidRPr="00833899" w:rsidRDefault="000E48A0"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06E8CA4" w14:textId="77777777" w:rsidR="000E48A0" w:rsidRPr="00833899" w:rsidRDefault="000E48A0" w:rsidP="000E48A0">
      <w:pPr>
        <w:pStyle w:val="Textbezslovn"/>
        <w:ind w:left="0"/>
      </w:pPr>
    </w:p>
    <w:p w14:paraId="2C163065" w14:textId="77777777"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14:paraId="6A4B4ABD"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14:paraId="7A513CF5"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57F14E7" w14:textId="77777777"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751DB27" w14:textId="77777777"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2F1A25B1"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99C8262" w14:textId="77777777" w:rsidR="0042061D" w:rsidRPr="00833899" w:rsidRDefault="0042061D" w:rsidP="00C26B03">
            <w:pPr>
              <w:rPr>
                <w:sz w:val="16"/>
                <w:szCs w:val="16"/>
              </w:rPr>
            </w:pPr>
            <w:r w:rsidRPr="00543F07">
              <w:rPr>
                <w:sz w:val="16"/>
                <w:szCs w:val="16"/>
              </w:rPr>
              <w:t>Popis předmětu plnění zakázky - v detailu potřebném pro ověření splnění požadavků</w:t>
            </w:r>
          </w:p>
        </w:tc>
        <w:tc>
          <w:tcPr>
            <w:tcW w:w="2835" w:type="dxa"/>
            <w:tcBorders>
              <w:top w:val="single" w:sz="2" w:space="0" w:color="auto"/>
            </w:tcBorders>
          </w:tcPr>
          <w:p w14:paraId="2442BB5A"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0A3D791B"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924C168" w14:textId="4B61854D" w:rsidR="0042061D" w:rsidRPr="00543F07" w:rsidRDefault="0042061D" w:rsidP="00C26B03">
            <w:pPr>
              <w:rPr>
                <w:sz w:val="16"/>
                <w:szCs w:val="16"/>
              </w:rPr>
            </w:pPr>
            <w:r w:rsidRPr="0042061D">
              <w:rPr>
                <w:sz w:val="16"/>
                <w:szCs w:val="16"/>
              </w:rPr>
              <w:t xml:space="preserve">Cena zakázky v Kč bez DPH, resp. té části plnění zakázky, které obsahově odpovídá zadavatelem stanovené minimální úrovni hodnocené zkušenosti (tj. </w:t>
            </w:r>
            <w:r w:rsidR="00FE1CB9">
              <w:rPr>
                <w:sz w:val="16"/>
                <w:szCs w:val="16"/>
              </w:rPr>
              <w:t xml:space="preserve">např. </w:t>
            </w:r>
            <w:r w:rsidRPr="0042061D">
              <w:rPr>
                <w:sz w:val="16"/>
                <w:szCs w:val="16"/>
              </w:rPr>
              <w:t>projektových prací) v případě zakázky na více činností</w:t>
            </w:r>
          </w:p>
        </w:tc>
        <w:tc>
          <w:tcPr>
            <w:tcW w:w="2835" w:type="dxa"/>
            <w:tcBorders>
              <w:top w:val="single" w:sz="2" w:space="0" w:color="auto"/>
            </w:tcBorders>
          </w:tcPr>
          <w:p w14:paraId="321C7EE9"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149D210F"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35BA6B8" w14:textId="77777777"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1E17DD9A"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67447ACC" w14:textId="77777777"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6B09F432" w14:textId="7743C73E"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 xml:space="preserve">(tj. </w:t>
            </w:r>
            <w:r w:rsidR="00FE1CB9">
              <w:rPr>
                <w:sz w:val="16"/>
                <w:szCs w:val="16"/>
              </w:rPr>
              <w:t xml:space="preserve">např. </w:t>
            </w:r>
            <w:r w:rsidRPr="00543F07">
              <w:rPr>
                <w:sz w:val="16"/>
                <w:szCs w:val="16"/>
              </w:rPr>
              <w:t>projektových prací) v případě zakázky na více činností</w:t>
            </w:r>
          </w:p>
        </w:tc>
        <w:tc>
          <w:tcPr>
            <w:tcW w:w="2835" w:type="dxa"/>
            <w:tcBorders>
              <w:top w:val="single" w:sz="2" w:space="0" w:color="auto"/>
              <w:bottom w:val="single" w:sz="2" w:space="0" w:color="auto"/>
            </w:tcBorders>
          </w:tcPr>
          <w:p w14:paraId="77EA0165"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122EBF2E" w14:textId="77777777"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927CEBB" w14:textId="77777777" w:rsidR="0042061D" w:rsidRPr="0042061D" w:rsidRDefault="0042061D" w:rsidP="00C26B03">
            <w:pPr>
              <w:rPr>
                <w:b w:val="0"/>
                <w:sz w:val="16"/>
                <w:szCs w:val="16"/>
              </w:rPr>
            </w:pPr>
            <w:r w:rsidRPr="0042061D">
              <w:rPr>
                <w:b w:val="0"/>
                <w:sz w:val="16"/>
                <w:szCs w:val="16"/>
              </w:rPr>
              <w:t>Popis pracovních činností vykonávaných členem odb. personálu - v detailu potřebném pro ověření splnění požadavků</w:t>
            </w:r>
          </w:p>
        </w:tc>
        <w:tc>
          <w:tcPr>
            <w:tcW w:w="2835" w:type="dxa"/>
            <w:tcBorders>
              <w:top w:val="single" w:sz="2" w:space="0" w:color="auto"/>
            </w:tcBorders>
            <w:shd w:val="clear" w:color="auto" w:fill="auto"/>
          </w:tcPr>
          <w:p w14:paraId="1732C7FC" w14:textId="77777777" w:rsidR="0042061D" w:rsidRPr="0042061D" w:rsidRDefault="0042061D" w:rsidP="00C26B03">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2668F6C5" w14:textId="77777777" w:rsidR="0042061D" w:rsidRPr="00833899" w:rsidRDefault="0042061D" w:rsidP="0042061D">
      <w:pPr>
        <w:pStyle w:val="Textbezslovn"/>
        <w:ind w:left="0"/>
      </w:pPr>
    </w:p>
    <w:p w14:paraId="23CF99BE" w14:textId="77777777" w:rsidR="0042061D" w:rsidRDefault="000E48A0" w:rsidP="000E48A0">
      <w:pPr>
        <w:pStyle w:val="Textbezslovn"/>
        <w:rPr>
          <w:b/>
        </w:rPr>
      </w:pPr>
      <w:r w:rsidRPr="0042061D">
        <w:rPr>
          <w:b/>
        </w:rPr>
        <w:t xml:space="preserve">Přílohy: </w:t>
      </w:r>
      <w:r w:rsidRPr="0042061D">
        <w:rPr>
          <w:b/>
        </w:rPr>
        <w:tab/>
      </w:r>
    </w:p>
    <w:p w14:paraId="6E49CE02" w14:textId="77777777" w:rsidR="000E48A0" w:rsidRPr="0042061D" w:rsidRDefault="000E48A0" w:rsidP="000461AA">
      <w:pPr>
        <w:pStyle w:val="Textbezslovn"/>
        <w:numPr>
          <w:ilvl w:val="1"/>
          <w:numId w:val="22"/>
        </w:numPr>
        <w:tabs>
          <w:tab w:val="num" w:pos="360"/>
        </w:tabs>
        <w:rPr>
          <w:b/>
        </w:rPr>
      </w:pPr>
      <w:r w:rsidRPr="0042061D">
        <w:rPr>
          <w:b/>
        </w:rPr>
        <w:t>doklady o požadovaném vzdělání každého člena odborného personálu dodavatele</w:t>
      </w:r>
    </w:p>
    <w:p w14:paraId="20712794" w14:textId="03D4BC13" w:rsidR="000E48A0" w:rsidRDefault="000E48A0" w:rsidP="000461AA">
      <w:pPr>
        <w:pStyle w:val="Textbezslovn"/>
        <w:numPr>
          <w:ilvl w:val="1"/>
          <w:numId w:val="22"/>
        </w:numPr>
        <w:tabs>
          <w:tab w:val="num" w:pos="360"/>
        </w:tabs>
        <w:rPr>
          <w:b/>
        </w:rPr>
      </w:pPr>
      <w:r w:rsidRPr="0042061D">
        <w:rPr>
          <w:b/>
        </w:rPr>
        <w:t>doklady o odborné způsobilosti členů odborného personálu, u kterých jsou požadovány</w:t>
      </w:r>
    </w:p>
    <w:p w14:paraId="133FDC47" w14:textId="5D87108A" w:rsidR="00E263F8" w:rsidRPr="0042061D" w:rsidRDefault="00E263F8" w:rsidP="00E263F8">
      <w:pPr>
        <w:pStyle w:val="Textbezslovn"/>
        <w:numPr>
          <w:ilvl w:val="1"/>
          <w:numId w:val="22"/>
        </w:numPr>
        <w:rPr>
          <w:b/>
        </w:rPr>
      </w:pPr>
      <w:r>
        <w:rPr>
          <w:b/>
        </w:rPr>
        <w:t>doklady</w:t>
      </w:r>
      <w:r w:rsidR="0091306B">
        <w:rPr>
          <w:b/>
        </w:rPr>
        <w:t xml:space="preserve"> (například technická publikace, osvědčení o řádném poskytnutí a ukončení díla, apod.)</w:t>
      </w:r>
      <w:r>
        <w:rPr>
          <w:b/>
        </w:rPr>
        <w:t>, kter</w:t>
      </w:r>
      <w:r w:rsidR="009F095A">
        <w:rPr>
          <w:b/>
        </w:rPr>
        <w:t>ými</w:t>
      </w:r>
      <w:r>
        <w:rPr>
          <w:b/>
        </w:rPr>
        <w:t xml:space="preserve"> dodavatel může </w:t>
      </w:r>
      <w:r w:rsidR="009F095A">
        <w:rPr>
          <w:b/>
        </w:rPr>
        <w:t xml:space="preserve">podložit zkušenosti s plněním zakázek, jež jsou uvedeny v bodech n) a s) tohoto životopisu. </w:t>
      </w:r>
      <w:r>
        <w:rPr>
          <w:b/>
        </w:rPr>
        <w:t xml:space="preserve">Tato příloha je nepovinná a může obsahovat maximálně </w:t>
      </w:r>
      <w:r w:rsidR="00EB6443">
        <w:rPr>
          <w:b/>
        </w:rPr>
        <w:t>7</w:t>
      </w:r>
      <w:r>
        <w:rPr>
          <w:b/>
        </w:rPr>
        <w:t xml:space="preserve"> stránek</w:t>
      </w:r>
      <w:r w:rsidR="009C57CA">
        <w:rPr>
          <w:b/>
        </w:rPr>
        <w:t xml:space="preserve"> pro </w:t>
      </w:r>
      <w:r w:rsidR="00C37375">
        <w:rPr>
          <w:b/>
        </w:rPr>
        <w:t xml:space="preserve">každou </w:t>
      </w:r>
      <w:r w:rsidR="00F746CC">
        <w:rPr>
          <w:b/>
        </w:rPr>
        <w:t xml:space="preserve">zkušenost </w:t>
      </w:r>
      <w:r w:rsidR="00C37375">
        <w:rPr>
          <w:b/>
        </w:rPr>
        <w:t>uvedenou v bodech n) a s) tohoto životopisu</w:t>
      </w:r>
      <w:r w:rsidR="009C57CA">
        <w:rPr>
          <w:b/>
        </w:rPr>
        <w:t>.</w:t>
      </w:r>
    </w:p>
    <w:p w14:paraId="30080E31" w14:textId="061C0D18"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E263F8">
        <w:rPr>
          <w:sz w:val="16"/>
          <w:szCs w:val="16"/>
        </w:rPr>
        <w:t xml:space="preserve">1. a 2. </w:t>
      </w:r>
      <w:r w:rsidR="000E48A0" w:rsidRPr="00C37375">
        <w:rPr>
          <w:sz w:val="16"/>
          <w:szCs w:val="16"/>
        </w:rPr>
        <w:t>je</w:t>
      </w:r>
      <w:r w:rsidR="000E48A0" w:rsidRPr="0042061D">
        <w:rPr>
          <w:sz w:val="16"/>
          <w:szCs w:val="16"/>
        </w:rPr>
        <w:t xml:space="preserve"> třeba doložit i u členů odborného personálu, kteří mají být pouze hodnoceni. </w:t>
      </w:r>
    </w:p>
    <w:p w14:paraId="401534D5" w14:textId="77777777" w:rsidR="0035531B" w:rsidRDefault="0035531B" w:rsidP="00474F4D">
      <w:pPr>
        <w:pStyle w:val="Textbezslovn"/>
        <w:ind w:left="0"/>
      </w:pPr>
    </w:p>
    <w:p w14:paraId="0898B0B7" w14:textId="77777777" w:rsidR="00EE3C5F" w:rsidRDefault="00EE3C5F" w:rsidP="00474F4D">
      <w:r>
        <w:br w:type="page"/>
      </w:r>
    </w:p>
    <w:p w14:paraId="64C00E15" w14:textId="77777777" w:rsidR="0035531B" w:rsidRDefault="0035531B" w:rsidP="00FE4333">
      <w:pPr>
        <w:pStyle w:val="Nadpisbezsl1-1"/>
      </w:pPr>
      <w:r>
        <w:lastRenderedPageBreak/>
        <w:t>Příloha č. 7</w:t>
      </w:r>
    </w:p>
    <w:p w14:paraId="36E91EE9"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28539DF9" w14:textId="77777777" w:rsidR="00AB1063" w:rsidRDefault="00AB1063" w:rsidP="00452F69">
      <w:pPr>
        <w:pStyle w:val="Textbezslovn"/>
      </w:pPr>
    </w:p>
    <w:p w14:paraId="2AE01E51" w14:textId="77777777" w:rsidR="0035531B" w:rsidRPr="00833899" w:rsidRDefault="0035531B" w:rsidP="00452F69">
      <w:pPr>
        <w:pStyle w:val="Textbezslovn"/>
        <w:ind w:left="0"/>
        <w:rPr>
          <w:rStyle w:val="Tun9b"/>
          <w:b w:val="0"/>
        </w:rPr>
      </w:pPr>
      <w:r w:rsidRPr="00452F69">
        <w:rPr>
          <w:rStyle w:val="Tun9b"/>
        </w:rPr>
        <w:t>Čestné prohlášení</w:t>
      </w:r>
    </w:p>
    <w:p w14:paraId="72F7E07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14:paraId="2A6C1E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10CDE36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4599144C"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CAC7E74"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207BEFA0"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4DA48B8A" w14:textId="77777777" w:rsidR="0035531B" w:rsidRDefault="0035531B" w:rsidP="00452F69">
      <w:pPr>
        <w:pStyle w:val="Textbezslovn"/>
        <w:ind w:left="0"/>
      </w:pPr>
      <w:r w:rsidRPr="00307641">
        <w:rPr>
          <w:b/>
        </w:rPr>
        <w:t>čestně prohlašuje</w:t>
      </w:r>
      <w:r>
        <w:t>, že:</w:t>
      </w:r>
    </w:p>
    <w:p w14:paraId="3C8A12BC"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17FD9BD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774FCC35"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B5A164C" w14:textId="77777777" w:rsidR="00D139AC" w:rsidRPr="00327047" w:rsidRDefault="00D139AC" w:rsidP="00307641">
      <w:pPr>
        <w:pStyle w:val="Doplujcdaje"/>
        <w:jc w:val="both"/>
        <w:rPr>
          <w:sz w:val="16"/>
          <w:szCs w:val="16"/>
        </w:rPr>
      </w:pPr>
    </w:p>
    <w:p w14:paraId="5A1643FD"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233B2DB5" w14:textId="77777777" w:rsidR="0035531B" w:rsidRDefault="0035531B" w:rsidP="00307641">
      <w:pPr>
        <w:pStyle w:val="Textbezslovn"/>
        <w:ind w:left="0"/>
      </w:pPr>
    </w:p>
    <w:p w14:paraId="305548B4" w14:textId="77777777" w:rsidR="00307641" w:rsidRDefault="00307641" w:rsidP="00307641">
      <w:pPr>
        <w:pStyle w:val="Textbezslovn"/>
        <w:ind w:left="0"/>
      </w:pPr>
    </w:p>
    <w:p w14:paraId="52D2F3F6"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1E604A7" w14:textId="77777777" w:rsidR="0035531B" w:rsidRDefault="0035531B" w:rsidP="00307641">
      <w:pPr>
        <w:pStyle w:val="Textbezslovn"/>
        <w:ind w:left="0"/>
      </w:pPr>
    </w:p>
    <w:p w14:paraId="704D3DCD" w14:textId="77777777" w:rsidR="0035531B" w:rsidRDefault="0035531B" w:rsidP="00307641">
      <w:pPr>
        <w:pStyle w:val="Textbezslovn"/>
        <w:ind w:left="0"/>
      </w:pPr>
      <w:r>
        <w:t>Podpis osoby oprávněné jednat za dodavatele:</w:t>
      </w:r>
    </w:p>
    <w:p w14:paraId="5E48D816" w14:textId="77777777" w:rsidR="0035531B" w:rsidRDefault="0035531B" w:rsidP="00307641">
      <w:pPr>
        <w:pStyle w:val="Textbezslovn"/>
        <w:ind w:left="0"/>
      </w:pPr>
    </w:p>
    <w:p w14:paraId="2B96A314" w14:textId="77777777" w:rsidR="00307641" w:rsidRDefault="00307641" w:rsidP="00307641">
      <w:pPr>
        <w:pStyle w:val="Textbezslovn"/>
        <w:ind w:left="0"/>
      </w:pPr>
    </w:p>
    <w:p w14:paraId="4CFAFCFF" w14:textId="77777777" w:rsidR="00307641" w:rsidRDefault="0035531B" w:rsidP="00307641">
      <w:pPr>
        <w:pStyle w:val="Textbezslovn"/>
        <w:ind w:left="0"/>
      </w:pPr>
      <w:r>
        <w:t>Jméno</w:t>
      </w:r>
      <w:r w:rsidR="00307641">
        <w:t>: ______________________</w:t>
      </w:r>
    </w:p>
    <w:p w14:paraId="53C8AE75" w14:textId="77777777" w:rsidR="0035531B" w:rsidRDefault="0035531B" w:rsidP="00307641">
      <w:pPr>
        <w:pStyle w:val="Textbezslovn"/>
        <w:ind w:left="0"/>
      </w:pPr>
      <w:r>
        <w:tab/>
      </w:r>
    </w:p>
    <w:p w14:paraId="54D9A6F4" w14:textId="77777777" w:rsidR="00307641" w:rsidRDefault="00307641" w:rsidP="00307641">
      <w:pPr>
        <w:pStyle w:val="Textbezslovn"/>
        <w:ind w:left="0"/>
      </w:pPr>
    </w:p>
    <w:p w14:paraId="3CE6C06C" w14:textId="77777777" w:rsidR="0035531B" w:rsidRDefault="0035531B" w:rsidP="00307641">
      <w:pPr>
        <w:pStyle w:val="Textbezslovn"/>
        <w:ind w:left="0"/>
      </w:pPr>
      <w:r>
        <w:t>Podp</w:t>
      </w:r>
      <w:r w:rsidR="00307641">
        <w:t>is: ______________________</w:t>
      </w:r>
    </w:p>
    <w:p w14:paraId="7B70CAA5" w14:textId="77777777" w:rsidR="0035531B" w:rsidRDefault="0035531B" w:rsidP="00307641">
      <w:pPr>
        <w:pStyle w:val="Textbezslovn"/>
        <w:ind w:left="0"/>
      </w:pPr>
      <w:r>
        <w:t xml:space="preserve"> </w:t>
      </w:r>
    </w:p>
    <w:p w14:paraId="311B0CDC" w14:textId="77777777" w:rsidR="00EE3C5F" w:rsidRDefault="00EE3C5F" w:rsidP="00452F69">
      <w:pPr>
        <w:pStyle w:val="Textbezslovn"/>
      </w:pPr>
      <w:r>
        <w:br w:type="page"/>
      </w:r>
    </w:p>
    <w:p w14:paraId="75C92391" w14:textId="77777777" w:rsidR="0035531B" w:rsidRDefault="0035531B" w:rsidP="00FE4333">
      <w:pPr>
        <w:pStyle w:val="Nadpisbezsl1-1"/>
      </w:pPr>
      <w:r>
        <w:lastRenderedPageBreak/>
        <w:t>Příloha č. 8</w:t>
      </w:r>
    </w:p>
    <w:p w14:paraId="4066751A"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35A73100" w14:textId="77777777" w:rsidR="00AB1063" w:rsidRDefault="00AB1063" w:rsidP="00307641">
      <w:pPr>
        <w:pStyle w:val="Textbezslovn"/>
      </w:pPr>
    </w:p>
    <w:p w14:paraId="6A0F9C92" w14:textId="03BEEDC6" w:rsidR="0035531B" w:rsidRDefault="00327047" w:rsidP="00307641">
      <w:pPr>
        <w:pStyle w:val="Textbezslovn"/>
        <w:ind w:left="0"/>
      </w:pPr>
      <w:r w:rsidRPr="00327047">
        <w:t>V souladu s požadavky § 83 odst. 1 zákona č. 134/2016 Sb., o zadávání veře</w:t>
      </w:r>
      <w:r w:rsidR="00F22311">
        <w:t>jných zakázek, ve </w:t>
      </w:r>
      <w:r w:rsidRPr="00327047">
        <w:t>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73F6897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6588C3AC"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54059BA9"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76318A04"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6D5E7F5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AC7800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286EDD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66B1F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48BFB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F0B5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51DF82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1C7314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B9EF4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6435C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9C6875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43709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57E27B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3E6A7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287240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F5F3A3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C6650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1EBDA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84394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20F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124D82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574022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959FE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B24FFB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5D67C10"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4E835BD2"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20667656"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0623BD7" w14:textId="77777777" w:rsidR="0035531B" w:rsidRPr="00833899" w:rsidRDefault="0035531B" w:rsidP="00307641">
      <w:pPr>
        <w:pStyle w:val="Textbezslovn"/>
      </w:pPr>
    </w:p>
    <w:p w14:paraId="339E92A1" w14:textId="77777777" w:rsidR="0035531B" w:rsidRDefault="0035531B" w:rsidP="00307641">
      <w:pPr>
        <w:pStyle w:val="Textbezslovn"/>
      </w:pPr>
    </w:p>
    <w:bookmarkEnd w:id="1"/>
    <w:bookmarkEnd w:id="2"/>
    <w:bookmarkEnd w:id="3"/>
    <w:bookmarkEnd w:id="4"/>
    <w:p w14:paraId="656BF710" w14:textId="65A1E0A4" w:rsidR="00307641" w:rsidRDefault="00307641"/>
    <w:sectPr w:rsidR="00307641"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6C8644" w14:textId="77777777" w:rsidR="00107E6A" w:rsidRDefault="00107E6A" w:rsidP="00962258">
      <w:pPr>
        <w:spacing w:after="0" w:line="240" w:lineRule="auto"/>
      </w:pPr>
      <w:r>
        <w:separator/>
      </w:r>
    </w:p>
  </w:endnote>
  <w:endnote w:type="continuationSeparator" w:id="0">
    <w:p w14:paraId="31142A32" w14:textId="77777777" w:rsidR="00107E6A" w:rsidRDefault="00107E6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81F65" w14:paraId="7485660D" w14:textId="77777777" w:rsidTr="00EB46E5">
      <w:tc>
        <w:tcPr>
          <w:tcW w:w="1361" w:type="dxa"/>
          <w:tcMar>
            <w:left w:w="0" w:type="dxa"/>
            <w:right w:w="0" w:type="dxa"/>
          </w:tcMar>
          <w:vAlign w:val="bottom"/>
        </w:tcPr>
        <w:p w14:paraId="72583D28" w14:textId="7A2A451E" w:rsidR="00881F65" w:rsidRPr="00B42E17" w:rsidRDefault="00881F65" w:rsidP="00826B7B">
          <w:pPr>
            <w:pStyle w:val="Zpat"/>
            <w:jc w:val="right"/>
            <w:rPr>
              <w:rStyle w:val="slostrnky"/>
            </w:rPr>
          </w:pPr>
          <w:r w:rsidRPr="00B42E17">
            <w:rPr>
              <w:rStyle w:val="slostrnky"/>
            </w:rPr>
            <w:fldChar w:fldCharType="begin"/>
          </w:r>
          <w:r w:rsidRPr="00B42E17">
            <w:rPr>
              <w:rStyle w:val="slostrnky"/>
            </w:rPr>
            <w:instrText>PAGE   \* MERGEFORMAT</w:instrText>
          </w:r>
          <w:r w:rsidRPr="00B42E17">
            <w:rPr>
              <w:rStyle w:val="slostrnky"/>
            </w:rPr>
            <w:fldChar w:fldCharType="separate"/>
          </w:r>
          <w:r w:rsidR="00C23BAE">
            <w:rPr>
              <w:rStyle w:val="slostrnky"/>
              <w:noProof/>
            </w:rPr>
            <w:t>17</w:t>
          </w:r>
          <w:r w:rsidRPr="00B42E17">
            <w:rPr>
              <w:rStyle w:val="slostrnky"/>
            </w:rPr>
            <w:fldChar w:fldCharType="end"/>
          </w:r>
          <w:r w:rsidRPr="00B42E17">
            <w:rPr>
              <w:rStyle w:val="slostrnky"/>
            </w:rPr>
            <w:t>/</w:t>
          </w:r>
          <w:r w:rsidRPr="00B42E17">
            <w:rPr>
              <w:rStyle w:val="slostrnky"/>
            </w:rPr>
            <w:fldChar w:fldCharType="begin"/>
          </w:r>
          <w:r w:rsidRPr="00B42E17">
            <w:rPr>
              <w:rStyle w:val="slostrnky"/>
            </w:rPr>
            <w:instrText xml:space="preserve"> NUMPAGES   \* MERGEFORMAT </w:instrText>
          </w:r>
          <w:r w:rsidRPr="00B42E17">
            <w:rPr>
              <w:rStyle w:val="slostrnky"/>
            </w:rPr>
            <w:fldChar w:fldCharType="separate"/>
          </w:r>
          <w:r w:rsidR="00C23BAE">
            <w:rPr>
              <w:rStyle w:val="slostrnky"/>
              <w:noProof/>
            </w:rPr>
            <w:t>51</w:t>
          </w:r>
          <w:r w:rsidRPr="00B42E17">
            <w:rPr>
              <w:rStyle w:val="slostrnky"/>
            </w:rPr>
            <w:fldChar w:fldCharType="end"/>
          </w:r>
        </w:p>
      </w:tc>
      <w:tc>
        <w:tcPr>
          <w:tcW w:w="284" w:type="dxa"/>
          <w:shd w:val="clear" w:color="auto" w:fill="auto"/>
          <w:tcMar>
            <w:left w:w="0" w:type="dxa"/>
            <w:right w:w="0" w:type="dxa"/>
          </w:tcMar>
        </w:tcPr>
        <w:p w14:paraId="3E2F2603" w14:textId="77777777" w:rsidR="00881F65" w:rsidRPr="00B42E17" w:rsidRDefault="00881F65" w:rsidP="00B8518B">
          <w:pPr>
            <w:pStyle w:val="Zpat"/>
          </w:pPr>
        </w:p>
      </w:tc>
      <w:tc>
        <w:tcPr>
          <w:tcW w:w="425" w:type="dxa"/>
          <w:shd w:val="clear" w:color="auto" w:fill="auto"/>
          <w:tcMar>
            <w:left w:w="0" w:type="dxa"/>
            <w:right w:w="0" w:type="dxa"/>
          </w:tcMar>
        </w:tcPr>
        <w:p w14:paraId="31D20BF2" w14:textId="77777777" w:rsidR="00881F65" w:rsidRPr="00B42E17" w:rsidRDefault="00881F65" w:rsidP="00B8518B">
          <w:pPr>
            <w:pStyle w:val="Zpat"/>
          </w:pPr>
        </w:p>
      </w:tc>
      <w:tc>
        <w:tcPr>
          <w:tcW w:w="8505" w:type="dxa"/>
        </w:tcPr>
        <w:p w14:paraId="622107FF" w14:textId="77777777" w:rsidR="00881F65" w:rsidRPr="00761C78" w:rsidRDefault="00881F65" w:rsidP="00EB46E5">
          <w:pPr>
            <w:pStyle w:val="Zpat0"/>
            <w:rPr>
              <w:b/>
            </w:rPr>
          </w:pPr>
          <w:r w:rsidRPr="00761C78">
            <w:rPr>
              <w:b/>
            </w:rPr>
            <w:t>„Novostavba trati Praha-Smíchov - Beroun“</w:t>
          </w:r>
        </w:p>
        <w:p w14:paraId="283CAD9C" w14:textId="77777777" w:rsidR="00881F65" w:rsidRPr="00B42E17" w:rsidRDefault="00881F65" w:rsidP="00EB46E5">
          <w:pPr>
            <w:pStyle w:val="Zpat0"/>
          </w:pPr>
          <w:r w:rsidRPr="00B42E17">
            <w:t xml:space="preserve">Díl 1 – </w:t>
          </w:r>
          <w:r w:rsidRPr="00B42E17">
            <w:rPr>
              <w:caps/>
            </w:rPr>
            <w:t>Požadavky a podmínky pro zpracování nabídky</w:t>
          </w:r>
        </w:p>
        <w:p w14:paraId="3ADD09B2" w14:textId="77777777" w:rsidR="00881F65" w:rsidRDefault="00881F65" w:rsidP="00392730">
          <w:pPr>
            <w:pStyle w:val="Zpat0"/>
          </w:pPr>
          <w:r w:rsidRPr="00B42E17">
            <w:t xml:space="preserve">Část 2 – </w:t>
          </w:r>
          <w:r w:rsidRPr="00B42E17">
            <w:rPr>
              <w:caps/>
            </w:rPr>
            <w:t>Pokyny pro dodavatele</w:t>
          </w:r>
        </w:p>
        <w:p w14:paraId="4CC9CB34" w14:textId="77777777" w:rsidR="00881F65" w:rsidRDefault="00881F65" w:rsidP="00392730">
          <w:pPr>
            <w:pStyle w:val="Zpat0"/>
          </w:pPr>
        </w:p>
      </w:tc>
    </w:tr>
  </w:tbl>
  <w:p w14:paraId="3CA8EA99" w14:textId="77777777" w:rsidR="00881F65" w:rsidRPr="00B8518B" w:rsidRDefault="00881F6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41D77" w14:textId="77777777" w:rsidR="00881F65" w:rsidRDefault="00881F65" w:rsidP="004D3633">
    <w:pPr>
      <w:pStyle w:val="Zpat"/>
      <w:jc w:val="center"/>
      <w:rPr>
        <w:rFonts w:cs="Calibri"/>
        <w:sz w:val="16"/>
        <w:szCs w:val="16"/>
      </w:rPr>
    </w:pPr>
    <w:r>
      <w:rPr>
        <w:noProof/>
        <w:lang w:eastAsia="cs-CZ"/>
      </w:rPr>
      <w:drawing>
        <wp:inline distT="0" distB="0" distL="0" distR="0" wp14:anchorId="68D84B36" wp14:editId="33B0BDE0">
          <wp:extent cx="3902400" cy="435600"/>
          <wp:effectExtent l="0" t="0" r="3175" b="3175"/>
          <wp:docPr id="27" name="Obrázek 27" descr="C:\Users\fojta\Documents\SŽDC\VZOROVÁ_ZD\PODKLADY\CEF\Logo_07-2018\CEF_logo_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Obrázek 27" descr="C:\Users\fojta\Documents\SŽDC\VZOROVÁ_ZD\PODKLADY\CEF\Logo_07-2018\CEF_logo_4.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02400" cy="435600"/>
                  </a:xfrm>
                  <a:prstGeom prst="rect">
                    <a:avLst/>
                  </a:prstGeom>
                  <a:noFill/>
                  <a:ln>
                    <a:noFill/>
                  </a:ln>
                </pic:spPr>
              </pic:pic>
            </a:graphicData>
          </a:graphic>
        </wp:inline>
      </w:drawing>
    </w:r>
    <w:r w:rsidRPr="004D3633">
      <w:rPr>
        <w:rFonts w:cs="Calibri"/>
        <w:sz w:val="16"/>
        <w:szCs w:val="16"/>
      </w:rPr>
      <w:t xml:space="preserve"> </w:t>
    </w:r>
  </w:p>
  <w:p w14:paraId="0E4B1A1A" w14:textId="77777777" w:rsidR="00881F65" w:rsidRDefault="00881F65" w:rsidP="004D3633">
    <w:pPr>
      <w:pStyle w:val="Zpat"/>
      <w:jc w:val="center"/>
      <w:rPr>
        <w:rFonts w:cs="Calibri"/>
        <w:sz w:val="16"/>
        <w:szCs w:val="16"/>
      </w:rPr>
    </w:pPr>
  </w:p>
  <w:p w14:paraId="72350FF0" w14:textId="77777777" w:rsidR="00881F65" w:rsidRPr="00460660" w:rsidRDefault="00881F65" w:rsidP="004D3633">
    <w:pPr>
      <w:pStyle w:val="Zpat"/>
      <w:jc w:val="center"/>
      <w:rPr>
        <w:sz w:val="2"/>
        <w:szCs w:val="2"/>
      </w:rPr>
    </w:pPr>
    <w:r>
      <w:rPr>
        <w:rFonts w:cs="Calibri"/>
        <w:sz w:val="16"/>
        <w:szCs w:val="16"/>
      </w:rPr>
      <w:t>Za tuto publikaci odpovídá pouze její autor. Evropská unie nenese odpovědnost za jakékoli využití informací v ní obsažených.</w:t>
    </w:r>
  </w:p>
  <w:p w14:paraId="78B168BD" w14:textId="77777777" w:rsidR="00881F65" w:rsidRPr="00460660" w:rsidRDefault="00881F65" w:rsidP="004D3633">
    <w:pPr>
      <w:pStyle w:val="Zpat"/>
      <w:jc w:val="cen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12E9A3" w14:textId="77777777" w:rsidR="00107E6A" w:rsidRDefault="00107E6A" w:rsidP="00962258">
      <w:pPr>
        <w:spacing w:after="0" w:line="240" w:lineRule="auto"/>
      </w:pPr>
      <w:r>
        <w:separator/>
      </w:r>
    </w:p>
  </w:footnote>
  <w:footnote w:type="continuationSeparator" w:id="0">
    <w:p w14:paraId="73AD7108" w14:textId="77777777" w:rsidR="00107E6A" w:rsidRDefault="00107E6A" w:rsidP="00962258">
      <w:pPr>
        <w:spacing w:after="0" w:line="240" w:lineRule="auto"/>
      </w:pPr>
      <w:r>
        <w:continuationSeparator/>
      </w:r>
    </w:p>
  </w:footnote>
  <w:footnote w:id="1">
    <w:p w14:paraId="0674EA5E" w14:textId="77777777" w:rsidR="00881F65" w:rsidRDefault="00881F65">
      <w:pPr>
        <w:pStyle w:val="Textpoznpodarou"/>
      </w:pPr>
      <w:r>
        <w:rPr>
          <w:rStyle w:val="Znakapoznpodarou"/>
        </w:rPr>
        <w:footnoteRef/>
      </w:r>
      <w:r>
        <w:t xml:space="preserve"> </w:t>
      </w:r>
      <w:r w:rsidRPr="00307641">
        <w:t>V případě další praxe dodavatel doplní další řádky.</w:t>
      </w:r>
    </w:p>
  </w:footnote>
  <w:footnote w:id="2">
    <w:p w14:paraId="4E4FBAD7" w14:textId="77777777" w:rsidR="00881F65" w:rsidRDefault="00881F65">
      <w:pPr>
        <w:pStyle w:val="Textpoznpodarou"/>
      </w:pPr>
      <w:r>
        <w:rPr>
          <w:rStyle w:val="Znakapoznpodarou"/>
        </w:rPr>
        <w:footnoteRef/>
      </w:r>
      <w:r>
        <w:t xml:space="preserve"> </w:t>
      </w:r>
      <w:r w:rsidRPr="00307641">
        <w:t>V případě další zkušenosti dodavatel doplní další řádky.</w:t>
      </w:r>
    </w:p>
  </w:footnote>
  <w:footnote w:id="3">
    <w:p w14:paraId="63BFA7C4" w14:textId="77777777" w:rsidR="00881F65" w:rsidRDefault="00881F65" w:rsidP="000E48A0">
      <w:pPr>
        <w:pStyle w:val="Textpoznpodarou"/>
      </w:pPr>
      <w:r>
        <w:rPr>
          <w:rStyle w:val="Znakapoznpodarou"/>
        </w:rPr>
        <w:footnoteRef/>
      </w:r>
      <w:r>
        <w:t xml:space="preserve"> </w:t>
      </w:r>
      <w:r w:rsidRPr="00307641">
        <w:t xml:space="preserve">V případě další </w:t>
      </w:r>
      <w:r>
        <w:t xml:space="preserve">praxe </w:t>
      </w:r>
      <w:r w:rsidRPr="00307641">
        <w:t>dodavatel doplní další řádky.</w:t>
      </w:r>
    </w:p>
  </w:footnote>
  <w:footnote w:id="4">
    <w:p w14:paraId="4A93E5FD" w14:textId="77777777" w:rsidR="00881F65" w:rsidRDefault="00881F65" w:rsidP="0042061D">
      <w:pPr>
        <w:pStyle w:val="Textpoznpodarou"/>
      </w:pPr>
      <w:r>
        <w:rPr>
          <w:rStyle w:val="Znakapoznpodarou"/>
        </w:rPr>
        <w:footnoteRef/>
      </w:r>
      <w:r>
        <w:t xml:space="preserve"> </w:t>
      </w:r>
      <w:r w:rsidRPr="00307641">
        <w:t>V případě další zkušenosti dodavatel doplní další řádky.</w:t>
      </w:r>
    </w:p>
  </w:footnote>
  <w:footnote w:id="5">
    <w:p w14:paraId="26EB084F" w14:textId="77777777" w:rsidR="00881F65" w:rsidRDefault="00881F6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81F65" w14:paraId="57085FF8" w14:textId="77777777" w:rsidTr="00C02D0A">
      <w:trPr>
        <w:trHeight w:hRule="exact" w:val="454"/>
      </w:trPr>
      <w:tc>
        <w:tcPr>
          <w:tcW w:w="1361" w:type="dxa"/>
          <w:tcMar>
            <w:top w:w="57" w:type="dxa"/>
            <w:left w:w="0" w:type="dxa"/>
            <w:right w:w="0" w:type="dxa"/>
          </w:tcMar>
        </w:tcPr>
        <w:p w14:paraId="6A14B41D" w14:textId="77777777" w:rsidR="00881F65" w:rsidRPr="00B8518B" w:rsidRDefault="00881F65" w:rsidP="00523EA7">
          <w:pPr>
            <w:pStyle w:val="Zpat"/>
            <w:rPr>
              <w:rStyle w:val="slostrnky"/>
            </w:rPr>
          </w:pPr>
        </w:p>
      </w:tc>
      <w:tc>
        <w:tcPr>
          <w:tcW w:w="3458" w:type="dxa"/>
          <w:shd w:val="clear" w:color="auto" w:fill="auto"/>
          <w:tcMar>
            <w:top w:w="57" w:type="dxa"/>
            <w:left w:w="0" w:type="dxa"/>
            <w:right w:w="0" w:type="dxa"/>
          </w:tcMar>
        </w:tcPr>
        <w:p w14:paraId="374E9D6B" w14:textId="77777777" w:rsidR="00881F65" w:rsidRDefault="00881F65" w:rsidP="00523EA7">
          <w:pPr>
            <w:pStyle w:val="Zpat"/>
          </w:pPr>
        </w:p>
      </w:tc>
      <w:tc>
        <w:tcPr>
          <w:tcW w:w="5698" w:type="dxa"/>
          <w:shd w:val="clear" w:color="auto" w:fill="auto"/>
          <w:tcMar>
            <w:top w:w="57" w:type="dxa"/>
            <w:left w:w="0" w:type="dxa"/>
            <w:right w:w="0" w:type="dxa"/>
          </w:tcMar>
        </w:tcPr>
        <w:p w14:paraId="5DF9E664" w14:textId="77777777" w:rsidR="00881F65" w:rsidRPr="00D6163D" w:rsidRDefault="00881F65" w:rsidP="00D6163D">
          <w:pPr>
            <w:pStyle w:val="Druhdokumentu"/>
          </w:pPr>
        </w:p>
      </w:tc>
    </w:tr>
  </w:tbl>
  <w:p w14:paraId="77569E88" w14:textId="77777777" w:rsidR="00881F65" w:rsidRPr="00D6163D" w:rsidRDefault="00881F6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81F65" w14:paraId="302CD1AA" w14:textId="77777777" w:rsidTr="00B22106">
      <w:trPr>
        <w:trHeight w:hRule="exact" w:val="936"/>
      </w:trPr>
      <w:tc>
        <w:tcPr>
          <w:tcW w:w="1361" w:type="dxa"/>
          <w:tcMar>
            <w:left w:w="0" w:type="dxa"/>
            <w:right w:w="0" w:type="dxa"/>
          </w:tcMar>
        </w:tcPr>
        <w:p w14:paraId="3013DC69" w14:textId="77777777" w:rsidR="00881F65" w:rsidRPr="00B8518B" w:rsidRDefault="00881F65" w:rsidP="00FC6389">
          <w:pPr>
            <w:pStyle w:val="Zpat"/>
            <w:rPr>
              <w:rStyle w:val="slostrnky"/>
            </w:rPr>
          </w:pPr>
        </w:p>
      </w:tc>
      <w:tc>
        <w:tcPr>
          <w:tcW w:w="3458" w:type="dxa"/>
          <w:shd w:val="clear" w:color="auto" w:fill="auto"/>
          <w:tcMar>
            <w:left w:w="0" w:type="dxa"/>
            <w:right w:w="0" w:type="dxa"/>
          </w:tcMar>
        </w:tcPr>
        <w:p w14:paraId="04FB75B3" w14:textId="77777777" w:rsidR="00881F65" w:rsidRDefault="00881F65" w:rsidP="00FC6389">
          <w:pPr>
            <w:pStyle w:val="Zpat"/>
          </w:pPr>
        </w:p>
      </w:tc>
      <w:tc>
        <w:tcPr>
          <w:tcW w:w="5756" w:type="dxa"/>
          <w:shd w:val="clear" w:color="auto" w:fill="auto"/>
          <w:tcMar>
            <w:left w:w="0" w:type="dxa"/>
            <w:right w:w="0" w:type="dxa"/>
          </w:tcMar>
        </w:tcPr>
        <w:p w14:paraId="3DDF076E" w14:textId="77777777" w:rsidR="00881F65" w:rsidRPr="00D6163D" w:rsidRDefault="00881F65" w:rsidP="00FC6389">
          <w:pPr>
            <w:pStyle w:val="Druhdokumentu"/>
          </w:pPr>
        </w:p>
      </w:tc>
    </w:tr>
    <w:tr w:rsidR="00881F65" w14:paraId="00A06088" w14:textId="77777777" w:rsidTr="00B22106">
      <w:trPr>
        <w:trHeight w:hRule="exact" w:val="936"/>
      </w:trPr>
      <w:tc>
        <w:tcPr>
          <w:tcW w:w="1361" w:type="dxa"/>
          <w:tcMar>
            <w:left w:w="0" w:type="dxa"/>
            <w:right w:w="0" w:type="dxa"/>
          </w:tcMar>
        </w:tcPr>
        <w:p w14:paraId="42744445" w14:textId="77777777" w:rsidR="00881F65" w:rsidRPr="00B8518B" w:rsidRDefault="00881F65" w:rsidP="00FC6389">
          <w:pPr>
            <w:pStyle w:val="Zpat"/>
            <w:rPr>
              <w:rStyle w:val="slostrnky"/>
            </w:rPr>
          </w:pPr>
        </w:p>
      </w:tc>
      <w:tc>
        <w:tcPr>
          <w:tcW w:w="3458" w:type="dxa"/>
          <w:shd w:val="clear" w:color="auto" w:fill="auto"/>
          <w:tcMar>
            <w:left w:w="0" w:type="dxa"/>
            <w:right w:w="0" w:type="dxa"/>
          </w:tcMar>
        </w:tcPr>
        <w:p w14:paraId="016BD8EC" w14:textId="77777777" w:rsidR="00881F65" w:rsidRDefault="00881F65" w:rsidP="00FC6389">
          <w:pPr>
            <w:pStyle w:val="Zpat"/>
          </w:pPr>
        </w:p>
      </w:tc>
      <w:tc>
        <w:tcPr>
          <w:tcW w:w="5756" w:type="dxa"/>
          <w:shd w:val="clear" w:color="auto" w:fill="auto"/>
          <w:tcMar>
            <w:left w:w="0" w:type="dxa"/>
            <w:right w:w="0" w:type="dxa"/>
          </w:tcMar>
        </w:tcPr>
        <w:p w14:paraId="216D7EA6" w14:textId="77777777" w:rsidR="00881F65" w:rsidRPr="00D6163D" w:rsidRDefault="00881F65" w:rsidP="00FC6389">
          <w:pPr>
            <w:pStyle w:val="Druhdokumentu"/>
          </w:pPr>
        </w:p>
      </w:tc>
    </w:tr>
  </w:tbl>
  <w:p w14:paraId="23A3DF31" w14:textId="77777777" w:rsidR="00881F65" w:rsidRPr="00D6163D" w:rsidRDefault="00881F65" w:rsidP="00FC6389">
    <w:pPr>
      <w:pStyle w:val="Zhlav"/>
      <w:rPr>
        <w:sz w:val="8"/>
        <w:szCs w:val="8"/>
      </w:rPr>
    </w:pPr>
    <w:r>
      <w:rPr>
        <w:noProof/>
        <w:lang w:eastAsia="cs-CZ"/>
      </w:rPr>
      <w:drawing>
        <wp:anchor distT="0" distB="0" distL="114300" distR="114300" simplePos="0" relativeHeight="251672576" behindDoc="0" locked="1" layoutInCell="1" allowOverlap="1" wp14:anchorId="52E8D4DA" wp14:editId="493A9E50">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0B62936" w14:textId="77777777" w:rsidR="00881F65" w:rsidRPr="00460660" w:rsidRDefault="00881F6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21E415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7D33972"/>
    <w:multiLevelType w:val="hybridMultilevel"/>
    <w:tmpl w:val="4D7E2F24"/>
    <w:lvl w:ilvl="0" w:tplc="EE802FE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206837"/>
    <w:multiLevelType w:val="hybridMultilevel"/>
    <w:tmpl w:val="AD4CCEF6"/>
    <w:lvl w:ilvl="0" w:tplc="3ECEB7A4">
      <w:start w:val="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8BC5CEA"/>
    <w:multiLevelType w:val="hybridMultilevel"/>
    <w:tmpl w:val="B0E4ADB2"/>
    <w:lvl w:ilvl="0" w:tplc="9FD65408">
      <w:start w:val="3"/>
      <w:numFmt w:val="lowerLetter"/>
      <w:lvlText w:val="%1)"/>
      <w:lvlJc w:val="left"/>
      <w:pPr>
        <w:ind w:left="189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2C725378"/>
    <w:multiLevelType w:val="hybridMultilevel"/>
    <w:tmpl w:val="B28C5BF4"/>
    <w:lvl w:ilvl="0" w:tplc="04050001">
      <w:start w:val="1"/>
      <w:numFmt w:val="bullet"/>
      <w:lvlText w:val=""/>
      <w:lvlJc w:val="left"/>
      <w:pPr>
        <w:ind w:left="1515" w:hanging="360"/>
      </w:pPr>
      <w:rPr>
        <w:rFonts w:ascii="Symbol" w:hAnsi="Symbol" w:hint="default"/>
      </w:rPr>
    </w:lvl>
    <w:lvl w:ilvl="1" w:tplc="04050003" w:tentative="1">
      <w:start w:val="1"/>
      <w:numFmt w:val="bullet"/>
      <w:lvlText w:val="o"/>
      <w:lvlJc w:val="left"/>
      <w:pPr>
        <w:ind w:left="2235" w:hanging="360"/>
      </w:pPr>
      <w:rPr>
        <w:rFonts w:ascii="Courier New" w:hAnsi="Courier New" w:cs="Courier New" w:hint="default"/>
      </w:rPr>
    </w:lvl>
    <w:lvl w:ilvl="2" w:tplc="04050005" w:tentative="1">
      <w:start w:val="1"/>
      <w:numFmt w:val="bullet"/>
      <w:lvlText w:val=""/>
      <w:lvlJc w:val="left"/>
      <w:pPr>
        <w:ind w:left="2955" w:hanging="360"/>
      </w:pPr>
      <w:rPr>
        <w:rFonts w:ascii="Wingdings" w:hAnsi="Wingdings" w:hint="default"/>
      </w:rPr>
    </w:lvl>
    <w:lvl w:ilvl="3" w:tplc="04050001" w:tentative="1">
      <w:start w:val="1"/>
      <w:numFmt w:val="bullet"/>
      <w:lvlText w:val=""/>
      <w:lvlJc w:val="left"/>
      <w:pPr>
        <w:ind w:left="3675" w:hanging="360"/>
      </w:pPr>
      <w:rPr>
        <w:rFonts w:ascii="Symbol" w:hAnsi="Symbol" w:hint="default"/>
      </w:rPr>
    </w:lvl>
    <w:lvl w:ilvl="4" w:tplc="04050003" w:tentative="1">
      <w:start w:val="1"/>
      <w:numFmt w:val="bullet"/>
      <w:lvlText w:val="o"/>
      <w:lvlJc w:val="left"/>
      <w:pPr>
        <w:ind w:left="4395" w:hanging="360"/>
      </w:pPr>
      <w:rPr>
        <w:rFonts w:ascii="Courier New" w:hAnsi="Courier New" w:cs="Courier New" w:hint="default"/>
      </w:rPr>
    </w:lvl>
    <w:lvl w:ilvl="5" w:tplc="04050005" w:tentative="1">
      <w:start w:val="1"/>
      <w:numFmt w:val="bullet"/>
      <w:lvlText w:val=""/>
      <w:lvlJc w:val="left"/>
      <w:pPr>
        <w:ind w:left="5115" w:hanging="360"/>
      </w:pPr>
      <w:rPr>
        <w:rFonts w:ascii="Wingdings" w:hAnsi="Wingdings" w:hint="default"/>
      </w:rPr>
    </w:lvl>
    <w:lvl w:ilvl="6" w:tplc="04050001" w:tentative="1">
      <w:start w:val="1"/>
      <w:numFmt w:val="bullet"/>
      <w:lvlText w:val=""/>
      <w:lvlJc w:val="left"/>
      <w:pPr>
        <w:ind w:left="5835" w:hanging="360"/>
      </w:pPr>
      <w:rPr>
        <w:rFonts w:ascii="Symbol" w:hAnsi="Symbol" w:hint="default"/>
      </w:rPr>
    </w:lvl>
    <w:lvl w:ilvl="7" w:tplc="04050003" w:tentative="1">
      <w:start w:val="1"/>
      <w:numFmt w:val="bullet"/>
      <w:lvlText w:val="o"/>
      <w:lvlJc w:val="left"/>
      <w:pPr>
        <w:ind w:left="6555" w:hanging="360"/>
      </w:pPr>
      <w:rPr>
        <w:rFonts w:ascii="Courier New" w:hAnsi="Courier New" w:cs="Courier New" w:hint="default"/>
      </w:rPr>
    </w:lvl>
    <w:lvl w:ilvl="8" w:tplc="04050005" w:tentative="1">
      <w:start w:val="1"/>
      <w:numFmt w:val="bullet"/>
      <w:lvlText w:val=""/>
      <w:lvlJc w:val="left"/>
      <w:pPr>
        <w:ind w:left="7275" w:hanging="360"/>
      </w:pPr>
      <w:rPr>
        <w:rFonts w:ascii="Wingdings" w:hAnsi="Wingdings" w:hint="default"/>
      </w:rPr>
    </w:lvl>
  </w:abstractNum>
  <w:abstractNum w:abstractNumId="9" w15:restartNumberingAfterBreak="0">
    <w:nsid w:val="31C0517B"/>
    <w:multiLevelType w:val="multilevel"/>
    <w:tmpl w:val="2BACD0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436F3C16"/>
    <w:multiLevelType w:val="hybridMultilevel"/>
    <w:tmpl w:val="4260D86E"/>
    <w:lvl w:ilvl="0" w:tplc="0BFAE6F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4AE6858"/>
    <w:multiLevelType w:val="multilevel"/>
    <w:tmpl w:val="F03027C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strike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4957051"/>
    <w:multiLevelType w:val="hybridMultilevel"/>
    <w:tmpl w:val="5BDEBA3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5"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7135CE6"/>
    <w:multiLevelType w:val="hybridMultilevel"/>
    <w:tmpl w:val="42F86E44"/>
    <w:lvl w:ilvl="0" w:tplc="04050001">
      <w:start w:val="1"/>
      <w:numFmt w:val="bullet"/>
      <w:lvlText w:val=""/>
      <w:lvlJc w:val="left"/>
      <w:pPr>
        <w:ind w:left="1515" w:hanging="360"/>
      </w:pPr>
      <w:rPr>
        <w:rFonts w:ascii="Symbol" w:hAnsi="Symbol" w:hint="default"/>
      </w:rPr>
    </w:lvl>
    <w:lvl w:ilvl="1" w:tplc="04050003" w:tentative="1">
      <w:start w:val="1"/>
      <w:numFmt w:val="bullet"/>
      <w:lvlText w:val="o"/>
      <w:lvlJc w:val="left"/>
      <w:pPr>
        <w:ind w:left="2235" w:hanging="360"/>
      </w:pPr>
      <w:rPr>
        <w:rFonts w:ascii="Courier New" w:hAnsi="Courier New" w:cs="Courier New" w:hint="default"/>
      </w:rPr>
    </w:lvl>
    <w:lvl w:ilvl="2" w:tplc="04050005" w:tentative="1">
      <w:start w:val="1"/>
      <w:numFmt w:val="bullet"/>
      <w:lvlText w:val=""/>
      <w:lvlJc w:val="left"/>
      <w:pPr>
        <w:ind w:left="2955" w:hanging="360"/>
      </w:pPr>
      <w:rPr>
        <w:rFonts w:ascii="Wingdings" w:hAnsi="Wingdings" w:hint="default"/>
      </w:rPr>
    </w:lvl>
    <w:lvl w:ilvl="3" w:tplc="04050001" w:tentative="1">
      <w:start w:val="1"/>
      <w:numFmt w:val="bullet"/>
      <w:lvlText w:val=""/>
      <w:lvlJc w:val="left"/>
      <w:pPr>
        <w:ind w:left="3675" w:hanging="360"/>
      </w:pPr>
      <w:rPr>
        <w:rFonts w:ascii="Symbol" w:hAnsi="Symbol" w:hint="default"/>
      </w:rPr>
    </w:lvl>
    <w:lvl w:ilvl="4" w:tplc="04050003" w:tentative="1">
      <w:start w:val="1"/>
      <w:numFmt w:val="bullet"/>
      <w:lvlText w:val="o"/>
      <w:lvlJc w:val="left"/>
      <w:pPr>
        <w:ind w:left="4395" w:hanging="360"/>
      </w:pPr>
      <w:rPr>
        <w:rFonts w:ascii="Courier New" w:hAnsi="Courier New" w:cs="Courier New" w:hint="default"/>
      </w:rPr>
    </w:lvl>
    <w:lvl w:ilvl="5" w:tplc="04050005" w:tentative="1">
      <w:start w:val="1"/>
      <w:numFmt w:val="bullet"/>
      <w:lvlText w:val=""/>
      <w:lvlJc w:val="left"/>
      <w:pPr>
        <w:ind w:left="5115" w:hanging="360"/>
      </w:pPr>
      <w:rPr>
        <w:rFonts w:ascii="Wingdings" w:hAnsi="Wingdings" w:hint="default"/>
      </w:rPr>
    </w:lvl>
    <w:lvl w:ilvl="6" w:tplc="04050001" w:tentative="1">
      <w:start w:val="1"/>
      <w:numFmt w:val="bullet"/>
      <w:lvlText w:val=""/>
      <w:lvlJc w:val="left"/>
      <w:pPr>
        <w:ind w:left="5835" w:hanging="360"/>
      </w:pPr>
      <w:rPr>
        <w:rFonts w:ascii="Symbol" w:hAnsi="Symbol" w:hint="default"/>
      </w:rPr>
    </w:lvl>
    <w:lvl w:ilvl="7" w:tplc="04050003" w:tentative="1">
      <w:start w:val="1"/>
      <w:numFmt w:val="bullet"/>
      <w:lvlText w:val="o"/>
      <w:lvlJc w:val="left"/>
      <w:pPr>
        <w:ind w:left="6555" w:hanging="360"/>
      </w:pPr>
      <w:rPr>
        <w:rFonts w:ascii="Courier New" w:hAnsi="Courier New" w:cs="Courier New" w:hint="default"/>
      </w:rPr>
    </w:lvl>
    <w:lvl w:ilvl="8" w:tplc="04050005" w:tentative="1">
      <w:start w:val="1"/>
      <w:numFmt w:val="bullet"/>
      <w:lvlText w:val=""/>
      <w:lvlJc w:val="left"/>
      <w:pPr>
        <w:ind w:left="7275" w:hanging="360"/>
      </w:pPr>
      <w:rPr>
        <w:rFonts w:ascii="Wingdings" w:hAnsi="Wingdings" w:hint="default"/>
      </w:rPr>
    </w:lvl>
  </w:abstractNum>
  <w:abstractNum w:abstractNumId="1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16"/>
  </w:num>
  <w:num w:numId="4">
    <w:abstractNumId w:val="2"/>
  </w:num>
  <w:num w:numId="5">
    <w:abstractNumId w:val="0"/>
  </w:num>
  <w:num w:numId="6">
    <w:abstractNumId w:val="7"/>
  </w:num>
  <w:num w:numId="7">
    <w:abstractNumId w:val="13"/>
  </w:num>
  <w:num w:numId="8">
    <w:abstractNumId w:val="10"/>
  </w:num>
  <w:num w:numId="9">
    <w:abstractNumId w:val="18"/>
  </w:num>
  <w:num w:numId="10">
    <w:abstractNumId w:val="15"/>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6"/>
  </w:num>
  <w:num w:numId="19">
    <w:abstractNumId w:val="3"/>
  </w:num>
  <w:num w:numId="20">
    <w:abstractNumId w:val="4"/>
  </w:num>
  <w:num w:numId="21">
    <w:abstractNumId w:val="9"/>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17"/>
  </w:num>
  <w:num w:numId="25">
    <w:abstractNumId w:val="12"/>
  </w:num>
  <w:num w:numId="26">
    <w:abstractNumId w:val="14"/>
  </w:num>
  <w:num w:numId="27">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1F05"/>
    <w:rsid w:val="00011390"/>
    <w:rsid w:val="000147CC"/>
    <w:rsid w:val="000174E8"/>
    <w:rsid w:val="00017F3C"/>
    <w:rsid w:val="00020AF4"/>
    <w:rsid w:val="0002140B"/>
    <w:rsid w:val="00022C8F"/>
    <w:rsid w:val="000242E7"/>
    <w:rsid w:val="0002621B"/>
    <w:rsid w:val="00026334"/>
    <w:rsid w:val="00027231"/>
    <w:rsid w:val="00027E7C"/>
    <w:rsid w:val="000321A1"/>
    <w:rsid w:val="000338E9"/>
    <w:rsid w:val="00034FC3"/>
    <w:rsid w:val="00040961"/>
    <w:rsid w:val="00041EC8"/>
    <w:rsid w:val="000461AA"/>
    <w:rsid w:val="000466BC"/>
    <w:rsid w:val="00047D6D"/>
    <w:rsid w:val="00050019"/>
    <w:rsid w:val="000504BB"/>
    <w:rsid w:val="00053052"/>
    <w:rsid w:val="00056038"/>
    <w:rsid w:val="00061CEA"/>
    <w:rsid w:val="0006499F"/>
    <w:rsid w:val="0006588D"/>
    <w:rsid w:val="00067A5E"/>
    <w:rsid w:val="00067EE3"/>
    <w:rsid w:val="00070F9A"/>
    <w:rsid w:val="000710BC"/>
    <w:rsid w:val="000719BB"/>
    <w:rsid w:val="00072A65"/>
    <w:rsid w:val="00072C1E"/>
    <w:rsid w:val="00075902"/>
    <w:rsid w:val="000839DD"/>
    <w:rsid w:val="000845C1"/>
    <w:rsid w:val="00087825"/>
    <w:rsid w:val="00087848"/>
    <w:rsid w:val="000878A1"/>
    <w:rsid w:val="00092CC9"/>
    <w:rsid w:val="000937DD"/>
    <w:rsid w:val="000959E3"/>
    <w:rsid w:val="0009674F"/>
    <w:rsid w:val="000A22F2"/>
    <w:rsid w:val="000B1D1B"/>
    <w:rsid w:val="000B4EB8"/>
    <w:rsid w:val="000C41F2"/>
    <w:rsid w:val="000C6EBA"/>
    <w:rsid w:val="000D22C4"/>
    <w:rsid w:val="000D27D1"/>
    <w:rsid w:val="000D28A2"/>
    <w:rsid w:val="000D4EB8"/>
    <w:rsid w:val="000D5E72"/>
    <w:rsid w:val="000D635E"/>
    <w:rsid w:val="000D6B97"/>
    <w:rsid w:val="000E125F"/>
    <w:rsid w:val="000E1A7F"/>
    <w:rsid w:val="000E210E"/>
    <w:rsid w:val="000E48A0"/>
    <w:rsid w:val="000E5B69"/>
    <w:rsid w:val="000F5C82"/>
    <w:rsid w:val="00100112"/>
    <w:rsid w:val="001008C3"/>
    <w:rsid w:val="00106A0E"/>
    <w:rsid w:val="00107E6A"/>
    <w:rsid w:val="00110DA7"/>
    <w:rsid w:val="00112864"/>
    <w:rsid w:val="00114472"/>
    <w:rsid w:val="00114988"/>
    <w:rsid w:val="00115069"/>
    <w:rsid w:val="001150F2"/>
    <w:rsid w:val="00115344"/>
    <w:rsid w:val="0011541F"/>
    <w:rsid w:val="00117B73"/>
    <w:rsid w:val="001204D6"/>
    <w:rsid w:val="0012178F"/>
    <w:rsid w:val="00141DCD"/>
    <w:rsid w:val="00146BCB"/>
    <w:rsid w:val="0015172A"/>
    <w:rsid w:val="0015726D"/>
    <w:rsid w:val="00157529"/>
    <w:rsid w:val="001576AE"/>
    <w:rsid w:val="00157B67"/>
    <w:rsid w:val="00160C30"/>
    <w:rsid w:val="00163425"/>
    <w:rsid w:val="001656A2"/>
    <w:rsid w:val="00165E72"/>
    <w:rsid w:val="001673DB"/>
    <w:rsid w:val="00170EC5"/>
    <w:rsid w:val="001728E7"/>
    <w:rsid w:val="001747C1"/>
    <w:rsid w:val="00177D6B"/>
    <w:rsid w:val="00177F7B"/>
    <w:rsid w:val="00180ADD"/>
    <w:rsid w:val="00187631"/>
    <w:rsid w:val="00187E44"/>
    <w:rsid w:val="0019189A"/>
    <w:rsid w:val="00191F90"/>
    <w:rsid w:val="00192022"/>
    <w:rsid w:val="00192CB0"/>
    <w:rsid w:val="00193D8F"/>
    <w:rsid w:val="001950C2"/>
    <w:rsid w:val="00195CAC"/>
    <w:rsid w:val="001969FE"/>
    <w:rsid w:val="001A243D"/>
    <w:rsid w:val="001A63A1"/>
    <w:rsid w:val="001B00C9"/>
    <w:rsid w:val="001B0DBF"/>
    <w:rsid w:val="001B0FF2"/>
    <w:rsid w:val="001B2132"/>
    <w:rsid w:val="001B23A1"/>
    <w:rsid w:val="001B4E66"/>
    <w:rsid w:val="001B4E74"/>
    <w:rsid w:val="001B4FBB"/>
    <w:rsid w:val="001C19F3"/>
    <w:rsid w:val="001C1E98"/>
    <w:rsid w:val="001C35B2"/>
    <w:rsid w:val="001C393F"/>
    <w:rsid w:val="001C523C"/>
    <w:rsid w:val="001C645F"/>
    <w:rsid w:val="001C761A"/>
    <w:rsid w:val="001D1D78"/>
    <w:rsid w:val="001D1F67"/>
    <w:rsid w:val="001D593F"/>
    <w:rsid w:val="001D6E71"/>
    <w:rsid w:val="001E15EC"/>
    <w:rsid w:val="001E49F9"/>
    <w:rsid w:val="001E4A3F"/>
    <w:rsid w:val="001E651D"/>
    <w:rsid w:val="001E678E"/>
    <w:rsid w:val="001E7F7D"/>
    <w:rsid w:val="001F15F6"/>
    <w:rsid w:val="001F3AFA"/>
    <w:rsid w:val="002005D4"/>
    <w:rsid w:val="002010EC"/>
    <w:rsid w:val="0020117A"/>
    <w:rsid w:val="00204F91"/>
    <w:rsid w:val="002071BB"/>
    <w:rsid w:val="00207DF5"/>
    <w:rsid w:val="0021081E"/>
    <w:rsid w:val="00210AB8"/>
    <w:rsid w:val="00217059"/>
    <w:rsid w:val="002179EA"/>
    <w:rsid w:val="00231A0D"/>
    <w:rsid w:val="00233A53"/>
    <w:rsid w:val="00234601"/>
    <w:rsid w:val="00234A7B"/>
    <w:rsid w:val="00237197"/>
    <w:rsid w:val="002371C6"/>
    <w:rsid w:val="00240196"/>
    <w:rsid w:val="00240B81"/>
    <w:rsid w:val="0024255A"/>
    <w:rsid w:val="0024606D"/>
    <w:rsid w:val="00247D01"/>
    <w:rsid w:val="0025030F"/>
    <w:rsid w:val="002537A1"/>
    <w:rsid w:val="0025530A"/>
    <w:rsid w:val="00260705"/>
    <w:rsid w:val="00261A5B"/>
    <w:rsid w:val="00262E5B"/>
    <w:rsid w:val="00262E95"/>
    <w:rsid w:val="0026385B"/>
    <w:rsid w:val="00264B82"/>
    <w:rsid w:val="00270BBF"/>
    <w:rsid w:val="00276AFE"/>
    <w:rsid w:val="002924B8"/>
    <w:rsid w:val="00292680"/>
    <w:rsid w:val="00292AFB"/>
    <w:rsid w:val="002934AF"/>
    <w:rsid w:val="002A3B57"/>
    <w:rsid w:val="002A4DD3"/>
    <w:rsid w:val="002A5EB0"/>
    <w:rsid w:val="002A5F8F"/>
    <w:rsid w:val="002A6A23"/>
    <w:rsid w:val="002B0DF6"/>
    <w:rsid w:val="002B3AFE"/>
    <w:rsid w:val="002B3D5A"/>
    <w:rsid w:val="002B59D3"/>
    <w:rsid w:val="002B6E02"/>
    <w:rsid w:val="002C04EE"/>
    <w:rsid w:val="002C17B7"/>
    <w:rsid w:val="002C2682"/>
    <w:rsid w:val="002C31BF"/>
    <w:rsid w:val="002C5F8A"/>
    <w:rsid w:val="002C7586"/>
    <w:rsid w:val="002D1375"/>
    <w:rsid w:val="002D5F95"/>
    <w:rsid w:val="002D7FD6"/>
    <w:rsid w:val="002E0CD7"/>
    <w:rsid w:val="002E0CFB"/>
    <w:rsid w:val="002E26C3"/>
    <w:rsid w:val="002E2E16"/>
    <w:rsid w:val="002E5C7B"/>
    <w:rsid w:val="002E6E2F"/>
    <w:rsid w:val="002F4333"/>
    <w:rsid w:val="002F6688"/>
    <w:rsid w:val="003017CB"/>
    <w:rsid w:val="003038E0"/>
    <w:rsid w:val="00306A2D"/>
    <w:rsid w:val="00306AF2"/>
    <w:rsid w:val="00307641"/>
    <w:rsid w:val="00310562"/>
    <w:rsid w:val="00311F11"/>
    <w:rsid w:val="00312472"/>
    <w:rsid w:val="00316901"/>
    <w:rsid w:val="00326628"/>
    <w:rsid w:val="00327047"/>
    <w:rsid w:val="00327EEF"/>
    <w:rsid w:val="003317AB"/>
    <w:rsid w:val="0033221F"/>
    <w:rsid w:val="0033239F"/>
    <w:rsid w:val="00333343"/>
    <w:rsid w:val="00333C1C"/>
    <w:rsid w:val="003370AB"/>
    <w:rsid w:val="0034274B"/>
    <w:rsid w:val="00345124"/>
    <w:rsid w:val="0034719F"/>
    <w:rsid w:val="00347B9F"/>
    <w:rsid w:val="00350A35"/>
    <w:rsid w:val="0035410B"/>
    <w:rsid w:val="0035531B"/>
    <w:rsid w:val="00355D2A"/>
    <w:rsid w:val="003561CA"/>
    <w:rsid w:val="003571D8"/>
    <w:rsid w:val="00357BC6"/>
    <w:rsid w:val="00360385"/>
    <w:rsid w:val="00361422"/>
    <w:rsid w:val="003616E0"/>
    <w:rsid w:val="00361A66"/>
    <w:rsid w:val="0036288F"/>
    <w:rsid w:val="00362B7D"/>
    <w:rsid w:val="00365B73"/>
    <w:rsid w:val="00367F53"/>
    <w:rsid w:val="003717A3"/>
    <w:rsid w:val="00373A50"/>
    <w:rsid w:val="003749F1"/>
    <w:rsid w:val="0037545D"/>
    <w:rsid w:val="00376B41"/>
    <w:rsid w:val="00377B6B"/>
    <w:rsid w:val="003810A3"/>
    <w:rsid w:val="003839B3"/>
    <w:rsid w:val="00385F3A"/>
    <w:rsid w:val="00386FF1"/>
    <w:rsid w:val="00390DCC"/>
    <w:rsid w:val="00392730"/>
    <w:rsid w:val="00392EB6"/>
    <w:rsid w:val="00394D03"/>
    <w:rsid w:val="003956C6"/>
    <w:rsid w:val="00396021"/>
    <w:rsid w:val="0039768F"/>
    <w:rsid w:val="003A07C7"/>
    <w:rsid w:val="003A0825"/>
    <w:rsid w:val="003A2C23"/>
    <w:rsid w:val="003A3DBC"/>
    <w:rsid w:val="003A4513"/>
    <w:rsid w:val="003A52AD"/>
    <w:rsid w:val="003B11BA"/>
    <w:rsid w:val="003B2974"/>
    <w:rsid w:val="003B436E"/>
    <w:rsid w:val="003B551C"/>
    <w:rsid w:val="003B5AC0"/>
    <w:rsid w:val="003C01DD"/>
    <w:rsid w:val="003C33F2"/>
    <w:rsid w:val="003C7B53"/>
    <w:rsid w:val="003D0DA5"/>
    <w:rsid w:val="003D24E2"/>
    <w:rsid w:val="003D251D"/>
    <w:rsid w:val="003D33BD"/>
    <w:rsid w:val="003D7177"/>
    <w:rsid w:val="003D756E"/>
    <w:rsid w:val="003D796E"/>
    <w:rsid w:val="003D7E09"/>
    <w:rsid w:val="003E150E"/>
    <w:rsid w:val="003E16E1"/>
    <w:rsid w:val="003E3CE3"/>
    <w:rsid w:val="003E420D"/>
    <w:rsid w:val="003E474D"/>
    <w:rsid w:val="003E4C13"/>
    <w:rsid w:val="003E6110"/>
    <w:rsid w:val="003E6B8B"/>
    <w:rsid w:val="003E79F5"/>
    <w:rsid w:val="003F1472"/>
    <w:rsid w:val="003F1B0E"/>
    <w:rsid w:val="003F7B82"/>
    <w:rsid w:val="00402409"/>
    <w:rsid w:val="00404BA2"/>
    <w:rsid w:val="004060E7"/>
    <w:rsid w:val="004078F3"/>
    <w:rsid w:val="004137A8"/>
    <w:rsid w:val="0042061D"/>
    <w:rsid w:val="00422835"/>
    <w:rsid w:val="00423055"/>
    <w:rsid w:val="00427794"/>
    <w:rsid w:val="00442B9F"/>
    <w:rsid w:val="00444A1E"/>
    <w:rsid w:val="00444C81"/>
    <w:rsid w:val="00450F07"/>
    <w:rsid w:val="0045153B"/>
    <w:rsid w:val="004525A2"/>
    <w:rsid w:val="00452F69"/>
    <w:rsid w:val="00453CD3"/>
    <w:rsid w:val="00454716"/>
    <w:rsid w:val="00454BB9"/>
    <w:rsid w:val="00454F7F"/>
    <w:rsid w:val="00457346"/>
    <w:rsid w:val="00460660"/>
    <w:rsid w:val="004630B3"/>
    <w:rsid w:val="00464BA9"/>
    <w:rsid w:val="00465FDD"/>
    <w:rsid w:val="00470616"/>
    <w:rsid w:val="00470647"/>
    <w:rsid w:val="00470D0B"/>
    <w:rsid w:val="00472001"/>
    <w:rsid w:val="00474F4D"/>
    <w:rsid w:val="004761F6"/>
    <w:rsid w:val="00477E86"/>
    <w:rsid w:val="004817EC"/>
    <w:rsid w:val="00483969"/>
    <w:rsid w:val="00483FF7"/>
    <w:rsid w:val="00485B4A"/>
    <w:rsid w:val="00486107"/>
    <w:rsid w:val="00486465"/>
    <w:rsid w:val="00491827"/>
    <w:rsid w:val="004932BF"/>
    <w:rsid w:val="004A18B5"/>
    <w:rsid w:val="004A5FE6"/>
    <w:rsid w:val="004B34E9"/>
    <w:rsid w:val="004B4CAD"/>
    <w:rsid w:val="004C1A9F"/>
    <w:rsid w:val="004C4399"/>
    <w:rsid w:val="004C52F0"/>
    <w:rsid w:val="004C787C"/>
    <w:rsid w:val="004D002A"/>
    <w:rsid w:val="004D010F"/>
    <w:rsid w:val="004D1988"/>
    <w:rsid w:val="004D3633"/>
    <w:rsid w:val="004D37DA"/>
    <w:rsid w:val="004D447A"/>
    <w:rsid w:val="004D5285"/>
    <w:rsid w:val="004D6417"/>
    <w:rsid w:val="004D7425"/>
    <w:rsid w:val="004E3E20"/>
    <w:rsid w:val="004E4053"/>
    <w:rsid w:val="004E7A1F"/>
    <w:rsid w:val="004F1D17"/>
    <w:rsid w:val="004F37E3"/>
    <w:rsid w:val="004F3EEF"/>
    <w:rsid w:val="004F4597"/>
    <w:rsid w:val="004F4B9B"/>
    <w:rsid w:val="004F6818"/>
    <w:rsid w:val="00501AA4"/>
    <w:rsid w:val="00501B32"/>
    <w:rsid w:val="00503823"/>
    <w:rsid w:val="00505DE9"/>
    <w:rsid w:val="0050666E"/>
    <w:rsid w:val="00511AB9"/>
    <w:rsid w:val="005163DC"/>
    <w:rsid w:val="00516579"/>
    <w:rsid w:val="0051698E"/>
    <w:rsid w:val="005210B3"/>
    <w:rsid w:val="00523096"/>
    <w:rsid w:val="00523BB5"/>
    <w:rsid w:val="00523EA7"/>
    <w:rsid w:val="00524338"/>
    <w:rsid w:val="00526EA0"/>
    <w:rsid w:val="00531E07"/>
    <w:rsid w:val="005320D7"/>
    <w:rsid w:val="005406EB"/>
    <w:rsid w:val="00540C01"/>
    <w:rsid w:val="005411E9"/>
    <w:rsid w:val="005434A6"/>
    <w:rsid w:val="00543F07"/>
    <w:rsid w:val="005446E5"/>
    <w:rsid w:val="0054609D"/>
    <w:rsid w:val="00546218"/>
    <w:rsid w:val="0055042F"/>
    <w:rsid w:val="005527E5"/>
    <w:rsid w:val="00553375"/>
    <w:rsid w:val="005541A9"/>
    <w:rsid w:val="005543C6"/>
    <w:rsid w:val="00554DD8"/>
    <w:rsid w:val="00555884"/>
    <w:rsid w:val="005606BD"/>
    <w:rsid w:val="005612A4"/>
    <w:rsid w:val="00561A0E"/>
    <w:rsid w:val="005642C6"/>
    <w:rsid w:val="00564BCA"/>
    <w:rsid w:val="00564DDD"/>
    <w:rsid w:val="00566156"/>
    <w:rsid w:val="00566F41"/>
    <w:rsid w:val="00567125"/>
    <w:rsid w:val="005700AF"/>
    <w:rsid w:val="0057126B"/>
    <w:rsid w:val="0057297F"/>
    <w:rsid w:val="00572B6C"/>
    <w:rsid w:val="00572F04"/>
    <w:rsid w:val="005736B7"/>
    <w:rsid w:val="00575E5A"/>
    <w:rsid w:val="005769B2"/>
    <w:rsid w:val="00577A3C"/>
    <w:rsid w:val="00580245"/>
    <w:rsid w:val="005821CD"/>
    <w:rsid w:val="00591266"/>
    <w:rsid w:val="0059526F"/>
    <w:rsid w:val="00596ACF"/>
    <w:rsid w:val="005A1F44"/>
    <w:rsid w:val="005A3D2F"/>
    <w:rsid w:val="005A5A10"/>
    <w:rsid w:val="005A73DE"/>
    <w:rsid w:val="005B0D79"/>
    <w:rsid w:val="005B506F"/>
    <w:rsid w:val="005B5DBA"/>
    <w:rsid w:val="005B6DDE"/>
    <w:rsid w:val="005B73B8"/>
    <w:rsid w:val="005C30C9"/>
    <w:rsid w:val="005C4CF3"/>
    <w:rsid w:val="005C67E9"/>
    <w:rsid w:val="005D2E16"/>
    <w:rsid w:val="005D3C39"/>
    <w:rsid w:val="005D6D04"/>
    <w:rsid w:val="005E6218"/>
    <w:rsid w:val="005E73DE"/>
    <w:rsid w:val="005E7755"/>
    <w:rsid w:val="005F066B"/>
    <w:rsid w:val="005F0A3A"/>
    <w:rsid w:val="0060068B"/>
    <w:rsid w:val="0060115D"/>
    <w:rsid w:val="00601A8C"/>
    <w:rsid w:val="00602B8A"/>
    <w:rsid w:val="00603EB2"/>
    <w:rsid w:val="0060549B"/>
    <w:rsid w:val="0061068E"/>
    <w:rsid w:val="006115D3"/>
    <w:rsid w:val="00611F85"/>
    <w:rsid w:val="00614CCB"/>
    <w:rsid w:val="0062045C"/>
    <w:rsid w:val="0062316A"/>
    <w:rsid w:val="00624EB2"/>
    <w:rsid w:val="0062741F"/>
    <w:rsid w:val="00631693"/>
    <w:rsid w:val="00631EAA"/>
    <w:rsid w:val="0064018A"/>
    <w:rsid w:val="00640B30"/>
    <w:rsid w:val="0064370A"/>
    <w:rsid w:val="00650FE6"/>
    <w:rsid w:val="0065296F"/>
    <w:rsid w:val="00652EFD"/>
    <w:rsid w:val="006530ED"/>
    <w:rsid w:val="00655976"/>
    <w:rsid w:val="0065610E"/>
    <w:rsid w:val="00660AD3"/>
    <w:rsid w:val="00664669"/>
    <w:rsid w:val="00667446"/>
    <w:rsid w:val="00671BD3"/>
    <w:rsid w:val="00673B65"/>
    <w:rsid w:val="00673F7D"/>
    <w:rsid w:val="00674099"/>
    <w:rsid w:val="00674386"/>
    <w:rsid w:val="0067486E"/>
    <w:rsid w:val="00676C87"/>
    <w:rsid w:val="006776B6"/>
    <w:rsid w:val="00681AEF"/>
    <w:rsid w:val="00693150"/>
    <w:rsid w:val="006A0199"/>
    <w:rsid w:val="006A070D"/>
    <w:rsid w:val="006A31B1"/>
    <w:rsid w:val="006A3E37"/>
    <w:rsid w:val="006A4268"/>
    <w:rsid w:val="006A540D"/>
    <w:rsid w:val="006A5570"/>
    <w:rsid w:val="006A689C"/>
    <w:rsid w:val="006B0B03"/>
    <w:rsid w:val="006B150F"/>
    <w:rsid w:val="006B1CDC"/>
    <w:rsid w:val="006B3D79"/>
    <w:rsid w:val="006B5BF3"/>
    <w:rsid w:val="006B61EE"/>
    <w:rsid w:val="006B6DC0"/>
    <w:rsid w:val="006B6FE4"/>
    <w:rsid w:val="006C11F0"/>
    <w:rsid w:val="006C21E8"/>
    <w:rsid w:val="006C2343"/>
    <w:rsid w:val="006C442A"/>
    <w:rsid w:val="006C4639"/>
    <w:rsid w:val="006D04A3"/>
    <w:rsid w:val="006D176C"/>
    <w:rsid w:val="006D537C"/>
    <w:rsid w:val="006E0578"/>
    <w:rsid w:val="006E0E94"/>
    <w:rsid w:val="006E314D"/>
    <w:rsid w:val="006E3C51"/>
    <w:rsid w:val="006E4BEE"/>
    <w:rsid w:val="006E646E"/>
    <w:rsid w:val="006E7461"/>
    <w:rsid w:val="006E750A"/>
    <w:rsid w:val="006F439C"/>
    <w:rsid w:val="006F4BA6"/>
    <w:rsid w:val="006F6B09"/>
    <w:rsid w:val="0070255F"/>
    <w:rsid w:val="007038DC"/>
    <w:rsid w:val="00706F4C"/>
    <w:rsid w:val="0070752A"/>
    <w:rsid w:val="00707C6B"/>
    <w:rsid w:val="00710723"/>
    <w:rsid w:val="00711119"/>
    <w:rsid w:val="007134F3"/>
    <w:rsid w:val="00714A58"/>
    <w:rsid w:val="0072298F"/>
    <w:rsid w:val="00723ED1"/>
    <w:rsid w:val="007240B3"/>
    <w:rsid w:val="007256DC"/>
    <w:rsid w:val="00727AF8"/>
    <w:rsid w:val="007336A9"/>
    <w:rsid w:val="0073461B"/>
    <w:rsid w:val="007356BD"/>
    <w:rsid w:val="00740AF5"/>
    <w:rsid w:val="00740DF8"/>
    <w:rsid w:val="00741294"/>
    <w:rsid w:val="00743525"/>
    <w:rsid w:val="00744F6A"/>
    <w:rsid w:val="00745555"/>
    <w:rsid w:val="00745FB9"/>
    <w:rsid w:val="00747FAA"/>
    <w:rsid w:val="00751C3F"/>
    <w:rsid w:val="00753BD6"/>
    <w:rsid w:val="007541A2"/>
    <w:rsid w:val="00755445"/>
    <w:rsid w:val="00755818"/>
    <w:rsid w:val="00761C78"/>
    <w:rsid w:val="0076241C"/>
    <w:rsid w:val="0076286B"/>
    <w:rsid w:val="00763A3C"/>
    <w:rsid w:val="00766846"/>
    <w:rsid w:val="00766DE3"/>
    <w:rsid w:val="00766F4A"/>
    <w:rsid w:val="0076790E"/>
    <w:rsid w:val="00767E8F"/>
    <w:rsid w:val="0077382B"/>
    <w:rsid w:val="00773DC0"/>
    <w:rsid w:val="00774789"/>
    <w:rsid w:val="0077673A"/>
    <w:rsid w:val="00776E27"/>
    <w:rsid w:val="00780FDB"/>
    <w:rsid w:val="007846E1"/>
    <w:rsid w:val="007847D6"/>
    <w:rsid w:val="0078487D"/>
    <w:rsid w:val="0079087F"/>
    <w:rsid w:val="00792587"/>
    <w:rsid w:val="00796DC1"/>
    <w:rsid w:val="007A2107"/>
    <w:rsid w:val="007A2A70"/>
    <w:rsid w:val="007A47F7"/>
    <w:rsid w:val="007A5172"/>
    <w:rsid w:val="007A67A0"/>
    <w:rsid w:val="007A71B4"/>
    <w:rsid w:val="007B22B0"/>
    <w:rsid w:val="007B570C"/>
    <w:rsid w:val="007B784D"/>
    <w:rsid w:val="007C06CF"/>
    <w:rsid w:val="007C6F69"/>
    <w:rsid w:val="007D17CD"/>
    <w:rsid w:val="007D40B5"/>
    <w:rsid w:val="007D5A8D"/>
    <w:rsid w:val="007D629F"/>
    <w:rsid w:val="007D63FC"/>
    <w:rsid w:val="007E2234"/>
    <w:rsid w:val="007E3D73"/>
    <w:rsid w:val="007E3F8A"/>
    <w:rsid w:val="007E4A6E"/>
    <w:rsid w:val="007E5C02"/>
    <w:rsid w:val="007E6155"/>
    <w:rsid w:val="007F0E05"/>
    <w:rsid w:val="007F1411"/>
    <w:rsid w:val="007F15CE"/>
    <w:rsid w:val="007F3581"/>
    <w:rsid w:val="007F4F8F"/>
    <w:rsid w:val="007F56A7"/>
    <w:rsid w:val="00800851"/>
    <w:rsid w:val="00801FE9"/>
    <w:rsid w:val="00803601"/>
    <w:rsid w:val="00804BB4"/>
    <w:rsid w:val="00804D39"/>
    <w:rsid w:val="00806839"/>
    <w:rsid w:val="0080786C"/>
    <w:rsid w:val="00807DD0"/>
    <w:rsid w:val="00813895"/>
    <w:rsid w:val="00814446"/>
    <w:rsid w:val="00815C1B"/>
    <w:rsid w:val="008203C4"/>
    <w:rsid w:val="00821D01"/>
    <w:rsid w:val="00822B88"/>
    <w:rsid w:val="00826B7B"/>
    <w:rsid w:val="00830C02"/>
    <w:rsid w:val="00831DE9"/>
    <w:rsid w:val="00833899"/>
    <w:rsid w:val="00845C50"/>
    <w:rsid w:val="00846734"/>
    <w:rsid w:val="00846789"/>
    <w:rsid w:val="00846FE4"/>
    <w:rsid w:val="00851CAF"/>
    <w:rsid w:val="008528EC"/>
    <w:rsid w:val="0085467E"/>
    <w:rsid w:val="0086371D"/>
    <w:rsid w:val="00863C32"/>
    <w:rsid w:val="00865CD7"/>
    <w:rsid w:val="00865E1F"/>
    <w:rsid w:val="00866E3E"/>
    <w:rsid w:val="00872044"/>
    <w:rsid w:val="0087262B"/>
    <w:rsid w:val="00876D73"/>
    <w:rsid w:val="008816CB"/>
    <w:rsid w:val="00881F65"/>
    <w:rsid w:val="00885D4D"/>
    <w:rsid w:val="00887F36"/>
    <w:rsid w:val="0089089F"/>
    <w:rsid w:val="0089426D"/>
    <w:rsid w:val="00896A8C"/>
    <w:rsid w:val="008A1B78"/>
    <w:rsid w:val="008A3568"/>
    <w:rsid w:val="008A562E"/>
    <w:rsid w:val="008A5D63"/>
    <w:rsid w:val="008B2021"/>
    <w:rsid w:val="008B2939"/>
    <w:rsid w:val="008B3A66"/>
    <w:rsid w:val="008B4CEC"/>
    <w:rsid w:val="008B60F5"/>
    <w:rsid w:val="008C0335"/>
    <w:rsid w:val="008C50F3"/>
    <w:rsid w:val="008C65BC"/>
    <w:rsid w:val="008C754B"/>
    <w:rsid w:val="008C7DF3"/>
    <w:rsid w:val="008C7EFE"/>
    <w:rsid w:val="008D03B9"/>
    <w:rsid w:val="008D2C26"/>
    <w:rsid w:val="008D30C7"/>
    <w:rsid w:val="008D552B"/>
    <w:rsid w:val="008E0D60"/>
    <w:rsid w:val="008E1138"/>
    <w:rsid w:val="008E16D7"/>
    <w:rsid w:val="008E5DB4"/>
    <w:rsid w:val="008E6D52"/>
    <w:rsid w:val="008F18D6"/>
    <w:rsid w:val="008F2C9B"/>
    <w:rsid w:val="008F797B"/>
    <w:rsid w:val="009019B5"/>
    <w:rsid w:val="00903DE0"/>
    <w:rsid w:val="00904780"/>
    <w:rsid w:val="0090532C"/>
    <w:rsid w:val="0090635B"/>
    <w:rsid w:val="0091160E"/>
    <w:rsid w:val="00911F13"/>
    <w:rsid w:val="0091306B"/>
    <w:rsid w:val="00913C5D"/>
    <w:rsid w:val="00913CD9"/>
    <w:rsid w:val="0091423F"/>
    <w:rsid w:val="00920DEB"/>
    <w:rsid w:val="00922343"/>
    <w:rsid w:val="00922385"/>
    <w:rsid w:val="009223DF"/>
    <w:rsid w:val="0093073A"/>
    <w:rsid w:val="00930B79"/>
    <w:rsid w:val="009310ED"/>
    <w:rsid w:val="0093282B"/>
    <w:rsid w:val="009334F1"/>
    <w:rsid w:val="00933ED1"/>
    <w:rsid w:val="00936091"/>
    <w:rsid w:val="00940D8A"/>
    <w:rsid w:val="0094118E"/>
    <w:rsid w:val="00941491"/>
    <w:rsid w:val="009415CE"/>
    <w:rsid w:val="009478DB"/>
    <w:rsid w:val="009618EF"/>
    <w:rsid w:val="00962258"/>
    <w:rsid w:val="00964860"/>
    <w:rsid w:val="009661AD"/>
    <w:rsid w:val="00966356"/>
    <w:rsid w:val="009678B7"/>
    <w:rsid w:val="00977D44"/>
    <w:rsid w:val="00980D4C"/>
    <w:rsid w:val="00982FAA"/>
    <w:rsid w:val="00983522"/>
    <w:rsid w:val="00991975"/>
    <w:rsid w:val="00992D9C"/>
    <w:rsid w:val="009959F2"/>
    <w:rsid w:val="00996CB8"/>
    <w:rsid w:val="009A27BB"/>
    <w:rsid w:val="009A376A"/>
    <w:rsid w:val="009A3E13"/>
    <w:rsid w:val="009A3ED5"/>
    <w:rsid w:val="009B2E97"/>
    <w:rsid w:val="009B5146"/>
    <w:rsid w:val="009B63C7"/>
    <w:rsid w:val="009B7A8A"/>
    <w:rsid w:val="009C0BBA"/>
    <w:rsid w:val="009C0F4D"/>
    <w:rsid w:val="009C418E"/>
    <w:rsid w:val="009C442C"/>
    <w:rsid w:val="009C57CA"/>
    <w:rsid w:val="009D20A1"/>
    <w:rsid w:val="009D3A23"/>
    <w:rsid w:val="009D3A94"/>
    <w:rsid w:val="009D4205"/>
    <w:rsid w:val="009D77C5"/>
    <w:rsid w:val="009E07F4"/>
    <w:rsid w:val="009E1A34"/>
    <w:rsid w:val="009E1AEE"/>
    <w:rsid w:val="009F095A"/>
    <w:rsid w:val="009F309B"/>
    <w:rsid w:val="009F392E"/>
    <w:rsid w:val="009F53C5"/>
    <w:rsid w:val="00A00D72"/>
    <w:rsid w:val="00A04234"/>
    <w:rsid w:val="00A04CCD"/>
    <w:rsid w:val="00A066DE"/>
    <w:rsid w:val="00A072CE"/>
    <w:rsid w:val="00A0740E"/>
    <w:rsid w:val="00A1001B"/>
    <w:rsid w:val="00A10799"/>
    <w:rsid w:val="00A12463"/>
    <w:rsid w:val="00A129AD"/>
    <w:rsid w:val="00A12DEB"/>
    <w:rsid w:val="00A136F1"/>
    <w:rsid w:val="00A15641"/>
    <w:rsid w:val="00A21F4D"/>
    <w:rsid w:val="00A233C6"/>
    <w:rsid w:val="00A250D5"/>
    <w:rsid w:val="00A27B3B"/>
    <w:rsid w:val="00A343C0"/>
    <w:rsid w:val="00A3627C"/>
    <w:rsid w:val="00A4050F"/>
    <w:rsid w:val="00A40C1B"/>
    <w:rsid w:val="00A43668"/>
    <w:rsid w:val="00A44DC9"/>
    <w:rsid w:val="00A50641"/>
    <w:rsid w:val="00A51062"/>
    <w:rsid w:val="00A530BF"/>
    <w:rsid w:val="00A57839"/>
    <w:rsid w:val="00A60C62"/>
    <w:rsid w:val="00A6177B"/>
    <w:rsid w:val="00A61AE9"/>
    <w:rsid w:val="00A61EA0"/>
    <w:rsid w:val="00A66136"/>
    <w:rsid w:val="00A71189"/>
    <w:rsid w:val="00A72426"/>
    <w:rsid w:val="00A72E3D"/>
    <w:rsid w:val="00A73050"/>
    <w:rsid w:val="00A7364A"/>
    <w:rsid w:val="00A74DCC"/>
    <w:rsid w:val="00A753ED"/>
    <w:rsid w:val="00A762E7"/>
    <w:rsid w:val="00A77350"/>
    <w:rsid w:val="00A77512"/>
    <w:rsid w:val="00A77766"/>
    <w:rsid w:val="00A815D9"/>
    <w:rsid w:val="00A82DF5"/>
    <w:rsid w:val="00A83243"/>
    <w:rsid w:val="00A85121"/>
    <w:rsid w:val="00A923DB"/>
    <w:rsid w:val="00A94C2F"/>
    <w:rsid w:val="00A95C0A"/>
    <w:rsid w:val="00A97C3B"/>
    <w:rsid w:val="00AA3E17"/>
    <w:rsid w:val="00AA4CBB"/>
    <w:rsid w:val="00AA5F86"/>
    <w:rsid w:val="00AA65FA"/>
    <w:rsid w:val="00AA7351"/>
    <w:rsid w:val="00AB05B3"/>
    <w:rsid w:val="00AB1063"/>
    <w:rsid w:val="00AB2566"/>
    <w:rsid w:val="00AB2A6A"/>
    <w:rsid w:val="00AB2B14"/>
    <w:rsid w:val="00AB7FC0"/>
    <w:rsid w:val="00AC2305"/>
    <w:rsid w:val="00AC4517"/>
    <w:rsid w:val="00AD056F"/>
    <w:rsid w:val="00AD07CA"/>
    <w:rsid w:val="00AD0C7B"/>
    <w:rsid w:val="00AD1771"/>
    <w:rsid w:val="00AD1786"/>
    <w:rsid w:val="00AD3565"/>
    <w:rsid w:val="00AD4D03"/>
    <w:rsid w:val="00AD5F1A"/>
    <w:rsid w:val="00AD6731"/>
    <w:rsid w:val="00AD792A"/>
    <w:rsid w:val="00AE1D4A"/>
    <w:rsid w:val="00AE3BB4"/>
    <w:rsid w:val="00AF2B75"/>
    <w:rsid w:val="00AF3261"/>
    <w:rsid w:val="00B008D5"/>
    <w:rsid w:val="00B02F73"/>
    <w:rsid w:val="00B035B6"/>
    <w:rsid w:val="00B0509B"/>
    <w:rsid w:val="00B0619F"/>
    <w:rsid w:val="00B075D1"/>
    <w:rsid w:val="00B1053B"/>
    <w:rsid w:val="00B1391E"/>
    <w:rsid w:val="00B13A26"/>
    <w:rsid w:val="00B14493"/>
    <w:rsid w:val="00B1565F"/>
    <w:rsid w:val="00B157B8"/>
    <w:rsid w:val="00B15D0D"/>
    <w:rsid w:val="00B17691"/>
    <w:rsid w:val="00B20C45"/>
    <w:rsid w:val="00B22106"/>
    <w:rsid w:val="00B2309B"/>
    <w:rsid w:val="00B230A4"/>
    <w:rsid w:val="00B31AF8"/>
    <w:rsid w:val="00B32CAF"/>
    <w:rsid w:val="00B429CF"/>
    <w:rsid w:val="00B42AEA"/>
    <w:rsid w:val="00B42E17"/>
    <w:rsid w:val="00B448FF"/>
    <w:rsid w:val="00B52756"/>
    <w:rsid w:val="00B52A86"/>
    <w:rsid w:val="00B5431A"/>
    <w:rsid w:val="00B5446F"/>
    <w:rsid w:val="00B56EFB"/>
    <w:rsid w:val="00B60046"/>
    <w:rsid w:val="00B61530"/>
    <w:rsid w:val="00B645BC"/>
    <w:rsid w:val="00B647E6"/>
    <w:rsid w:val="00B70267"/>
    <w:rsid w:val="00B72BD9"/>
    <w:rsid w:val="00B735B6"/>
    <w:rsid w:val="00B75EE1"/>
    <w:rsid w:val="00B7700F"/>
    <w:rsid w:val="00B77110"/>
    <w:rsid w:val="00B77481"/>
    <w:rsid w:val="00B77C6D"/>
    <w:rsid w:val="00B80E53"/>
    <w:rsid w:val="00B81BCE"/>
    <w:rsid w:val="00B82A36"/>
    <w:rsid w:val="00B8518B"/>
    <w:rsid w:val="00B852DB"/>
    <w:rsid w:val="00B85A73"/>
    <w:rsid w:val="00B92596"/>
    <w:rsid w:val="00B9477A"/>
    <w:rsid w:val="00B977C3"/>
    <w:rsid w:val="00B97CC3"/>
    <w:rsid w:val="00BA18AA"/>
    <w:rsid w:val="00BA7549"/>
    <w:rsid w:val="00BB4AF2"/>
    <w:rsid w:val="00BB5C4E"/>
    <w:rsid w:val="00BC06C4"/>
    <w:rsid w:val="00BC3CDD"/>
    <w:rsid w:val="00BC663E"/>
    <w:rsid w:val="00BC6D2B"/>
    <w:rsid w:val="00BD0462"/>
    <w:rsid w:val="00BD1FC9"/>
    <w:rsid w:val="00BD5A0E"/>
    <w:rsid w:val="00BD7E91"/>
    <w:rsid w:val="00BD7F0D"/>
    <w:rsid w:val="00BE49F4"/>
    <w:rsid w:val="00BE4DEB"/>
    <w:rsid w:val="00BE6CDB"/>
    <w:rsid w:val="00C00691"/>
    <w:rsid w:val="00C01243"/>
    <w:rsid w:val="00C01974"/>
    <w:rsid w:val="00C02D0A"/>
    <w:rsid w:val="00C03A6E"/>
    <w:rsid w:val="00C05B95"/>
    <w:rsid w:val="00C1297F"/>
    <w:rsid w:val="00C13E38"/>
    <w:rsid w:val="00C16C76"/>
    <w:rsid w:val="00C2026C"/>
    <w:rsid w:val="00C2114B"/>
    <w:rsid w:val="00C2138E"/>
    <w:rsid w:val="00C226C0"/>
    <w:rsid w:val="00C23BAE"/>
    <w:rsid w:val="00C26A1E"/>
    <w:rsid w:val="00C26B03"/>
    <w:rsid w:val="00C3331B"/>
    <w:rsid w:val="00C347AA"/>
    <w:rsid w:val="00C3585E"/>
    <w:rsid w:val="00C36BBD"/>
    <w:rsid w:val="00C37375"/>
    <w:rsid w:val="00C42FE6"/>
    <w:rsid w:val="00C43788"/>
    <w:rsid w:val="00C44F6A"/>
    <w:rsid w:val="00C47681"/>
    <w:rsid w:val="00C55423"/>
    <w:rsid w:val="00C568C1"/>
    <w:rsid w:val="00C56ABA"/>
    <w:rsid w:val="00C57268"/>
    <w:rsid w:val="00C6198E"/>
    <w:rsid w:val="00C638C3"/>
    <w:rsid w:val="00C649D2"/>
    <w:rsid w:val="00C708EA"/>
    <w:rsid w:val="00C7216F"/>
    <w:rsid w:val="00C776E5"/>
    <w:rsid w:val="00C778A5"/>
    <w:rsid w:val="00C81C67"/>
    <w:rsid w:val="00C9147C"/>
    <w:rsid w:val="00C933DC"/>
    <w:rsid w:val="00C935FE"/>
    <w:rsid w:val="00C95162"/>
    <w:rsid w:val="00C96A65"/>
    <w:rsid w:val="00CA2E3A"/>
    <w:rsid w:val="00CA3919"/>
    <w:rsid w:val="00CA3DEE"/>
    <w:rsid w:val="00CA5C7A"/>
    <w:rsid w:val="00CB2B9A"/>
    <w:rsid w:val="00CB3151"/>
    <w:rsid w:val="00CB4F4C"/>
    <w:rsid w:val="00CB51FD"/>
    <w:rsid w:val="00CB6A37"/>
    <w:rsid w:val="00CB6C66"/>
    <w:rsid w:val="00CB7684"/>
    <w:rsid w:val="00CB7830"/>
    <w:rsid w:val="00CC105F"/>
    <w:rsid w:val="00CC16CC"/>
    <w:rsid w:val="00CC413F"/>
    <w:rsid w:val="00CC4380"/>
    <w:rsid w:val="00CC7C8F"/>
    <w:rsid w:val="00CD1C56"/>
    <w:rsid w:val="00CD1C73"/>
    <w:rsid w:val="00CD1FC4"/>
    <w:rsid w:val="00CD3500"/>
    <w:rsid w:val="00CD5699"/>
    <w:rsid w:val="00CD6CB5"/>
    <w:rsid w:val="00CE22D6"/>
    <w:rsid w:val="00CE583C"/>
    <w:rsid w:val="00CE7DE6"/>
    <w:rsid w:val="00CF06BF"/>
    <w:rsid w:val="00CF4237"/>
    <w:rsid w:val="00CF752A"/>
    <w:rsid w:val="00D02053"/>
    <w:rsid w:val="00D034A0"/>
    <w:rsid w:val="00D10973"/>
    <w:rsid w:val="00D10A2D"/>
    <w:rsid w:val="00D12C29"/>
    <w:rsid w:val="00D139AC"/>
    <w:rsid w:val="00D145E1"/>
    <w:rsid w:val="00D14949"/>
    <w:rsid w:val="00D21061"/>
    <w:rsid w:val="00D213F7"/>
    <w:rsid w:val="00D21732"/>
    <w:rsid w:val="00D2256F"/>
    <w:rsid w:val="00D22913"/>
    <w:rsid w:val="00D239AB"/>
    <w:rsid w:val="00D25FC2"/>
    <w:rsid w:val="00D26ACA"/>
    <w:rsid w:val="00D32547"/>
    <w:rsid w:val="00D33FBB"/>
    <w:rsid w:val="00D3550E"/>
    <w:rsid w:val="00D37B14"/>
    <w:rsid w:val="00D40E4E"/>
    <w:rsid w:val="00D4108E"/>
    <w:rsid w:val="00D410C0"/>
    <w:rsid w:val="00D43F63"/>
    <w:rsid w:val="00D465FC"/>
    <w:rsid w:val="00D474A0"/>
    <w:rsid w:val="00D55643"/>
    <w:rsid w:val="00D5603D"/>
    <w:rsid w:val="00D57BFB"/>
    <w:rsid w:val="00D6163D"/>
    <w:rsid w:val="00D61C89"/>
    <w:rsid w:val="00D6259C"/>
    <w:rsid w:val="00D6286B"/>
    <w:rsid w:val="00D64CC3"/>
    <w:rsid w:val="00D71A5D"/>
    <w:rsid w:val="00D73361"/>
    <w:rsid w:val="00D73D8E"/>
    <w:rsid w:val="00D7539B"/>
    <w:rsid w:val="00D831A3"/>
    <w:rsid w:val="00D85AEF"/>
    <w:rsid w:val="00D85C35"/>
    <w:rsid w:val="00D875E7"/>
    <w:rsid w:val="00D878B0"/>
    <w:rsid w:val="00D90291"/>
    <w:rsid w:val="00D97BE3"/>
    <w:rsid w:val="00D97F0D"/>
    <w:rsid w:val="00DA3711"/>
    <w:rsid w:val="00DA6236"/>
    <w:rsid w:val="00DA7102"/>
    <w:rsid w:val="00DB4752"/>
    <w:rsid w:val="00DB619A"/>
    <w:rsid w:val="00DB759E"/>
    <w:rsid w:val="00DB78D4"/>
    <w:rsid w:val="00DC0026"/>
    <w:rsid w:val="00DC089A"/>
    <w:rsid w:val="00DC5836"/>
    <w:rsid w:val="00DC6586"/>
    <w:rsid w:val="00DD0403"/>
    <w:rsid w:val="00DD2373"/>
    <w:rsid w:val="00DD46F3"/>
    <w:rsid w:val="00DD4B7B"/>
    <w:rsid w:val="00DE020A"/>
    <w:rsid w:val="00DE32E3"/>
    <w:rsid w:val="00DE51A5"/>
    <w:rsid w:val="00DE56F2"/>
    <w:rsid w:val="00DE6A35"/>
    <w:rsid w:val="00DE7EB3"/>
    <w:rsid w:val="00DF081C"/>
    <w:rsid w:val="00DF116D"/>
    <w:rsid w:val="00E002B8"/>
    <w:rsid w:val="00E004D3"/>
    <w:rsid w:val="00E009D2"/>
    <w:rsid w:val="00E011E2"/>
    <w:rsid w:val="00E01536"/>
    <w:rsid w:val="00E01EA1"/>
    <w:rsid w:val="00E05B9C"/>
    <w:rsid w:val="00E07145"/>
    <w:rsid w:val="00E15085"/>
    <w:rsid w:val="00E16FF7"/>
    <w:rsid w:val="00E22C30"/>
    <w:rsid w:val="00E263F8"/>
    <w:rsid w:val="00E265A7"/>
    <w:rsid w:val="00E26CF3"/>
    <w:rsid w:val="00E26D68"/>
    <w:rsid w:val="00E2762C"/>
    <w:rsid w:val="00E27F12"/>
    <w:rsid w:val="00E4121A"/>
    <w:rsid w:val="00E41877"/>
    <w:rsid w:val="00E437B0"/>
    <w:rsid w:val="00E44045"/>
    <w:rsid w:val="00E4520D"/>
    <w:rsid w:val="00E45335"/>
    <w:rsid w:val="00E5369F"/>
    <w:rsid w:val="00E552A4"/>
    <w:rsid w:val="00E55414"/>
    <w:rsid w:val="00E56D3F"/>
    <w:rsid w:val="00E618C4"/>
    <w:rsid w:val="00E623F9"/>
    <w:rsid w:val="00E644C2"/>
    <w:rsid w:val="00E6504E"/>
    <w:rsid w:val="00E6653E"/>
    <w:rsid w:val="00E7218A"/>
    <w:rsid w:val="00E7233D"/>
    <w:rsid w:val="00E76283"/>
    <w:rsid w:val="00E81188"/>
    <w:rsid w:val="00E84174"/>
    <w:rsid w:val="00E85540"/>
    <w:rsid w:val="00E878EE"/>
    <w:rsid w:val="00E9364C"/>
    <w:rsid w:val="00E95736"/>
    <w:rsid w:val="00E95FC3"/>
    <w:rsid w:val="00EA2F8E"/>
    <w:rsid w:val="00EA668C"/>
    <w:rsid w:val="00EA6EC7"/>
    <w:rsid w:val="00EB03C0"/>
    <w:rsid w:val="00EB0647"/>
    <w:rsid w:val="00EB104F"/>
    <w:rsid w:val="00EB138E"/>
    <w:rsid w:val="00EB13BF"/>
    <w:rsid w:val="00EB17D0"/>
    <w:rsid w:val="00EB282B"/>
    <w:rsid w:val="00EB444D"/>
    <w:rsid w:val="00EB46E5"/>
    <w:rsid w:val="00EB5D4D"/>
    <w:rsid w:val="00EB6443"/>
    <w:rsid w:val="00EC0FA1"/>
    <w:rsid w:val="00EC10AE"/>
    <w:rsid w:val="00EC23CF"/>
    <w:rsid w:val="00EC3164"/>
    <w:rsid w:val="00EC4CDC"/>
    <w:rsid w:val="00ED0703"/>
    <w:rsid w:val="00ED116C"/>
    <w:rsid w:val="00ED14BD"/>
    <w:rsid w:val="00ED1718"/>
    <w:rsid w:val="00ED1873"/>
    <w:rsid w:val="00ED2A57"/>
    <w:rsid w:val="00ED4F62"/>
    <w:rsid w:val="00ED5AD6"/>
    <w:rsid w:val="00ED6360"/>
    <w:rsid w:val="00EE1228"/>
    <w:rsid w:val="00EE2244"/>
    <w:rsid w:val="00EE3C5F"/>
    <w:rsid w:val="00EE7882"/>
    <w:rsid w:val="00EF0205"/>
    <w:rsid w:val="00EF138B"/>
    <w:rsid w:val="00EF2CF2"/>
    <w:rsid w:val="00EF360F"/>
    <w:rsid w:val="00EF3B18"/>
    <w:rsid w:val="00EF6DF2"/>
    <w:rsid w:val="00EF7CDF"/>
    <w:rsid w:val="00F016C7"/>
    <w:rsid w:val="00F01845"/>
    <w:rsid w:val="00F047C5"/>
    <w:rsid w:val="00F04E58"/>
    <w:rsid w:val="00F0620A"/>
    <w:rsid w:val="00F063DF"/>
    <w:rsid w:val="00F0710D"/>
    <w:rsid w:val="00F12DE3"/>
    <w:rsid w:val="00F12DEC"/>
    <w:rsid w:val="00F13EF1"/>
    <w:rsid w:val="00F162EC"/>
    <w:rsid w:val="00F1715C"/>
    <w:rsid w:val="00F17C45"/>
    <w:rsid w:val="00F17E8A"/>
    <w:rsid w:val="00F22311"/>
    <w:rsid w:val="00F25C92"/>
    <w:rsid w:val="00F262F6"/>
    <w:rsid w:val="00F27781"/>
    <w:rsid w:val="00F310F8"/>
    <w:rsid w:val="00F31A73"/>
    <w:rsid w:val="00F348C0"/>
    <w:rsid w:val="00F358C1"/>
    <w:rsid w:val="00F35939"/>
    <w:rsid w:val="00F45607"/>
    <w:rsid w:val="00F46000"/>
    <w:rsid w:val="00F4722B"/>
    <w:rsid w:val="00F47393"/>
    <w:rsid w:val="00F540F6"/>
    <w:rsid w:val="00F54432"/>
    <w:rsid w:val="00F569C6"/>
    <w:rsid w:val="00F60A27"/>
    <w:rsid w:val="00F61134"/>
    <w:rsid w:val="00F62DDD"/>
    <w:rsid w:val="00F6501B"/>
    <w:rsid w:val="00F659EB"/>
    <w:rsid w:val="00F710F3"/>
    <w:rsid w:val="00F714FF"/>
    <w:rsid w:val="00F731A3"/>
    <w:rsid w:val="00F746CC"/>
    <w:rsid w:val="00F8119C"/>
    <w:rsid w:val="00F837FD"/>
    <w:rsid w:val="00F86BA6"/>
    <w:rsid w:val="00F87FD4"/>
    <w:rsid w:val="00F92FEC"/>
    <w:rsid w:val="00F93E20"/>
    <w:rsid w:val="00F97E4E"/>
    <w:rsid w:val="00FA0CF6"/>
    <w:rsid w:val="00FA160A"/>
    <w:rsid w:val="00FA3B48"/>
    <w:rsid w:val="00FA6013"/>
    <w:rsid w:val="00FA62FC"/>
    <w:rsid w:val="00FB558C"/>
    <w:rsid w:val="00FB6342"/>
    <w:rsid w:val="00FB6527"/>
    <w:rsid w:val="00FB6BB8"/>
    <w:rsid w:val="00FC0A82"/>
    <w:rsid w:val="00FC43A6"/>
    <w:rsid w:val="00FC6389"/>
    <w:rsid w:val="00FC73AE"/>
    <w:rsid w:val="00FC757D"/>
    <w:rsid w:val="00FD10F2"/>
    <w:rsid w:val="00FD52E4"/>
    <w:rsid w:val="00FD73E0"/>
    <w:rsid w:val="00FE0E78"/>
    <w:rsid w:val="00FE1CB9"/>
    <w:rsid w:val="00FE4333"/>
    <w:rsid w:val="00FE4CB8"/>
    <w:rsid w:val="00FE67A0"/>
    <w:rsid w:val="00FE6AEC"/>
    <w:rsid w:val="00FF10AA"/>
    <w:rsid w:val="00FF27A7"/>
    <w:rsid w:val="00FF2A62"/>
    <w:rsid w:val="00FF3D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34DC4F"/>
  <w14:defaultImageDpi w14:val="32767"/>
  <w15:docId w15:val="{66B7BB9C-8AF9-44D3-9394-9E9253ACD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1B00C9"/>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7256DC"/>
  </w:style>
  <w:style w:type="character" w:customStyle="1" w:styleId="Tun">
    <w:name w:val="_Tučně"/>
    <w:basedOn w:val="Standardnpsmoodstavce"/>
    <w:rsid w:val="00BB5C4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s://zakazky.szd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zd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50EDA466-2795-401F-8C76-7FAAEE801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138</TotalTime>
  <Pages>51</Pages>
  <Words>21061</Words>
  <Characters>124264</Characters>
  <Application>Microsoft Office Word</Application>
  <DocSecurity>0</DocSecurity>
  <Lines>1035</Lines>
  <Paragraphs>290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145035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11</cp:revision>
  <cp:lastPrinted>2020-06-29T09:43:00Z</cp:lastPrinted>
  <dcterms:created xsi:type="dcterms:W3CDTF">2020-07-07T08:39:00Z</dcterms:created>
  <dcterms:modified xsi:type="dcterms:W3CDTF">2020-07-16T12:07:00Z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