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DA66CA">
        <w:t>„</w:t>
      </w:r>
      <w:r w:rsidR="00DA66CA" w:rsidRPr="00DA66CA">
        <w:t>Nákup 2 ks vysokozdvižného vozíku</w:t>
      </w:r>
      <w:r w:rsidRPr="00DA66CA">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54209E" w:rsidRPr="00DA66CA" w:rsidRDefault="0054209E" w:rsidP="00DA66CA">
      <w:pPr>
        <w:pStyle w:val="Odstavecseseznamem"/>
        <w:numPr>
          <w:ilvl w:val="2"/>
          <w:numId w:val="35"/>
        </w:numPr>
        <w:rPr>
          <w:noProof/>
        </w:rPr>
      </w:pPr>
      <w:bookmarkStart w:id="0" w:name="_Ref171554"/>
      <w:r w:rsidRPr="00DA66CA">
        <w:rPr>
          <w:noProof/>
        </w:rPr>
        <w:t xml:space="preserve">ve věcech technických: </w:t>
      </w:r>
      <w:bookmarkEnd w:id="0"/>
      <w:r w:rsidR="00DA66CA" w:rsidRPr="00DA66CA">
        <w:rPr>
          <w:noProof/>
        </w:rPr>
        <w:t>Vladimír Svoboda, vedoucí oddělení OJ, tel.</w:t>
      </w:r>
      <w:r w:rsidR="00DA66CA">
        <w:rPr>
          <w:noProof/>
        </w:rPr>
        <w:t xml:space="preserve">: </w:t>
      </w:r>
      <w:r w:rsidR="00DA66CA" w:rsidRPr="00DA66CA">
        <w:rPr>
          <w:noProof/>
        </w:rPr>
        <w:t>+420 728 761 354</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DA66CA" w:rsidRPr="00286820" w:rsidRDefault="00DA66CA" w:rsidP="00DA66CA">
      <w:pPr>
        <w:pStyle w:val="Odstavecseseznamem"/>
        <w:spacing w:after="120"/>
        <w:ind w:left="1077"/>
        <w:rPr>
          <w:noProof/>
        </w:rPr>
      </w:pPr>
      <w:r w:rsidRPr="0032353A">
        <w:rPr>
          <w:noProof/>
        </w:rPr>
        <w:t xml:space="preserve">e-mailová adresa pro zasílání elektronické fakturace: </w:t>
      </w:r>
      <w:hyperlink r:id="rId11" w:history="1">
        <w:r w:rsidRPr="00D6082B">
          <w:rPr>
            <w:rStyle w:val="Hypertextovodkaz"/>
            <w:noProof/>
          </w:rPr>
          <w:t>ePodatelnaORPHA@spravazeleznic.cz</w:t>
        </w:r>
      </w:hyperlink>
    </w:p>
    <w:p w:rsidR="00DA66CA" w:rsidRDefault="00DA66CA" w:rsidP="00DA66CA">
      <w:pPr>
        <w:pStyle w:val="Odstavecseseznamem"/>
        <w:spacing w:before="240"/>
        <w:ind w:left="1077"/>
        <w:contextualSpacing w:val="0"/>
        <w:rPr>
          <w:b/>
          <w:noProof/>
        </w:rPr>
      </w:pPr>
      <w:r w:rsidRPr="009F48B1">
        <w:rPr>
          <w:b/>
          <w:noProof/>
        </w:rPr>
        <w:t xml:space="preserve">č. smlouvy kupujícího: </w:t>
      </w:r>
    </w:p>
    <w:p w:rsidR="00DA66CA" w:rsidRPr="000559D6" w:rsidRDefault="00DA66CA" w:rsidP="00DA66CA">
      <w:pPr>
        <w:pStyle w:val="Odstavecseseznamem"/>
        <w:spacing w:before="120"/>
        <w:ind w:left="1077"/>
        <w:contextualSpacing w:val="0"/>
        <w:rPr>
          <w:noProof/>
        </w:rPr>
      </w:pPr>
      <w:r w:rsidRPr="00FC6F04">
        <w:rPr>
          <w:noProof/>
        </w:rPr>
        <w:t xml:space="preserve">ISPROFOND: </w:t>
      </w:r>
      <w:r w:rsidRPr="00FC6F04">
        <w:t>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DA66CA" w:rsidRDefault="0054209E" w:rsidP="00DA66CA">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7B74DF">
      <w:pPr>
        <w:pStyle w:val="Odstavecseseznamem"/>
        <w:numPr>
          <w:ilvl w:val="2"/>
          <w:numId w:val="35"/>
        </w:numPr>
        <w:rPr>
          <w:noProof/>
        </w:rPr>
      </w:pPr>
      <w:r w:rsidRPr="00E51BB6">
        <w:rPr>
          <w:noProof/>
        </w:rPr>
        <w:t xml:space="preserve">Výzva kupujícího k podání nabídky pod. č.j. </w:t>
      </w:r>
      <w:r w:rsidR="007B74DF" w:rsidRPr="007B74DF">
        <w:rPr>
          <w:noProof/>
        </w:rPr>
        <w:t>26466/2020-SŽ-OŘ PHA-OVZ</w:t>
      </w:r>
      <w:r w:rsidR="007B74DF">
        <w:rPr>
          <w:noProof/>
        </w:rPr>
        <w:t xml:space="preserve"> </w:t>
      </w:r>
      <w:r w:rsidRPr="00E51BB6">
        <w:rPr>
          <w:noProof/>
        </w:rPr>
        <w:t xml:space="preserve">ze dne </w:t>
      </w:r>
      <w:r w:rsidR="00B37F6E">
        <w:rPr>
          <w:noProof/>
        </w:rPr>
        <w:t>14</w:t>
      </w:r>
      <w:bookmarkStart w:id="1" w:name="_GoBack"/>
      <w:bookmarkEnd w:id="1"/>
      <w:r w:rsidR="007B74DF" w:rsidRPr="007B74DF">
        <w:rPr>
          <w:noProof/>
        </w:rPr>
        <w:t>. 07. 2020</w:t>
      </w:r>
      <w:r w:rsidRPr="007B74DF">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54209E">
      <w:pPr>
        <w:pStyle w:val="Odstavecseseznamem"/>
        <w:numPr>
          <w:ilvl w:val="1"/>
          <w:numId w:val="35"/>
        </w:numPr>
        <w:ind w:left="1078" w:hanging="454"/>
        <w:contextualSpacing w:val="0"/>
        <w:rPr>
          <w:noProof/>
        </w:rPr>
      </w:pPr>
      <w:r w:rsidRPr="00E51BB6">
        <w:rPr>
          <w:noProof/>
        </w:rPr>
        <w:t>Předmětem této smlouv</w:t>
      </w:r>
      <w:r w:rsidRPr="00DA66CA">
        <w:rPr>
          <w:noProof/>
        </w:rPr>
        <w:t xml:space="preserve">y je stanovení režimu dodávky </w:t>
      </w:r>
      <w:r w:rsidR="00DA66CA" w:rsidRPr="00DA66CA">
        <w:rPr>
          <w:noProof/>
        </w:rPr>
        <w:t xml:space="preserve">2 ks vysokozdvižného vozíku </w:t>
      </w:r>
      <w:r w:rsidRPr="00DA66CA">
        <w:rPr>
          <w:noProof/>
        </w:rPr>
        <w:t>(dále též zboží).</w:t>
      </w:r>
      <w:r w:rsidRPr="00E51BB6">
        <w:rPr>
          <w:noProof/>
        </w:rPr>
        <w:t xml:space="preserve"> 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DA66CA" w:rsidP="0054209E">
      <w:pPr>
        <w:pStyle w:val="Odstavecseseznamem"/>
        <w:tabs>
          <w:tab w:val="left" w:pos="4678"/>
        </w:tabs>
        <w:ind w:left="1078"/>
        <w:contextualSpacing w:val="0"/>
        <w:rPr>
          <w:b/>
          <w:noProof/>
          <w:highlight w:val="yellow"/>
        </w:rPr>
      </w:pPr>
      <w:r>
        <w:rPr>
          <w:b/>
          <w:noProof/>
          <w:highlight w:val="yellow"/>
        </w:rPr>
        <w:t>DPH</w:t>
      </w:r>
      <w:r>
        <w:rPr>
          <w:b/>
          <w:noProof/>
          <w:highlight w:val="yellow"/>
        </w:rPr>
        <w:tab/>
        <w:t xml:space="preserve">Kč </w:t>
      </w:r>
    </w:p>
    <w:p w:rsidR="0054209E" w:rsidRPr="00E51BB6" w:rsidRDefault="00DA66CA" w:rsidP="0054209E">
      <w:pPr>
        <w:pStyle w:val="Odstavecseseznamem"/>
        <w:tabs>
          <w:tab w:val="left" w:pos="4678"/>
        </w:tabs>
        <w:ind w:left="1078"/>
        <w:contextualSpacing w:val="0"/>
        <w:rPr>
          <w:b/>
          <w:noProof/>
        </w:rPr>
      </w:pPr>
      <w:r>
        <w:rPr>
          <w:b/>
          <w:noProof/>
          <w:highlight w:val="yellow"/>
        </w:rPr>
        <w:t>Celková cena s DPH</w:t>
      </w:r>
      <w:r>
        <w:rPr>
          <w:b/>
          <w:noProof/>
          <w:highlight w:val="yellow"/>
        </w:rPr>
        <w:tab/>
        <w:t xml:space="preserve">Kč </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DA66CA" w:rsidRPr="00DA66CA" w:rsidRDefault="00DA66CA" w:rsidP="00DA66CA">
      <w:pPr>
        <w:pStyle w:val="Odstavecseseznamem"/>
        <w:ind w:left="1078"/>
        <w:rPr>
          <w:b/>
          <w:noProof/>
        </w:rPr>
      </w:pPr>
      <w:r>
        <w:rPr>
          <w:b/>
          <w:noProof/>
        </w:rPr>
        <w:t xml:space="preserve">- </w:t>
      </w:r>
      <w:r w:rsidRPr="00DA66CA">
        <w:rPr>
          <w:b/>
          <w:noProof/>
        </w:rPr>
        <w:t xml:space="preserve">TO Nymburk, P.Bezruče 361, </w:t>
      </w:r>
      <w:r>
        <w:rPr>
          <w:b/>
          <w:noProof/>
        </w:rPr>
        <w:t xml:space="preserve">Tomáš Mjalovský, </w:t>
      </w:r>
      <w:r w:rsidRPr="00DA66CA">
        <w:rPr>
          <w:b/>
          <w:noProof/>
        </w:rPr>
        <w:t>tel.</w:t>
      </w:r>
      <w:r>
        <w:rPr>
          <w:b/>
          <w:noProof/>
        </w:rPr>
        <w:t>: +420</w:t>
      </w:r>
      <w:r w:rsidRPr="00DA66CA">
        <w:rPr>
          <w:b/>
          <w:noProof/>
        </w:rPr>
        <w:t xml:space="preserve"> 724 540 530</w:t>
      </w:r>
    </w:p>
    <w:p w:rsidR="0054209E" w:rsidRPr="00E51BB6" w:rsidRDefault="00DA66CA" w:rsidP="00DA66CA">
      <w:pPr>
        <w:pStyle w:val="Odstavecseseznamem"/>
        <w:ind w:left="1078"/>
        <w:contextualSpacing w:val="0"/>
        <w:rPr>
          <w:b/>
          <w:noProof/>
        </w:rPr>
      </w:pPr>
      <w:r>
        <w:rPr>
          <w:b/>
          <w:noProof/>
        </w:rPr>
        <w:t xml:space="preserve">- </w:t>
      </w:r>
      <w:r w:rsidRPr="00DA66CA">
        <w:rPr>
          <w:b/>
          <w:noProof/>
        </w:rPr>
        <w:t>SSZT Nymburk, areál na Poděbradské ulici, bez č.p.,</w:t>
      </w:r>
      <w:r>
        <w:rPr>
          <w:b/>
          <w:noProof/>
        </w:rPr>
        <w:t xml:space="preserve"> </w:t>
      </w:r>
      <w:r w:rsidRPr="00DA66CA">
        <w:rPr>
          <w:b/>
          <w:noProof/>
        </w:rPr>
        <w:t>Ing. Zdeněk Rydlo,</w:t>
      </w:r>
      <w:r>
        <w:rPr>
          <w:b/>
          <w:noProof/>
        </w:rPr>
        <w:t xml:space="preserve">     tel.: +420 </w:t>
      </w:r>
      <w:r w:rsidRPr="00DA66CA">
        <w:rPr>
          <w:b/>
          <w:noProof/>
        </w:rPr>
        <w:t>602</w:t>
      </w:r>
      <w:r>
        <w:rPr>
          <w:b/>
          <w:noProof/>
        </w:rPr>
        <w:t> </w:t>
      </w:r>
      <w:r w:rsidRPr="00DA66CA">
        <w:rPr>
          <w:b/>
          <w:noProof/>
        </w:rPr>
        <w:t>519</w:t>
      </w:r>
      <w:r>
        <w:rPr>
          <w:b/>
          <w:noProof/>
        </w:rPr>
        <w:t> </w:t>
      </w:r>
      <w:r w:rsidRPr="00DA66CA">
        <w:rPr>
          <w:b/>
          <w:noProof/>
        </w:rPr>
        <w:t>678</w:t>
      </w:r>
      <w:r>
        <w:rPr>
          <w:b/>
          <w:noProof/>
        </w:rPr>
        <w:t xml:space="preserve">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w:t>
      </w:r>
      <w:r w:rsidRPr="00E51BB6">
        <w:rPr>
          <w:noProof/>
        </w:rPr>
        <w:lastRenderedPageBreak/>
        <w:t>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DA66CA" w:rsidP="0054209E">
      <w:pPr>
        <w:pStyle w:val="Odstavecseseznamem"/>
        <w:numPr>
          <w:ilvl w:val="1"/>
          <w:numId w:val="35"/>
        </w:numPr>
        <w:ind w:left="1078" w:hanging="454"/>
        <w:contextualSpacing w:val="0"/>
        <w:rPr>
          <w:noProof/>
        </w:rPr>
      </w:pPr>
      <w:r>
        <w:rPr>
          <w:noProof/>
        </w:rPr>
        <w:t>Splatnost faktury je 6</w:t>
      </w:r>
      <w:r w:rsidR="0054209E"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DA66CA" w:rsidRDefault="00DA66CA" w:rsidP="00DA66CA">
      <w:pPr>
        <w:pStyle w:val="Odstavecseseznamem"/>
        <w:ind w:left="1078"/>
        <w:contextualSpacing w:val="0"/>
        <w:rPr>
          <w:noProof/>
        </w:rPr>
      </w:pPr>
      <w:r w:rsidRPr="00E51BB6">
        <w:rPr>
          <w:noProof/>
        </w:rPr>
        <w:t>Prodávající se zavazuje doručovat faktury na adresu:</w:t>
      </w:r>
      <w:r>
        <w:rPr>
          <w:noProof/>
        </w:rPr>
        <w:t xml:space="preserve"> </w:t>
      </w:r>
      <w:hyperlink r:id="rId12" w:history="1">
        <w:r w:rsidRPr="00D6082B">
          <w:rPr>
            <w:rStyle w:val="Hypertextovodkaz"/>
            <w:noProof/>
          </w:rPr>
          <w:t>ePodatelnaORPHA@spravazeleznic.cz</w:t>
        </w:r>
      </w:hyperlink>
    </w:p>
    <w:p w:rsidR="00DA66CA" w:rsidRPr="00E51BB6" w:rsidRDefault="00DA66CA" w:rsidP="00DA66CA">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w:t>
      </w:r>
      <w:r w:rsidRPr="00226EE8">
        <w:rPr>
          <w:noProof/>
        </w:rPr>
        <w:t xml:space="preserve">cí se zavazuje dodat zboží v dohodnutém termínu v termínu nejpozději </w:t>
      </w:r>
      <w:r w:rsidR="00226EE8" w:rsidRPr="00226EE8">
        <w:rPr>
          <w:noProof/>
        </w:rPr>
        <w:t xml:space="preserve">do </w:t>
      </w:r>
      <w:r w:rsidR="00226EE8" w:rsidRPr="00226EE8">
        <w:rPr>
          <w:b/>
          <w:noProof/>
        </w:rPr>
        <w:t>30. 11. 2020</w:t>
      </w:r>
    </w:p>
    <w:p w:rsidR="0054209E" w:rsidRPr="007B581F" w:rsidRDefault="00226EE8" w:rsidP="00226EE8">
      <w:pPr>
        <w:pStyle w:val="Odstavecseseznamem"/>
        <w:numPr>
          <w:ilvl w:val="1"/>
          <w:numId w:val="35"/>
        </w:numPr>
        <w:contextualSpacing w:val="0"/>
        <w:rPr>
          <w:noProof/>
        </w:rPr>
      </w:pPr>
      <w:r w:rsidRPr="00226EE8">
        <w:rPr>
          <w:noProof/>
        </w:rPr>
        <w:t>Předání vysokozdvižných vozíků od doda</w:t>
      </w:r>
      <w:r w:rsidR="0029346E">
        <w:rPr>
          <w:noProof/>
        </w:rPr>
        <w:t xml:space="preserve">vatele objednateli, proběhne v sídle </w:t>
      </w:r>
      <w:r w:rsidRPr="00226EE8">
        <w:rPr>
          <w:noProof/>
        </w:rPr>
        <w:t>TO Nymburk, P. Bezruče 361 a v areálu SSZT Nymburk, Poděbradská ulice, bez č.p.</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lastRenderedPageBreak/>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dobu </w:t>
      </w:r>
      <w:r w:rsidRPr="00226EE8">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lastRenderedPageBreak/>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226EE8" w:rsidP="0054209E">
      <w:pPr>
        <w:pStyle w:val="Odstavecseseznamem"/>
        <w:numPr>
          <w:ilvl w:val="1"/>
          <w:numId w:val="35"/>
        </w:numPr>
        <w:ind w:left="1078" w:hanging="454"/>
        <w:contextualSpacing w:val="0"/>
        <w:rPr>
          <w:noProof/>
        </w:rPr>
      </w:pPr>
      <w:r>
        <w:rPr>
          <w:noProof/>
        </w:rPr>
        <w:t xml:space="preserve">Tato smlouva byla vypracována ve </w:t>
      </w:r>
      <w:r w:rsidRPr="00226EE8">
        <w:rPr>
          <w:noProof/>
          <w:highlight w:val="yellow"/>
        </w:rPr>
        <w:t>třech</w:t>
      </w:r>
      <w:r w:rsidR="0054209E" w:rsidRPr="001B0C05">
        <w:rPr>
          <w:noProof/>
        </w:rPr>
        <w:t xml:space="preserve"> vyhotovení s příslušnými  přílohami, které jsou její nedílnou součástí. </w:t>
      </w:r>
      <w:r w:rsidR="0054209E" w:rsidRPr="00412883">
        <w:rPr>
          <w:noProof/>
          <w:highlight w:val="yellow"/>
        </w:rPr>
        <w:t>Jedno</w:t>
      </w:r>
      <w:r>
        <w:rPr>
          <w:noProof/>
        </w:rPr>
        <w:t xml:space="preserve"> paré obdrží prodávající, 2</w:t>
      </w:r>
      <w:r w:rsidR="0054209E"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lastRenderedPageBreak/>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lastRenderedPageBreak/>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226EE8" w:rsidRDefault="00226EE8" w:rsidP="00226EE8">
      <w:pPr>
        <w:pStyle w:val="Odstavecseseznamem"/>
        <w:ind w:left="1078"/>
        <w:contextualSpacing w:val="0"/>
        <w:rPr>
          <w:noProof/>
        </w:rPr>
      </w:pPr>
      <w:r w:rsidRPr="001B0C05">
        <w:rPr>
          <w:noProof/>
        </w:rPr>
        <w:t>Příloha č. 1: Specifikace dodávky (ceník)</w:t>
      </w:r>
    </w:p>
    <w:p w:rsidR="00226EE8" w:rsidRDefault="00226EE8" w:rsidP="00226EE8">
      <w:pPr>
        <w:pStyle w:val="Odstavecseseznamem"/>
        <w:spacing w:before="120" w:after="120" w:line="240" w:lineRule="auto"/>
        <w:ind w:left="1077"/>
        <w:contextualSpacing w:val="0"/>
        <w:rPr>
          <w:noProof/>
        </w:rPr>
      </w:pPr>
      <w:r>
        <w:rPr>
          <w:noProof/>
        </w:rPr>
        <w:t>Příloha č. 2: Nález podezřelého předmětu</w:t>
      </w:r>
    </w:p>
    <w:p w:rsidR="00226EE8" w:rsidRDefault="00226EE8" w:rsidP="0054209E">
      <w:pPr>
        <w:tabs>
          <w:tab w:val="left" w:pos="5103"/>
        </w:tabs>
      </w:pP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226EE8" w:rsidRDefault="00226EE8" w:rsidP="0054209E"/>
    <w:p w:rsidR="00226EE8" w:rsidRDefault="00226EE8" w:rsidP="0054209E"/>
    <w:p w:rsidR="00226EE8" w:rsidRDefault="00226EE8" w:rsidP="0054209E"/>
    <w:p w:rsidR="00226EE8" w:rsidRDefault="00226EE8" w:rsidP="0054209E"/>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F6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7F6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5F6F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51C8B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7F6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7F6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2B980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1AFA7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E23A7"/>
    <w:rsid w:val="0010693F"/>
    <w:rsid w:val="00114472"/>
    <w:rsid w:val="001550BC"/>
    <w:rsid w:val="001605B9"/>
    <w:rsid w:val="00170EC5"/>
    <w:rsid w:val="001747C1"/>
    <w:rsid w:val="00184743"/>
    <w:rsid w:val="00207DF5"/>
    <w:rsid w:val="00226EE8"/>
    <w:rsid w:val="00280E07"/>
    <w:rsid w:val="0029346E"/>
    <w:rsid w:val="002C31BF"/>
    <w:rsid w:val="002D08B1"/>
    <w:rsid w:val="002D35B8"/>
    <w:rsid w:val="002E0CD7"/>
    <w:rsid w:val="00341DCF"/>
    <w:rsid w:val="00357BC6"/>
    <w:rsid w:val="003956C6"/>
    <w:rsid w:val="003A513B"/>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736B7"/>
    <w:rsid w:val="00575E5A"/>
    <w:rsid w:val="005D21B3"/>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B74DF"/>
    <w:rsid w:val="007C589B"/>
    <w:rsid w:val="007E4A6E"/>
    <w:rsid w:val="007F56A7"/>
    <w:rsid w:val="00807DD0"/>
    <w:rsid w:val="008136F8"/>
    <w:rsid w:val="008659F3"/>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6177B"/>
    <w:rsid w:val="00A66136"/>
    <w:rsid w:val="00AA4CBB"/>
    <w:rsid w:val="00AA65FA"/>
    <w:rsid w:val="00AA7351"/>
    <w:rsid w:val="00AD056F"/>
    <w:rsid w:val="00AD6731"/>
    <w:rsid w:val="00AF77DB"/>
    <w:rsid w:val="00B15D0D"/>
    <w:rsid w:val="00B37F6E"/>
    <w:rsid w:val="00B75EE1"/>
    <w:rsid w:val="00B77481"/>
    <w:rsid w:val="00B8518B"/>
    <w:rsid w:val="00BD7E91"/>
    <w:rsid w:val="00C02D0A"/>
    <w:rsid w:val="00C03A6E"/>
    <w:rsid w:val="00C44F6A"/>
    <w:rsid w:val="00C47AE3"/>
    <w:rsid w:val="00CD1FC4"/>
    <w:rsid w:val="00D21061"/>
    <w:rsid w:val="00D4108E"/>
    <w:rsid w:val="00D6163D"/>
    <w:rsid w:val="00D65DEB"/>
    <w:rsid w:val="00D73D46"/>
    <w:rsid w:val="00D7414C"/>
    <w:rsid w:val="00D831A3"/>
    <w:rsid w:val="00D92AC3"/>
    <w:rsid w:val="00DA66CA"/>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177A9E"/>
  <w14:defaultImageDpi w14:val="32767"/>
  <w15:docId w15:val="{FFC3A958-4820-4B96-98E1-40C68F72E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F884A3FD-48C0-4417-AC5D-F10AB33D5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4</TotalTime>
  <Pages>8</Pages>
  <Words>2759</Words>
  <Characters>16283</Characters>
  <Application>Microsoft Office Word</Application>
  <DocSecurity>0</DocSecurity>
  <Lines>135</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5</cp:revision>
  <cp:lastPrinted>2020-07-09T08:04:00Z</cp:lastPrinted>
  <dcterms:created xsi:type="dcterms:W3CDTF">2020-07-09T06:11:00Z</dcterms:created>
  <dcterms:modified xsi:type="dcterms:W3CDTF">2020-07-09T08:04:00Z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