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</w:t>
      </w:r>
      <w:r w:rsidR="000560C0">
        <w:rPr>
          <w:rFonts w:eastAsia="Times New Roman"/>
          <w:lang w:eastAsia="cs-CZ"/>
        </w:rPr>
        <w:t>O</w:t>
      </w:r>
      <w:bookmarkStart w:id="0" w:name="_GoBack"/>
      <w:bookmarkEnd w:id="0"/>
      <w:r w:rsidRPr="00901B53">
        <w:rPr>
          <w:rFonts w:eastAsia="Times New Roman"/>
          <w:lang w:eastAsia="cs-CZ"/>
        </w:rPr>
        <w:t xml:space="preserve">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06112B" w:rsidRDefault="00DD691C" w:rsidP="00A226F9">
      <w:pPr>
        <w:spacing w:before="120" w:after="0" w:line="240" w:lineRule="auto"/>
        <w:jc w:val="center"/>
        <w:rPr>
          <w:rFonts w:eastAsia="Times New Roman"/>
          <w:sz w:val="22"/>
          <w:lang w:eastAsia="cs-CZ"/>
        </w:rPr>
      </w:pPr>
      <w:r w:rsidRPr="0006112B">
        <w:rPr>
          <w:rFonts w:eastAsia="Times New Roman"/>
          <w:b/>
          <w:sz w:val="22"/>
          <w:lang w:eastAsia="cs-CZ"/>
        </w:rPr>
        <w:t>„</w:t>
      </w:r>
      <w:r w:rsidR="00716FC5">
        <w:rPr>
          <w:rFonts w:eastAsia="Times New Roman"/>
          <w:b/>
          <w:sz w:val="22"/>
          <w:lang w:eastAsia="cs-CZ"/>
        </w:rPr>
        <w:t>IN1 BŘEZEN – ČERVEN Praha stavební sezona 2020</w:t>
      </w:r>
      <w:r w:rsidR="00901B53" w:rsidRPr="0006112B">
        <w:rPr>
          <w:rFonts w:eastAsia="Times New Roman"/>
          <w:b/>
          <w:sz w:val="22"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4F6" w:rsidRDefault="009F44F6" w:rsidP="00962258">
      <w:pPr>
        <w:spacing w:after="0" w:line="240" w:lineRule="auto"/>
      </w:pPr>
      <w:r>
        <w:separator/>
      </w:r>
    </w:p>
  </w:endnote>
  <w:endnote w:type="continuationSeparator" w:id="0">
    <w:p w:rsidR="009F44F6" w:rsidRDefault="009F44F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A246BD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A246BD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9F44F6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0560C0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0560C0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BA50FD">
            <w:t>O</w:t>
          </w:r>
          <w:r w:rsidRPr="00921753">
            <w:t>: 709 94 234 DIČ: CZ 709 94 234</w:t>
          </w:r>
        </w:p>
        <w:p w:rsidR="00F1715C" w:rsidRPr="00921753" w:rsidRDefault="00486865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9F44F6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4F6" w:rsidRDefault="009F44F6" w:rsidP="00962258">
      <w:pPr>
        <w:spacing w:after="0" w:line="240" w:lineRule="auto"/>
      </w:pPr>
      <w:r>
        <w:separator/>
      </w:r>
    </w:p>
  </w:footnote>
  <w:footnote w:type="continuationSeparator" w:id="0">
    <w:p w:rsidR="009F44F6" w:rsidRDefault="009F44F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9F44F6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560C0"/>
    <w:rsid w:val="0006112B"/>
    <w:rsid w:val="00072C1E"/>
    <w:rsid w:val="0008786E"/>
    <w:rsid w:val="000A0BD9"/>
    <w:rsid w:val="000A5C23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956C6"/>
    <w:rsid w:val="003B4123"/>
    <w:rsid w:val="00450F07"/>
    <w:rsid w:val="00453CD3"/>
    <w:rsid w:val="00460660"/>
    <w:rsid w:val="00486107"/>
    <w:rsid w:val="00486865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65AF0"/>
    <w:rsid w:val="005736B7"/>
    <w:rsid w:val="00575E5A"/>
    <w:rsid w:val="005C4D0E"/>
    <w:rsid w:val="005C63A7"/>
    <w:rsid w:val="005D10C2"/>
    <w:rsid w:val="005F1404"/>
    <w:rsid w:val="0061068E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16FC5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E549E"/>
    <w:rsid w:val="007F56A7"/>
    <w:rsid w:val="00807DD0"/>
    <w:rsid w:val="008659F3"/>
    <w:rsid w:val="00886D4B"/>
    <w:rsid w:val="00895406"/>
    <w:rsid w:val="008A3568"/>
    <w:rsid w:val="008D03B9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44F6"/>
    <w:rsid w:val="009F7094"/>
    <w:rsid w:val="00A226F9"/>
    <w:rsid w:val="00A246BD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E4311"/>
    <w:rsid w:val="00AF14F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4CF1"/>
    <w:rsid w:val="00D21061"/>
    <w:rsid w:val="00D4108E"/>
    <w:rsid w:val="00D6163D"/>
    <w:rsid w:val="00D831A3"/>
    <w:rsid w:val="00DC75F3"/>
    <w:rsid w:val="00DD46F3"/>
    <w:rsid w:val="00DD691C"/>
    <w:rsid w:val="00DE56F2"/>
    <w:rsid w:val="00DF116D"/>
    <w:rsid w:val="00E207B2"/>
    <w:rsid w:val="00E30061"/>
    <w:rsid w:val="00EB104F"/>
    <w:rsid w:val="00EC6517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1E4C"/>
    <w:rsid w:val="00F86BA6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ocId w14:val="2D39ACD1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A6E8B28-D024-48D2-8D28-6D802B9A3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6</TotalTime>
  <Pages>1</Pages>
  <Words>297</Words>
  <Characters>1758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Baudis Martin, Bc.</cp:lastModifiedBy>
  <cp:revision>18</cp:revision>
  <cp:lastPrinted>2019-02-12T12:02:00Z</cp:lastPrinted>
  <dcterms:created xsi:type="dcterms:W3CDTF">2019-02-12T12:33:00Z</dcterms:created>
  <dcterms:modified xsi:type="dcterms:W3CDTF">2020-07-07T13:22:00Z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