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D51621" w:rsidRPr="00D51621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5162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1621" w:rsidRPr="00D5162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0A4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16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F3F613-68FB-4CB2-B1AC-EC6B9012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2020-06-29T07:39:00Z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