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228EFC57" w:rsidR="0035531B" w:rsidRDefault="0035531B" w:rsidP="005A29AA">
      <w:pPr>
        <w:pStyle w:val="Tituldatum"/>
        <w:jc w:val="center"/>
      </w:pPr>
      <w:r w:rsidRPr="006A3038">
        <w:t>„</w:t>
      </w:r>
      <w:r w:rsidR="00FE0A4A" w:rsidRPr="00FE0A4A">
        <w:rPr>
          <w:rFonts w:ascii="Verdana" w:hAnsi="Verdana" w:cs="Arial"/>
          <w:b/>
          <w:bCs/>
          <w:sz w:val="28"/>
          <w:szCs w:val="28"/>
        </w:rPr>
        <w:t>Výstavba zastávky Karlovy Vary aréna</w:t>
      </w:r>
      <w:r w:rsidRPr="006A3038">
        <w:t>“</w:t>
      </w:r>
    </w:p>
    <w:p w14:paraId="140CECA0" w14:textId="77777777" w:rsidR="00AD0C7B" w:rsidRPr="006C2343" w:rsidRDefault="00AD0C7B" w:rsidP="00EB46E5">
      <w:pPr>
        <w:pStyle w:val="Titul2"/>
      </w:pPr>
    </w:p>
    <w:p w14:paraId="4EDE79A3" w14:textId="70687B1B" w:rsidR="00F46EA7" w:rsidRDefault="00F46EA7" w:rsidP="00F46EA7">
      <w:pPr>
        <w:pStyle w:val="Text1-1"/>
        <w:numPr>
          <w:ilvl w:val="0"/>
          <w:numId w:val="0"/>
        </w:numPr>
        <w:tabs>
          <w:tab w:val="left" w:pos="708"/>
        </w:tabs>
        <w:ind w:left="737" w:hanging="737"/>
      </w:pPr>
      <w:r>
        <w:t xml:space="preserve">Č.j. </w:t>
      </w:r>
      <w:r w:rsidR="00E03B1B">
        <w:t>14990/2020-SŽ-SSZ-OVZ</w:t>
      </w:r>
    </w:p>
    <w:p w14:paraId="47ED2EF1" w14:textId="77777777" w:rsidR="00826B7B" w:rsidRPr="006C2343" w:rsidRDefault="00826B7B" w:rsidP="006C2343">
      <w:pPr>
        <w:pStyle w:val="Titul2"/>
      </w:pPr>
    </w:p>
    <w:p w14:paraId="712EAD63" w14:textId="77777777" w:rsidR="006C2343" w:rsidRPr="006C2343" w:rsidRDefault="006C2343" w:rsidP="006C2343">
      <w:pPr>
        <w:pStyle w:val="Titul2"/>
      </w:pPr>
    </w:p>
    <w:p w14:paraId="26BEA700" w14:textId="77777777" w:rsidR="00EB4ECA" w:rsidRDefault="00EB4ECA"/>
    <w:p w14:paraId="7B198489" w14:textId="77777777" w:rsidR="00EB4ECA" w:rsidRDefault="00EB4ECA"/>
    <w:p w14:paraId="1CFE7E4C" w14:textId="77777777" w:rsidR="00EB4ECA" w:rsidRDefault="00EB4ECA"/>
    <w:p w14:paraId="6A3FED44" w14:textId="77777777" w:rsidR="00EB4ECA" w:rsidRDefault="00EB4ECA"/>
    <w:p w14:paraId="317E4ABB" w14:textId="77777777" w:rsidR="00EB4ECA" w:rsidRDefault="00EB4ECA"/>
    <w:p w14:paraId="5505B988" w14:textId="77777777" w:rsidR="00826B7B" w:rsidRDefault="00826B7B" w:rsidP="00EB4ECA">
      <w:r>
        <w:br w:type="page"/>
      </w:r>
    </w:p>
    <w:p w14:paraId="57AB68D4" w14:textId="77777777" w:rsidR="00BD7E91" w:rsidRDefault="00BD7E91" w:rsidP="00FE4333">
      <w:pPr>
        <w:pStyle w:val="Nadpisbezsl1-1"/>
      </w:pPr>
      <w:r>
        <w:lastRenderedPageBreak/>
        <w:t>Obsah</w:t>
      </w:r>
      <w:r w:rsidR="00887F36">
        <w:t xml:space="preserve"> </w:t>
      </w:r>
    </w:p>
    <w:p w14:paraId="65E15F5C" w14:textId="6D6A2F28"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A23D66">
          <w:rPr>
            <w:noProof/>
            <w:webHidden/>
          </w:rPr>
          <w:t>3</w:t>
        </w:r>
        <w:r w:rsidR="00CA1B90">
          <w:rPr>
            <w:noProof/>
            <w:webHidden/>
          </w:rPr>
          <w:fldChar w:fldCharType="end"/>
        </w:r>
      </w:hyperlink>
    </w:p>
    <w:p w14:paraId="12143E2B" w14:textId="7FF5D3C7" w:rsidR="00CA1B90" w:rsidRDefault="007F1F9F">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A23D66">
          <w:rPr>
            <w:noProof/>
            <w:webHidden/>
          </w:rPr>
          <w:t>3</w:t>
        </w:r>
        <w:r w:rsidR="00CA1B90">
          <w:rPr>
            <w:noProof/>
            <w:webHidden/>
          </w:rPr>
          <w:fldChar w:fldCharType="end"/>
        </w:r>
      </w:hyperlink>
    </w:p>
    <w:p w14:paraId="2DA1A0C2" w14:textId="348A46FE" w:rsidR="00CA1B90" w:rsidRDefault="007F1F9F">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A23D66">
          <w:rPr>
            <w:noProof/>
            <w:webHidden/>
          </w:rPr>
          <w:t>4</w:t>
        </w:r>
        <w:r w:rsidR="00CA1B90">
          <w:rPr>
            <w:noProof/>
            <w:webHidden/>
          </w:rPr>
          <w:fldChar w:fldCharType="end"/>
        </w:r>
      </w:hyperlink>
    </w:p>
    <w:p w14:paraId="2CA1019A" w14:textId="1BFB3D2A" w:rsidR="00CA1B90" w:rsidRDefault="007F1F9F">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A23D66">
          <w:rPr>
            <w:noProof/>
            <w:webHidden/>
          </w:rPr>
          <w:t>4</w:t>
        </w:r>
        <w:r w:rsidR="00CA1B90">
          <w:rPr>
            <w:noProof/>
            <w:webHidden/>
          </w:rPr>
          <w:fldChar w:fldCharType="end"/>
        </w:r>
      </w:hyperlink>
    </w:p>
    <w:p w14:paraId="37C74398" w14:textId="3EA6D413" w:rsidR="00CA1B90" w:rsidRDefault="007F1F9F">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A23D66">
          <w:rPr>
            <w:noProof/>
            <w:webHidden/>
          </w:rPr>
          <w:t>4</w:t>
        </w:r>
        <w:r w:rsidR="00CA1B90">
          <w:rPr>
            <w:noProof/>
            <w:webHidden/>
          </w:rPr>
          <w:fldChar w:fldCharType="end"/>
        </w:r>
      </w:hyperlink>
    </w:p>
    <w:p w14:paraId="7278DF1B" w14:textId="4C170534" w:rsidR="00CA1B90" w:rsidRDefault="007F1F9F">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A23D66">
          <w:rPr>
            <w:noProof/>
            <w:webHidden/>
          </w:rPr>
          <w:t>4</w:t>
        </w:r>
        <w:r w:rsidR="00CA1B90">
          <w:rPr>
            <w:noProof/>
            <w:webHidden/>
          </w:rPr>
          <w:fldChar w:fldCharType="end"/>
        </w:r>
      </w:hyperlink>
    </w:p>
    <w:p w14:paraId="2213F430" w14:textId="7A45B2C8" w:rsidR="00CA1B90" w:rsidRDefault="007F1F9F">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A23D66">
          <w:rPr>
            <w:noProof/>
            <w:webHidden/>
          </w:rPr>
          <w:t>5</w:t>
        </w:r>
        <w:r w:rsidR="00CA1B90">
          <w:rPr>
            <w:noProof/>
            <w:webHidden/>
          </w:rPr>
          <w:fldChar w:fldCharType="end"/>
        </w:r>
      </w:hyperlink>
    </w:p>
    <w:p w14:paraId="728BA622" w14:textId="1E9FB987" w:rsidR="00CA1B90" w:rsidRDefault="007F1F9F">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A23D66">
          <w:rPr>
            <w:noProof/>
            <w:webHidden/>
          </w:rPr>
          <w:t>6</w:t>
        </w:r>
        <w:r w:rsidR="00CA1B90">
          <w:rPr>
            <w:noProof/>
            <w:webHidden/>
          </w:rPr>
          <w:fldChar w:fldCharType="end"/>
        </w:r>
      </w:hyperlink>
    </w:p>
    <w:p w14:paraId="7271583D" w14:textId="5C61DDB2" w:rsidR="00CA1B90" w:rsidRDefault="007F1F9F">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A23D66">
          <w:rPr>
            <w:noProof/>
            <w:webHidden/>
          </w:rPr>
          <w:t>13</w:t>
        </w:r>
        <w:r w:rsidR="00CA1B90">
          <w:rPr>
            <w:noProof/>
            <w:webHidden/>
          </w:rPr>
          <w:fldChar w:fldCharType="end"/>
        </w:r>
      </w:hyperlink>
    </w:p>
    <w:p w14:paraId="01531FF7" w14:textId="04AF7EE6" w:rsidR="00CA1B90" w:rsidRDefault="007F1F9F">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A23D66">
          <w:rPr>
            <w:noProof/>
            <w:webHidden/>
          </w:rPr>
          <w:t>16</w:t>
        </w:r>
        <w:r w:rsidR="00CA1B90">
          <w:rPr>
            <w:noProof/>
            <w:webHidden/>
          </w:rPr>
          <w:fldChar w:fldCharType="end"/>
        </w:r>
      </w:hyperlink>
    </w:p>
    <w:p w14:paraId="6CFDE752" w14:textId="3A939AE4" w:rsidR="00CA1B90" w:rsidRDefault="007F1F9F">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A23D66">
          <w:rPr>
            <w:noProof/>
            <w:webHidden/>
          </w:rPr>
          <w:t>16</w:t>
        </w:r>
        <w:r w:rsidR="00CA1B90">
          <w:rPr>
            <w:noProof/>
            <w:webHidden/>
          </w:rPr>
          <w:fldChar w:fldCharType="end"/>
        </w:r>
      </w:hyperlink>
    </w:p>
    <w:p w14:paraId="63A03584" w14:textId="50D0A228" w:rsidR="00CA1B90" w:rsidRDefault="007F1F9F">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A23D66">
          <w:rPr>
            <w:noProof/>
            <w:webHidden/>
          </w:rPr>
          <w:t>16</w:t>
        </w:r>
        <w:r w:rsidR="00CA1B90">
          <w:rPr>
            <w:noProof/>
            <w:webHidden/>
          </w:rPr>
          <w:fldChar w:fldCharType="end"/>
        </w:r>
      </w:hyperlink>
    </w:p>
    <w:p w14:paraId="1431F095" w14:textId="17D12826" w:rsidR="00CA1B90" w:rsidRDefault="007F1F9F">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A23D66">
          <w:rPr>
            <w:noProof/>
            <w:webHidden/>
          </w:rPr>
          <w:t>18</w:t>
        </w:r>
        <w:r w:rsidR="00CA1B90">
          <w:rPr>
            <w:noProof/>
            <w:webHidden/>
          </w:rPr>
          <w:fldChar w:fldCharType="end"/>
        </w:r>
      </w:hyperlink>
    </w:p>
    <w:p w14:paraId="5AE73F9F" w14:textId="25618858" w:rsidR="00CA1B90" w:rsidRDefault="007F1F9F">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A23D66">
          <w:rPr>
            <w:noProof/>
            <w:webHidden/>
          </w:rPr>
          <w:t>18</w:t>
        </w:r>
        <w:r w:rsidR="00CA1B90">
          <w:rPr>
            <w:noProof/>
            <w:webHidden/>
          </w:rPr>
          <w:fldChar w:fldCharType="end"/>
        </w:r>
      </w:hyperlink>
    </w:p>
    <w:p w14:paraId="74809924" w14:textId="1E66E3C3" w:rsidR="00CA1B90" w:rsidRDefault="007F1F9F">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A23D66">
          <w:rPr>
            <w:noProof/>
            <w:webHidden/>
          </w:rPr>
          <w:t>19</w:t>
        </w:r>
        <w:r w:rsidR="00CA1B90">
          <w:rPr>
            <w:noProof/>
            <w:webHidden/>
          </w:rPr>
          <w:fldChar w:fldCharType="end"/>
        </w:r>
      </w:hyperlink>
    </w:p>
    <w:p w14:paraId="047FE6E1" w14:textId="640B687A" w:rsidR="00CA1B90" w:rsidRDefault="007F1F9F">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A23D66">
          <w:rPr>
            <w:noProof/>
            <w:webHidden/>
          </w:rPr>
          <w:t>19</w:t>
        </w:r>
        <w:r w:rsidR="00CA1B90">
          <w:rPr>
            <w:noProof/>
            <w:webHidden/>
          </w:rPr>
          <w:fldChar w:fldCharType="end"/>
        </w:r>
      </w:hyperlink>
    </w:p>
    <w:p w14:paraId="39C8EF53" w14:textId="2513F99A" w:rsidR="00CA1B90" w:rsidRDefault="007F1F9F">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A23D66">
          <w:rPr>
            <w:noProof/>
            <w:webHidden/>
          </w:rPr>
          <w:t>21</w:t>
        </w:r>
        <w:r w:rsidR="00CA1B90">
          <w:rPr>
            <w:noProof/>
            <w:webHidden/>
          </w:rPr>
          <w:fldChar w:fldCharType="end"/>
        </w:r>
      </w:hyperlink>
    </w:p>
    <w:p w14:paraId="6C9215B9" w14:textId="6E0954C7" w:rsidR="00CA1B90" w:rsidRDefault="007F1F9F">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A23D66">
          <w:rPr>
            <w:noProof/>
            <w:webHidden/>
          </w:rPr>
          <w:t>21</w:t>
        </w:r>
        <w:r w:rsidR="00CA1B90">
          <w:rPr>
            <w:noProof/>
            <w:webHidden/>
          </w:rPr>
          <w:fldChar w:fldCharType="end"/>
        </w:r>
      </w:hyperlink>
    </w:p>
    <w:p w14:paraId="3B583A7E" w14:textId="458DC1C9" w:rsidR="00CA1B90" w:rsidRDefault="007F1F9F">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A23D66">
          <w:rPr>
            <w:noProof/>
            <w:webHidden/>
          </w:rPr>
          <w:t>21</w:t>
        </w:r>
        <w:r w:rsidR="00CA1B90">
          <w:rPr>
            <w:noProof/>
            <w:webHidden/>
          </w:rPr>
          <w:fldChar w:fldCharType="end"/>
        </w:r>
      </w:hyperlink>
    </w:p>
    <w:p w14:paraId="42C8B6FC" w14:textId="1D40EC26" w:rsidR="00CA1B90" w:rsidRDefault="007F1F9F">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A23D66">
          <w:rPr>
            <w:noProof/>
            <w:webHidden/>
          </w:rPr>
          <w:t>22</w:t>
        </w:r>
        <w:r w:rsidR="00CA1B90">
          <w:rPr>
            <w:noProof/>
            <w:webHidden/>
          </w:rPr>
          <w:fldChar w:fldCharType="end"/>
        </w:r>
      </w:hyperlink>
    </w:p>
    <w:p w14:paraId="2920B8C4" w14:textId="2791C677" w:rsidR="00CA1B90" w:rsidRDefault="007F1F9F">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A23D66">
          <w:rPr>
            <w:noProof/>
            <w:webHidden/>
          </w:rPr>
          <w:t>23</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ED030E7" w14:textId="7CBC05CF" w:rsidR="00052D8B" w:rsidRDefault="00DD7A41" w:rsidP="00D32FA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5AA08973"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Identifikátor datové schránky: uccchjm</w:t>
      </w:r>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Ing. Petrem Hofhanzlem,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7C0A0A8F" w:rsidR="0035531B" w:rsidRDefault="0035531B" w:rsidP="0035531B">
      <w:pPr>
        <w:pStyle w:val="Text1-1"/>
      </w:pPr>
      <w:r>
        <w:t xml:space="preserve">Kontaktní osobou zadavatele pro </w:t>
      </w:r>
      <w:r w:rsidR="009531C1">
        <w:t xml:space="preserve">výběrové </w:t>
      </w:r>
      <w:r>
        <w:t xml:space="preserve">řízení je: </w:t>
      </w:r>
      <w:r w:rsidR="00F72651">
        <w:t>Petr Dušek</w:t>
      </w:r>
      <w:r w:rsidR="004069DC" w:rsidRPr="000174E8">
        <w:rPr>
          <w:highlight w:val="green"/>
        </w:rPr>
        <w:t xml:space="preserve"> </w:t>
      </w:r>
    </w:p>
    <w:p w14:paraId="51A6C167" w14:textId="15FABBF2" w:rsidR="0035531B" w:rsidRDefault="0035531B" w:rsidP="0035531B">
      <w:pPr>
        <w:pStyle w:val="Textbezslovn"/>
        <w:spacing w:after="0"/>
      </w:pPr>
      <w:r>
        <w:t xml:space="preserve">telefon: </w:t>
      </w:r>
      <w:r>
        <w:tab/>
      </w:r>
      <w:r w:rsidR="004069DC" w:rsidRPr="005F2A1F">
        <w:t>+420</w:t>
      </w:r>
      <w:r w:rsidR="00F72651">
        <w:t> 725 994 040</w:t>
      </w:r>
    </w:p>
    <w:p w14:paraId="05566EE1" w14:textId="257FB2A7" w:rsidR="0035531B" w:rsidRDefault="0035531B" w:rsidP="0035531B">
      <w:pPr>
        <w:pStyle w:val="Textbezslovn"/>
        <w:spacing w:after="0"/>
      </w:pPr>
      <w:r>
        <w:t xml:space="preserve">e-mail: </w:t>
      </w:r>
      <w:r>
        <w:tab/>
      </w:r>
      <w:hyperlink r:id="rId12" w:history="1">
        <w:r w:rsidR="00F72651" w:rsidRPr="00944330">
          <w:rPr>
            <w:rStyle w:val="Hypertextovodkaz"/>
            <w:rFonts w:ascii="Verdana" w:hAnsi="Verdana" w:cs="Calibri"/>
          </w:rPr>
          <w:t>dusekp@spravazeleznic.cz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68BCA175" w14:textId="3331EACC" w:rsidR="00734CFC" w:rsidRDefault="00D32FA3" w:rsidP="00D32FA3">
      <w:pPr>
        <w:pStyle w:val="Textbezslovn"/>
        <w:spacing w:after="0" w:line="240" w:lineRule="auto"/>
      </w:pPr>
      <w:r>
        <w:tab/>
      </w:r>
      <w:r>
        <w:tab/>
        <w:t>190 00 Praha 9</w:t>
      </w:r>
    </w:p>
    <w:p w14:paraId="3721AD9C" w14:textId="3B4FEF17" w:rsidR="007633CF" w:rsidRDefault="0035531B" w:rsidP="0096035B">
      <w:pPr>
        <w:pStyle w:val="Nadpis1-1"/>
      </w:pPr>
      <w:bookmarkStart w:id="7" w:name="_Toc34047333"/>
      <w:r>
        <w:t>ÚČEL</w:t>
      </w:r>
      <w:r w:rsidR="00845C50">
        <w:t xml:space="preserve"> </w:t>
      </w:r>
      <w:r w:rsidR="00776A8A">
        <w:t>A</w:t>
      </w:r>
      <w:r w:rsidR="00845C50">
        <w:t> </w:t>
      </w:r>
      <w:r>
        <w:t>PŘEDMĚT PLNĚNÍ VEŘEJNÉ ZAKÁZKY</w:t>
      </w:r>
      <w:bookmarkEnd w:id="7"/>
    </w:p>
    <w:p w14:paraId="32F6D60D" w14:textId="77777777" w:rsidR="0035531B" w:rsidRDefault="0035531B" w:rsidP="0035531B">
      <w:pPr>
        <w:pStyle w:val="Text1-1"/>
      </w:pPr>
      <w:r>
        <w:t>Předmět plnění veřejné zakázky</w:t>
      </w:r>
    </w:p>
    <w:p w14:paraId="27AE372E" w14:textId="29111FAE" w:rsidR="0096035B" w:rsidRDefault="0096035B" w:rsidP="0096035B">
      <w:pPr>
        <w:pStyle w:val="Textbezslovn"/>
        <w:spacing w:after="60"/>
        <w:ind w:left="709"/>
      </w:pPr>
      <w:r w:rsidRPr="0096035B">
        <w:t>Předmětem díla je zhotovení stavby „</w:t>
      </w:r>
      <w:r w:rsidRPr="0096035B">
        <w:rPr>
          <w:b/>
        </w:rPr>
        <w:t>Výstavba zastávky Karlovy Vary aréna"</w:t>
      </w:r>
      <w:r w:rsidRPr="0096035B">
        <w:t>, jejímž</w:t>
      </w:r>
      <w:r>
        <w:t xml:space="preserve"> </w:t>
      </w:r>
      <w:r w:rsidRPr="0096035B">
        <w:t>cílem je zlepšení kultury cestování, zvýšení komfortu cestujících a celkové zlepšení dopravní obslužnosti lokality při dodržení zásad interoperability. Stavba nenavazuje na předchozí stupně dokumentace.</w:t>
      </w:r>
    </w:p>
    <w:p w14:paraId="048FFBCC" w14:textId="7E009C75" w:rsidR="0096035B" w:rsidRDefault="0096035B" w:rsidP="00362FB8">
      <w:pPr>
        <w:pStyle w:val="Textbezslovn"/>
      </w:pPr>
      <w:r w:rsidRPr="0096035B">
        <w:t>Součástí plnění je provedení všech potřebných úkon</w:t>
      </w:r>
      <w:r>
        <w:t>ů</w:t>
      </w:r>
      <w:r w:rsidRPr="0096035B">
        <w:t xml:space="preserve"> nutných k uvedení stavby dle jednotlivých </w:t>
      </w:r>
      <w:r>
        <w:t>SO</w:t>
      </w:r>
      <w:r w:rsidRPr="0096035B">
        <w:t xml:space="preserve"> a PS do užívání, resp. vydání kolaudačního souhlasu dle §122 zákona č. 183/2006 Sb.</w:t>
      </w:r>
    </w:p>
    <w:p w14:paraId="64DE0058" w14:textId="7E6BFDA4" w:rsidR="0096035B" w:rsidRDefault="0096035B" w:rsidP="00362FB8">
      <w:pPr>
        <w:pStyle w:val="Textbezslovn"/>
      </w:pPr>
      <w:r w:rsidRPr="0096035B">
        <w:t>Rozsah Díla „Výstavba zastávky Karlovy Vary aréna" je zhotovení stavby v rozsahu daném Dokumentací pro stavební povolení.</w:t>
      </w:r>
    </w:p>
    <w:p w14:paraId="0C799DC5" w14:textId="751940F5" w:rsidR="0035531B" w:rsidRDefault="0035531B" w:rsidP="00362FB8">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013397C6" w:rsidR="00AA46C6" w:rsidRDefault="0096035B" w:rsidP="00AA46C6">
      <w:pPr>
        <w:pStyle w:val="Text1-1"/>
        <w:numPr>
          <w:ilvl w:val="0"/>
          <w:numId w:val="0"/>
        </w:numPr>
        <w:ind w:left="737"/>
      </w:pPr>
      <w:r>
        <w:t>Neobsazeno.</w:t>
      </w:r>
    </w:p>
    <w:p w14:paraId="6AD9415A" w14:textId="66A2709A" w:rsidR="00734CFC" w:rsidRDefault="007354E9" w:rsidP="00D32FA3">
      <w:pPr>
        <w:pStyle w:val="Text1-1"/>
      </w:pPr>
      <w:r w:rsidRPr="007354E9">
        <w:t>Doba plnění veřejné zakázky je uvedena ve Smlouvě o dílo na plnění veřejné zakázky, jejíž závazný vzor tvoří Díl 2 zadávací dokumentace</w:t>
      </w:r>
      <w:r w:rsidR="00D32FA3">
        <w:t>.</w:t>
      </w: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D401E6">
        <w:rPr>
          <w:b/>
        </w:rPr>
        <w:t>České republiky - Státního</w:t>
      </w:r>
      <w:r w:rsidR="00192BA0" w:rsidRPr="00D401E6">
        <w:rPr>
          <w:b/>
        </w:rPr>
        <w:t xml:space="preserve"> fondu dopravní infrastruktury.</w:t>
      </w:r>
    </w:p>
    <w:p w14:paraId="397A0BD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E405AF6" w14:textId="4E851B5A" w:rsidR="00E03B1B" w:rsidRPr="00EB42D5" w:rsidRDefault="00E03B1B" w:rsidP="00E03B1B">
      <w:pPr>
        <w:pStyle w:val="Text1-1"/>
        <w:rPr>
          <w:rStyle w:val="Tun9b"/>
          <w:b w:val="0"/>
        </w:rPr>
      </w:pPr>
      <w:bookmarkStart w:id="9" w:name="_Toc34047335"/>
      <w:r>
        <w:t xml:space="preserve">Zadavatel </w:t>
      </w:r>
      <w:r w:rsidRPr="008A715B">
        <w:rPr>
          <w:rStyle w:val="Tun9b"/>
          <w:b w:val="0"/>
        </w:rPr>
        <w:t xml:space="preserve">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Pr>
          <w:rStyle w:val="Tun9b"/>
        </w:rPr>
        <w:t>14 823 016</w:t>
      </w:r>
      <w:r w:rsidRPr="001E0205">
        <w:rPr>
          <w:rStyle w:val="Tun9b"/>
        </w:rPr>
        <w:t xml:space="preserve">,- Kč </w:t>
      </w:r>
      <w:r w:rsidRPr="006F7271">
        <w:rPr>
          <w:rStyle w:val="Tun9b"/>
        </w:rPr>
        <w:t>je nejvyšší přípustnou nabídkovou cenou (bez DPH), a to pod sankcí vyloučení z další účasti v zadávacím řízení.</w:t>
      </w:r>
    </w:p>
    <w:p w14:paraId="4805FF61" w14:textId="77777777" w:rsidR="0035531B" w:rsidRDefault="0035531B" w:rsidP="006F6B09">
      <w:pPr>
        <w:pStyle w:val="Nadpis1-1"/>
      </w:pPr>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93B9B2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EBBFAC9" w14:textId="20B4EC65" w:rsid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246B0B" w:rsidRPr="00FD39DE">
        <w:rPr>
          <w:rStyle w:val="Tun9b"/>
        </w:rPr>
        <w:t>SOUPIS PRACÍ S VÝKAZEM VÝMĚR</w:t>
      </w:r>
    </w:p>
    <w:p w14:paraId="48C7EB93" w14:textId="0B8FE983" w:rsidR="002810A5" w:rsidRPr="00261383" w:rsidRDefault="002810A5" w:rsidP="002810A5">
      <w:pPr>
        <w:pStyle w:val="Textbezslovn"/>
        <w:tabs>
          <w:tab w:val="left" w:pos="1701"/>
        </w:tabs>
        <w:spacing w:after="0"/>
        <w:ind w:left="1701" w:hanging="964"/>
      </w:pPr>
      <w:r>
        <w:t>Část 1</w:t>
      </w:r>
      <w:r w:rsidRPr="00261383">
        <w:tab/>
        <w:t xml:space="preserve">Rekapitulace ceny dle </w:t>
      </w:r>
      <w:r>
        <w:t>SO a PS</w:t>
      </w:r>
    </w:p>
    <w:p w14:paraId="57DDAF17" w14:textId="34B351DD" w:rsidR="002810A5" w:rsidRPr="002810A5" w:rsidRDefault="002810A5" w:rsidP="002810A5">
      <w:pPr>
        <w:pStyle w:val="Textbezslovn"/>
        <w:tabs>
          <w:tab w:val="left" w:pos="1701"/>
        </w:tabs>
        <w:ind w:left="1701" w:hanging="964"/>
        <w:rPr>
          <w:rStyle w:val="Tun9b"/>
          <w:b w:val="0"/>
        </w:rPr>
      </w:pPr>
      <w:r>
        <w:t>Část 2</w:t>
      </w:r>
      <w:r w:rsidRPr="00261383">
        <w:tab/>
        <w:t xml:space="preserve">Soupis prací členěný dle </w:t>
      </w:r>
      <w:r>
        <w:t>SO a PS</w:t>
      </w: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4DBB5ED9"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FE0A4A" w:rsidRPr="00200449">
          <w:rPr>
            <w:rStyle w:val="Hypertextovodkaz"/>
          </w:rPr>
          <w:t>https://www.spravazeleznic.cz/</w:t>
        </w:r>
      </w:hyperlink>
      <w:r w:rsidR="001D5DE6">
        <w:t xml:space="preserve"> (v sekci „O nás“ –&gt; „Vnitřní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28A30459" w:rsidR="0035531B" w:rsidRPr="008513D8" w:rsidRDefault="00FD39DE" w:rsidP="00725309">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122AE3" w:rsidRPr="00122AE3">
        <w:t xml:space="preserve">Výstavba </w:t>
      </w:r>
      <w:r w:rsidR="002810A5">
        <w:t>zastávky Karlovy Vary aréna</w:t>
      </w:r>
      <w:r w:rsidR="00122AE3">
        <w:t xml:space="preserve">“ </w:t>
      </w:r>
      <w:r w:rsidR="007E424B">
        <w:t xml:space="preserve">ve stupni </w:t>
      </w:r>
      <w:r w:rsidR="00122AE3">
        <w:t>DSP</w:t>
      </w:r>
      <w:r w:rsidR="007E424B">
        <w:t xml:space="preserve">, </w:t>
      </w:r>
      <w:r w:rsidR="00725309" w:rsidRPr="00725309">
        <w:t>zpracovatel Společnost „Zastávka KV aréna", Nerudova 1022/16, 412 01 Litoměřice; správce společnosti Chládek a Tintěra</w:t>
      </w:r>
      <w:r w:rsidR="00725309">
        <w:t>, a.s., Nerudova 1022/16, 412 O1 L</w:t>
      </w:r>
      <w:r w:rsidR="00725309" w:rsidRPr="00725309">
        <w:t>itoměřice, IČ: 62743881, DIČ: CZ62743881; společník H-PRO GEO s.r.o., Nerudova 1022/16, 412 01 Litoměřice, IČ: 06160778, DIČ: CZ06160778, 01/2020.</w:t>
      </w:r>
    </w:p>
    <w:p w14:paraId="6B38693B" w14:textId="5A968A76" w:rsidR="00734CFC" w:rsidRDefault="00FD39DE" w:rsidP="00D32FA3">
      <w:pPr>
        <w:pStyle w:val="Text1-1"/>
      </w:pPr>
      <w:r>
        <w:t>Pro vyloučení pochybností zadavatel uvádí, že ohledně této veřejné zakázky nevedl předběžné t</w:t>
      </w:r>
      <w:r w:rsidR="00D32FA3">
        <w:t>ržní konzultace.</w:t>
      </w: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2BEEFEFE"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795DF7">
        <w:rPr>
          <w:b/>
        </w:rPr>
        <w:t>4</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0520170D" w:rsidR="0035531B" w:rsidRDefault="00FD39DE" w:rsidP="00FD39DE">
      <w:pPr>
        <w:pStyle w:val="Text1-1"/>
      </w:pPr>
      <w:r w:rsidRPr="007366CD">
        <w:t xml:space="preserve">Zadavatel poskytne vysvětlení zadávací dokumentace </w:t>
      </w:r>
      <w:r w:rsidRPr="00DA4626">
        <w:rPr>
          <w:b/>
        </w:rPr>
        <w:t xml:space="preserve">nejpozději do </w:t>
      </w:r>
      <w:r w:rsidR="00795DF7">
        <w:rPr>
          <w:b/>
        </w:rPr>
        <w:t>2</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3A7A7EA9"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859F9E8" w14:textId="273517E4" w:rsidR="00B36FAC" w:rsidRDefault="00B36FAC" w:rsidP="00B36FAC">
      <w:pPr>
        <w:pStyle w:val="Text1-1"/>
      </w:pPr>
      <w:r w:rsidRPr="00B36FAC">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B36FAC">
        <w:lastRenderedPageBreak/>
        <w:t>od odeslání změny nebo doplnění zadávací dokumentace činila nejméně celou původní délku lhůty pro podání nabídek.</w:t>
      </w: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t>Zadavatel požaduje prokázání základní způsobilosti. Způsobilým není dodavatel, který</w:t>
      </w:r>
      <w:r>
        <w:t>:</w:t>
      </w:r>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7754CE74"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B812311" w14:textId="77777777" w:rsidR="00246B0B" w:rsidRDefault="00246B0B" w:rsidP="00246B0B">
      <w:pPr>
        <w:pStyle w:val="Odrka1-1"/>
        <w:numPr>
          <w:ilvl w:val="0"/>
          <w:numId w:val="0"/>
        </w:numPr>
        <w:spacing w:after="0"/>
        <w:ind w:left="1077"/>
      </w:pPr>
    </w:p>
    <w:p w14:paraId="085BE4CC" w14:textId="77777777" w:rsidR="000E4DCD" w:rsidRDefault="000E4DCD" w:rsidP="000E4DCD">
      <w:pPr>
        <w:pStyle w:val="Odrka1-1"/>
        <w:numPr>
          <w:ilvl w:val="0"/>
          <w:numId w:val="0"/>
        </w:numPr>
        <w:spacing w:after="0"/>
        <w:ind w:left="1077"/>
      </w:pPr>
    </w:p>
    <w:p w14:paraId="3C0C0414" w14:textId="77777777" w:rsidR="0035531B" w:rsidRPr="00995E4D" w:rsidRDefault="0035531B" w:rsidP="00D10A2D">
      <w:pPr>
        <w:pStyle w:val="Odrka1-2-"/>
        <w:rPr>
          <w:b/>
        </w:rPr>
      </w:pPr>
      <w:r w:rsidRPr="00995E4D">
        <w:rPr>
          <w:b/>
        </w:rPr>
        <w:t>Provádění staveb, jejich změn</w:t>
      </w:r>
      <w:r w:rsidR="00845C50" w:rsidRPr="00995E4D">
        <w:rPr>
          <w:b/>
        </w:rPr>
        <w:t xml:space="preserve"> a </w:t>
      </w:r>
      <w:r w:rsidRPr="00995E4D">
        <w:rPr>
          <w:b/>
        </w:rPr>
        <w:t>odstraňování,</w:t>
      </w:r>
    </w:p>
    <w:p w14:paraId="34053C52" w14:textId="2356C46C" w:rsidR="0035531B" w:rsidRPr="00995E4D" w:rsidRDefault="0035531B" w:rsidP="00CC4380">
      <w:pPr>
        <w:pStyle w:val="Odrka1-2-"/>
        <w:rPr>
          <w:b/>
        </w:rPr>
      </w:pPr>
      <w:r w:rsidRPr="00995E4D">
        <w:rPr>
          <w:b/>
        </w:rPr>
        <w:t>Revize, prohlídky</w:t>
      </w:r>
      <w:r w:rsidR="00845C50" w:rsidRPr="00995E4D">
        <w:rPr>
          <w:b/>
        </w:rPr>
        <w:t xml:space="preserve"> a </w:t>
      </w:r>
      <w:r w:rsidRPr="00995E4D">
        <w:rPr>
          <w:b/>
        </w:rPr>
        <w:t>zkoušky určených technických zařízení</w:t>
      </w:r>
      <w:r w:rsidR="00092CC9" w:rsidRPr="00995E4D">
        <w:rPr>
          <w:b/>
        </w:rPr>
        <w:t xml:space="preserve"> v </w:t>
      </w:r>
      <w:r w:rsidRPr="00995E4D">
        <w:rPr>
          <w:b/>
        </w:rPr>
        <w:t>provozu,</w:t>
      </w:r>
    </w:p>
    <w:p w14:paraId="52BA25FF" w14:textId="39492460" w:rsidR="000E4DCD" w:rsidRPr="00995E4D" w:rsidRDefault="000E4DCD" w:rsidP="000E4DCD">
      <w:pPr>
        <w:pStyle w:val="Odrka1-2-"/>
        <w:rPr>
          <w:b/>
        </w:rPr>
      </w:pPr>
      <w:r w:rsidRPr="00995E4D">
        <w:rPr>
          <w:b/>
        </w:rPr>
        <w:t>Projektová činnost ve výstavbě,</w:t>
      </w:r>
    </w:p>
    <w:p w14:paraId="47E7F373" w14:textId="77777777" w:rsidR="0035531B" w:rsidRPr="00995E4D" w:rsidRDefault="0035531B" w:rsidP="00CC4380">
      <w:pPr>
        <w:pStyle w:val="Odrka1-2-"/>
        <w:rPr>
          <w:b/>
        </w:rPr>
      </w:pPr>
      <w:r w:rsidRPr="00995E4D">
        <w:rPr>
          <w:b/>
        </w:rPr>
        <w:t>Výkon zeměměřických činností,</w:t>
      </w:r>
    </w:p>
    <w:p w14:paraId="28735E91" w14:textId="2F4D6C12" w:rsidR="0035531B" w:rsidRDefault="0035531B" w:rsidP="002200EB">
      <w:pPr>
        <w:pStyle w:val="Odrka1-2-"/>
        <w:numPr>
          <w:ilvl w:val="0"/>
          <w:numId w:val="0"/>
        </w:numPr>
        <w:ind w:left="1531"/>
      </w:pPr>
    </w:p>
    <w:p w14:paraId="6CFFA7B5" w14:textId="77777777" w:rsidR="0035531B" w:rsidRDefault="0035531B" w:rsidP="00092CC9">
      <w:pPr>
        <w:pStyle w:val="Odrka1-1"/>
      </w:pPr>
      <w:r>
        <w:t>Odborná způsobilost:</w:t>
      </w:r>
    </w:p>
    <w:p w14:paraId="12B362C0" w14:textId="390B9FA3" w:rsidR="00B36FAC" w:rsidRPr="00B36FAC" w:rsidRDefault="00B36FAC" w:rsidP="00B36FAC">
      <w:pPr>
        <w:pStyle w:val="Odrka1-2-"/>
      </w:pPr>
      <w:r w:rsidRPr="00B36FAC">
        <w:t>Zadavatel požaduje předložení dokladu o autorizaci v rozsahu dle § 5 odst. 3 písm.</w:t>
      </w:r>
      <w:r w:rsidR="00FF66EA">
        <w:rPr>
          <w:b/>
        </w:rPr>
        <w:t xml:space="preserve"> a), b)</w:t>
      </w:r>
      <w:r w:rsidR="00A23D66">
        <w:rPr>
          <w:b/>
        </w:rPr>
        <w:t>, e)</w:t>
      </w:r>
      <w:bookmarkStart w:id="12" w:name="_GoBack"/>
      <w:bookmarkEnd w:id="12"/>
      <w:r w:rsidRPr="00B36FAC">
        <w:rPr>
          <w:b/>
        </w:rPr>
        <w:t xml:space="preserve"> </w:t>
      </w:r>
      <w:r w:rsidRPr="00B36FAC">
        <w:t>a</w:t>
      </w:r>
      <w:r w:rsidRPr="00B36FAC">
        <w:rPr>
          <w:b/>
        </w:rPr>
        <w:t xml:space="preserve"> j) </w:t>
      </w:r>
      <w:r w:rsidRPr="00B36FAC">
        <w:t>zákona č. 360/1992 Sb., o výkonu povolání autorizovaných architektů a o výkonu povolání autorizovaných inženýrů a techniků činných ve výstavbě, ve znění pozdějších předpisů.</w:t>
      </w:r>
    </w:p>
    <w:p w14:paraId="54C3A008" w14:textId="56260D8E"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1E31D4">
        <w:t xml:space="preserve">písm. </w:t>
      </w:r>
      <w:r w:rsidRPr="001E31D4">
        <w:rPr>
          <w:rStyle w:val="Tun9b"/>
        </w:rPr>
        <w:t>a)</w:t>
      </w:r>
      <w:r w:rsidR="00845C50" w:rsidRPr="001E31D4">
        <w:rPr>
          <w:rStyle w:val="Tun9b"/>
        </w:rPr>
        <w:t xml:space="preserve"> </w:t>
      </w:r>
      <w:r w:rsidR="00845C50" w:rsidRPr="002200EB">
        <w:rPr>
          <w:rStyle w:val="Tun9b"/>
          <w:b w:val="0"/>
        </w:rPr>
        <w:t>a</w:t>
      </w:r>
      <w:r w:rsidR="00845C50" w:rsidRPr="001E31D4">
        <w:rPr>
          <w:rStyle w:val="Tun9b"/>
        </w:rPr>
        <w:t> </w:t>
      </w:r>
      <w:r w:rsidRPr="001E31D4">
        <w:rPr>
          <w:rStyle w:val="Tun9b"/>
        </w:rPr>
        <w:t>c)</w:t>
      </w:r>
      <w:r w:rsidRPr="001E31D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CE2E7C4" w14:textId="77777777" w:rsidR="00B36FAC" w:rsidRDefault="00B36FAC" w:rsidP="00B36FAC">
      <w:pPr>
        <w:pStyle w:val="Odrka1-2-"/>
        <w:numPr>
          <w:ilvl w:val="0"/>
          <w:numId w:val="0"/>
        </w:numPr>
        <w:ind w:left="1531"/>
      </w:pP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25D34653" w:rsidR="00F95A2C" w:rsidRDefault="00F95A2C" w:rsidP="00F95A2C">
      <w:pPr>
        <w:pStyle w:val="Textbezslovn"/>
      </w:pPr>
      <w:r>
        <w:t xml:space="preserve">Zadavatel požaduje předložení seznamu stavebních prací poskytnutých dodavatelem na stavbách </w:t>
      </w:r>
      <w:r w:rsidRPr="00E26058">
        <w:t>železničních</w:t>
      </w:r>
      <w:r w:rsidR="00E26058">
        <w:t xml:space="preserve"> drah</w:t>
      </w:r>
      <w:r>
        <w:t xml:space="preserve">, jak jsou vymezeny v § 5 </w:t>
      </w:r>
      <w:r w:rsidRPr="00E26058">
        <w:t>odst. 1 a v § 3 odst. 1</w:t>
      </w:r>
      <w:r>
        <w:t xml:space="preserve"> zákona č. 266/1994 Sb., o dráhách, ve znění pozdějších předpisů, za posledních </w:t>
      </w:r>
      <w:r w:rsidR="00FF66EA">
        <w:rPr>
          <w:b/>
        </w:rPr>
        <w:t>8</w:t>
      </w:r>
      <w:r w:rsidRPr="00E26058">
        <w:rPr>
          <w:b/>
        </w:rPr>
        <w:t xml:space="preserve"> let</w:t>
      </w:r>
      <w:r>
        <w:t xml:space="preserve"> před zahájením výběrového řízení (dále jako „</w:t>
      </w:r>
      <w:r w:rsidRPr="00F95A2C">
        <w:rPr>
          <w:b/>
        </w:rPr>
        <w:t>stavební práce</w:t>
      </w:r>
      <w:r>
        <w:t xml:space="preserve">“). </w:t>
      </w:r>
    </w:p>
    <w:p w14:paraId="186D928F" w14:textId="056159D1" w:rsidR="00126E09" w:rsidRDefault="00126E09" w:rsidP="00F95A2C">
      <w:pPr>
        <w:pStyle w:val="Textbezslovn"/>
      </w:pPr>
      <w:r w:rsidRPr="00126E0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FF66EA">
        <w:rPr>
          <w:b/>
        </w:rPr>
        <w:t>8</w:t>
      </w:r>
      <w:r w:rsidRPr="00126E09">
        <w:rPr>
          <w:b/>
        </w:rPr>
        <w:t xml:space="preserve"> letech</w:t>
      </w:r>
      <w:r w:rsidRPr="00126E09">
        <w:t xml:space="preserve"> před zahájením výběrového řízení řádně poskytl a dokončil </w:t>
      </w:r>
      <w:r w:rsidRPr="00126E09">
        <w:rPr>
          <w:b/>
        </w:rPr>
        <w:t>minimálně 2 stavební práce</w:t>
      </w:r>
      <w:r w:rsidRPr="00126E09">
        <w:t xml:space="preserve"> v celkové hodnotě v součtu, včetně případných poddodávek, alespoň ve výši </w:t>
      </w:r>
      <w:r w:rsidRPr="00126E09">
        <w:rPr>
          <w:b/>
        </w:rPr>
        <w:t>1</w:t>
      </w:r>
      <w:r w:rsidR="00FF66EA">
        <w:rPr>
          <w:b/>
        </w:rPr>
        <w:t>0</w:t>
      </w:r>
      <w:r w:rsidRPr="00126E09">
        <w:rPr>
          <w:b/>
        </w:rPr>
        <w:t xml:space="preserve"> 000 000,- Kč bez DPH</w:t>
      </w:r>
      <w:r w:rsidRPr="00126E09">
        <w:t xml:space="preserve">, jejichž součástí byla novostavba nebo rekonstrukce železniční zastávky nebo železniční stanice, přičemž celková hodnota alespoň jedné provedené stavební práce musí, včetně případných poddodávek, činit alespoň </w:t>
      </w:r>
      <w:r w:rsidR="00FF66EA">
        <w:rPr>
          <w:b/>
        </w:rPr>
        <w:t>4</w:t>
      </w:r>
      <w:r w:rsidRPr="00126E09">
        <w:rPr>
          <w:b/>
        </w:rPr>
        <w:t xml:space="preserve"> 000 000,- Kč bez DPH</w:t>
      </w:r>
      <w:r w:rsidRPr="00126E09">
        <w:t xml:space="preserve">. </w:t>
      </w:r>
    </w:p>
    <w:p w14:paraId="3195D018" w14:textId="24FCFC73"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19687BB" w14:textId="11988BC8" w:rsidR="00246B0B" w:rsidRDefault="00AF4A09" w:rsidP="00126E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w:t>
      </w:r>
      <w:r w:rsidR="00126E09">
        <w:t>ňující definici stavební práce.</w:t>
      </w:r>
    </w:p>
    <w:p w14:paraId="33CBA4C0"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267C2A60"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3C0549B8" w14:textId="77777777" w:rsidR="00126E09" w:rsidRDefault="00126E09" w:rsidP="00126E09">
      <w:pPr>
        <w:pStyle w:val="Odstavec1-1a"/>
        <w:numPr>
          <w:ilvl w:val="0"/>
          <w:numId w:val="33"/>
        </w:numPr>
        <w:spacing w:after="60"/>
      </w:pPr>
      <w:r>
        <w:t>minimálně středoškolské vzdělání;</w:t>
      </w:r>
    </w:p>
    <w:p w14:paraId="31E9E64B" w14:textId="77777777" w:rsidR="00126E09" w:rsidRDefault="00126E09" w:rsidP="00126E09">
      <w:pPr>
        <w:pStyle w:val="Odstavec1-1a"/>
        <w:numPr>
          <w:ilvl w:val="0"/>
          <w:numId w:val="33"/>
        </w:numPr>
        <w:spacing w:after="60"/>
      </w:pPr>
      <w:r>
        <w:t xml:space="preserve">nejméně 5 let praxe v řízení provádění staveb železničních drah; </w:t>
      </w:r>
    </w:p>
    <w:p w14:paraId="7534ABE7" w14:textId="77777777" w:rsidR="00126E09" w:rsidRDefault="00126E09" w:rsidP="00126E09">
      <w:pPr>
        <w:pStyle w:val="Odstavec1-1a"/>
        <w:numPr>
          <w:ilvl w:val="0"/>
          <w:numId w:val="33"/>
        </w:numPr>
        <w:spacing w:after="60"/>
      </w:pPr>
      <w:r>
        <w:t xml:space="preserve">musí předložit doklad o autorizaci v rozsahu dle § 5 odst. 3 písm. </w:t>
      </w:r>
      <w:r w:rsidRPr="00126E09">
        <w:rPr>
          <w:b/>
        </w:rPr>
        <w:t>b)</w:t>
      </w:r>
      <w:r>
        <w:t xml:space="preserve"> zákona č. 360/1992 Sb., o výkonu povolání autorizovaných architektů a o výkonu povolání autorizovaných inženýrů a techniků činných ve výstavbě, ve znění pozdějších předpisů (dále jen „autorizační zákon“), tedy v oboru </w:t>
      </w:r>
      <w:r w:rsidRPr="00126E09">
        <w:rPr>
          <w:b/>
        </w:rPr>
        <w:t>dopravní stavby</w:t>
      </w:r>
      <w:r>
        <w:t xml:space="preserve">; </w:t>
      </w:r>
    </w:p>
    <w:p w14:paraId="0DF5DE9D" w14:textId="77777777" w:rsidR="00126E09" w:rsidRPr="005B5D49" w:rsidRDefault="00126E09" w:rsidP="00126E09">
      <w:pPr>
        <w:pStyle w:val="Odstavec1-1a"/>
        <w:rPr>
          <w:rStyle w:val="Tun9b"/>
        </w:rPr>
      </w:pPr>
      <w:r w:rsidRPr="005B5D49">
        <w:rPr>
          <w:rStyle w:val="Tun9b"/>
        </w:rPr>
        <w:t xml:space="preserve">specialista (vedoucí prací) na železniční svršek a spodek </w:t>
      </w:r>
    </w:p>
    <w:p w14:paraId="2C69D8A5" w14:textId="77777777" w:rsidR="00126E09" w:rsidRPr="009C399B" w:rsidRDefault="00126E09" w:rsidP="00126E09">
      <w:pPr>
        <w:pStyle w:val="Odrka1-2-"/>
      </w:pPr>
      <w:r w:rsidRPr="009C399B">
        <w:t>minimálně středoškolské vzdělání;</w:t>
      </w:r>
    </w:p>
    <w:p w14:paraId="73A900D7" w14:textId="77777777" w:rsidR="00126E09" w:rsidRPr="009C399B" w:rsidRDefault="00126E09" w:rsidP="00126E09">
      <w:pPr>
        <w:pStyle w:val="Odrka1-2-"/>
      </w:pPr>
      <w:r w:rsidRPr="009C399B">
        <w:t>nejméně 5 let praxe v oboru své specializace (železniční svršek a spodek) při provádění staveb;</w:t>
      </w:r>
    </w:p>
    <w:p w14:paraId="35921C36" w14:textId="77777777" w:rsidR="00126E09" w:rsidRPr="009C399B" w:rsidRDefault="00126E09" w:rsidP="00126E09">
      <w:pPr>
        <w:pStyle w:val="Odrka1-2-"/>
      </w:pPr>
      <w:r w:rsidRPr="009C399B">
        <w:t xml:space="preserve">musí předložit doklad o autorizaci v rozsahu dle § 5 odst. 3 písm. </w:t>
      </w:r>
      <w:r w:rsidRPr="009C399B">
        <w:rPr>
          <w:b/>
        </w:rPr>
        <w:t>b)</w:t>
      </w:r>
      <w:r w:rsidRPr="009C399B">
        <w:t xml:space="preserve"> zákona č. 360/1992 Sb., o výkonu povolání autorizovaných architektů a o výkonu povolání autorizovaných inženýrů a techniků činných ve výstavbě, ve znění pozdějších předpisů (dále jen „autorizační zákon“), tedy v oboru </w:t>
      </w:r>
      <w:r w:rsidRPr="009C399B">
        <w:rPr>
          <w:b/>
        </w:rPr>
        <w:t>dopravní stavby</w:t>
      </w:r>
      <w:r>
        <w:rPr>
          <w:b/>
        </w:rPr>
        <w:t>;</w:t>
      </w:r>
      <w:r w:rsidRPr="009C399B">
        <w:t xml:space="preserve"> </w:t>
      </w:r>
    </w:p>
    <w:p w14:paraId="415110DE" w14:textId="489E8DE4" w:rsidR="00126E09" w:rsidRPr="005B5D49" w:rsidRDefault="00126E09" w:rsidP="00126E09">
      <w:pPr>
        <w:pStyle w:val="Odstavec1-1a"/>
        <w:rPr>
          <w:rStyle w:val="Tun9b"/>
        </w:rPr>
      </w:pPr>
      <w:r w:rsidRPr="005B5D49">
        <w:rPr>
          <w:rStyle w:val="Tun9b"/>
        </w:rPr>
        <w:t>specialista (vedoucí prací) na pozemní stavby</w:t>
      </w:r>
    </w:p>
    <w:p w14:paraId="5E00F8E7" w14:textId="77777777" w:rsidR="00126E09" w:rsidRPr="009C399B" w:rsidRDefault="00126E09" w:rsidP="00126E09">
      <w:pPr>
        <w:pStyle w:val="Odrka1-2-"/>
      </w:pPr>
      <w:r w:rsidRPr="009C399B">
        <w:t>minimálně středoškolské vzdělání;</w:t>
      </w:r>
    </w:p>
    <w:p w14:paraId="6659911B" w14:textId="77777777" w:rsidR="00126E09" w:rsidRPr="009C399B" w:rsidRDefault="00126E09" w:rsidP="00126E09">
      <w:pPr>
        <w:pStyle w:val="Odrka1-2-"/>
      </w:pPr>
      <w:r w:rsidRPr="009C399B">
        <w:t>nejméně 5 let praxe v oboru své specializace (pozemní stavby) při provádění staveb;</w:t>
      </w:r>
    </w:p>
    <w:p w14:paraId="152094D3" w14:textId="1FF92622" w:rsidR="00126E09" w:rsidRDefault="00126E09" w:rsidP="00126E09">
      <w:pPr>
        <w:pStyle w:val="Odrka1-2-"/>
      </w:pPr>
      <w:r w:rsidRPr="009C399B">
        <w:t xml:space="preserve">musí předložit doklad o autorizaci v rozsahu dle § 5 odst. 3 písm. </w:t>
      </w:r>
      <w:r>
        <w:rPr>
          <w:b/>
        </w:rPr>
        <w:t>a</w:t>
      </w:r>
      <w:r w:rsidRPr="009C399B">
        <w:rPr>
          <w:b/>
        </w:rPr>
        <w:t>)</w:t>
      </w:r>
      <w:r w:rsidRPr="009C399B">
        <w:t xml:space="preserve"> zákona č. 360/1992 Sb., o výkonu povolání autorizovaných architektů a o výkonu povolání autorizovaných inženýrů a techniků činných ve výstavbě, ve znění pozdějších předpisů (dále jen „autorizační zákon“), tedy v oboru </w:t>
      </w:r>
      <w:r>
        <w:rPr>
          <w:b/>
        </w:rPr>
        <w:t xml:space="preserve">pozemní </w:t>
      </w:r>
      <w:r w:rsidRPr="005B5D49">
        <w:rPr>
          <w:b/>
        </w:rPr>
        <w:t>stavby;</w:t>
      </w:r>
      <w:r w:rsidRPr="005B5D49">
        <w:t xml:space="preserve"> </w:t>
      </w:r>
    </w:p>
    <w:p w14:paraId="13716C48" w14:textId="77777777" w:rsidR="00725309" w:rsidRPr="004716B8" w:rsidRDefault="00725309" w:rsidP="00725309">
      <w:pPr>
        <w:pStyle w:val="Odstavec1-1a"/>
        <w:rPr>
          <w:rStyle w:val="Tun9b"/>
        </w:rPr>
      </w:pPr>
      <w:r w:rsidRPr="004716B8">
        <w:rPr>
          <w:rStyle w:val="Tun9b"/>
        </w:rPr>
        <w:t xml:space="preserve">specialista (vedoucí prací) na silnoproud </w:t>
      </w:r>
    </w:p>
    <w:p w14:paraId="0153B07F" w14:textId="77777777" w:rsidR="00725309" w:rsidRPr="004716B8" w:rsidRDefault="00725309" w:rsidP="00725309">
      <w:pPr>
        <w:pStyle w:val="Odrka1-2-"/>
      </w:pPr>
      <w:r w:rsidRPr="004716B8">
        <w:t>minimálně středoškolské vzdělání;</w:t>
      </w:r>
    </w:p>
    <w:p w14:paraId="02A69D4E" w14:textId="77777777" w:rsidR="00725309" w:rsidRPr="004716B8" w:rsidRDefault="00725309" w:rsidP="00725309">
      <w:pPr>
        <w:pStyle w:val="Odrka1-2-"/>
      </w:pPr>
      <w:r w:rsidRPr="004716B8">
        <w:t>nejméně 5 let praxe v oboru své specializace (silnoproud) při provádění staveb;</w:t>
      </w:r>
    </w:p>
    <w:p w14:paraId="68669513" w14:textId="4BCF9C1B" w:rsidR="00725309" w:rsidRPr="005B5D49" w:rsidRDefault="00725309" w:rsidP="00725309">
      <w:pPr>
        <w:pStyle w:val="Odrka1-2-"/>
      </w:pPr>
      <w:r w:rsidRPr="004716B8">
        <w:t xml:space="preserve">musí předložit doklad o autorizaci v rozsahu dle § 5 odst. 3 písm. </w:t>
      </w:r>
      <w:r w:rsidRPr="004716B8">
        <w:rPr>
          <w:b/>
        </w:rPr>
        <w:t>e)</w:t>
      </w:r>
      <w:r w:rsidRPr="004716B8">
        <w:t xml:space="preserve"> autorizačního zákona, </w:t>
      </w:r>
      <w:r w:rsidRPr="004716B8">
        <w:rPr>
          <w:b/>
        </w:rPr>
        <w:t>tedy v oboru technologická zařízení staveb</w:t>
      </w:r>
      <w:r w:rsidRPr="004716B8">
        <w:t>;</w:t>
      </w:r>
    </w:p>
    <w:p w14:paraId="1DFA183A" w14:textId="77777777" w:rsidR="00126E09" w:rsidRPr="005B5D49" w:rsidRDefault="00126E09" w:rsidP="00126E09">
      <w:pPr>
        <w:pStyle w:val="Odstavec1-1a"/>
        <w:rPr>
          <w:rStyle w:val="Tun9b"/>
        </w:rPr>
      </w:pPr>
      <w:r w:rsidRPr="005B5D49">
        <w:rPr>
          <w:rStyle w:val="Tun9b"/>
        </w:rPr>
        <w:t>specialista (vedoucí prací) na sdělovací a zabezpečovací zařízení</w:t>
      </w:r>
    </w:p>
    <w:p w14:paraId="1E803E0B" w14:textId="77777777" w:rsidR="00126E09" w:rsidRPr="009C399B" w:rsidRDefault="00126E09" w:rsidP="00126E09">
      <w:pPr>
        <w:pStyle w:val="Odrka1-2-"/>
      </w:pPr>
      <w:r w:rsidRPr="009C399B">
        <w:t>minimálně středoškolské vzdělání;</w:t>
      </w:r>
    </w:p>
    <w:p w14:paraId="38D8DEB9" w14:textId="77777777" w:rsidR="00126E09" w:rsidRPr="009C399B" w:rsidRDefault="00126E09" w:rsidP="00126E09">
      <w:pPr>
        <w:pStyle w:val="Odrka1-2-"/>
      </w:pPr>
      <w:r w:rsidRPr="009C399B">
        <w:lastRenderedPageBreak/>
        <w:t>nejméně 5 let praxe v oboru své specializace (sdělovací a zabezpečovací zařízení) při provádění staveb;</w:t>
      </w:r>
    </w:p>
    <w:p w14:paraId="323F0B03" w14:textId="5F17C4AB" w:rsidR="00725309" w:rsidRPr="009C399B" w:rsidRDefault="00126E09" w:rsidP="00F202DA">
      <w:pPr>
        <w:pStyle w:val="Odrka1-2-"/>
      </w:pPr>
      <w:r w:rsidRPr="009C399B">
        <w:t xml:space="preserve">musí předložit doklad o autorizaci v rozsahu dle § 5 odst. 3 písm. </w:t>
      </w:r>
      <w:r w:rsidRPr="009C399B">
        <w:rPr>
          <w:b/>
        </w:rPr>
        <w:t>e)</w:t>
      </w:r>
      <w:r w:rsidRPr="009C399B">
        <w:t xml:space="preserve"> autorizačního zákona, tedy v </w:t>
      </w:r>
      <w:r w:rsidRPr="009C399B">
        <w:rPr>
          <w:b/>
        </w:rPr>
        <w:t>oboru technologická zařízení staveb</w:t>
      </w:r>
      <w:r w:rsidRPr="009C399B">
        <w:t>;</w:t>
      </w:r>
    </w:p>
    <w:p w14:paraId="5E9F34F8" w14:textId="77777777" w:rsidR="00126E09" w:rsidRPr="005B5D49" w:rsidRDefault="00126E09" w:rsidP="00126E09">
      <w:pPr>
        <w:pStyle w:val="Odstavec1-1a"/>
        <w:rPr>
          <w:rStyle w:val="Tun9b"/>
        </w:rPr>
      </w:pPr>
      <w:r w:rsidRPr="005B5D49">
        <w:rPr>
          <w:rStyle w:val="Tun9b"/>
        </w:rPr>
        <w:t>osoba odpovědná za kontrolu kvality</w:t>
      </w:r>
    </w:p>
    <w:p w14:paraId="1CBFFF03" w14:textId="77777777" w:rsidR="00126E09" w:rsidRPr="009C399B" w:rsidRDefault="00126E09" w:rsidP="00126E09">
      <w:pPr>
        <w:pStyle w:val="Odrka1-2-"/>
      </w:pPr>
      <w:r w:rsidRPr="009C399B">
        <w:t>minimálně středoškolské vzdělání;</w:t>
      </w:r>
    </w:p>
    <w:p w14:paraId="0CA6E5AB" w14:textId="77777777" w:rsidR="00126E09" w:rsidRPr="009C399B" w:rsidRDefault="00126E09" w:rsidP="00126E09">
      <w:pPr>
        <w:pStyle w:val="Odrka1-2-"/>
      </w:pPr>
      <w:r w:rsidRPr="009C399B">
        <w:t>nejméně 5 let praxe v oboru kontroly kvality, se znalostí ověřování kvality stavebních materiálů;</w:t>
      </w:r>
    </w:p>
    <w:p w14:paraId="79C580D9" w14:textId="77777777" w:rsidR="00126E09" w:rsidRPr="005B5D49" w:rsidRDefault="00126E09" w:rsidP="00126E09">
      <w:pPr>
        <w:pStyle w:val="Odstavec1-1a"/>
        <w:rPr>
          <w:rStyle w:val="Tun9b"/>
        </w:rPr>
      </w:pPr>
      <w:r w:rsidRPr="005B5D49">
        <w:rPr>
          <w:rStyle w:val="Tun9b"/>
        </w:rPr>
        <w:t>osoba odpovědná za bezpečnost a ochranu zdraví při práci</w:t>
      </w:r>
    </w:p>
    <w:p w14:paraId="28ECF9B9" w14:textId="77777777" w:rsidR="00126E09" w:rsidRPr="009C399B" w:rsidRDefault="00126E09" w:rsidP="00126E09">
      <w:pPr>
        <w:pStyle w:val="Odrka1-2-"/>
      </w:pPr>
      <w:r w:rsidRPr="009C399B">
        <w:t>minimálně středoškolské vzdělání;</w:t>
      </w:r>
    </w:p>
    <w:p w14:paraId="4A9EAA53" w14:textId="1479FD09" w:rsidR="00867408" w:rsidRDefault="00126E09" w:rsidP="00867408">
      <w:pPr>
        <w:pStyle w:val="Odrka1-2-"/>
      </w:pPr>
      <w:r w:rsidRPr="009C399B">
        <w:t>nejméně 5 let praxe v oboru bezpečnosti a ochrany zdraví při práci;</w:t>
      </w:r>
    </w:p>
    <w:p w14:paraId="26ECEC88" w14:textId="0CC48796" w:rsidR="00F202DA" w:rsidRDefault="00F202DA" w:rsidP="00F202DA">
      <w:pPr>
        <w:pStyle w:val="Odrka1-2-"/>
      </w:pPr>
      <w:r w:rsidRPr="009C399B">
        <w:t xml:space="preserve">musí předložit doklad o autorizaci v rozsahu dle § 5 odst. 3 písm. </w:t>
      </w:r>
      <w:r>
        <w:rPr>
          <w:b/>
        </w:rPr>
        <w:t>j</w:t>
      </w:r>
      <w:r w:rsidRPr="009C399B">
        <w:rPr>
          <w:b/>
        </w:rPr>
        <w:t>)</w:t>
      </w:r>
      <w:r w:rsidRPr="009C399B">
        <w:t xml:space="preserve"> autorizačního zákona, tedy v </w:t>
      </w:r>
      <w:r w:rsidRPr="009C399B">
        <w:rPr>
          <w:b/>
        </w:rPr>
        <w:t xml:space="preserve">oboru </w:t>
      </w:r>
      <w:r>
        <w:rPr>
          <w:b/>
        </w:rPr>
        <w:t>požární bezpečnost stav</w:t>
      </w:r>
      <w:r w:rsidR="00034213">
        <w:rPr>
          <w:b/>
        </w:rPr>
        <w:t>eb</w:t>
      </w:r>
      <w:r w:rsidRPr="009C399B">
        <w:t>;</w:t>
      </w:r>
    </w:p>
    <w:p w14:paraId="52318C3A" w14:textId="77777777" w:rsidR="00867408" w:rsidRPr="00D82976" w:rsidRDefault="00867408" w:rsidP="00867408">
      <w:pPr>
        <w:pStyle w:val="Odstavec1-1a"/>
        <w:rPr>
          <w:rStyle w:val="Tun9b"/>
        </w:rPr>
      </w:pPr>
      <w:r w:rsidRPr="00D82976">
        <w:rPr>
          <w:rStyle w:val="Tun9b"/>
        </w:rPr>
        <w:t>osoba odpovědná za odpadové hospodářství</w:t>
      </w:r>
    </w:p>
    <w:p w14:paraId="51DD7A8A" w14:textId="77777777" w:rsidR="00867408" w:rsidRPr="00D82976" w:rsidRDefault="00867408" w:rsidP="00867408">
      <w:pPr>
        <w:pStyle w:val="Odrka1-2-"/>
      </w:pPr>
      <w:r w:rsidRPr="00D82976">
        <w:t>minimálně středoškolské vzdělání;</w:t>
      </w:r>
    </w:p>
    <w:p w14:paraId="058500BB" w14:textId="6C42AD96" w:rsidR="00867408" w:rsidRPr="009C399B" w:rsidRDefault="00867408" w:rsidP="00867408">
      <w:pPr>
        <w:pStyle w:val="Odrka1-2-"/>
      </w:pPr>
      <w:r w:rsidRPr="00D82976">
        <w:t>nejméně 5 let praxe v oboru odpadového hospodářství;</w:t>
      </w:r>
    </w:p>
    <w:p w14:paraId="57D3B073" w14:textId="77777777" w:rsidR="00126E09" w:rsidRPr="005B5D49" w:rsidRDefault="00126E09" w:rsidP="00126E09">
      <w:pPr>
        <w:pStyle w:val="Odstavec1-1a"/>
        <w:rPr>
          <w:rStyle w:val="Tun9b"/>
        </w:rPr>
      </w:pPr>
      <w:r w:rsidRPr="005B5D49">
        <w:rPr>
          <w:rStyle w:val="Tun9b"/>
        </w:rPr>
        <w:t>osoba odpovědná za ochranu životního prostředí</w:t>
      </w:r>
    </w:p>
    <w:p w14:paraId="6F250E28" w14:textId="77777777" w:rsidR="00126E09" w:rsidRPr="009C399B" w:rsidRDefault="00126E09" w:rsidP="00126E09">
      <w:pPr>
        <w:pStyle w:val="Odrka1-2-"/>
      </w:pPr>
      <w:r w:rsidRPr="009C399B">
        <w:t>minimálně středoškolské vzdělání;</w:t>
      </w:r>
    </w:p>
    <w:p w14:paraId="7B9D0153" w14:textId="77777777" w:rsidR="00126E09" w:rsidRPr="009C399B" w:rsidRDefault="00126E09" w:rsidP="00126E09">
      <w:pPr>
        <w:pStyle w:val="Odrka1-2-"/>
      </w:pPr>
      <w:r w:rsidRPr="009C399B">
        <w:t>nejméně 5 let praxe v oboru ochrany životního prostředí;</w:t>
      </w:r>
    </w:p>
    <w:p w14:paraId="5148C377" w14:textId="77777777" w:rsidR="00126E09" w:rsidRPr="005B5D49" w:rsidRDefault="00126E09" w:rsidP="00126E09">
      <w:pPr>
        <w:pStyle w:val="Odstavec1-1a"/>
        <w:rPr>
          <w:rStyle w:val="Tun9b"/>
        </w:rPr>
      </w:pPr>
      <w:r w:rsidRPr="005B5D49">
        <w:rPr>
          <w:rStyle w:val="Tun9b"/>
        </w:rPr>
        <w:t>úředně oprávněný zeměměřický inženýr</w:t>
      </w:r>
    </w:p>
    <w:p w14:paraId="6F7F7EE0" w14:textId="77777777" w:rsidR="00126E09" w:rsidRPr="009C399B" w:rsidRDefault="00126E09" w:rsidP="00126E09">
      <w:pPr>
        <w:pStyle w:val="Odrka1-2-"/>
      </w:pPr>
      <w:r w:rsidRPr="009C399B">
        <w:t xml:space="preserve">oprávnění pro ověřování výsledků zeměměřických činností v rozsahu dle § 13 odst. 1 písm. </w:t>
      </w:r>
      <w:r w:rsidRPr="00867408">
        <w:rPr>
          <w:b/>
        </w:rPr>
        <w:t>a)</w:t>
      </w:r>
      <w:r w:rsidRPr="009C399B">
        <w:t xml:space="preserve"> a </w:t>
      </w:r>
      <w:r w:rsidRPr="00867408">
        <w:rPr>
          <w:b/>
        </w:rPr>
        <w:t>c)</w:t>
      </w:r>
      <w:r w:rsidRPr="009C399B">
        <w:t xml:space="preserve"> zákona č. 200/1994 Sb., o zeměměřictví a o změně a doplnění některých zákonů souvisejících s jeho zavedením, ve znění pozdějších předpisů;</w:t>
      </w:r>
    </w:p>
    <w:p w14:paraId="49F85300" w14:textId="77777777" w:rsidR="00F27080" w:rsidRDefault="00F27080" w:rsidP="008B2021">
      <w:pPr>
        <w:pStyle w:val="Textbezslovn"/>
      </w:pPr>
    </w:p>
    <w:p w14:paraId="48E1A60E" w14:textId="598477E4"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AC341E" w14:textId="1A22F57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CC4CF16"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5496B6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03AD59E" w14:textId="1D9346FA"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13CE2CD" w14:textId="77777777" w:rsidR="00506E0A" w:rsidRPr="00351A00" w:rsidRDefault="00506E0A" w:rsidP="00506E0A">
      <w:pPr>
        <w:pStyle w:val="Odrka1-1"/>
        <w:spacing w:after="0"/>
      </w:pPr>
      <w:r w:rsidRPr="00351A00">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w:t>
      </w:r>
      <w:r w:rsidRPr="00351A00">
        <w:lastRenderedPageBreak/>
        <w:t>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2B5BB22C" w14:textId="2CA92D37" w:rsidR="00506E0A" w:rsidRDefault="007F1F9F" w:rsidP="00506E0A">
      <w:pPr>
        <w:pStyle w:val="Textbezslovn"/>
        <w:ind w:left="1077"/>
      </w:pPr>
      <w:hyperlink r:id="rId18" w:history="1">
        <w:r w:rsidR="00506E0A" w:rsidRPr="00351A00">
          <w:rPr>
            <w:rStyle w:val="Hypertextovodkaz"/>
            <w:rFonts w:cs="Calibri"/>
          </w:rPr>
          <w:t>http://www.mdcr.cz/cs/Drazni_doprava/Seznam_pravnickych_osob/</w:t>
        </w:r>
      </w:hyperlink>
      <w:r w:rsidR="00506E0A">
        <w:t xml:space="preserve"> </w:t>
      </w:r>
    </w:p>
    <w:p w14:paraId="66FDF33E" w14:textId="74DD3FB2" w:rsidR="0035531B" w:rsidRDefault="0035531B" w:rsidP="00BA3AD6">
      <w:pPr>
        <w:pStyle w:val="Textbezslovn"/>
        <w:spacing w:after="0"/>
        <w:ind w:left="1077"/>
      </w:pPr>
      <w:r>
        <w:t>Doklady</w:t>
      </w:r>
      <w:r w:rsidR="00092CC9">
        <w:t xml:space="preserve"> o </w:t>
      </w:r>
      <w:r>
        <w:t>splnění výše uvedených povinností dokládá vybraný dodavatel jako podmínku pro uzavření smlouvy.</w:t>
      </w:r>
    </w:p>
    <w:p w14:paraId="66E18047" w14:textId="77777777" w:rsidR="00BA3AD6" w:rsidRDefault="00BA3AD6" w:rsidP="00BA3AD6">
      <w:pPr>
        <w:pStyle w:val="Textbezslovn"/>
        <w:spacing w:after="0"/>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rsidRPr="00C6082F">
        <w:t>Požadavek ohledně písemného závazku jiné osoby je splněn, resp. poskytnutí plnění určeného</w:t>
      </w:r>
      <w:r w:rsidR="00BC6D2B" w:rsidRPr="00C6082F">
        <w:t xml:space="preserve"> k </w:t>
      </w:r>
      <w:r w:rsidRPr="00C6082F">
        <w:t>plnění veřejné zakázky nebo poskytnutí věcí nebo práv jinou osobou odpovídá rozsahu,</w:t>
      </w:r>
      <w:r w:rsidR="00092CC9" w:rsidRPr="00C6082F">
        <w:t xml:space="preserve"> v </w:t>
      </w:r>
      <w:r w:rsidRPr="00C6082F">
        <w:t xml:space="preserve">jakém tato osoba prokázala kvalifikaci za dodavatele, pokud obsahem písemného závazku jiné osoby je </w:t>
      </w:r>
      <w:r w:rsidRPr="00C6082F">
        <w:rPr>
          <w:rStyle w:val="Tun9b"/>
        </w:rPr>
        <w:t>společná</w:t>
      </w:r>
      <w:r w:rsidR="00845C50" w:rsidRPr="00C6082F">
        <w:rPr>
          <w:rStyle w:val="Tun9b"/>
        </w:rPr>
        <w:t xml:space="preserve"> a </w:t>
      </w:r>
      <w:r w:rsidRPr="00C6082F">
        <w:rPr>
          <w:rStyle w:val="Tun9b"/>
        </w:rPr>
        <w:t>nerozdílná odpovědnost</w:t>
      </w:r>
      <w:r w:rsidRPr="00C6082F">
        <w:t xml:space="preserve"> této osoby za plnění veřejné zakázky společně</w:t>
      </w:r>
      <w:r w:rsidR="00845C50" w:rsidRPr="00C6082F">
        <w:t xml:space="preserve"> s </w:t>
      </w:r>
      <w:r w:rsidRPr="00C6082F">
        <w:t>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6581E4" w14:textId="68B657FA" w:rsidR="00734CFC" w:rsidRDefault="0035531B" w:rsidP="00322BC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2BCC">
        <w:t>íku nebo jiné obdobné evidence.</w:t>
      </w:r>
    </w:p>
    <w:p w14:paraId="6E00154E" w14:textId="77777777" w:rsidR="0035531B" w:rsidRDefault="0035531B" w:rsidP="00193D8F">
      <w:pPr>
        <w:pStyle w:val="Nadpis1-1"/>
      </w:pPr>
      <w:bookmarkStart w:id="13" w:name="_Toc34047338"/>
      <w:r>
        <w:t>DALŠÍ INFORMACE/DOKUMENTY PŘEDKLÁDANÉ DODAVATELEM</w:t>
      </w:r>
      <w:r w:rsidR="00092CC9">
        <w:t xml:space="preserve"> </w:t>
      </w:r>
      <w:r w:rsidR="00776A8A">
        <w:t>V</w:t>
      </w:r>
      <w:r w:rsidR="00092CC9">
        <w:t> </w:t>
      </w:r>
      <w:r>
        <w:t>NABÍDCE</w:t>
      </w:r>
      <w:bookmarkEnd w:id="13"/>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lastRenderedPageBreak/>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4" w:name="_Toc34047339"/>
      <w:r>
        <w:t>PROHLÍDKA MÍSTA PLNĚNÍ (STAVENIŠTĚ)</w:t>
      </w:r>
      <w:bookmarkEnd w:id="14"/>
    </w:p>
    <w:p w14:paraId="1DC83E5E" w14:textId="36D49AC7" w:rsidR="00734CFC" w:rsidRDefault="00FD2EA2" w:rsidP="00D32FA3">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D32FA3">
        <w:t xml:space="preserve">. </w:t>
      </w:r>
    </w:p>
    <w:p w14:paraId="4F5FB0F0" w14:textId="77777777" w:rsidR="0035531B" w:rsidRDefault="0035531B" w:rsidP="00BC6D2B">
      <w:pPr>
        <w:pStyle w:val="Nadpis1-1"/>
      </w:pPr>
      <w:bookmarkStart w:id="15" w:name="_Toc34047340"/>
      <w:r>
        <w:t>JAZYK NABÍDEK</w:t>
      </w:r>
      <w:bookmarkEnd w:id="15"/>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93B89C" w14:textId="53871A6C" w:rsidR="00734CFC" w:rsidRDefault="00FD2EA2" w:rsidP="00D32FA3">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D32FA3">
        <w:t>.</w:t>
      </w:r>
    </w:p>
    <w:p w14:paraId="5A2102D8" w14:textId="77777777"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451942B6" w:rsidR="00AB5AE0" w:rsidRPr="005F122B" w:rsidRDefault="00AB5AE0" w:rsidP="005F122B">
      <w:pPr>
        <w:pStyle w:val="Textbezslovn"/>
        <w:rPr>
          <w:b/>
        </w:rPr>
      </w:pPr>
      <w:r w:rsidRPr="009510A1">
        <w:rPr>
          <w:b/>
        </w:rPr>
        <w:t xml:space="preserve">Nabídky musí být podány </w:t>
      </w:r>
      <w:r w:rsidRPr="005403AB">
        <w:rPr>
          <w:b/>
        </w:rPr>
        <w:t xml:space="preserve">nejpozději do </w:t>
      </w:r>
      <w:r w:rsidR="00E03B1B">
        <w:rPr>
          <w:b/>
        </w:rPr>
        <w:t>16</w:t>
      </w:r>
      <w:r w:rsidR="00322BCC" w:rsidRPr="005403AB">
        <w:rPr>
          <w:b/>
        </w:rPr>
        <w:t xml:space="preserve">. </w:t>
      </w:r>
      <w:r w:rsidR="00E03B1B">
        <w:rPr>
          <w:b/>
        </w:rPr>
        <w:t>7</w:t>
      </w:r>
      <w:r w:rsidR="00322BCC" w:rsidRPr="005403AB">
        <w:rPr>
          <w:b/>
        </w:rPr>
        <w:t>. 2020</w:t>
      </w:r>
      <w:r w:rsidRPr="005403AB">
        <w:rPr>
          <w:b/>
        </w:rPr>
        <w:t xml:space="preserve"> do </w:t>
      </w:r>
      <w:r w:rsidR="00E03B1B">
        <w:rPr>
          <w:b/>
        </w:rPr>
        <w:t>09</w:t>
      </w:r>
      <w:r w:rsidR="005F122B" w:rsidRPr="005403AB">
        <w:rPr>
          <w:b/>
        </w:rPr>
        <w:t>:</w:t>
      </w:r>
      <w:r w:rsidR="00E03B1B">
        <w:rPr>
          <w:b/>
        </w:rPr>
        <w:t>0</w:t>
      </w:r>
      <w:r w:rsidR="005F122B" w:rsidRPr="005403AB">
        <w:rPr>
          <w:b/>
        </w:rPr>
        <w:t>0</w:t>
      </w:r>
      <w:r w:rsidRPr="005403AB">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w:t>
      </w:r>
      <w:r w:rsidRPr="003F78E7">
        <w:lastRenderedPageBreak/>
        <w:t xml:space="preserve">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w:t>
      </w:r>
      <w:r w:rsidRPr="009B3CC4">
        <w:t>omezena. Oceněný Soupis prací bude dodavatelem v nabídce předložen ve formátu xls/xlsx.</w:t>
      </w:r>
      <w:r w:rsidR="0035531B" w:rsidRPr="009B3CC4">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t>Harmonogram postupu prací zpracovaný podle požadavků zadavatele stanovených v článku 9.1 této Výzvy.</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w:t>
      </w:r>
      <w:r w:rsidRPr="00695DAA">
        <w:lastRenderedPageBreak/>
        <w:t>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51C2C0" w14:textId="549AFCD9" w:rsidR="00734CFC" w:rsidRPr="00BA3AD6" w:rsidRDefault="00695DAA" w:rsidP="00BA3AD6">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7" w:name="_Toc34047342"/>
      <w:r>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77777777" w:rsidR="0035531B" w:rsidRPr="00833F74" w:rsidRDefault="004C086E" w:rsidP="004C086E">
      <w:pPr>
        <w:pStyle w:val="Text1-1"/>
      </w:pPr>
      <w:r w:rsidRPr="00833F74">
        <w:t xml:space="preserve">Dodavatelé ocení všechny položky Soupisu prací </w:t>
      </w:r>
      <w:r w:rsidR="00D302E5" w:rsidRPr="00833F74">
        <w:t xml:space="preserve">(není-li v Soupisu prací, Zvláštních technických podmínkách stanoveno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6E9C4646" w14:textId="00397799" w:rsidR="00734CFC" w:rsidRPr="00525A4A" w:rsidRDefault="004C086E" w:rsidP="00BA3AD6">
      <w:pPr>
        <w:pStyle w:val="Text1-1"/>
      </w:pPr>
      <w:r w:rsidRPr="00525A4A">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217E803D" w14:textId="05041B06" w:rsidR="00734CFC" w:rsidRDefault="004C086E" w:rsidP="00BA3AD6">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9" w:name="_Toc34047344"/>
      <w:r>
        <w:t>OTEVÍRÁNÍ NABÍDEK</w:t>
      </w:r>
      <w:bookmarkEnd w:id="19"/>
      <w:r>
        <w:t xml:space="preserve"> </w:t>
      </w:r>
    </w:p>
    <w:p w14:paraId="7B41BCE5" w14:textId="2E62BB65" w:rsidR="00734CFC" w:rsidRDefault="004C086E" w:rsidP="00BA3AD6">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w:t>
      </w:r>
      <w:r w:rsidRPr="004C086E">
        <w:lastRenderedPageBreak/>
        <w:t>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2ED629D" w14:textId="69B6D3A2" w:rsidR="00734CFC" w:rsidRDefault="00C154A5" w:rsidP="00BA3AD6">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1" w:name="_Toc34047346"/>
      <w:r>
        <w:lastRenderedPageBreak/>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ADED842" w14:textId="484D0EA2" w:rsidR="00734CFC" w:rsidRDefault="007B3D4D" w:rsidP="00BA3AD6">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02F4C72C" w14:textId="63A4A647" w:rsidR="00734CFC" w:rsidRDefault="007B3D4D" w:rsidP="00BA3AD6">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rsidR="00AA0E4D">
        <w:t>odpisem;</w:t>
      </w:r>
    </w:p>
    <w:p w14:paraId="43D5319E" w14:textId="21CEACB5" w:rsidR="00981FBD" w:rsidRPr="00506E0A" w:rsidRDefault="00981FBD" w:rsidP="007038DC">
      <w:pPr>
        <w:pStyle w:val="Odrka1-1"/>
      </w:pPr>
      <w:r w:rsidRPr="00506E0A">
        <w:t xml:space="preserve">kopii dokladu o elektrotechnické kvalifikaci při činnostech na určených technických zařízeních dle vyhlášky č. 50/1978 Sb., o odborné způsobilosti v elektrotechnice, ve </w:t>
      </w:r>
      <w:r w:rsidRPr="00506E0A">
        <w:lastRenderedPageBreak/>
        <w:t>znění pozdějších předpisů, §10 požadovaná kvalifikace – Pracovníci pro samostatné projektování a pracovníci pro řízení projektování</w:t>
      </w:r>
      <w:r w:rsidR="00964AFF" w:rsidRPr="00506E0A">
        <w:t>;</w:t>
      </w:r>
    </w:p>
    <w:p w14:paraId="2B8A9FA1" w14:textId="77777777" w:rsidR="007F53A2" w:rsidRPr="00506E0A" w:rsidRDefault="007F53A2" w:rsidP="007F53A2">
      <w:pPr>
        <w:pStyle w:val="Odrka1-1"/>
      </w:pPr>
      <w:r w:rsidRPr="00506E0A">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32D38383" w14:textId="7F804203" w:rsidR="00964AFF" w:rsidRPr="00DD7E24" w:rsidRDefault="00964AFF" w:rsidP="007038DC">
      <w:pPr>
        <w:pStyle w:val="Odrka1-1"/>
      </w:pPr>
      <w:r w:rsidRPr="00DD7E24">
        <w:t>kopii pověření Ministerstva dopravy ČR k provádění technických prohlídek a zkoušek určených technických zařízení (UTZ) dle §47 odst. 4 zákona č. 266/1994 Sb., o drahách, ve znění pozdějších předpisů, a to elektrických UTZ železničních drah v rozsahu: silnoproudá zařízení drážní zabezpečovací, sdělovací, požární, signalizační a výpočetní techniky.</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970E45F" w14:textId="7EED16E7" w:rsidR="00734CFC" w:rsidRDefault="00AF20AA" w:rsidP="00BA3AD6">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4" w:name="_Toc34047349"/>
      <w:r>
        <w:t>OCHRANA INFORMACÍ</w:t>
      </w:r>
      <w:bookmarkEnd w:id="24"/>
    </w:p>
    <w:p w14:paraId="01242607"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684AC0" w14:textId="7A915879" w:rsidR="00734CFC" w:rsidRDefault="00484026" w:rsidP="00BA3AD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5" w:name="_Toc34047350"/>
      <w:r>
        <w:lastRenderedPageBreak/>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16668735" w14:textId="6247788D" w:rsidR="00BA3AD6" w:rsidRDefault="00BA3AD6" w:rsidP="00564DDD">
      <w:pPr>
        <w:pStyle w:val="Textbezslovn"/>
        <w:spacing w:after="0"/>
      </w:pPr>
    </w:p>
    <w:p w14:paraId="6456518D" w14:textId="77777777" w:rsidR="00BA3AD6" w:rsidRDefault="00BA3AD6" w:rsidP="00564DDD">
      <w:pPr>
        <w:pStyle w:val="Textbezslovn"/>
        <w:spacing w:after="0"/>
      </w:pPr>
    </w:p>
    <w:p w14:paraId="0D84C813" w14:textId="20957FAA" w:rsidR="0035531B" w:rsidRDefault="0035531B" w:rsidP="00564DDD">
      <w:pPr>
        <w:pStyle w:val="Textbezslovn"/>
        <w:spacing w:after="0"/>
      </w:pPr>
      <w:r w:rsidRPr="00615330">
        <w:t>V</w:t>
      </w:r>
      <w:r w:rsidR="00B36181" w:rsidRPr="00615330">
        <w:t> </w:t>
      </w:r>
      <w:r w:rsidRPr="00615330">
        <w:t>Praze dne</w:t>
      </w:r>
      <w:r>
        <w:t xml:space="preserve"> </w:t>
      </w:r>
    </w:p>
    <w:p w14:paraId="39FC3AF9" w14:textId="77777777" w:rsidR="0035531B" w:rsidRDefault="0035531B" w:rsidP="00564DDD">
      <w:pPr>
        <w:pStyle w:val="Textbezslovn"/>
        <w:spacing w:after="0"/>
      </w:pPr>
    </w:p>
    <w:p w14:paraId="79F9A854" w14:textId="7395731A" w:rsidR="00BA3AD6" w:rsidRDefault="00BA3AD6"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Default="00615330" w:rsidP="00615330">
      <w:pPr>
        <w:pStyle w:val="Textbezslovn"/>
        <w:spacing w:after="0"/>
      </w:pPr>
      <w:r>
        <w:t>Ing. Petr Hofhanzl</w:t>
      </w:r>
    </w:p>
    <w:p w14:paraId="6064AE92" w14:textId="77777777" w:rsidR="00615330" w:rsidRDefault="00615330" w:rsidP="00615330">
      <w:pPr>
        <w:pStyle w:val="Textbezslovn"/>
        <w:spacing w:after="0"/>
      </w:pPr>
      <w:r>
        <w:t>ředitel Stavební správy západ</w:t>
      </w:r>
    </w:p>
    <w:p w14:paraId="76ADD998" w14:textId="342343FD" w:rsidR="00564DDD" w:rsidRDefault="00615330" w:rsidP="00BA3AD6">
      <w:pPr>
        <w:pStyle w:val="Textbezslovn"/>
        <w:spacing w:after="0"/>
      </w:pPr>
      <w:r>
        <w:t>Správa železni</w:t>
      </w:r>
      <w:r w:rsidR="00BA3AD6">
        <w:t>c</w:t>
      </w:r>
      <w:r>
        <w:t>,</w:t>
      </w:r>
      <w:r w:rsidR="00BA3AD6">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0A304606" w:rsidR="008C65E0" w:rsidRDefault="006A6AF2" w:rsidP="006A6AF2">
      <w:pPr>
        <w:pStyle w:val="Textbezslovn"/>
        <w:ind w:left="0"/>
      </w:pPr>
      <w:r w:rsidRPr="006A6AF2">
        <w:t xml:space="preserve">Řádně jsme se seznámili se zněním zadávacích podmínek veřejné zakázky s názvem </w:t>
      </w:r>
      <w:r w:rsidR="001E6E37" w:rsidRPr="001E6E37">
        <w:rPr>
          <w:b/>
        </w:rPr>
        <w:t xml:space="preserve">Výstavba zastávky Karlovy Vary aréna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F5249">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D52F6" w14:textId="77777777" w:rsidR="007F1F9F" w:rsidRDefault="007F1F9F" w:rsidP="00962258">
      <w:pPr>
        <w:spacing w:after="0" w:line="240" w:lineRule="auto"/>
      </w:pPr>
      <w:r>
        <w:separator/>
      </w:r>
    </w:p>
  </w:endnote>
  <w:endnote w:type="continuationSeparator" w:id="0">
    <w:p w14:paraId="48562054" w14:textId="77777777" w:rsidR="007F1F9F" w:rsidRDefault="007F1F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2651" w14:paraId="2F132D39" w14:textId="77777777" w:rsidTr="00EB46E5">
      <w:tc>
        <w:tcPr>
          <w:tcW w:w="1361" w:type="dxa"/>
          <w:tcMar>
            <w:left w:w="0" w:type="dxa"/>
            <w:right w:w="0" w:type="dxa"/>
          </w:tcMar>
          <w:vAlign w:val="bottom"/>
        </w:tcPr>
        <w:p w14:paraId="0FED6983" w14:textId="302A824B" w:rsidR="00F72651" w:rsidRPr="00B8518B" w:rsidRDefault="00F7265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3D66">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3D66">
            <w:rPr>
              <w:rStyle w:val="slostrnky"/>
              <w:noProof/>
            </w:rPr>
            <w:t>33</w:t>
          </w:r>
          <w:r w:rsidRPr="00B8518B">
            <w:rPr>
              <w:rStyle w:val="slostrnky"/>
            </w:rPr>
            <w:fldChar w:fldCharType="end"/>
          </w:r>
        </w:p>
      </w:tc>
      <w:tc>
        <w:tcPr>
          <w:tcW w:w="284" w:type="dxa"/>
          <w:shd w:val="clear" w:color="auto" w:fill="auto"/>
          <w:tcMar>
            <w:left w:w="0" w:type="dxa"/>
            <w:right w:w="0" w:type="dxa"/>
          </w:tcMar>
        </w:tcPr>
        <w:p w14:paraId="21F571AD" w14:textId="77777777" w:rsidR="00F72651" w:rsidRDefault="00F72651" w:rsidP="00B8518B">
          <w:pPr>
            <w:pStyle w:val="Zpat"/>
          </w:pPr>
        </w:p>
      </w:tc>
      <w:tc>
        <w:tcPr>
          <w:tcW w:w="425" w:type="dxa"/>
          <w:shd w:val="clear" w:color="auto" w:fill="auto"/>
          <w:tcMar>
            <w:left w:w="0" w:type="dxa"/>
            <w:right w:w="0" w:type="dxa"/>
          </w:tcMar>
        </w:tcPr>
        <w:p w14:paraId="6016BE55" w14:textId="77777777" w:rsidR="00F72651" w:rsidRDefault="00F72651" w:rsidP="00B8518B">
          <w:pPr>
            <w:pStyle w:val="Zpat"/>
          </w:pPr>
        </w:p>
      </w:tc>
      <w:tc>
        <w:tcPr>
          <w:tcW w:w="8505" w:type="dxa"/>
        </w:tcPr>
        <w:p w14:paraId="63909D77" w14:textId="495F2BB3" w:rsidR="00F72651" w:rsidRDefault="00F72651" w:rsidP="00EB46E5">
          <w:pPr>
            <w:pStyle w:val="Zpat0"/>
          </w:pPr>
          <w:r w:rsidRPr="001058E9">
            <w:t>„</w:t>
          </w:r>
          <w:r w:rsidRPr="00FE0A4A">
            <w:t>Výstavba zastávky Karlovy Vary aréna</w:t>
          </w:r>
          <w:r w:rsidRPr="001058E9">
            <w:t>“</w:t>
          </w:r>
        </w:p>
        <w:p w14:paraId="3DF5CF39" w14:textId="77777777" w:rsidR="00F72651" w:rsidRDefault="00F72651" w:rsidP="00EB46E5">
          <w:pPr>
            <w:pStyle w:val="Zpat0"/>
          </w:pPr>
          <w:r>
            <w:t>Díl 1 – VÝZVA K PODÁNÍ NABÍDKY</w:t>
          </w:r>
        </w:p>
        <w:p w14:paraId="1A1B9440" w14:textId="77777777" w:rsidR="00F72651" w:rsidRDefault="00F72651" w:rsidP="0035531B">
          <w:pPr>
            <w:pStyle w:val="Zpat0"/>
          </w:pPr>
        </w:p>
      </w:tc>
    </w:tr>
  </w:tbl>
  <w:p w14:paraId="0DBAB29C" w14:textId="77777777" w:rsidR="00F72651" w:rsidRPr="00B8518B" w:rsidRDefault="00F726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F72651" w:rsidRPr="00B8518B" w:rsidRDefault="00F72651" w:rsidP="00460660">
    <w:pPr>
      <w:pStyle w:val="Zpat"/>
      <w:rPr>
        <w:sz w:val="2"/>
        <w:szCs w:val="2"/>
      </w:rPr>
    </w:pPr>
  </w:p>
  <w:p w14:paraId="63C87F10" w14:textId="77777777" w:rsidR="00F72651" w:rsidRPr="00460660" w:rsidRDefault="00F726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D7CB0" w14:textId="77777777" w:rsidR="007F1F9F" w:rsidRDefault="007F1F9F" w:rsidP="00962258">
      <w:pPr>
        <w:spacing w:after="0" w:line="240" w:lineRule="auto"/>
      </w:pPr>
      <w:r>
        <w:separator/>
      </w:r>
    </w:p>
  </w:footnote>
  <w:footnote w:type="continuationSeparator" w:id="0">
    <w:p w14:paraId="56EB5EFA" w14:textId="77777777" w:rsidR="007F1F9F" w:rsidRDefault="007F1F9F" w:rsidP="00962258">
      <w:pPr>
        <w:spacing w:after="0" w:line="240" w:lineRule="auto"/>
      </w:pPr>
      <w:r>
        <w:continuationSeparator/>
      </w:r>
    </w:p>
  </w:footnote>
  <w:footnote w:id="1">
    <w:p w14:paraId="5B7C6880" w14:textId="77777777" w:rsidR="00F72651" w:rsidRDefault="00F72651">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F72651" w:rsidRDefault="00F72651">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F72651" w:rsidRDefault="00F726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F72651" w:rsidRDefault="00F726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2651" w14:paraId="4CA425FE" w14:textId="77777777" w:rsidTr="00C02D0A">
      <w:trPr>
        <w:trHeight w:hRule="exact" w:val="454"/>
      </w:trPr>
      <w:tc>
        <w:tcPr>
          <w:tcW w:w="1361" w:type="dxa"/>
          <w:tcMar>
            <w:top w:w="57" w:type="dxa"/>
            <w:left w:w="0" w:type="dxa"/>
            <w:right w:w="0" w:type="dxa"/>
          </w:tcMar>
        </w:tcPr>
        <w:p w14:paraId="406B8F95" w14:textId="77777777" w:rsidR="00F72651" w:rsidRPr="00B8518B" w:rsidRDefault="00F72651" w:rsidP="00523EA7">
          <w:pPr>
            <w:pStyle w:val="Zpat"/>
            <w:rPr>
              <w:rStyle w:val="slostrnky"/>
            </w:rPr>
          </w:pPr>
        </w:p>
      </w:tc>
      <w:tc>
        <w:tcPr>
          <w:tcW w:w="3458" w:type="dxa"/>
          <w:shd w:val="clear" w:color="auto" w:fill="auto"/>
          <w:tcMar>
            <w:top w:w="57" w:type="dxa"/>
            <w:left w:w="0" w:type="dxa"/>
            <w:right w:w="0" w:type="dxa"/>
          </w:tcMar>
        </w:tcPr>
        <w:p w14:paraId="7970222A" w14:textId="77777777" w:rsidR="00F72651" w:rsidRDefault="00F72651" w:rsidP="00523EA7">
          <w:pPr>
            <w:pStyle w:val="Zpat"/>
          </w:pPr>
        </w:p>
      </w:tc>
      <w:tc>
        <w:tcPr>
          <w:tcW w:w="5698" w:type="dxa"/>
          <w:shd w:val="clear" w:color="auto" w:fill="auto"/>
          <w:tcMar>
            <w:top w:w="57" w:type="dxa"/>
            <w:left w:w="0" w:type="dxa"/>
            <w:right w:w="0" w:type="dxa"/>
          </w:tcMar>
        </w:tcPr>
        <w:p w14:paraId="5DDB99B2" w14:textId="77777777" w:rsidR="00F72651" w:rsidRPr="00D6163D" w:rsidRDefault="00F72651" w:rsidP="00D6163D">
          <w:pPr>
            <w:pStyle w:val="Druhdokumentu"/>
          </w:pPr>
        </w:p>
      </w:tc>
    </w:tr>
  </w:tbl>
  <w:p w14:paraId="5052636E" w14:textId="77777777" w:rsidR="00F72651" w:rsidRPr="00D6163D" w:rsidRDefault="00F726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2651" w14:paraId="4D461746" w14:textId="77777777" w:rsidTr="00B22106">
      <w:trPr>
        <w:trHeight w:hRule="exact" w:val="936"/>
      </w:trPr>
      <w:tc>
        <w:tcPr>
          <w:tcW w:w="1361" w:type="dxa"/>
          <w:tcMar>
            <w:left w:w="0" w:type="dxa"/>
            <w:right w:w="0" w:type="dxa"/>
          </w:tcMar>
        </w:tcPr>
        <w:p w14:paraId="3EAF57C2" w14:textId="77777777" w:rsidR="00F72651" w:rsidRPr="00B8518B" w:rsidRDefault="00F72651" w:rsidP="00FC6389">
          <w:pPr>
            <w:pStyle w:val="Zpat"/>
            <w:rPr>
              <w:rStyle w:val="slostrnky"/>
            </w:rPr>
          </w:pPr>
        </w:p>
      </w:tc>
      <w:tc>
        <w:tcPr>
          <w:tcW w:w="3458" w:type="dxa"/>
          <w:shd w:val="clear" w:color="auto" w:fill="auto"/>
          <w:tcMar>
            <w:left w:w="0" w:type="dxa"/>
            <w:right w:w="0" w:type="dxa"/>
          </w:tcMar>
        </w:tcPr>
        <w:p w14:paraId="67C691BA" w14:textId="77777777" w:rsidR="00F72651" w:rsidRDefault="00F72651" w:rsidP="00FC6389">
          <w:pPr>
            <w:pStyle w:val="Zpat"/>
          </w:pPr>
        </w:p>
      </w:tc>
      <w:tc>
        <w:tcPr>
          <w:tcW w:w="5756" w:type="dxa"/>
          <w:shd w:val="clear" w:color="auto" w:fill="auto"/>
          <w:tcMar>
            <w:left w:w="0" w:type="dxa"/>
            <w:right w:w="0" w:type="dxa"/>
          </w:tcMar>
        </w:tcPr>
        <w:p w14:paraId="47D18E1F" w14:textId="77777777" w:rsidR="00F72651" w:rsidRPr="00D6163D" w:rsidRDefault="00F72651" w:rsidP="00FC6389">
          <w:pPr>
            <w:pStyle w:val="Druhdokumentu"/>
          </w:pPr>
        </w:p>
      </w:tc>
    </w:tr>
    <w:tr w:rsidR="00F72651" w14:paraId="498164B3" w14:textId="77777777" w:rsidTr="00B22106">
      <w:trPr>
        <w:trHeight w:hRule="exact" w:val="936"/>
      </w:trPr>
      <w:tc>
        <w:tcPr>
          <w:tcW w:w="1361" w:type="dxa"/>
          <w:tcMar>
            <w:left w:w="0" w:type="dxa"/>
            <w:right w:w="0" w:type="dxa"/>
          </w:tcMar>
        </w:tcPr>
        <w:p w14:paraId="14F7B45F" w14:textId="77777777" w:rsidR="00F72651" w:rsidRPr="00B8518B" w:rsidRDefault="00F72651" w:rsidP="00FC6389">
          <w:pPr>
            <w:pStyle w:val="Zpat"/>
            <w:rPr>
              <w:rStyle w:val="slostrnky"/>
            </w:rPr>
          </w:pPr>
        </w:p>
      </w:tc>
      <w:tc>
        <w:tcPr>
          <w:tcW w:w="3458" w:type="dxa"/>
          <w:shd w:val="clear" w:color="auto" w:fill="auto"/>
          <w:tcMar>
            <w:left w:w="0" w:type="dxa"/>
            <w:right w:w="0" w:type="dxa"/>
          </w:tcMar>
        </w:tcPr>
        <w:p w14:paraId="7DCF4F1D" w14:textId="77777777" w:rsidR="00F72651" w:rsidRDefault="00F72651" w:rsidP="00FC6389">
          <w:pPr>
            <w:pStyle w:val="Zpat"/>
          </w:pPr>
        </w:p>
      </w:tc>
      <w:tc>
        <w:tcPr>
          <w:tcW w:w="5756" w:type="dxa"/>
          <w:shd w:val="clear" w:color="auto" w:fill="auto"/>
          <w:tcMar>
            <w:left w:w="0" w:type="dxa"/>
            <w:right w:w="0" w:type="dxa"/>
          </w:tcMar>
        </w:tcPr>
        <w:p w14:paraId="151B0AFE" w14:textId="77777777" w:rsidR="00F72651" w:rsidRPr="00D6163D" w:rsidRDefault="00F72651" w:rsidP="00FC6389">
          <w:pPr>
            <w:pStyle w:val="Druhdokumentu"/>
          </w:pPr>
        </w:p>
      </w:tc>
    </w:tr>
  </w:tbl>
  <w:p w14:paraId="04010A3D" w14:textId="77777777" w:rsidR="00F72651" w:rsidRPr="00D6163D" w:rsidRDefault="00F72651"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F72651" w:rsidRPr="00460660" w:rsidRDefault="00F726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9111D1"/>
    <w:multiLevelType w:val="multilevel"/>
    <w:tmpl w:val="60F8A11A"/>
    <w:lvl w:ilvl="0">
      <w:start w:val="1"/>
      <w:numFmt w:val="bullet"/>
      <w:lvlText w:val=""/>
      <w:lvlJc w:val="left"/>
      <w:pPr>
        <w:tabs>
          <w:tab w:val="num" w:pos="1417"/>
        </w:tabs>
        <w:ind w:left="141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8247D7"/>
    <w:multiLevelType w:val="multilevel"/>
    <w:tmpl w:val="B334483A"/>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9"/>
  </w:num>
  <w:num w:numId="3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120"/>
    <w:rsid w:val="00015417"/>
    <w:rsid w:val="00017297"/>
    <w:rsid w:val="000174E8"/>
    <w:rsid w:val="00017F3C"/>
    <w:rsid w:val="000226A7"/>
    <w:rsid w:val="00026942"/>
    <w:rsid w:val="000325A6"/>
    <w:rsid w:val="000338E9"/>
    <w:rsid w:val="00034213"/>
    <w:rsid w:val="00041EC8"/>
    <w:rsid w:val="00046545"/>
    <w:rsid w:val="00052D8B"/>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524D"/>
    <w:rsid w:val="000A6775"/>
    <w:rsid w:val="000B4EB8"/>
    <w:rsid w:val="000B7A92"/>
    <w:rsid w:val="000C41F2"/>
    <w:rsid w:val="000C6205"/>
    <w:rsid w:val="000D22C4"/>
    <w:rsid w:val="000D27D1"/>
    <w:rsid w:val="000D44A9"/>
    <w:rsid w:val="000D5E72"/>
    <w:rsid w:val="000D7437"/>
    <w:rsid w:val="000E1A7F"/>
    <w:rsid w:val="000E491A"/>
    <w:rsid w:val="000E4D93"/>
    <w:rsid w:val="000E4DCD"/>
    <w:rsid w:val="000F51A0"/>
    <w:rsid w:val="000F55B2"/>
    <w:rsid w:val="000F7FCA"/>
    <w:rsid w:val="001058E9"/>
    <w:rsid w:val="00106A0E"/>
    <w:rsid w:val="00112301"/>
    <w:rsid w:val="00112864"/>
    <w:rsid w:val="00112AC6"/>
    <w:rsid w:val="00114472"/>
    <w:rsid w:val="00114988"/>
    <w:rsid w:val="00115069"/>
    <w:rsid w:val="001150F2"/>
    <w:rsid w:val="00116813"/>
    <w:rsid w:val="00116CFE"/>
    <w:rsid w:val="00122AE3"/>
    <w:rsid w:val="00126E09"/>
    <w:rsid w:val="00137E71"/>
    <w:rsid w:val="00146BCB"/>
    <w:rsid w:val="001472A9"/>
    <w:rsid w:val="00155F9F"/>
    <w:rsid w:val="00156ED8"/>
    <w:rsid w:val="001656A2"/>
    <w:rsid w:val="001664F4"/>
    <w:rsid w:val="00166806"/>
    <w:rsid w:val="00170521"/>
    <w:rsid w:val="00170EC5"/>
    <w:rsid w:val="001747C1"/>
    <w:rsid w:val="00177D6B"/>
    <w:rsid w:val="001902D3"/>
    <w:rsid w:val="00191F90"/>
    <w:rsid w:val="0019229F"/>
    <w:rsid w:val="00192880"/>
    <w:rsid w:val="00192BA0"/>
    <w:rsid w:val="00193D8F"/>
    <w:rsid w:val="001950C2"/>
    <w:rsid w:val="00196E81"/>
    <w:rsid w:val="001A06C7"/>
    <w:rsid w:val="001B23A1"/>
    <w:rsid w:val="001B4E74"/>
    <w:rsid w:val="001C645F"/>
    <w:rsid w:val="001D14CB"/>
    <w:rsid w:val="001D1EEE"/>
    <w:rsid w:val="001D31D1"/>
    <w:rsid w:val="001D4B4A"/>
    <w:rsid w:val="001D5DE6"/>
    <w:rsid w:val="001E31D4"/>
    <w:rsid w:val="001E651D"/>
    <w:rsid w:val="001E678E"/>
    <w:rsid w:val="001E6E37"/>
    <w:rsid w:val="001F1A0B"/>
    <w:rsid w:val="001F4F9E"/>
    <w:rsid w:val="0020259D"/>
    <w:rsid w:val="002071BB"/>
    <w:rsid w:val="00207DF5"/>
    <w:rsid w:val="002200EB"/>
    <w:rsid w:val="002213EA"/>
    <w:rsid w:val="00223FB9"/>
    <w:rsid w:val="002262A8"/>
    <w:rsid w:val="00233A53"/>
    <w:rsid w:val="002351BC"/>
    <w:rsid w:val="00235EB5"/>
    <w:rsid w:val="00240B81"/>
    <w:rsid w:val="0024699F"/>
    <w:rsid w:val="00246B0B"/>
    <w:rsid w:val="00247D01"/>
    <w:rsid w:val="0025030F"/>
    <w:rsid w:val="00261920"/>
    <w:rsid w:val="00261A5B"/>
    <w:rsid w:val="00262E5B"/>
    <w:rsid w:val="00263CBA"/>
    <w:rsid w:val="00270FF3"/>
    <w:rsid w:val="00276AFE"/>
    <w:rsid w:val="002810A5"/>
    <w:rsid w:val="00283302"/>
    <w:rsid w:val="002863C1"/>
    <w:rsid w:val="002924B8"/>
    <w:rsid w:val="00294244"/>
    <w:rsid w:val="002A3B57"/>
    <w:rsid w:val="002A7844"/>
    <w:rsid w:val="002B5721"/>
    <w:rsid w:val="002C04EE"/>
    <w:rsid w:val="002C31BF"/>
    <w:rsid w:val="002C3325"/>
    <w:rsid w:val="002C635F"/>
    <w:rsid w:val="002C7837"/>
    <w:rsid w:val="002D6AC5"/>
    <w:rsid w:val="002D7FD6"/>
    <w:rsid w:val="002E0CD7"/>
    <w:rsid w:val="002E0CFB"/>
    <w:rsid w:val="002E294C"/>
    <w:rsid w:val="002E2A08"/>
    <w:rsid w:val="002E2AB1"/>
    <w:rsid w:val="002E5C7B"/>
    <w:rsid w:val="002F023E"/>
    <w:rsid w:val="002F33F2"/>
    <w:rsid w:val="002F4333"/>
    <w:rsid w:val="002F4AAD"/>
    <w:rsid w:val="00307641"/>
    <w:rsid w:val="0030774B"/>
    <w:rsid w:val="00311F11"/>
    <w:rsid w:val="003137C5"/>
    <w:rsid w:val="00321E17"/>
    <w:rsid w:val="00322579"/>
    <w:rsid w:val="00322BCC"/>
    <w:rsid w:val="0032385D"/>
    <w:rsid w:val="00324C4C"/>
    <w:rsid w:val="00327EEF"/>
    <w:rsid w:val="0033239F"/>
    <w:rsid w:val="00335D15"/>
    <w:rsid w:val="0034274B"/>
    <w:rsid w:val="0034719F"/>
    <w:rsid w:val="00350A35"/>
    <w:rsid w:val="00351A00"/>
    <w:rsid w:val="0035531B"/>
    <w:rsid w:val="003571D8"/>
    <w:rsid w:val="003573ED"/>
    <w:rsid w:val="00357BC6"/>
    <w:rsid w:val="00361422"/>
    <w:rsid w:val="00362FB8"/>
    <w:rsid w:val="003717A3"/>
    <w:rsid w:val="00373F0C"/>
    <w:rsid w:val="003753A9"/>
    <w:rsid w:val="0037545D"/>
    <w:rsid w:val="00386FF1"/>
    <w:rsid w:val="00387C2D"/>
    <w:rsid w:val="00392EB6"/>
    <w:rsid w:val="00394D03"/>
    <w:rsid w:val="003956C6"/>
    <w:rsid w:val="003A03F9"/>
    <w:rsid w:val="003A0E3D"/>
    <w:rsid w:val="003A4513"/>
    <w:rsid w:val="003A5DA4"/>
    <w:rsid w:val="003C0C64"/>
    <w:rsid w:val="003C33F2"/>
    <w:rsid w:val="003C41B1"/>
    <w:rsid w:val="003D428C"/>
    <w:rsid w:val="003D756E"/>
    <w:rsid w:val="003E3CE3"/>
    <w:rsid w:val="003E420D"/>
    <w:rsid w:val="003E4C13"/>
    <w:rsid w:val="003E79F5"/>
    <w:rsid w:val="003F2CA4"/>
    <w:rsid w:val="003F5249"/>
    <w:rsid w:val="003F60FD"/>
    <w:rsid w:val="003F6C36"/>
    <w:rsid w:val="003F78E7"/>
    <w:rsid w:val="004018B6"/>
    <w:rsid w:val="004020D8"/>
    <w:rsid w:val="00403189"/>
    <w:rsid w:val="00404BA2"/>
    <w:rsid w:val="004069DC"/>
    <w:rsid w:val="004078F3"/>
    <w:rsid w:val="0041130C"/>
    <w:rsid w:val="00411DDA"/>
    <w:rsid w:val="00416B06"/>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6107"/>
    <w:rsid w:val="00491827"/>
    <w:rsid w:val="0049433C"/>
    <w:rsid w:val="004960FC"/>
    <w:rsid w:val="0049707A"/>
    <w:rsid w:val="004A147A"/>
    <w:rsid w:val="004B34E9"/>
    <w:rsid w:val="004C086E"/>
    <w:rsid w:val="004C4399"/>
    <w:rsid w:val="004C63D4"/>
    <w:rsid w:val="004C787C"/>
    <w:rsid w:val="004E21EC"/>
    <w:rsid w:val="004E77B2"/>
    <w:rsid w:val="004E7A1F"/>
    <w:rsid w:val="004F1D17"/>
    <w:rsid w:val="004F3CA6"/>
    <w:rsid w:val="004F4597"/>
    <w:rsid w:val="004F4B9B"/>
    <w:rsid w:val="004F5322"/>
    <w:rsid w:val="00500DB2"/>
    <w:rsid w:val="00501B32"/>
    <w:rsid w:val="00505679"/>
    <w:rsid w:val="0050666E"/>
    <w:rsid w:val="005069A0"/>
    <w:rsid w:val="00506E0A"/>
    <w:rsid w:val="00511AB9"/>
    <w:rsid w:val="00513C9D"/>
    <w:rsid w:val="005210B3"/>
    <w:rsid w:val="0052305D"/>
    <w:rsid w:val="00523BB5"/>
    <w:rsid w:val="00523EA7"/>
    <w:rsid w:val="00525A4A"/>
    <w:rsid w:val="00527FA1"/>
    <w:rsid w:val="005303B4"/>
    <w:rsid w:val="005403AB"/>
    <w:rsid w:val="005406EB"/>
    <w:rsid w:val="00542A90"/>
    <w:rsid w:val="005466C5"/>
    <w:rsid w:val="00551E4C"/>
    <w:rsid w:val="00553375"/>
    <w:rsid w:val="00555884"/>
    <w:rsid w:val="005569BF"/>
    <w:rsid w:val="00562254"/>
    <w:rsid w:val="00564DDD"/>
    <w:rsid w:val="0056691F"/>
    <w:rsid w:val="005736B7"/>
    <w:rsid w:val="00575E5A"/>
    <w:rsid w:val="00577A3C"/>
    <w:rsid w:val="00577D56"/>
    <w:rsid w:val="00580245"/>
    <w:rsid w:val="00582640"/>
    <w:rsid w:val="005863DA"/>
    <w:rsid w:val="005971DD"/>
    <w:rsid w:val="005A1F44"/>
    <w:rsid w:val="005A29AA"/>
    <w:rsid w:val="005A29E7"/>
    <w:rsid w:val="005A3D2F"/>
    <w:rsid w:val="005A7BD5"/>
    <w:rsid w:val="005B434C"/>
    <w:rsid w:val="005B5145"/>
    <w:rsid w:val="005B64BB"/>
    <w:rsid w:val="005C20F5"/>
    <w:rsid w:val="005C33E3"/>
    <w:rsid w:val="005D3C39"/>
    <w:rsid w:val="005D4D78"/>
    <w:rsid w:val="005E2B9C"/>
    <w:rsid w:val="005E608A"/>
    <w:rsid w:val="005F122B"/>
    <w:rsid w:val="005F18E9"/>
    <w:rsid w:val="005F5119"/>
    <w:rsid w:val="005F7739"/>
    <w:rsid w:val="00600135"/>
    <w:rsid w:val="0060115D"/>
    <w:rsid w:val="006015EA"/>
    <w:rsid w:val="00601A8C"/>
    <w:rsid w:val="006032A2"/>
    <w:rsid w:val="006036F3"/>
    <w:rsid w:val="0061068E"/>
    <w:rsid w:val="006115D3"/>
    <w:rsid w:val="00615330"/>
    <w:rsid w:val="00616090"/>
    <w:rsid w:val="0061763C"/>
    <w:rsid w:val="00636AB3"/>
    <w:rsid w:val="00640B30"/>
    <w:rsid w:val="0064434F"/>
    <w:rsid w:val="00652061"/>
    <w:rsid w:val="00655976"/>
    <w:rsid w:val="0065610E"/>
    <w:rsid w:val="00656F4A"/>
    <w:rsid w:val="00657597"/>
    <w:rsid w:val="00660AD3"/>
    <w:rsid w:val="0066172A"/>
    <w:rsid w:val="00665F2C"/>
    <w:rsid w:val="006776B6"/>
    <w:rsid w:val="00680709"/>
    <w:rsid w:val="00683049"/>
    <w:rsid w:val="00686462"/>
    <w:rsid w:val="00693150"/>
    <w:rsid w:val="00693188"/>
    <w:rsid w:val="00695DAA"/>
    <w:rsid w:val="006A3038"/>
    <w:rsid w:val="006A5570"/>
    <w:rsid w:val="006A689C"/>
    <w:rsid w:val="006A6AF2"/>
    <w:rsid w:val="006B00DF"/>
    <w:rsid w:val="006B3D79"/>
    <w:rsid w:val="006B6FE4"/>
    <w:rsid w:val="006C04A0"/>
    <w:rsid w:val="006C2343"/>
    <w:rsid w:val="006C442A"/>
    <w:rsid w:val="006C64BC"/>
    <w:rsid w:val="006D34B2"/>
    <w:rsid w:val="006E0578"/>
    <w:rsid w:val="006E314D"/>
    <w:rsid w:val="006E37AC"/>
    <w:rsid w:val="006F6B09"/>
    <w:rsid w:val="007038DC"/>
    <w:rsid w:val="00706AB3"/>
    <w:rsid w:val="00706F4C"/>
    <w:rsid w:val="00710723"/>
    <w:rsid w:val="00710C2C"/>
    <w:rsid w:val="007134F3"/>
    <w:rsid w:val="00723ED1"/>
    <w:rsid w:val="00725309"/>
    <w:rsid w:val="007317D5"/>
    <w:rsid w:val="00734CFC"/>
    <w:rsid w:val="007354E9"/>
    <w:rsid w:val="007356BD"/>
    <w:rsid w:val="007366CD"/>
    <w:rsid w:val="0074088F"/>
    <w:rsid w:val="00740AF5"/>
    <w:rsid w:val="00743525"/>
    <w:rsid w:val="00744F6A"/>
    <w:rsid w:val="00745555"/>
    <w:rsid w:val="007541A2"/>
    <w:rsid w:val="00755818"/>
    <w:rsid w:val="0075602A"/>
    <w:rsid w:val="0076286B"/>
    <w:rsid w:val="007633CF"/>
    <w:rsid w:val="00764AF4"/>
    <w:rsid w:val="00766846"/>
    <w:rsid w:val="0076790E"/>
    <w:rsid w:val="0077218F"/>
    <w:rsid w:val="00773DC0"/>
    <w:rsid w:val="0077673A"/>
    <w:rsid w:val="00776A8A"/>
    <w:rsid w:val="007832F4"/>
    <w:rsid w:val="007846E1"/>
    <w:rsid w:val="00784729"/>
    <w:rsid w:val="007847D6"/>
    <w:rsid w:val="00792824"/>
    <w:rsid w:val="00795DF7"/>
    <w:rsid w:val="007967C5"/>
    <w:rsid w:val="007A2107"/>
    <w:rsid w:val="007A5172"/>
    <w:rsid w:val="007A67A0"/>
    <w:rsid w:val="007B3D4D"/>
    <w:rsid w:val="007B570C"/>
    <w:rsid w:val="007D0559"/>
    <w:rsid w:val="007D3ADE"/>
    <w:rsid w:val="007D5A8D"/>
    <w:rsid w:val="007E06C1"/>
    <w:rsid w:val="007E2234"/>
    <w:rsid w:val="007E424B"/>
    <w:rsid w:val="007E4A6E"/>
    <w:rsid w:val="007F1F9F"/>
    <w:rsid w:val="007F53A2"/>
    <w:rsid w:val="007F56A7"/>
    <w:rsid w:val="00800851"/>
    <w:rsid w:val="008008A3"/>
    <w:rsid w:val="00807DD0"/>
    <w:rsid w:val="00813628"/>
    <w:rsid w:val="00813BA0"/>
    <w:rsid w:val="008154C6"/>
    <w:rsid w:val="00816423"/>
    <w:rsid w:val="00821D01"/>
    <w:rsid w:val="008224DE"/>
    <w:rsid w:val="00822B88"/>
    <w:rsid w:val="00825555"/>
    <w:rsid w:val="00826B7B"/>
    <w:rsid w:val="00827022"/>
    <w:rsid w:val="00831DE9"/>
    <w:rsid w:val="00833899"/>
    <w:rsid w:val="00833F74"/>
    <w:rsid w:val="00840A6F"/>
    <w:rsid w:val="0084207C"/>
    <w:rsid w:val="00845C50"/>
    <w:rsid w:val="00846789"/>
    <w:rsid w:val="008513D8"/>
    <w:rsid w:val="00855670"/>
    <w:rsid w:val="0086182F"/>
    <w:rsid w:val="00862169"/>
    <w:rsid w:val="0086497B"/>
    <w:rsid w:val="00867408"/>
    <w:rsid w:val="008709A6"/>
    <w:rsid w:val="00872044"/>
    <w:rsid w:val="0087339A"/>
    <w:rsid w:val="00876D73"/>
    <w:rsid w:val="008858F2"/>
    <w:rsid w:val="00887139"/>
    <w:rsid w:val="00887F36"/>
    <w:rsid w:val="008910DD"/>
    <w:rsid w:val="00893119"/>
    <w:rsid w:val="008970AF"/>
    <w:rsid w:val="008A3568"/>
    <w:rsid w:val="008B2021"/>
    <w:rsid w:val="008B2ECF"/>
    <w:rsid w:val="008B6F8F"/>
    <w:rsid w:val="008B70C7"/>
    <w:rsid w:val="008C50F3"/>
    <w:rsid w:val="008C65BC"/>
    <w:rsid w:val="008C65E0"/>
    <w:rsid w:val="008C7EFE"/>
    <w:rsid w:val="008D03B9"/>
    <w:rsid w:val="008D30C7"/>
    <w:rsid w:val="008D342E"/>
    <w:rsid w:val="008D552B"/>
    <w:rsid w:val="008E05B6"/>
    <w:rsid w:val="008E1138"/>
    <w:rsid w:val="008E360B"/>
    <w:rsid w:val="008F18D6"/>
    <w:rsid w:val="008F2C9B"/>
    <w:rsid w:val="008F797B"/>
    <w:rsid w:val="00904780"/>
    <w:rsid w:val="0090635B"/>
    <w:rsid w:val="00912607"/>
    <w:rsid w:val="009174ED"/>
    <w:rsid w:val="00920DEB"/>
    <w:rsid w:val="009217A4"/>
    <w:rsid w:val="00922385"/>
    <w:rsid w:val="009223DF"/>
    <w:rsid w:val="009245D1"/>
    <w:rsid w:val="00924FDA"/>
    <w:rsid w:val="00930B79"/>
    <w:rsid w:val="00933044"/>
    <w:rsid w:val="00936091"/>
    <w:rsid w:val="00940257"/>
    <w:rsid w:val="00940D8A"/>
    <w:rsid w:val="009414D7"/>
    <w:rsid w:val="009464B6"/>
    <w:rsid w:val="0094783A"/>
    <w:rsid w:val="009510A1"/>
    <w:rsid w:val="009531C1"/>
    <w:rsid w:val="00956089"/>
    <w:rsid w:val="0096035B"/>
    <w:rsid w:val="00962258"/>
    <w:rsid w:val="00964860"/>
    <w:rsid w:val="00964AFF"/>
    <w:rsid w:val="009678B7"/>
    <w:rsid w:val="00970D4B"/>
    <w:rsid w:val="0097361C"/>
    <w:rsid w:val="00981FBD"/>
    <w:rsid w:val="0098426C"/>
    <w:rsid w:val="00992D9C"/>
    <w:rsid w:val="00995E4D"/>
    <w:rsid w:val="00996CB8"/>
    <w:rsid w:val="009A7A46"/>
    <w:rsid w:val="009B0422"/>
    <w:rsid w:val="009B2E97"/>
    <w:rsid w:val="009B3CC4"/>
    <w:rsid w:val="009B3F75"/>
    <w:rsid w:val="009B5146"/>
    <w:rsid w:val="009C2747"/>
    <w:rsid w:val="009C357E"/>
    <w:rsid w:val="009C418E"/>
    <w:rsid w:val="009C442C"/>
    <w:rsid w:val="009C51F0"/>
    <w:rsid w:val="009D20A1"/>
    <w:rsid w:val="009D3B22"/>
    <w:rsid w:val="009D5581"/>
    <w:rsid w:val="009E07F4"/>
    <w:rsid w:val="009E0B79"/>
    <w:rsid w:val="009F2042"/>
    <w:rsid w:val="009F309B"/>
    <w:rsid w:val="009F3436"/>
    <w:rsid w:val="009F392E"/>
    <w:rsid w:val="009F486C"/>
    <w:rsid w:val="009F53C5"/>
    <w:rsid w:val="009F58E7"/>
    <w:rsid w:val="009F7BC9"/>
    <w:rsid w:val="00A0740E"/>
    <w:rsid w:val="00A14FE4"/>
    <w:rsid w:val="00A15262"/>
    <w:rsid w:val="00A159AC"/>
    <w:rsid w:val="00A23688"/>
    <w:rsid w:val="00A23D66"/>
    <w:rsid w:val="00A3411F"/>
    <w:rsid w:val="00A378C6"/>
    <w:rsid w:val="00A37BB5"/>
    <w:rsid w:val="00A4050F"/>
    <w:rsid w:val="00A47271"/>
    <w:rsid w:val="00A50641"/>
    <w:rsid w:val="00A530BF"/>
    <w:rsid w:val="00A6177B"/>
    <w:rsid w:val="00A66136"/>
    <w:rsid w:val="00A70665"/>
    <w:rsid w:val="00A71189"/>
    <w:rsid w:val="00A7364A"/>
    <w:rsid w:val="00A74DCC"/>
    <w:rsid w:val="00A753ED"/>
    <w:rsid w:val="00A77512"/>
    <w:rsid w:val="00A94C2F"/>
    <w:rsid w:val="00AA0E4D"/>
    <w:rsid w:val="00AA257A"/>
    <w:rsid w:val="00AA2C03"/>
    <w:rsid w:val="00AA3E17"/>
    <w:rsid w:val="00AA46C6"/>
    <w:rsid w:val="00AA4CBB"/>
    <w:rsid w:val="00AA5255"/>
    <w:rsid w:val="00AA65FA"/>
    <w:rsid w:val="00AA7351"/>
    <w:rsid w:val="00AB1063"/>
    <w:rsid w:val="00AB5AE0"/>
    <w:rsid w:val="00AC51A8"/>
    <w:rsid w:val="00AD056F"/>
    <w:rsid w:val="00AD0C7B"/>
    <w:rsid w:val="00AD1771"/>
    <w:rsid w:val="00AD1786"/>
    <w:rsid w:val="00AD3AE0"/>
    <w:rsid w:val="00AD434C"/>
    <w:rsid w:val="00AD5F1A"/>
    <w:rsid w:val="00AD6731"/>
    <w:rsid w:val="00AD792A"/>
    <w:rsid w:val="00AE1D4A"/>
    <w:rsid w:val="00AE38C9"/>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36FAC"/>
    <w:rsid w:val="00B37018"/>
    <w:rsid w:val="00B429CF"/>
    <w:rsid w:val="00B42C3B"/>
    <w:rsid w:val="00B4798C"/>
    <w:rsid w:val="00B5431A"/>
    <w:rsid w:val="00B56FC1"/>
    <w:rsid w:val="00B60046"/>
    <w:rsid w:val="00B61530"/>
    <w:rsid w:val="00B71CC3"/>
    <w:rsid w:val="00B75EE1"/>
    <w:rsid w:val="00B77481"/>
    <w:rsid w:val="00B77C6D"/>
    <w:rsid w:val="00B80D2D"/>
    <w:rsid w:val="00B80E53"/>
    <w:rsid w:val="00B8518B"/>
    <w:rsid w:val="00B87063"/>
    <w:rsid w:val="00B91925"/>
    <w:rsid w:val="00B97CC3"/>
    <w:rsid w:val="00BA3937"/>
    <w:rsid w:val="00BA3AD6"/>
    <w:rsid w:val="00BA422F"/>
    <w:rsid w:val="00BA7F12"/>
    <w:rsid w:val="00BB4AF2"/>
    <w:rsid w:val="00BB72CC"/>
    <w:rsid w:val="00BC06C4"/>
    <w:rsid w:val="00BC6D00"/>
    <w:rsid w:val="00BC6D2B"/>
    <w:rsid w:val="00BD11CE"/>
    <w:rsid w:val="00BD7498"/>
    <w:rsid w:val="00BD7E91"/>
    <w:rsid w:val="00BD7F0D"/>
    <w:rsid w:val="00BE3C66"/>
    <w:rsid w:val="00BE49F4"/>
    <w:rsid w:val="00C00D40"/>
    <w:rsid w:val="00C02D0A"/>
    <w:rsid w:val="00C03A6E"/>
    <w:rsid w:val="00C06F66"/>
    <w:rsid w:val="00C1197B"/>
    <w:rsid w:val="00C12FC0"/>
    <w:rsid w:val="00C142DF"/>
    <w:rsid w:val="00C154A5"/>
    <w:rsid w:val="00C16E0A"/>
    <w:rsid w:val="00C226C0"/>
    <w:rsid w:val="00C23F40"/>
    <w:rsid w:val="00C370EE"/>
    <w:rsid w:val="00C40C79"/>
    <w:rsid w:val="00C42FE6"/>
    <w:rsid w:val="00C44F6A"/>
    <w:rsid w:val="00C6082F"/>
    <w:rsid w:val="00C6198E"/>
    <w:rsid w:val="00C62E4B"/>
    <w:rsid w:val="00C708EA"/>
    <w:rsid w:val="00C73EAD"/>
    <w:rsid w:val="00C7406B"/>
    <w:rsid w:val="00C759F1"/>
    <w:rsid w:val="00C7649B"/>
    <w:rsid w:val="00C776E5"/>
    <w:rsid w:val="00C778A5"/>
    <w:rsid w:val="00C819D5"/>
    <w:rsid w:val="00C92CA5"/>
    <w:rsid w:val="00C95162"/>
    <w:rsid w:val="00CA1B90"/>
    <w:rsid w:val="00CA7B72"/>
    <w:rsid w:val="00CB0E87"/>
    <w:rsid w:val="00CB3151"/>
    <w:rsid w:val="00CB6A37"/>
    <w:rsid w:val="00CB7684"/>
    <w:rsid w:val="00CC4380"/>
    <w:rsid w:val="00CC6E93"/>
    <w:rsid w:val="00CC7C8F"/>
    <w:rsid w:val="00CD1FC4"/>
    <w:rsid w:val="00CF4257"/>
    <w:rsid w:val="00CF6EB9"/>
    <w:rsid w:val="00D019D7"/>
    <w:rsid w:val="00D034A0"/>
    <w:rsid w:val="00D0362E"/>
    <w:rsid w:val="00D03C1F"/>
    <w:rsid w:val="00D04DA1"/>
    <w:rsid w:val="00D10A2D"/>
    <w:rsid w:val="00D139AC"/>
    <w:rsid w:val="00D1410D"/>
    <w:rsid w:val="00D15814"/>
    <w:rsid w:val="00D21061"/>
    <w:rsid w:val="00D26838"/>
    <w:rsid w:val="00D302E5"/>
    <w:rsid w:val="00D31A89"/>
    <w:rsid w:val="00D32FA3"/>
    <w:rsid w:val="00D37B14"/>
    <w:rsid w:val="00D401E6"/>
    <w:rsid w:val="00D405BA"/>
    <w:rsid w:val="00D4108E"/>
    <w:rsid w:val="00D50FE0"/>
    <w:rsid w:val="00D54D57"/>
    <w:rsid w:val="00D5631D"/>
    <w:rsid w:val="00D6163D"/>
    <w:rsid w:val="00D6259C"/>
    <w:rsid w:val="00D62FF0"/>
    <w:rsid w:val="00D82976"/>
    <w:rsid w:val="00D831A3"/>
    <w:rsid w:val="00D97BE3"/>
    <w:rsid w:val="00DA3711"/>
    <w:rsid w:val="00DA4626"/>
    <w:rsid w:val="00DA6C74"/>
    <w:rsid w:val="00DB48DC"/>
    <w:rsid w:val="00DB4CE5"/>
    <w:rsid w:val="00DB619A"/>
    <w:rsid w:val="00DC3204"/>
    <w:rsid w:val="00DC56B4"/>
    <w:rsid w:val="00DD0C7C"/>
    <w:rsid w:val="00DD46F3"/>
    <w:rsid w:val="00DD63D8"/>
    <w:rsid w:val="00DD7A41"/>
    <w:rsid w:val="00DD7E24"/>
    <w:rsid w:val="00DE1DB2"/>
    <w:rsid w:val="00DE51A5"/>
    <w:rsid w:val="00DE56F2"/>
    <w:rsid w:val="00DF0216"/>
    <w:rsid w:val="00DF116D"/>
    <w:rsid w:val="00DF62B9"/>
    <w:rsid w:val="00DF651A"/>
    <w:rsid w:val="00DF656F"/>
    <w:rsid w:val="00E0171D"/>
    <w:rsid w:val="00E01EA1"/>
    <w:rsid w:val="00E03B1B"/>
    <w:rsid w:val="00E163CA"/>
    <w:rsid w:val="00E16FF7"/>
    <w:rsid w:val="00E20A91"/>
    <w:rsid w:val="00E22C30"/>
    <w:rsid w:val="00E24F78"/>
    <w:rsid w:val="00E26058"/>
    <w:rsid w:val="00E26D68"/>
    <w:rsid w:val="00E37347"/>
    <w:rsid w:val="00E40BE3"/>
    <w:rsid w:val="00E413C9"/>
    <w:rsid w:val="00E4353D"/>
    <w:rsid w:val="00E437B0"/>
    <w:rsid w:val="00E44045"/>
    <w:rsid w:val="00E44B9D"/>
    <w:rsid w:val="00E50B83"/>
    <w:rsid w:val="00E53D16"/>
    <w:rsid w:val="00E6178C"/>
    <w:rsid w:val="00E618C4"/>
    <w:rsid w:val="00E7218A"/>
    <w:rsid w:val="00E742BF"/>
    <w:rsid w:val="00E807F3"/>
    <w:rsid w:val="00E878EE"/>
    <w:rsid w:val="00E92F01"/>
    <w:rsid w:val="00EA268B"/>
    <w:rsid w:val="00EA3252"/>
    <w:rsid w:val="00EA6EC7"/>
    <w:rsid w:val="00EA7F3A"/>
    <w:rsid w:val="00EB104F"/>
    <w:rsid w:val="00EB46E5"/>
    <w:rsid w:val="00EB4ECA"/>
    <w:rsid w:val="00EB5D4D"/>
    <w:rsid w:val="00EC0AB1"/>
    <w:rsid w:val="00EC10AE"/>
    <w:rsid w:val="00EC429E"/>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202DA"/>
    <w:rsid w:val="00F27080"/>
    <w:rsid w:val="00F3107D"/>
    <w:rsid w:val="00F310F8"/>
    <w:rsid w:val="00F358C9"/>
    <w:rsid w:val="00F35939"/>
    <w:rsid w:val="00F37B63"/>
    <w:rsid w:val="00F4537A"/>
    <w:rsid w:val="00F45524"/>
    <w:rsid w:val="00F45607"/>
    <w:rsid w:val="00F46000"/>
    <w:rsid w:val="00F46EA7"/>
    <w:rsid w:val="00F4722B"/>
    <w:rsid w:val="00F54432"/>
    <w:rsid w:val="00F55E93"/>
    <w:rsid w:val="00F569C6"/>
    <w:rsid w:val="00F659EB"/>
    <w:rsid w:val="00F7046B"/>
    <w:rsid w:val="00F72651"/>
    <w:rsid w:val="00F81054"/>
    <w:rsid w:val="00F86BA6"/>
    <w:rsid w:val="00F911D1"/>
    <w:rsid w:val="00F92F06"/>
    <w:rsid w:val="00F95A2C"/>
    <w:rsid w:val="00FA64F2"/>
    <w:rsid w:val="00FB51BB"/>
    <w:rsid w:val="00FB6342"/>
    <w:rsid w:val="00FC36EB"/>
    <w:rsid w:val="00FC6389"/>
    <w:rsid w:val="00FC661E"/>
    <w:rsid w:val="00FD2EA2"/>
    <w:rsid w:val="00FD39DE"/>
    <w:rsid w:val="00FD4743"/>
    <w:rsid w:val="00FD4FDA"/>
    <w:rsid w:val="00FD6982"/>
    <w:rsid w:val="00FE0A4A"/>
    <w:rsid w:val="00FE4333"/>
    <w:rsid w:val="00FE443C"/>
    <w:rsid w:val="00FE6AEC"/>
    <w:rsid w:val="00FF08AB"/>
    <w:rsid w:val="00FF13FD"/>
    <w:rsid w:val="00FF2A62"/>
    <w:rsid w:val="00FF66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963F354-AAAC-4C5D-BE17-5ED9752E1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43</TotalTime>
  <Pages>1</Pages>
  <Words>13227</Words>
  <Characters>78044</Characters>
  <Application>Microsoft Office Word</Application>
  <DocSecurity>0</DocSecurity>
  <Lines>650</Lines>
  <Paragraphs>182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9</cp:revision>
  <cp:lastPrinted>2020-06-30T08:25:00Z</cp:lastPrinted>
  <dcterms:created xsi:type="dcterms:W3CDTF">2020-06-11T06:41:00Z</dcterms:created>
  <dcterms:modified xsi:type="dcterms:W3CDTF">2020-06-30T08:28:00Z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