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15E21">
        <w:rPr>
          <w:rFonts w:eastAsia="Times New Roman" w:cs="Times New Roman"/>
          <w:lang w:eastAsia="cs-CZ"/>
        </w:rPr>
        <w:t>6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A6654F">
        <w:rPr>
          <w:rFonts w:eastAsia="Times New Roman" w:cs="Times New Roman"/>
          <w:lang w:eastAsia="cs-CZ"/>
        </w:rPr>
        <w:t>podlimitní sektorovou veřejnou zakázku</w:t>
      </w:r>
      <w:bookmarkStart w:id="1" w:name="_Toc403053768"/>
      <w:r w:rsidR="00FB7306" w:rsidRPr="00A6654F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1"/>
      <w:r w:rsidR="00A6654F" w:rsidRPr="00A6654F">
        <w:rPr>
          <w:rFonts w:eastAsia="Times New Roman" w:cs="Times New Roman"/>
          <w:b/>
          <w:lang w:eastAsia="cs-CZ"/>
        </w:rPr>
        <w:t>Nákup měřicích přístrojů do pojízdné měřící laboratoře SEE Praha</w:t>
      </w:r>
      <w:r w:rsidRPr="00837972">
        <w:rPr>
          <w:rFonts w:eastAsia="Times New Roman" w:cs="Times New Roman"/>
          <w:b/>
          <w:lang w:eastAsia="cs-CZ"/>
        </w:rPr>
        <w:t>“</w:t>
      </w:r>
      <w:r w:rsidRPr="00837972">
        <w:rPr>
          <w:rFonts w:eastAsia="Times New Roman" w:cs="Times New Roman"/>
          <w:lang w:eastAsia="cs-CZ"/>
        </w:rPr>
        <w:t xml:space="preserve">, č.j. </w:t>
      </w:r>
      <w:r w:rsidR="00837972" w:rsidRPr="00837972">
        <w:rPr>
          <w:rFonts w:eastAsia="Times New Roman" w:cs="Times New Roman"/>
          <w:lang w:eastAsia="cs-CZ"/>
        </w:rPr>
        <w:t xml:space="preserve">23631/2020-SŽ-OŘ PHA-OVZ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7E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1F9B72" wp14:editId="509B3A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BC8C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1A9C02" wp14:editId="0DDFE8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A8E8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5E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5E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20A3AC6" wp14:editId="3D7DB2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2DF6D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F03AF" wp14:editId="7E7D102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D63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5E2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7972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6654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7E32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CF07D7"/>
  <w14:defaultImageDpi w14:val="32767"/>
  <w15:docId w15:val="{E09BE4FF-0ADE-4256-979D-37DEB17F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sharepoint/v3/fields"/>
    <ds:schemaRef ds:uri="http://purl.org/dc/elements/1.1/"/>
    <ds:schemaRef ds:uri="http://schemas.microsoft.com/sharepoint/v3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0415E1-F76F-4B9C-B805-0D67FE733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5</cp:revision>
  <cp:lastPrinted>2020-06-12T11:27:00Z</cp:lastPrinted>
  <dcterms:created xsi:type="dcterms:W3CDTF">2020-06-12T05:57:00Z</dcterms:created>
  <dcterms:modified xsi:type="dcterms:W3CDTF">2020-06-29T10:03:00Z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