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IČ: ………….., DIČ: ………….., zapsaná v obchodním rejstříku vedeném …………. soudem v ………, oddíl …, vložka 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3B4123">
        <w:rPr>
          <w:rFonts w:eastAsia="Times New Roman"/>
          <w:b/>
          <w:bCs/>
          <w:lang w:eastAsia="cs-CZ"/>
        </w:rPr>
        <w:t>železnic</w:t>
      </w:r>
      <w:r w:rsidRPr="00901B53">
        <w:rPr>
          <w:rFonts w:eastAsia="Times New Roman"/>
          <w:b/>
          <w:bCs/>
          <w:lang w:eastAsia="cs-CZ"/>
        </w:rPr>
        <w:t>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oddíl A, vložka 48384, IČ: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06112B" w:rsidRDefault="00DA1C4D" w:rsidP="00A226F9">
      <w:pPr>
        <w:spacing w:before="120" w:after="0" w:line="240" w:lineRule="auto"/>
        <w:jc w:val="center"/>
        <w:rPr>
          <w:rFonts w:eastAsia="Times New Roman"/>
          <w:sz w:val="22"/>
          <w:lang w:eastAsia="cs-CZ"/>
        </w:rPr>
      </w:pPr>
      <w:r w:rsidRPr="00DA1C4D">
        <w:rPr>
          <w:rFonts w:eastAsia="Times New Roman"/>
          <w:b/>
          <w:sz w:val="22"/>
          <w:lang w:eastAsia="cs-CZ"/>
        </w:rPr>
        <w:t>„Rekonstrukce žst. Bohosudov“</w:t>
      </w:r>
      <w:bookmarkStart w:id="0" w:name="_GoBack"/>
      <w:bookmarkEnd w:id="0"/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Tuto plnou moc vydávám na základě „Podpisového řádu“ a mého pověření č. 2448 ze dne 2. 5. 2018 vydaného generálním ředitelem </w:t>
      </w:r>
      <w:r w:rsidR="00BB6FF0">
        <w:rPr>
          <w:rFonts w:eastAsia="Times New Roman"/>
          <w:lang w:eastAsia="cs-CZ"/>
        </w:rPr>
        <w:t>Správy železnic</w:t>
      </w:r>
      <w:r w:rsidRPr="00901B53">
        <w:rPr>
          <w:rFonts w:eastAsia="Times New Roman"/>
          <w:lang w:eastAsia="cs-CZ"/>
        </w:rPr>
        <w:t>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C1D" w:rsidRDefault="00501C1D" w:rsidP="00962258">
      <w:pPr>
        <w:spacing w:after="0" w:line="240" w:lineRule="auto"/>
      </w:pPr>
      <w:r>
        <w:separator/>
      </w:r>
    </w:p>
  </w:endnote>
  <w:endnote w:type="continuationSeparator" w:id="0">
    <w:p w:rsidR="00501C1D" w:rsidRDefault="00501C1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0FD" w:rsidRDefault="00BA50F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A246BD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A246BD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501C1D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DA1C4D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DA1C4D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0A5C23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</w:t>
          </w:r>
          <w:r w:rsidR="00BA50FD">
            <w:t>O</w:t>
          </w:r>
          <w:r w:rsidRPr="00921753">
            <w:t>: 709 94 234 DIČ: CZ 709 94 234</w:t>
          </w:r>
        </w:p>
        <w:p w:rsidR="00F1715C" w:rsidRPr="00921753" w:rsidRDefault="00F1715C" w:rsidP="00460660">
          <w:pPr>
            <w:pStyle w:val="Zpat"/>
          </w:pPr>
          <w:r w:rsidRPr="00921753">
            <w:t>www.szdc.cz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501C1D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C1D" w:rsidRDefault="00501C1D" w:rsidP="00962258">
      <w:pPr>
        <w:spacing w:after="0" w:line="240" w:lineRule="auto"/>
      </w:pPr>
      <w:r>
        <w:separator/>
      </w:r>
    </w:p>
  </w:footnote>
  <w:footnote w:type="continuationSeparator" w:id="0">
    <w:p w:rsidR="00501C1D" w:rsidRDefault="00501C1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0FD" w:rsidRDefault="00BA50F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501C1D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4" type="#_x0000_t75" style="position:absolute;margin-left:46.5pt;margin-top:33.6pt;width:136.05pt;height:50.45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0778B"/>
    <w:rsid w:val="0006112B"/>
    <w:rsid w:val="00072C1E"/>
    <w:rsid w:val="0008786E"/>
    <w:rsid w:val="000A0BD9"/>
    <w:rsid w:val="000A5C23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76C1"/>
    <w:rsid w:val="001E3D9B"/>
    <w:rsid w:val="00207DF5"/>
    <w:rsid w:val="00280E07"/>
    <w:rsid w:val="002C31BF"/>
    <w:rsid w:val="002D08B1"/>
    <w:rsid w:val="002E0CD7"/>
    <w:rsid w:val="002E6199"/>
    <w:rsid w:val="00330402"/>
    <w:rsid w:val="00357BC6"/>
    <w:rsid w:val="003956C6"/>
    <w:rsid w:val="003B4123"/>
    <w:rsid w:val="00450F07"/>
    <w:rsid w:val="00453CD3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01C1D"/>
    <w:rsid w:val="00501C86"/>
    <w:rsid w:val="00511AB9"/>
    <w:rsid w:val="00523EA7"/>
    <w:rsid w:val="00553375"/>
    <w:rsid w:val="005736B7"/>
    <w:rsid w:val="00575E5A"/>
    <w:rsid w:val="005C4D0E"/>
    <w:rsid w:val="005C63A7"/>
    <w:rsid w:val="005D10C2"/>
    <w:rsid w:val="005F1404"/>
    <w:rsid w:val="0061068E"/>
    <w:rsid w:val="00660AD3"/>
    <w:rsid w:val="00677B7F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1B53"/>
    <w:rsid w:val="00904780"/>
    <w:rsid w:val="00921753"/>
    <w:rsid w:val="00922385"/>
    <w:rsid w:val="009223DF"/>
    <w:rsid w:val="009262DB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282"/>
    <w:rsid w:val="009E07F4"/>
    <w:rsid w:val="009F392E"/>
    <w:rsid w:val="009F7094"/>
    <w:rsid w:val="00A226F9"/>
    <w:rsid w:val="00A246BD"/>
    <w:rsid w:val="00A6177B"/>
    <w:rsid w:val="00A66136"/>
    <w:rsid w:val="00A76430"/>
    <w:rsid w:val="00AA4CBB"/>
    <w:rsid w:val="00AA65FA"/>
    <w:rsid w:val="00AA7351"/>
    <w:rsid w:val="00AD056F"/>
    <w:rsid w:val="00AD51A6"/>
    <w:rsid w:val="00AD6731"/>
    <w:rsid w:val="00AF14F8"/>
    <w:rsid w:val="00B15D0D"/>
    <w:rsid w:val="00B5626A"/>
    <w:rsid w:val="00B72C5E"/>
    <w:rsid w:val="00B75EE1"/>
    <w:rsid w:val="00B77481"/>
    <w:rsid w:val="00B8518B"/>
    <w:rsid w:val="00BA50FD"/>
    <w:rsid w:val="00BB62E5"/>
    <w:rsid w:val="00BB6FF0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D14CF1"/>
    <w:rsid w:val="00D21061"/>
    <w:rsid w:val="00D4108E"/>
    <w:rsid w:val="00D6163D"/>
    <w:rsid w:val="00D831A3"/>
    <w:rsid w:val="00DA1C4D"/>
    <w:rsid w:val="00DC75F3"/>
    <w:rsid w:val="00DD46F3"/>
    <w:rsid w:val="00DD691C"/>
    <w:rsid w:val="00DE56F2"/>
    <w:rsid w:val="00DF116D"/>
    <w:rsid w:val="00E207B2"/>
    <w:rsid w:val="00E30061"/>
    <w:rsid w:val="00EB104F"/>
    <w:rsid w:val="00EC6517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1E4C"/>
    <w:rsid w:val="00F86BA6"/>
    <w:rsid w:val="00FC6389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  <w14:defaultImageDpi w14:val="32767"/>
  <w15:docId w15:val="{8F4B9C43-33E0-4B73-BFA0-89160C49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DE4A6B-231A-4D49-97A6-90D6E29BC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hlavickovy-papir_VZOR.dotx</Template>
  <TotalTime>5</TotalTime>
  <Pages>1</Pages>
  <Words>294</Words>
  <Characters>1741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Dušek Petr</cp:lastModifiedBy>
  <cp:revision>15</cp:revision>
  <cp:lastPrinted>2019-02-12T12:02:00Z</cp:lastPrinted>
  <dcterms:created xsi:type="dcterms:W3CDTF">2019-02-12T12:33:00Z</dcterms:created>
  <dcterms:modified xsi:type="dcterms:W3CDTF">2020-06-23T12:36:00Z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