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D4A9A" w:rsidP="0037111D">
            <w:r w:rsidRPr="00FD4A9A">
              <w:rPr>
                <w:rFonts w:ascii="Helvetica" w:hAnsi="Helvetica" w:cs="Helvetica"/>
              </w:rPr>
              <w:t>5625/2020-SŽ-SSV-Ú3</w:t>
            </w:r>
            <w:r w:rsidRPr="00FD4A9A">
              <w:rPr>
                <w:rFonts w:ascii="Helvetica" w:hAnsi="Helvetica" w:cs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E11B2A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E11B2A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E11B2A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E11B2A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524E4">
              <w:rPr>
                <w:noProof/>
              </w:rPr>
              <w:t>24. června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6015A">
        <w:rPr>
          <w:rFonts w:eastAsia="Calibri" w:cs="Times New Roman"/>
          <w:lang w:eastAsia="cs-CZ"/>
        </w:rPr>
        <w:t>„</w:t>
      </w:r>
      <w:r w:rsidR="00D6015A" w:rsidRPr="00D6015A">
        <w:rPr>
          <w:rFonts w:eastAsia="Calibri" w:cs="Times New Roman"/>
          <w:b/>
          <w:lang w:eastAsia="cs-CZ"/>
        </w:rPr>
        <w:t>Rekonstrukce PZZ v km 33,342 trati Týniště nad Orlicí – Meziměstí“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6015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E11B2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E11B2A" w:rsidRPr="00D6015A" w:rsidRDefault="00E11B2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D6015A">
        <w:rPr>
          <w:rFonts w:eastAsia="Times New Roman" w:cs="Times New Roman"/>
          <w:lang w:eastAsia="cs-CZ"/>
        </w:rPr>
        <w:t>V souvislosti se zabezpečovacím zařízením na přejezdu se tážeme, zda požaduje zadavatel u závor břevna s břevnovými svítilnami. V kladném případě žádáme o poskytnutí požadavků, které budou kladeny na břevnové svítilny (především na ovládání a dohled svícení břevnových svítilen).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11B2A" w:rsidRPr="00D6015A" w:rsidRDefault="00751D54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D6015A">
        <w:rPr>
          <w:rFonts w:eastAsia="Calibri" w:cs="Times New Roman"/>
          <w:lang w:eastAsia="cs-CZ"/>
        </w:rPr>
        <w:t>Břevna se svítilnami nepožadujeme.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6015A" w:rsidRPr="00396E8C" w:rsidRDefault="00D6015A" w:rsidP="00D601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D6015A" w:rsidRPr="00CB7B5A" w:rsidRDefault="00D6015A" w:rsidP="00D601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D6015A" w:rsidRPr="00CB7B5A" w:rsidRDefault="00D6015A" w:rsidP="00D601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6015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D6015A" w:rsidRPr="00CB7B5A" w:rsidRDefault="00D6015A" w:rsidP="00D601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D6015A" w:rsidRPr="00CB7B5A" w:rsidRDefault="00D6015A" w:rsidP="00D601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6015A" w:rsidRPr="00CB7B5A" w:rsidRDefault="00D6015A" w:rsidP="00D601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6015A" w:rsidRPr="00CB7B5A" w:rsidRDefault="00D6015A" w:rsidP="00D601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D6015A" w:rsidRPr="00CB7B5A" w:rsidRDefault="00D6015A" w:rsidP="00D601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6015A" w:rsidRDefault="00D6015A" w:rsidP="00D601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6015A" w:rsidRDefault="00D6015A" w:rsidP="00D601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6015A" w:rsidRDefault="00D6015A" w:rsidP="00D601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6015A" w:rsidRPr="00CB7B5A" w:rsidRDefault="00D6015A" w:rsidP="00D601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6015A" w:rsidRPr="00CB7B5A" w:rsidRDefault="00D6015A" w:rsidP="00D601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D6015A" w:rsidRPr="00CB7B5A" w:rsidRDefault="00D6015A" w:rsidP="00D601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D6015A" w:rsidRPr="00CB7B5A" w:rsidRDefault="00D6015A" w:rsidP="00D601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D6015A" w:rsidRPr="00CB7B5A" w:rsidRDefault="00D6015A" w:rsidP="00D601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D3" w:rsidRDefault="00B811D3" w:rsidP="00962258">
      <w:pPr>
        <w:spacing w:after="0" w:line="240" w:lineRule="auto"/>
      </w:pPr>
      <w:r>
        <w:separator/>
      </w:r>
    </w:p>
  </w:endnote>
  <w:endnote w:type="continuationSeparator" w:id="0">
    <w:p w:rsidR="00B811D3" w:rsidRDefault="00B811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01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4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8554DC" wp14:editId="5E157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95048E8" wp14:editId="1809DF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24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24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0DD1E94" wp14:editId="3DEACE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3EFFB6D" wp14:editId="588D72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D3" w:rsidRDefault="00B811D3" w:rsidP="00962258">
      <w:pPr>
        <w:spacing w:after="0" w:line="240" w:lineRule="auto"/>
      </w:pPr>
      <w:r>
        <w:separator/>
      </w:r>
    </w:p>
  </w:footnote>
  <w:footnote w:type="continuationSeparator" w:id="0">
    <w:p w:rsidR="00B811D3" w:rsidRDefault="00B811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2EF0"/>
    <w:rsid w:val="005A64E9"/>
    <w:rsid w:val="005B5EE9"/>
    <w:rsid w:val="006104F6"/>
    <w:rsid w:val="0061068E"/>
    <w:rsid w:val="006524E4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1D54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11D3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015A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1B2A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4A9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A3C8B7-B8C0-48AA-8805-ABE91101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2020-06-24T13:16:00Z</cp:lastPrinted>
  <dcterms:created xsi:type="dcterms:W3CDTF">2020-06-24T13:15:00Z</dcterms:created>
  <dcterms:modified xsi:type="dcterms:W3CDTF">2020-06-24T13:16:00Z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