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7C109" w14:textId="77777777" w:rsidR="00AD0C7B" w:rsidRDefault="00BB037B" w:rsidP="00312D11">
      <w:pPr>
        <w:pStyle w:val="Titul1"/>
      </w:pPr>
      <w:r>
        <w:t>Dopis nabídky</w:t>
      </w:r>
    </w:p>
    <w:p w14:paraId="4BA56B4F" w14:textId="6E8C10AA" w:rsidR="005D68B0" w:rsidRDefault="00BB037B" w:rsidP="001A354E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  <w:b w:val="0"/>
          </w:rPr>
        </w:sdtEndPr>
        <w:sdtContent>
          <w:r w:rsidR="001A354E" w:rsidRPr="001A354E">
            <w:rPr>
              <w:rStyle w:val="Nzevakce"/>
              <w:b/>
            </w:rPr>
            <w:t>GSM-R Par</w:t>
          </w:r>
          <w:r w:rsidR="001A354E">
            <w:rPr>
              <w:rStyle w:val="Nzevakce"/>
              <w:b/>
            </w:rPr>
            <w:t>du</w:t>
          </w:r>
          <w:r w:rsidR="001A354E" w:rsidRPr="001A354E">
            <w:rPr>
              <w:rStyle w:val="Nzevakce"/>
              <w:b/>
            </w:rPr>
            <w:t>b</w:t>
          </w:r>
          <w:r w:rsidR="001A354E">
            <w:rPr>
              <w:rStyle w:val="Nzevakce"/>
              <w:b/>
            </w:rPr>
            <w:t>i</w:t>
          </w:r>
          <w:r w:rsidR="001A354E" w:rsidRPr="001A354E">
            <w:rPr>
              <w:rStyle w:val="Nzevakce"/>
              <w:b/>
            </w:rPr>
            <w:t>ce – Hradec Králové</w:t>
          </w:r>
          <w:r w:rsidR="003D0BE4">
            <w:rPr>
              <w:rStyle w:val="Nzevakce"/>
              <w:b/>
            </w:rPr>
            <w:t xml:space="preserve"> - Jaroměř</w:t>
          </w:r>
        </w:sdtContent>
      </w:sdt>
      <w:bookmarkStart w:id="0" w:name="_GoBack"/>
      <w:bookmarkEnd w:id="0"/>
    </w:p>
    <w:p w14:paraId="2412850D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758704E8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57D43988" w14:textId="77777777" w:rsidR="00E9202E" w:rsidRDefault="00E9202E" w:rsidP="00312D11">
      <w:pPr>
        <w:pStyle w:val="Textbezodsazen"/>
      </w:pPr>
    </w:p>
    <w:p w14:paraId="03AFFCFD" w14:textId="77777777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11891C94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1A02C0" w14:textId="77777777" w:rsidR="00BB037B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>souladu se zákonem č. 134/2016 Sb., o zadávání veřejných zakázek a dalšími Právními předpisy.</w:t>
      </w:r>
    </w:p>
    <w:p w14:paraId="04E8674E" w14:textId="77777777" w:rsidR="00BB037B" w:rsidRDefault="00BB037B" w:rsidP="005D68B0">
      <w:pPr>
        <w:pStyle w:val="slovanseznam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62CFCFDC" w14:textId="77777777"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14:paraId="5966116C" w14:textId="77777777"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B748A8" w14:textId="77777777"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14:paraId="016B2881" w14:textId="77777777" w:rsidR="00B368AE" w:rsidRPr="003D0BE4" w:rsidRDefault="00BB037B" w:rsidP="00B368AE">
      <w:pPr>
        <w:pStyle w:val="Odstavec1-1a"/>
      </w:pPr>
      <w:r>
        <w:t xml:space="preserve">Obě Smluvní strany souhlasí se zveřejněním údajů o identifikaci Smluvních stran, předmětu Smlouvy, jeho ceně či hodnotě a datu uzavření </w:t>
      </w:r>
      <w:r w:rsidRPr="003D0BE4">
        <w:t>této Smlouvy</w:t>
      </w:r>
      <w:r w:rsidR="00B368AE" w:rsidRPr="003D0BE4">
        <w:t>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6FD9DAE" w14:textId="77777777" w:rsidR="00BB037B" w:rsidRDefault="00BB037B" w:rsidP="00B368AE">
      <w:pPr>
        <w:pStyle w:val="Odstavec1-1a"/>
        <w:numPr>
          <w:ilvl w:val="0"/>
          <w:numId w:val="0"/>
        </w:numPr>
        <w:ind w:left="1077"/>
      </w:pPr>
    </w:p>
    <w:p w14:paraId="4A96D442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1759C83A" w14:textId="77777777"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6A630593" w14:textId="77777777" w:rsidR="00BB037B" w:rsidRDefault="00BB037B" w:rsidP="005D1C66">
      <w:pPr>
        <w:pStyle w:val="Textbezslovn"/>
      </w:pPr>
      <w:r>
        <w:lastRenderedPageBreak/>
        <w:t>Žádáme, aby bylo s těmito dokumenty nakládáno podle ust. § 218 zákona o zadávání veřejných zakázek.</w:t>
      </w:r>
    </w:p>
    <w:p w14:paraId="73D9D48E" w14:textId="77777777" w:rsidR="00BB037B" w:rsidRDefault="00BB037B" w:rsidP="005D1C66">
      <w:pPr>
        <w:pStyle w:val="slovanseznam"/>
      </w:pPr>
      <w:r>
        <w:t>Níže uvedené informace a sdělení v naší nabídce označujeme jako důvěrné informace</w:t>
      </w:r>
      <w:r w:rsidR="00ED3A17">
        <w:t xml:space="preserve"> v souladu se zákonem č.134/2016 Sb. jako důvěrné informace.</w:t>
      </w:r>
    </w:p>
    <w:p w14:paraId="06BC4AF8" w14:textId="77777777" w:rsidR="00BB037B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0094B77B" w14:textId="77777777" w:rsidR="00BB037B" w:rsidRDefault="00BB037B" w:rsidP="005D1C66">
      <w:pPr>
        <w:pStyle w:val="Textbezslovn"/>
      </w:pPr>
      <w:r>
        <w:t>Žádáme, aby bylo s těmito informacemi nakládáno podle ust. § 218 zákona o zadávání veřejných zakázek</w:t>
      </w:r>
      <w:r w:rsidR="00ED3A17">
        <w:t>.</w:t>
      </w:r>
    </w:p>
    <w:p w14:paraId="644FA3AD" w14:textId="77777777" w:rsidR="00457B38" w:rsidRDefault="00457B38" w:rsidP="00312D11">
      <w:pPr>
        <w:pStyle w:val="Textbezodsazen"/>
      </w:pPr>
    </w:p>
    <w:p w14:paraId="5E471451" w14:textId="77777777" w:rsidR="005D1C66" w:rsidRDefault="005D1C66" w:rsidP="00312D11">
      <w:pPr>
        <w:pStyle w:val="Textbezodsazen"/>
      </w:pPr>
    </w:p>
    <w:p w14:paraId="67E33F04" w14:textId="77777777"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14:paraId="13F56342" w14:textId="77777777" w:rsidR="008069F8" w:rsidRDefault="00BB037B" w:rsidP="00312D11">
      <w:pPr>
        <w:pStyle w:val="Textbezodsazen"/>
      </w:pPr>
      <w:r>
        <w:t>………………………………….</w:t>
      </w:r>
    </w:p>
    <w:p w14:paraId="47ED968B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00B53BD9" w14:textId="77777777" w:rsidR="00ED3A17" w:rsidRDefault="00ED3A17" w:rsidP="00312D11">
      <w:pPr>
        <w:pStyle w:val="Textbezodsazen"/>
        <w:rPr>
          <w:highlight w:val="yellow"/>
        </w:rPr>
      </w:pPr>
    </w:p>
    <w:p w14:paraId="43C5B625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12E979C5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1F12EB8" w14:textId="77777777" w:rsidR="00BB037B" w:rsidRDefault="00BB037B" w:rsidP="00312D11">
      <w:pPr>
        <w:pStyle w:val="Textbezodsazen"/>
      </w:pPr>
      <w:r>
        <w:t>podpis</w:t>
      </w:r>
    </w:p>
    <w:p w14:paraId="3C9A0C81" w14:textId="77777777" w:rsidR="00ED3A17" w:rsidRDefault="00ED3A17" w:rsidP="00312D11">
      <w:pPr>
        <w:pStyle w:val="Textbezodsazen"/>
        <w:rPr>
          <w:highlight w:val="yellow"/>
        </w:rPr>
      </w:pPr>
    </w:p>
    <w:p w14:paraId="7CDE8B86" w14:textId="77777777" w:rsidR="00ED3A17" w:rsidRDefault="00ED3A17" w:rsidP="00312D11">
      <w:pPr>
        <w:pStyle w:val="Textbezodsazen"/>
        <w:rPr>
          <w:highlight w:val="yellow"/>
        </w:rPr>
      </w:pPr>
    </w:p>
    <w:p w14:paraId="009B8BA5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6A48E512" w14:textId="77777777" w:rsidR="00BB037B" w:rsidRDefault="00BB037B" w:rsidP="00312D11">
      <w:pPr>
        <w:pStyle w:val="Textbezodsazen"/>
      </w:pPr>
      <w:r>
        <w:t>…………………………</w:t>
      </w:r>
    </w:p>
    <w:p w14:paraId="0988E339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6381AE10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BA498" w14:textId="77777777" w:rsidR="005C42D8" w:rsidRDefault="005C42D8" w:rsidP="00962258">
      <w:pPr>
        <w:spacing w:after="0" w:line="240" w:lineRule="auto"/>
      </w:pPr>
      <w:r>
        <w:separator/>
      </w:r>
    </w:p>
  </w:endnote>
  <w:endnote w:type="continuationSeparator" w:id="0">
    <w:p w14:paraId="38C5DE05" w14:textId="77777777" w:rsidR="005C42D8" w:rsidRDefault="005C42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5D05CE4A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26038EC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20748F93" w14:textId="46546A69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3D0BE4">
            <w:rPr>
              <w:rStyle w:val="Tun"/>
              <w:noProof/>
            </w:rPr>
            <w:t>GSM-R Pardubice – Hradec Králové - Jaroměř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32B4CC13" w14:textId="5D64DC7B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B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B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2C7E179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3F1F2158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9ED418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473B7D9A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504E518A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679AF7BE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284F0756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07E52" w14:textId="77777777" w:rsidR="00BE5121" w:rsidRDefault="00A67808" w:rsidP="00BE5121">
    <w:pPr>
      <w:pStyle w:val="Zpat"/>
      <w:rPr>
        <w:rFonts w:cs="Calibri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4624" behindDoc="1" locked="1" layoutInCell="1" allowOverlap="1" wp14:anchorId="241009C6" wp14:editId="1653A60F">
          <wp:simplePos x="0" y="0"/>
          <wp:positionH relativeFrom="page">
            <wp:posOffset>974725</wp:posOffset>
          </wp:positionH>
          <wp:positionV relativeFrom="page">
            <wp:posOffset>9464675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F729F" w14:textId="77777777" w:rsidR="005C42D8" w:rsidRDefault="005C42D8" w:rsidP="00962258">
      <w:pPr>
        <w:spacing w:after="0" w:line="240" w:lineRule="auto"/>
      </w:pPr>
      <w:r>
        <w:separator/>
      </w:r>
    </w:p>
  </w:footnote>
  <w:footnote w:type="continuationSeparator" w:id="0">
    <w:p w14:paraId="0BC7A612" w14:textId="77777777" w:rsidR="005C42D8" w:rsidRDefault="005C42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04FD7F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75759D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52E052A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890349" w14:textId="77777777" w:rsidR="005D3C39" w:rsidRPr="00D6163D" w:rsidRDefault="005D3C39" w:rsidP="00D6163D">
          <w:pPr>
            <w:pStyle w:val="Druhdokumentu"/>
          </w:pPr>
        </w:p>
      </w:tc>
    </w:tr>
  </w:tbl>
  <w:p w14:paraId="421E0842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6205FA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459DA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BD4710" w14:textId="77777777" w:rsidR="005D3C39" w:rsidRDefault="005D1C6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6057F2FC" wp14:editId="29119F1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C5C0A5A" w14:textId="77777777" w:rsidR="005D3C39" w:rsidRPr="00D6163D" w:rsidRDefault="005D3C39" w:rsidP="00FC6389">
          <w:pPr>
            <w:pStyle w:val="Druhdokumentu"/>
          </w:pPr>
        </w:p>
      </w:tc>
    </w:tr>
    <w:tr w:rsidR="005D3C39" w14:paraId="094D69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758D6F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BFA80D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9ED491" w14:textId="77777777" w:rsidR="005D3C39" w:rsidRPr="00D6163D" w:rsidRDefault="005D3C39" w:rsidP="00FC6389">
          <w:pPr>
            <w:pStyle w:val="Druhdokumentu"/>
          </w:pPr>
        </w:p>
      </w:tc>
    </w:tr>
  </w:tbl>
  <w:p w14:paraId="79E7C1EF" w14:textId="77777777" w:rsidR="005D3C39" w:rsidRPr="00D6163D" w:rsidRDefault="005D3C39" w:rsidP="00FC6389">
    <w:pPr>
      <w:pStyle w:val="Zhlav"/>
      <w:rPr>
        <w:sz w:val="8"/>
        <w:szCs w:val="8"/>
      </w:rPr>
    </w:pPr>
  </w:p>
  <w:p w14:paraId="4B07E26A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354E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4241"/>
    <w:rsid w:val="0037545D"/>
    <w:rsid w:val="00392EB6"/>
    <w:rsid w:val="003956C6"/>
    <w:rsid w:val="003C33F2"/>
    <w:rsid w:val="003D0BE4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A3C4F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A1F44"/>
    <w:rsid w:val="005C42D8"/>
    <w:rsid w:val="005D1C66"/>
    <w:rsid w:val="005D3C39"/>
    <w:rsid w:val="005D68B0"/>
    <w:rsid w:val="00601A8C"/>
    <w:rsid w:val="0061068E"/>
    <w:rsid w:val="006115D3"/>
    <w:rsid w:val="0065610E"/>
    <w:rsid w:val="00660AD3"/>
    <w:rsid w:val="0066497E"/>
    <w:rsid w:val="006776B6"/>
    <w:rsid w:val="00693150"/>
    <w:rsid w:val="006A3867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93E57"/>
    <w:rsid w:val="007A5172"/>
    <w:rsid w:val="007A67A0"/>
    <w:rsid w:val="007B570C"/>
    <w:rsid w:val="007D6CE3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67808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368AE"/>
    <w:rsid w:val="00B41172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9202E"/>
    <w:rsid w:val="00EA6EC7"/>
    <w:rsid w:val="00EB104F"/>
    <w:rsid w:val="00EB46E5"/>
    <w:rsid w:val="00EC37CA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1723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19E3F"/>
  <w14:defaultImageDpi w14:val="32767"/>
  <w15:docId w15:val="{DC54B890-14E3-4149-BE09-14A0DF7B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  <w:style w:type="character" w:styleId="Zstupntext">
    <w:name w:val="Placeholder Text"/>
    <w:basedOn w:val="Standardnpsmoodstavce"/>
    <w:uiPriority w:val="99"/>
    <w:semiHidden/>
    <w:rsid w:val="001A35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227CA8"/>
    <w:rsid w:val="005E3FC4"/>
    <w:rsid w:val="006E6B4A"/>
    <w:rsid w:val="0087482C"/>
    <w:rsid w:val="00A37915"/>
    <w:rsid w:val="00B374EC"/>
    <w:rsid w:val="00C7001B"/>
    <w:rsid w:val="00D50D44"/>
    <w:rsid w:val="00DA3422"/>
    <w:rsid w:val="00E3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FABC6C-FED2-4ABE-A283-E5E915A6A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</Pages>
  <Words>442</Words>
  <Characters>2614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2</cp:revision>
  <cp:lastPrinted>2019-03-12T14:23:00Z</cp:lastPrinted>
  <dcterms:created xsi:type="dcterms:W3CDTF">2020-06-01T08:57:00Z</dcterms:created>
  <dcterms:modified xsi:type="dcterms:W3CDTF">2020-06-01T08:57:00Z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