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  <w:bookmarkStart w:id="0" w:name="_GoBack"/>
      <w:bookmarkEnd w:id="0"/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>který podává nabídku na sektorovou veřejn</w:t>
      </w:r>
      <w:r w:rsidRPr="00E04B27">
        <w:t xml:space="preserve">ou zakázku s názvem </w:t>
      </w:r>
      <w:bookmarkStart w:id="1" w:name="_Toc403053768"/>
      <w:r w:rsidRPr="00E04B27">
        <w:rPr>
          <w:b/>
        </w:rPr>
        <w:t>„</w:t>
      </w:r>
      <w:bookmarkEnd w:id="1"/>
      <w:r w:rsidR="00E04B27" w:rsidRPr="00E04B27">
        <w:rPr>
          <w:b/>
        </w:rPr>
        <w:t>Pravidelná kontrola plynových zařízení v obvodu OŘ Praha</w:t>
      </w:r>
      <w:r w:rsidRPr="003B2074">
        <w:rPr>
          <w:b/>
        </w:rPr>
        <w:t>“</w:t>
      </w:r>
      <w:r w:rsidRPr="003B2074">
        <w:t xml:space="preserve">, </w:t>
      </w:r>
      <w:proofErr w:type="gramStart"/>
      <w:r w:rsidRPr="003B2074">
        <w:t>č.j.</w:t>
      </w:r>
      <w:proofErr w:type="gramEnd"/>
      <w:r w:rsidRPr="003B2074">
        <w:t xml:space="preserve"> </w:t>
      </w:r>
      <w:r w:rsidR="003B2074" w:rsidRPr="003B2074">
        <w:t>22831</w:t>
      </w:r>
      <w:r w:rsidRPr="003B2074">
        <w:t>/20</w:t>
      </w:r>
      <w:r w:rsidR="003B0398" w:rsidRPr="003B2074">
        <w:t>20</w:t>
      </w:r>
      <w:r w:rsidRPr="00E04B27">
        <w:t xml:space="preserve">-SŽ-OŘ PHA-OVZ tímto </w:t>
      </w:r>
      <w:r w:rsidRPr="005E4B67">
        <w:t>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2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DB3" w:rsidRDefault="00DC3DB3" w:rsidP="00962258">
      <w:pPr>
        <w:spacing w:after="0" w:line="240" w:lineRule="auto"/>
      </w:pPr>
      <w:r>
        <w:separator/>
      </w:r>
    </w:p>
  </w:endnote>
  <w:end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6D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FBD7CEB" wp14:editId="036E39E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FD7A63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6B060C2" wp14:editId="277CC66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8A5910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6D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6D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6BFC91C" wp14:editId="5692F72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28561A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F20BE61" wp14:editId="06346AF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B4DF01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DB3" w:rsidRDefault="00DC3DB3" w:rsidP="00962258">
      <w:pPr>
        <w:spacing w:after="0" w:line="240" w:lineRule="auto"/>
      </w:pPr>
      <w:r>
        <w:separator/>
      </w:r>
    </w:p>
  </w:footnote>
  <w:foot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3B2074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66DA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04B27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purl.org/dc/dcmitype/"/>
    <ds:schemaRef ds:uri="http://www.w3.org/XML/1998/namespace"/>
    <ds:schemaRef ds:uri="http://schemas.microsoft.com/sharepoint/v3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DC56088-775E-4D33-8BF2-F27BF7D2B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</TotalTime>
  <Pages>1</Pages>
  <Words>234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4</cp:revision>
  <cp:lastPrinted>2020-06-05T06:58:00Z</cp:lastPrinted>
  <dcterms:created xsi:type="dcterms:W3CDTF">2020-06-04T12:13:00Z</dcterms:created>
  <dcterms:modified xsi:type="dcterms:W3CDTF">2020-06-05T06:59:00Z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