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53D7FD" wp14:editId="1E91B67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1D3BDA" w:rsidP="0037111D">
            <w:r w:rsidRPr="001D3BDA">
              <w:rPr>
                <w:rFonts w:ascii="Helvetica" w:hAnsi="Helvetica"/>
              </w:rPr>
              <w:t>4662/2020-SŽ-SSV-Ú3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0241AE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0241AE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0241AE" w:rsidP="009A7568">
            <w:r>
              <w:t>+4202 724 932 325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0241AE" w:rsidP="006104F6">
            <w:r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516D5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B20C1">
              <w:rPr>
                <w:noProof/>
              </w:rPr>
              <w:t>3. června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0241AE">
        <w:trPr>
          <w:trHeight w:val="892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135613" w:rsidRDefault="00CB7B5A" w:rsidP="0013561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35613" w:rsidRPr="00135613">
        <w:rPr>
          <w:rFonts w:eastAsia="Calibri" w:cs="Times New Roman"/>
          <w:b/>
          <w:lang w:eastAsia="cs-CZ"/>
        </w:rPr>
        <w:t xml:space="preserve">Doplnění závor na přejezdu P7408 v km 21,580 trati Ostrava-Kunčice </w:t>
      </w:r>
      <w:r w:rsidR="00135613">
        <w:rPr>
          <w:rFonts w:eastAsia="Calibri" w:cs="Times New Roman"/>
          <w:b/>
          <w:lang w:eastAsia="cs-CZ"/>
        </w:rPr>
        <w:t>–</w:t>
      </w:r>
      <w:r w:rsidR="00135613" w:rsidRPr="00135613">
        <w:rPr>
          <w:rFonts w:eastAsia="Calibri" w:cs="Times New Roman"/>
          <w:b/>
          <w:lang w:eastAsia="cs-CZ"/>
        </w:rPr>
        <w:t xml:space="preserve"> Valašské</w:t>
      </w:r>
    </w:p>
    <w:p w:rsidR="00135613" w:rsidRDefault="00135613" w:rsidP="0013561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</w:t>
      </w:r>
      <w:r w:rsidRPr="00135613"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 xml:space="preserve"> </w:t>
      </w:r>
      <w:r w:rsidRPr="00135613">
        <w:rPr>
          <w:rFonts w:eastAsia="Calibri" w:cs="Times New Roman"/>
          <w:b/>
          <w:lang w:eastAsia="cs-CZ"/>
        </w:rPr>
        <w:t>Meziříčí</w:t>
      </w:r>
    </w:p>
    <w:p w:rsidR="00CB7B5A" w:rsidRPr="00CB7B5A" w:rsidRDefault="00CB7B5A" w:rsidP="0013561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241A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241AE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35613" w:rsidRDefault="00135613" w:rsidP="0013561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35613" w:rsidRPr="00CB7B5A" w:rsidRDefault="00135613" w:rsidP="0013561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135613" w:rsidRDefault="00135613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t>Zadavatel požaduje předložení osvědčení stavebních prací spočívající v rekonstrukci nebo výstavbě PZZ. Uzná zadavatel reference i z opravy PZZ pokud dosahuje požadovaného finančního plnění?</w:t>
      </w:r>
    </w:p>
    <w:p w:rsidR="00135613" w:rsidRDefault="0013561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35613" w:rsidRPr="009516D5" w:rsidRDefault="00135613" w:rsidP="00135613">
      <w:pPr>
        <w:spacing w:after="0" w:line="240" w:lineRule="auto"/>
        <w:rPr>
          <w:rFonts w:eastAsia="Calibri" w:cs="Times New Roman"/>
          <w:b/>
          <w:lang w:eastAsia="cs-CZ"/>
        </w:rPr>
      </w:pPr>
      <w:r w:rsidRPr="009516D5">
        <w:rPr>
          <w:rFonts w:eastAsia="Calibri" w:cs="Times New Roman"/>
          <w:b/>
          <w:lang w:eastAsia="cs-CZ"/>
        </w:rPr>
        <w:t xml:space="preserve">Odpověď: </w:t>
      </w:r>
    </w:p>
    <w:p w:rsidR="00135613" w:rsidRPr="009516D5" w:rsidRDefault="00C26D9B" w:rsidP="00C26D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516D5">
        <w:rPr>
          <w:rFonts w:eastAsia="Calibri" w:cs="Times New Roman"/>
          <w:lang w:eastAsia="cs-CZ"/>
        </w:rPr>
        <w:t>Vzhledem k tomu, že se jedná o investiční stavbu, trváme na požadavku referenčních staveb</w:t>
      </w:r>
      <w:r w:rsidR="009516D5" w:rsidRPr="009516D5">
        <w:rPr>
          <w:rFonts w:eastAsia="Calibri" w:cs="Times New Roman"/>
          <w:lang w:eastAsia="cs-CZ"/>
        </w:rPr>
        <w:t xml:space="preserve">, jejichž </w:t>
      </w:r>
      <w:r w:rsidRPr="009516D5">
        <w:rPr>
          <w:rFonts w:eastAsia="Calibri" w:cs="Times New Roman"/>
          <w:lang w:eastAsia="cs-CZ"/>
        </w:rPr>
        <w:t>součásti byla rekonstrukci nebo výstavbu PZZ. Opravné práce zadavatel nebude uznávat.</w:t>
      </w:r>
    </w:p>
    <w:p w:rsidR="00135613" w:rsidRPr="009516D5" w:rsidRDefault="0013561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9516D5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516D5">
        <w:rPr>
          <w:rFonts w:eastAsia="Calibri" w:cs="Times New Roman"/>
          <w:b/>
          <w:lang w:eastAsia="cs-CZ"/>
        </w:rPr>
        <w:t xml:space="preserve">Dotaz č. </w:t>
      </w:r>
      <w:r w:rsidR="00135613" w:rsidRPr="009516D5">
        <w:rPr>
          <w:rFonts w:eastAsia="Calibri" w:cs="Times New Roman"/>
          <w:b/>
          <w:lang w:eastAsia="cs-CZ"/>
        </w:rPr>
        <w:t>2</w:t>
      </w:r>
      <w:r w:rsidRPr="009516D5">
        <w:rPr>
          <w:rFonts w:eastAsia="Calibri" w:cs="Times New Roman"/>
          <w:b/>
          <w:lang w:eastAsia="cs-CZ"/>
        </w:rPr>
        <w:t>:</w:t>
      </w:r>
    </w:p>
    <w:p w:rsidR="00CB7B5A" w:rsidRPr="009516D5" w:rsidRDefault="000241AE" w:rsidP="00CB7B5A">
      <w:pPr>
        <w:spacing w:after="0" w:line="240" w:lineRule="auto"/>
        <w:rPr>
          <w:rFonts w:eastAsia="Calibri" w:cs="Times New Roman"/>
          <w:lang w:eastAsia="cs-CZ"/>
        </w:rPr>
      </w:pPr>
      <w:r w:rsidRPr="009516D5">
        <w:rPr>
          <w:rFonts w:eastAsia="Calibri" w:cs="Times New Roman"/>
          <w:lang w:eastAsia="cs-CZ"/>
        </w:rPr>
        <w:t>V souvislosti se zabezpečovacím zařízením na přejezdu se tážeme, zda požaduje zadavatel u závor břevna s břevnovými svítilnami. V kladném případě žádáme o poskytnutí požadavků, které budou kladeny na břevnové svítilny (především na ovládání a dohled svícení břevnových svítilen).</w:t>
      </w:r>
    </w:p>
    <w:p w:rsidR="000241AE" w:rsidRPr="009516D5" w:rsidRDefault="000241A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9516D5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516D5">
        <w:rPr>
          <w:rFonts w:eastAsia="Calibri" w:cs="Times New Roman"/>
          <w:b/>
          <w:lang w:eastAsia="cs-CZ"/>
        </w:rPr>
        <w:t xml:space="preserve">Odpověď: </w:t>
      </w:r>
    </w:p>
    <w:p w:rsidR="006064FE" w:rsidRPr="009516D5" w:rsidRDefault="006064FE" w:rsidP="00CB7B5A">
      <w:pPr>
        <w:spacing w:after="0" w:line="240" w:lineRule="auto"/>
        <w:rPr>
          <w:rFonts w:eastAsia="Calibri" w:cs="Times New Roman"/>
          <w:lang w:eastAsia="cs-CZ"/>
        </w:rPr>
      </w:pPr>
      <w:r w:rsidRPr="009516D5">
        <w:rPr>
          <w:rFonts w:eastAsia="Calibri" w:cs="Times New Roman"/>
          <w:lang w:eastAsia="cs-CZ"/>
        </w:rPr>
        <w:t>Požadavky</w:t>
      </w:r>
      <w:r w:rsidR="00C26D9B" w:rsidRPr="009516D5">
        <w:rPr>
          <w:rFonts w:eastAsia="Calibri" w:cs="Times New Roman"/>
          <w:lang w:eastAsia="cs-CZ"/>
        </w:rPr>
        <w:t xml:space="preserve"> na závorová břevna s břevnovými svítilnami</w:t>
      </w:r>
      <w:r w:rsidRPr="009516D5">
        <w:rPr>
          <w:rFonts w:eastAsia="Calibri" w:cs="Times New Roman"/>
          <w:lang w:eastAsia="cs-CZ"/>
        </w:rPr>
        <w:t xml:space="preserve"> </w:t>
      </w:r>
      <w:r w:rsidR="00414D01" w:rsidRPr="009516D5">
        <w:rPr>
          <w:rFonts w:eastAsia="Calibri" w:cs="Times New Roman"/>
          <w:lang w:eastAsia="cs-CZ"/>
        </w:rPr>
        <w:t xml:space="preserve">jsou </w:t>
      </w:r>
      <w:r w:rsidRPr="009516D5">
        <w:rPr>
          <w:rFonts w:eastAsia="Calibri" w:cs="Times New Roman"/>
          <w:lang w:eastAsia="cs-CZ"/>
        </w:rPr>
        <w:t>uvedené v zadávací dokumentaci:</w:t>
      </w:r>
    </w:p>
    <w:p w:rsidR="006064FE" w:rsidRPr="009516D5" w:rsidRDefault="006064FE" w:rsidP="006064FE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9516D5">
        <w:rPr>
          <w:rFonts w:eastAsia="Calibri" w:cs="Times New Roman"/>
          <w:lang w:eastAsia="cs-CZ"/>
        </w:rPr>
        <w:t xml:space="preserve">Zvláštní technické podmínky stavby, čl. 4.1.1.: </w:t>
      </w:r>
    </w:p>
    <w:p w:rsidR="006064FE" w:rsidRPr="009516D5" w:rsidRDefault="006064FE" w:rsidP="006064FE">
      <w:pPr>
        <w:spacing w:after="0" w:line="240" w:lineRule="auto"/>
        <w:ind w:left="851"/>
        <w:jc w:val="both"/>
        <w:rPr>
          <w:rFonts w:eastAsia="Calibri" w:cs="Times New Roman"/>
          <w:lang w:eastAsia="cs-CZ"/>
        </w:rPr>
      </w:pPr>
      <w:r w:rsidRPr="009516D5">
        <w:rPr>
          <w:rFonts w:eastAsia="Calibri" w:cs="Times New Roman"/>
          <w:lang w:eastAsia="cs-CZ"/>
        </w:rPr>
        <w:t>Na PZS budou instalované břevnové svítilny v souladu s dokumentem O14 „Dočasné požadavky na břevnové svítilny“.</w:t>
      </w:r>
    </w:p>
    <w:p w:rsidR="00414D01" w:rsidRPr="009516D5" w:rsidRDefault="00414D01" w:rsidP="00414D0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516D5">
        <w:rPr>
          <w:rFonts w:eastAsia="Calibri" w:cs="Times New Roman"/>
          <w:lang w:eastAsia="cs-CZ"/>
        </w:rPr>
        <w:t>Příloha: „</w:t>
      </w:r>
      <w:r w:rsidR="006064FE" w:rsidRPr="009516D5">
        <w:rPr>
          <w:rFonts w:eastAsia="Calibri" w:cs="Times New Roman"/>
          <w:lang w:eastAsia="cs-CZ"/>
        </w:rPr>
        <w:t>Dočasné požadavky na břevnové svítilny pro akce OŘ</w:t>
      </w:r>
      <w:r w:rsidRPr="009516D5">
        <w:rPr>
          <w:rFonts w:eastAsia="Calibri" w:cs="Times New Roman"/>
          <w:lang w:eastAsia="cs-CZ"/>
        </w:rPr>
        <w:t>“</w:t>
      </w: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41AE">
        <w:rPr>
          <w:rFonts w:eastAsia="Calibri" w:cs="Times New Roman"/>
          <w:lang w:eastAsia="cs-CZ"/>
        </w:rPr>
        <w:t>Vysvětlení/ změnu/ doplnění 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0241AE" w:rsidRPr="00CB7B5A" w:rsidRDefault="000241A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35613">
        <w:rPr>
          <w:rFonts w:eastAsia="Calibri" w:cs="Times New Roman"/>
          <w:lang w:eastAsia="cs-CZ"/>
        </w:rPr>
        <w:t>3</w:t>
      </w:r>
      <w:r w:rsidR="000241AE">
        <w:rPr>
          <w:rFonts w:eastAsia="Calibri" w:cs="Times New Roman"/>
          <w:lang w:eastAsia="cs-CZ"/>
        </w:rPr>
        <w:t xml:space="preserve">. </w:t>
      </w:r>
      <w:r w:rsidR="00135613">
        <w:rPr>
          <w:rFonts w:eastAsia="Calibri" w:cs="Times New Roman"/>
          <w:lang w:eastAsia="cs-CZ"/>
        </w:rPr>
        <w:t>6</w:t>
      </w:r>
      <w:r w:rsidR="000241AE">
        <w:rPr>
          <w:rFonts w:eastAsia="Calibri" w:cs="Times New Roman"/>
          <w:lang w:eastAsia="cs-CZ"/>
        </w:rPr>
        <w:t>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241AE" w:rsidRPr="00CB7B5A" w:rsidRDefault="000241A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Pr="00CB20C1" w:rsidRDefault="00CB7B5A" w:rsidP="00CB20C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  <w:bookmarkStart w:id="1" w:name="_GoBack"/>
      <w:bookmarkEnd w:id="1"/>
    </w:p>
    <w:sectPr w:rsidR="00CC1E2B" w:rsidRPr="00CB20C1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BB" w:rsidRDefault="00A269BB" w:rsidP="00962258">
      <w:pPr>
        <w:spacing w:after="0" w:line="240" w:lineRule="auto"/>
      </w:pPr>
      <w:r>
        <w:separator/>
      </w:r>
    </w:p>
  </w:endnote>
  <w:endnote w:type="continuationSeparator" w:id="0">
    <w:p w:rsidR="00A269BB" w:rsidRDefault="00A269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20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20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F2ED592" wp14:editId="62C3F4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1F2BEA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2809CB3" wp14:editId="6B08274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569C17C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20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20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1B4291E" wp14:editId="279A61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5E3A16F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88EFBB3" wp14:editId="505AE1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7AF944A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BB" w:rsidRDefault="00A269BB" w:rsidP="00962258">
      <w:pPr>
        <w:spacing w:after="0" w:line="240" w:lineRule="auto"/>
      </w:pPr>
      <w:r>
        <w:separator/>
      </w:r>
    </w:p>
  </w:footnote>
  <w:footnote w:type="continuationSeparator" w:id="0">
    <w:p w:rsidR="00A269BB" w:rsidRDefault="00A269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01FBCB6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39F7549"/>
    <w:multiLevelType w:val="hybridMultilevel"/>
    <w:tmpl w:val="705E6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41AE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35613"/>
    <w:rsid w:val="00170EC5"/>
    <w:rsid w:val="001747C1"/>
    <w:rsid w:val="0018596A"/>
    <w:rsid w:val="001B69C2"/>
    <w:rsid w:val="001C4DA0"/>
    <w:rsid w:val="001D3BDA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14D01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274C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64FE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4473D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16D5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69B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26D9B"/>
    <w:rsid w:val="00C30759"/>
    <w:rsid w:val="00C44F6A"/>
    <w:rsid w:val="00C727E5"/>
    <w:rsid w:val="00C8207D"/>
    <w:rsid w:val="00C8288B"/>
    <w:rsid w:val="00CB20C1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0E5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A88ECB-275A-4F37-8A74-DDE23240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22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2020-06-02T12:08:00Z</cp:lastPrinted>
  <dcterms:created xsi:type="dcterms:W3CDTF">2020-06-02T07:30:00Z</dcterms:created>
  <dcterms:modified xsi:type="dcterms:W3CDTF">2020-06-03T05:20:00Z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