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43C1A774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54A94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452BC634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AC6E83">
        <w:rPr>
          <w:rFonts w:eastAsia="Times New Roman" w:cs="Times New Roman"/>
          <w:highlight w:val="yellow"/>
          <w:lang w:eastAsia="cs-CZ"/>
        </w:rPr>
        <w:t>podlimitní s</w:t>
      </w:r>
      <w:r w:rsidRPr="00D716B7">
        <w:rPr>
          <w:rFonts w:eastAsia="Times New Roman" w:cs="Times New Roman"/>
          <w:highlight w:val="yellow"/>
          <w:lang w:eastAsia="cs-CZ"/>
        </w:rPr>
        <w:t>ektorovou veřejnou zakázku</w:t>
      </w:r>
      <w:r w:rsidRPr="00D716B7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C54A94" w:rsidRPr="00C54A94">
        <w:rPr>
          <w:rFonts w:eastAsia="Times New Roman" w:cs="Times New Roman"/>
          <w:b/>
          <w:lang w:eastAsia="cs-CZ"/>
        </w:rPr>
        <w:t>Výměna poškozených schodnic u eskalátorů E7 a E9 ve vestibulu v ŽST Olomouc hl. n.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r w:rsidR="00FC0E10">
        <w:rPr>
          <w:rFonts w:eastAsia="Times New Roman" w:cs="Times New Roman"/>
          <w:lang w:eastAsia="cs-CZ"/>
        </w:rPr>
        <w:t xml:space="preserve">tímto čestně prohlašuje, že </w:t>
      </w:r>
      <w:r w:rsidR="00FC0E10"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1" w:name="_GoBack"/>
      <w:bookmarkEnd w:id="1"/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511ED32" w14:textId="77777777" w:rsidR="00F1715C" w:rsidRDefault="00C54A94" w:rsidP="00460660">
          <w:pPr>
            <w:pStyle w:val="Zpat"/>
          </w:pPr>
          <w:r>
            <w:t>Oblastní ředitelství Olomouc</w:t>
          </w:r>
        </w:p>
        <w:p w14:paraId="36044987" w14:textId="77777777" w:rsidR="00C54A94" w:rsidRDefault="00C54A94" w:rsidP="00460660">
          <w:pPr>
            <w:pStyle w:val="Zpat"/>
          </w:pPr>
          <w:r>
            <w:t>Nerudova 1</w:t>
          </w:r>
        </w:p>
        <w:p w14:paraId="4FE2A439" w14:textId="67F4B5B7" w:rsidR="00C54A94" w:rsidRDefault="00C54A94" w:rsidP="00460660">
          <w:pPr>
            <w:pStyle w:val="Zpat"/>
          </w:pPr>
          <w:r>
            <w:t>779 00 Olomouc</w:t>
          </w:r>
        </w:p>
      </w:tc>
    </w:tr>
  </w:tbl>
  <w:p w14:paraId="0935A879" w14:textId="5D859011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54A94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CB6E00-BDA5-4098-BDEA-022B5BB88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4</cp:revision>
  <cp:lastPrinted>2017-11-28T17:18:00Z</cp:lastPrinted>
  <dcterms:created xsi:type="dcterms:W3CDTF">2019-12-10T13:22:00Z</dcterms:created>
  <dcterms:modified xsi:type="dcterms:W3CDTF">2020-05-22T11:37:00Z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