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20233" w14:textId="36D5205B" w:rsidR="00C578E9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>
        <w:rPr>
          <w:rFonts w:cs="Times New Roman"/>
          <w:b w:val="0"/>
        </w:rPr>
        <w:t xml:space="preserve">Příloha č. </w:t>
      </w:r>
      <w:r w:rsidR="00B07765">
        <w:rPr>
          <w:rFonts w:cs="Times New Roman"/>
          <w:b w:val="0"/>
        </w:rPr>
        <w:t>4</w:t>
      </w:r>
      <w:r w:rsidR="00EB0659">
        <w:rPr>
          <w:rFonts w:cs="Times New Roman"/>
          <w:b w:val="0"/>
        </w:rPr>
        <w:t>e</w:t>
      </w:r>
      <w:r>
        <w:rPr>
          <w:rFonts w:cs="Times New Roman"/>
          <w:b w:val="0"/>
        </w:rPr>
        <w:t xml:space="preserve"> Zadávací dokumentace</w:t>
      </w:r>
    </w:p>
    <w:p w14:paraId="1D6B2BB5" w14:textId="77777777" w:rsidR="00C578E9" w:rsidRPr="00926B03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337875AD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AE0C93">
        <w:rPr>
          <w:rFonts w:eastAsia="Times New Roman" w:cs="Times New Roman"/>
          <w:b/>
          <w:lang w:eastAsia="cs-CZ"/>
        </w:rPr>
        <w:t xml:space="preserve">Číslo smlouvy kupujícího. </w:t>
      </w:r>
    </w:p>
    <w:p w14:paraId="2F474D28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bookmarkStart w:id="0" w:name="_GoBack"/>
      <w:bookmarkEnd w:id="0"/>
      <w:r w:rsidRPr="00AE0C93">
        <w:rPr>
          <w:rFonts w:eastAsia="Times New Roman" w:cs="Times New Roman"/>
          <w:b/>
          <w:highlight w:val="yellow"/>
          <w:lang w:eastAsia="cs-CZ"/>
        </w:rPr>
        <w:t>………………(doplní prodávající, nebo vymazat)</w:t>
      </w:r>
    </w:p>
    <w:p w14:paraId="5D67D32B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 500352</w:t>
      </w:r>
      <w:r w:rsidRPr="007975BC">
        <w:rPr>
          <w:rFonts w:eastAsia="Times New Roman" w:cs="Times New Roman"/>
          <w:b/>
          <w:lang w:eastAsia="cs-CZ"/>
        </w:rPr>
        <w:t>0</w:t>
      </w:r>
      <w:r>
        <w:rPr>
          <w:rFonts w:eastAsia="Times New Roman" w:cs="Times New Roman"/>
          <w:b/>
          <w:lang w:eastAsia="cs-CZ"/>
        </w:rPr>
        <w:t>169</w:t>
      </w:r>
    </w:p>
    <w:p w14:paraId="731CF814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96600D7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193B0F66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CA86FD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9A93D9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CACFE6F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3A9B8B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20673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324E3A0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0C93">
        <w:rPr>
          <w:rFonts w:eastAsia="Times New Roman" w:cs="Times New Roman"/>
          <w:lang w:eastAsia="cs-CZ"/>
        </w:rPr>
        <w:t>zastoupená Bc. Jiřím Svobodou, MBA, generálním ředitelem</w:t>
      </w:r>
    </w:p>
    <w:p w14:paraId="693D5CDF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220B8A4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6C585F6A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15515ED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6DAF54C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7A5398B3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7415FF8A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0AF93C5C" w14:textId="77777777" w:rsidR="00C578E9" w:rsidRPr="004E1498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68D4634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CAF5E2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777AD2" w14:textId="07793BF2" w:rsidR="00C355F1" w:rsidRPr="000C5DA0" w:rsidRDefault="00C578E9" w:rsidP="00C355F1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Pr="004A67B1">
        <w:rPr>
          <w:lang w:eastAsia="cs-CZ"/>
        </w:rPr>
        <w:t>Obnova voz</w:t>
      </w:r>
      <w:r>
        <w:rPr>
          <w:lang w:eastAsia="cs-CZ"/>
        </w:rPr>
        <w:t>ového parku - Hasičský</w:t>
      </w:r>
      <w:r w:rsidRPr="004A67B1">
        <w:rPr>
          <w:lang w:eastAsia="cs-CZ"/>
        </w:rPr>
        <w:t xml:space="preserve"> </w:t>
      </w:r>
      <w:r>
        <w:rPr>
          <w:lang w:eastAsia="cs-CZ"/>
        </w:rPr>
        <w:t>záchranný sbor</w:t>
      </w:r>
      <w:r w:rsidRPr="004A67B1">
        <w:rPr>
          <w:lang w:eastAsia="cs-CZ"/>
        </w:rPr>
        <w:t xml:space="preserve"> </w:t>
      </w:r>
      <w:r>
        <w:rPr>
          <w:lang w:eastAsia="cs-CZ"/>
        </w:rPr>
        <w:t>SŽ</w:t>
      </w:r>
      <w:r w:rsidRPr="004A67B1">
        <w:rPr>
          <w:lang w:eastAsia="cs-CZ"/>
        </w:rPr>
        <w:t xml:space="preserve"> - speciální vozidla – </w:t>
      </w:r>
      <w:proofErr w:type="spellStart"/>
      <w:proofErr w:type="gramStart"/>
      <w:r w:rsidRPr="004A67B1">
        <w:rPr>
          <w:lang w:eastAsia="cs-CZ"/>
        </w:rPr>
        <w:t>II.etapa</w:t>
      </w:r>
      <w:proofErr w:type="spellEnd"/>
      <w:proofErr w:type="gramEnd"/>
      <w:r>
        <w:rPr>
          <w:lang w:eastAsia="cs-CZ"/>
        </w:rPr>
        <w:t>“,</w:t>
      </w:r>
      <w:r>
        <w:rPr>
          <w:lang w:eastAsia="cs-CZ"/>
        </w:rPr>
        <w:br/>
      </w:r>
      <w:r w:rsidRPr="00AE0C93">
        <w:rPr>
          <w:rFonts w:eastAsia="Times New Roman" w:cs="Times New Roman"/>
          <w:lang w:eastAsia="cs-CZ"/>
        </w:rPr>
        <w:t xml:space="preserve">č.j. veřejné zakázky </w:t>
      </w:r>
      <w:r w:rsidR="0059551F">
        <w:rPr>
          <w:rFonts w:eastAsia="Times New Roman" w:cs="Times New Roman"/>
          <w:lang w:eastAsia="cs-CZ"/>
        </w:rPr>
        <w:t>S26632</w:t>
      </w:r>
      <w:r>
        <w:rPr>
          <w:rFonts w:eastAsia="Times New Roman" w:cs="Times New Roman"/>
          <w:lang w:eastAsia="cs-CZ"/>
        </w:rPr>
        <w:t>/2020</w:t>
      </w:r>
      <w:r w:rsidRPr="004A67B1">
        <w:rPr>
          <w:rFonts w:eastAsia="Times New Roman" w:cs="Times New Roman"/>
          <w:lang w:eastAsia="cs-CZ"/>
        </w:rPr>
        <w:t>-</w:t>
      </w:r>
      <w:r>
        <w:rPr>
          <w:rFonts w:eastAsia="Times New Roman" w:cs="Times New Roman"/>
          <w:lang w:eastAsia="cs-CZ"/>
        </w:rPr>
        <w:t>SŽ</w:t>
      </w:r>
      <w:r w:rsidRPr="004A67B1">
        <w:rPr>
          <w:rFonts w:eastAsia="Times New Roman" w:cs="Times New Roman"/>
          <w:lang w:eastAsia="cs-CZ"/>
        </w:rPr>
        <w:t>-GŘ-O8</w:t>
      </w:r>
      <w:r>
        <w:rPr>
          <w:rFonts w:eastAsia="Times New Roman" w:cs="Times New Roman"/>
          <w:lang w:eastAsia="cs-CZ"/>
        </w:rPr>
        <w:t xml:space="preserve"> </w:t>
      </w:r>
      <w:r w:rsidR="006E2B8E">
        <w:rPr>
          <w:rFonts w:eastAsia="Times New Roman" w:cs="Times New Roman"/>
          <w:lang w:eastAsia="cs-CZ"/>
        </w:rPr>
        <w:t xml:space="preserve">a </w:t>
      </w:r>
      <w:r w:rsidR="006E2B8E">
        <w:rPr>
          <w:noProof/>
        </w:rPr>
        <w:t xml:space="preserve">ev. č. veřejné zakázky ve věstníku veřejných zakázek: </w:t>
      </w:r>
      <w:r w:rsidR="006E2B8E">
        <w:rPr>
          <w:noProof/>
          <w:highlight w:val="lightGray"/>
        </w:rPr>
        <w:t>……………………</w:t>
      </w:r>
      <w:r w:rsidR="006E2B8E">
        <w:rPr>
          <w:noProof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</w:t>
      </w:r>
      <w:r w:rsidR="00C355F1" w:rsidRPr="000C5DA0">
        <w:rPr>
          <w:lang w:eastAsia="cs-CZ"/>
        </w:rPr>
        <w:t xml:space="preserve">zakázky. </w:t>
      </w:r>
    </w:p>
    <w:p w14:paraId="623EB380" w14:textId="77777777" w:rsidR="00EB0659" w:rsidRPr="000E4F4B" w:rsidRDefault="00EB0659" w:rsidP="00EB0659">
      <w:pPr>
        <w:pStyle w:val="Nadpis1"/>
      </w:pPr>
      <w:r w:rsidRPr="000E4F4B">
        <w:t xml:space="preserve">Předmět koupě </w:t>
      </w:r>
    </w:p>
    <w:p w14:paraId="1A791C28" w14:textId="77777777" w:rsidR="00EB0659" w:rsidRPr="004A67B1" w:rsidRDefault="00EB0659" w:rsidP="00EB0659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4466BB">
        <w:rPr>
          <w:rFonts w:eastAsia="Times New Roman" w:cs="Times New Roman"/>
          <w:lang w:eastAsia="cs-CZ"/>
        </w:rPr>
        <w:t xml:space="preserve">Předmětem koupě je </w:t>
      </w:r>
      <w:r w:rsidRPr="004466BB">
        <w:rPr>
          <w:rFonts w:eastAsia="Times New Roman" w:cs="Times New Roman"/>
          <w:bCs/>
          <w:lang w:eastAsia="cs-CZ"/>
        </w:rPr>
        <w:t xml:space="preserve">nákup </w:t>
      </w:r>
      <w:r w:rsidRPr="00C9458F">
        <w:rPr>
          <w:rFonts w:eastAsia="Times New Roman" w:cs="Times New Roman"/>
          <w:b/>
          <w:bCs/>
          <w:lang w:eastAsia="cs-CZ"/>
        </w:rPr>
        <w:t>2 ks</w:t>
      </w:r>
      <w:r w:rsidRPr="004466BB">
        <w:rPr>
          <w:rFonts w:eastAsia="Times New Roman" w:cs="Times New Roman"/>
          <w:bCs/>
          <w:lang w:eastAsia="cs-CZ"/>
        </w:rPr>
        <w:t xml:space="preserve"> požárního automobilu  </w:t>
      </w:r>
      <w:r w:rsidRPr="00CC7993">
        <w:rPr>
          <w:rFonts w:eastAsia="Times New Roman" w:cs="Times New Roman"/>
          <w:b/>
          <w:bCs/>
          <w:lang w:eastAsia="cs-CZ"/>
        </w:rPr>
        <w:t>PKN M2 dvoucestný</w:t>
      </w:r>
      <w:r w:rsidRPr="004466BB">
        <w:rPr>
          <w:rFonts w:eastAsia="Times New Roman" w:cs="Times New Roman"/>
          <w:bCs/>
          <w:lang w:eastAsia="cs-CZ"/>
        </w:rPr>
        <w:t xml:space="preserve"> - Požárního kontejnerového nosiče s podvozkem kategorie 2, schopným provozu na všech komunikacích, částečně i mimo komunikace a jízdou po kolejích, hmotnostní třída M,  dovybaveného nakolejovacím mechanismem pro technické zásahy na železnici (CPV kód 34144210-3 - Hasičská vozidla)</w:t>
      </w:r>
      <w:r w:rsidRPr="004466BB">
        <w:rPr>
          <w:rFonts w:eastAsia="Times New Roman" w:cs="Times New Roman"/>
          <w:lang w:eastAsia="cs-CZ"/>
        </w:rPr>
        <w:t>.</w:t>
      </w:r>
    </w:p>
    <w:p w14:paraId="3339D82A" w14:textId="77777777" w:rsidR="00EB0659" w:rsidRPr="00AE0C93" w:rsidRDefault="00EB0659" w:rsidP="00EB0659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466BB">
        <w:rPr>
          <w:rFonts w:eastAsia="Times New Roman" w:cs="Times New Roman"/>
          <w:lang w:eastAsia="cs-CZ"/>
        </w:rPr>
        <w:t xml:space="preserve">Přesná specifikace předmětu koupě je uvedena v příloze </w:t>
      </w:r>
      <w:r>
        <w:rPr>
          <w:rFonts w:eastAsia="Times New Roman" w:cs="Times New Roman"/>
          <w:lang w:eastAsia="cs-CZ"/>
        </w:rPr>
        <w:t xml:space="preserve">č. </w:t>
      </w:r>
      <w:r w:rsidRPr="004466BB">
        <w:rPr>
          <w:rFonts w:eastAsia="Times New Roman" w:cs="Times New Roman"/>
          <w:lang w:eastAsia="cs-CZ"/>
        </w:rPr>
        <w:t>1 této Smlouvy.</w:t>
      </w:r>
    </w:p>
    <w:p w14:paraId="4D268E7C" w14:textId="77777777" w:rsidR="00EB0659" w:rsidRDefault="00EB0659" w:rsidP="00EB0659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5B3512F9" w14:textId="77777777" w:rsidR="00EB0659" w:rsidRPr="000E4F4B" w:rsidRDefault="00EB0659" w:rsidP="00EB0659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>
        <w:rPr>
          <w:rFonts w:eastAsia="Times New Roman"/>
          <w:lang w:eastAsia="cs-CZ"/>
        </w:rPr>
        <w:t>předmětu koupě</w:t>
      </w:r>
    </w:p>
    <w:p w14:paraId="1E25B1D3" w14:textId="77777777" w:rsidR="00EB0659" w:rsidRDefault="00EB0659" w:rsidP="00EB065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Pr="007F5EC4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>předmětu koupě 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2723BD8D" w14:textId="77777777" w:rsidR="00EB0659" w:rsidRPr="00F20995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212B9228" w14:textId="77777777" w:rsidR="00EB0659" w:rsidRPr="00F20995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předmětu koupě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1F92CA65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(celková cena zahrnuje 2 ks PKN M2 dvoucestný)</w:t>
      </w:r>
    </w:p>
    <w:p w14:paraId="5D6B5191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9250F73" w14:textId="77777777" w:rsidR="00EB0659" w:rsidRPr="00C935F4" w:rsidRDefault="00EB0659" w:rsidP="00EB065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Pr="004466BB">
        <w:rPr>
          <w:rFonts w:eastAsia="Times New Roman" w:cs="Times New Roman"/>
          <w:bCs/>
          <w:lang w:eastAsia="cs-CZ"/>
        </w:rPr>
        <w:t>PKN</w:t>
      </w:r>
      <w:r>
        <w:rPr>
          <w:rFonts w:eastAsia="Times New Roman" w:cs="Times New Roman"/>
          <w:bCs/>
          <w:lang w:eastAsia="cs-CZ"/>
        </w:rPr>
        <w:t xml:space="preserve"> M2 dvoucestný</w:t>
      </w:r>
      <w:r w:rsidRPr="00C935F4">
        <w:rPr>
          <w:rFonts w:eastAsia="Times New Roman" w:cs="Times New Roman"/>
          <w:lang w:eastAsia="cs-CZ"/>
        </w:rPr>
        <w:t xml:space="preserve"> bez DPH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1DCE9E93" w14:textId="77777777" w:rsidR="00EB0659" w:rsidRPr="00C935F4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1AA6212E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C935F4">
        <w:rPr>
          <w:rFonts w:eastAsia="Times New Roman" w:cs="Times New Roman"/>
          <w:lang w:eastAsia="cs-CZ"/>
        </w:rPr>
        <w:tab/>
        <w:t xml:space="preserve">Cena za 1 ks </w:t>
      </w:r>
      <w:r w:rsidRPr="004466BB">
        <w:rPr>
          <w:rFonts w:eastAsia="Times New Roman" w:cs="Times New Roman"/>
          <w:bCs/>
          <w:lang w:eastAsia="cs-CZ"/>
        </w:rPr>
        <w:t>PKN</w:t>
      </w:r>
      <w:r>
        <w:rPr>
          <w:rFonts w:eastAsia="Times New Roman" w:cs="Times New Roman"/>
          <w:bCs/>
          <w:lang w:eastAsia="cs-CZ"/>
        </w:rPr>
        <w:t xml:space="preserve"> M2 dvoucestný</w:t>
      </w:r>
      <w:r w:rsidRPr="00C935F4">
        <w:rPr>
          <w:rFonts w:eastAsia="Times New Roman" w:cs="Times New Roman"/>
          <w:lang w:eastAsia="cs-CZ"/>
        </w:rPr>
        <w:t xml:space="preserve"> včetně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>
        <w:rPr>
          <w:rFonts w:eastAsia="Times New Roman" w:cs="Times New Roman"/>
          <w:lang w:eastAsia="cs-CZ"/>
        </w:rPr>
        <w:tab/>
        <w:t xml:space="preserve"> </w:t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7253A8E4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0E83221A" w14:textId="26347F0C" w:rsidR="00EB0659" w:rsidRDefault="00EB0659" w:rsidP="00EB065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vystaví </w:t>
      </w:r>
      <w:r w:rsidRPr="0059551F">
        <w:rPr>
          <w:rFonts w:eastAsia="Times New Roman" w:cs="Times New Roman"/>
          <w:lang w:eastAsia="cs-CZ"/>
        </w:rPr>
        <w:t xml:space="preserve">kupujícímu </w:t>
      </w:r>
      <w:r w:rsidR="00EF7C11" w:rsidRPr="00E92531">
        <w:rPr>
          <w:rFonts w:eastAsia="Times New Roman" w:cs="Times New Roman"/>
          <w:lang w:eastAsia="cs-CZ"/>
        </w:rPr>
        <w:t xml:space="preserve">fakturu </w:t>
      </w:r>
      <w:r w:rsidR="00EF7C11">
        <w:rPr>
          <w:rFonts w:eastAsia="Times New Roman" w:cs="Times New Roman"/>
          <w:lang w:eastAsia="cs-CZ"/>
        </w:rPr>
        <w:t xml:space="preserve">vždy </w:t>
      </w:r>
      <w:r w:rsidR="00EF7C11" w:rsidRPr="00E92531">
        <w:rPr>
          <w:rFonts w:eastAsia="Times New Roman" w:cs="Times New Roman"/>
          <w:lang w:eastAsia="cs-CZ"/>
        </w:rPr>
        <w:t>po dodání jednotlivých předmětů koupě</w:t>
      </w:r>
      <w:r w:rsidR="00EF7C11">
        <w:rPr>
          <w:rFonts w:eastAsia="Times New Roman" w:cs="Times New Roman"/>
          <w:lang w:eastAsia="cs-CZ"/>
        </w:rPr>
        <w:t xml:space="preserve"> – hasičského vozidla</w:t>
      </w:r>
      <w:r w:rsidR="00EF7C11" w:rsidRPr="00C935F4">
        <w:rPr>
          <w:rFonts w:eastAsia="Times New Roman" w:cs="Times New Roman"/>
          <w:lang w:eastAsia="cs-CZ"/>
        </w:rPr>
        <w:t xml:space="preserve">, přičemž přílohou faktury bude předávací protokol k tomuto </w:t>
      </w:r>
      <w:r w:rsidR="00EF7C11">
        <w:rPr>
          <w:rFonts w:eastAsia="Times New Roman" w:cs="Times New Roman"/>
          <w:lang w:eastAsia="cs-CZ"/>
        </w:rPr>
        <w:lastRenderedPageBreak/>
        <w:t>hasičskému vozidlu</w:t>
      </w:r>
      <w:r w:rsidR="00EF7C11" w:rsidRPr="00C935F4">
        <w:rPr>
          <w:rFonts w:eastAsia="Times New Roman" w:cs="Times New Roman"/>
          <w:lang w:eastAsia="cs-CZ"/>
        </w:rPr>
        <w:t>, podepsaný oběma Smluvními stranami.</w:t>
      </w:r>
      <w:r w:rsidR="00EF7C11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Splatnost faktury činí 60 dnů.</w:t>
      </w:r>
    </w:p>
    <w:p w14:paraId="57BFE8E1" w14:textId="77777777" w:rsidR="00EB0659" w:rsidRDefault="00EB0659" w:rsidP="00EB065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F0D3F">
        <w:rPr>
          <w:rFonts w:eastAsia="Times New Roman" w:cs="Times New Roman"/>
          <w:lang w:eastAsia="cs-CZ"/>
        </w:rPr>
        <w:t xml:space="preserve">Prodávající označí vystavenou fakturu </w:t>
      </w:r>
      <w:r w:rsidRPr="00EF7C11">
        <w:rPr>
          <w:rFonts w:eastAsia="Times New Roman" w:cs="Times New Roman"/>
          <w:lang w:eastAsia="cs-CZ"/>
        </w:rPr>
        <w:t xml:space="preserve">kódem </w:t>
      </w:r>
      <w:r w:rsidRPr="00EF7C11">
        <w:rPr>
          <w:rFonts w:ascii="Verdana" w:hAnsi="Verdana"/>
        </w:rPr>
        <w:t xml:space="preserve">pro </w:t>
      </w:r>
      <w:r w:rsidRPr="00EF7C11">
        <w:rPr>
          <w:rFonts w:ascii="Verdana" w:hAnsi="Verdana"/>
          <w:shd w:val="clear" w:color="auto" w:fill="FFFFFF"/>
          <w:lang w:eastAsia="cs-CZ"/>
        </w:rPr>
        <w:t xml:space="preserve">Zatřiďování </w:t>
      </w:r>
      <w:r w:rsidRPr="008E2CC0">
        <w:rPr>
          <w:rFonts w:ascii="Verdana" w:hAnsi="Verdana"/>
          <w:shd w:val="clear" w:color="auto" w:fill="FFFFFF"/>
          <w:lang w:eastAsia="cs-CZ"/>
        </w:rPr>
        <w:t xml:space="preserve">výrobků a služeb dle Klasifikace produkce (CZ-CPA) </w:t>
      </w:r>
      <w:r w:rsidRPr="008E2CC0">
        <w:rPr>
          <w:rFonts w:ascii="Verdana" w:hAnsi="Verdana"/>
        </w:rPr>
        <w:t>ve faktuře za plnění</w:t>
      </w:r>
      <w:r>
        <w:rPr>
          <w:rFonts w:eastAsia="Times New Roman" w:cs="Times New Roman"/>
          <w:lang w:eastAsia="cs-CZ"/>
        </w:rPr>
        <w:t xml:space="preserve"> Smlouvy.</w:t>
      </w:r>
    </w:p>
    <w:p w14:paraId="7855EABC" w14:textId="1E4B8100" w:rsidR="00EB0659" w:rsidRPr="00CF0D3F" w:rsidRDefault="00EB0659" w:rsidP="00EB065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 případě, že nebude kód dle čl. </w:t>
      </w:r>
      <w:proofErr w:type="gramStart"/>
      <w:r>
        <w:rPr>
          <w:rFonts w:eastAsia="Times New Roman" w:cs="Times New Roman"/>
          <w:lang w:eastAsia="cs-CZ"/>
        </w:rPr>
        <w:t>2.5. této</w:t>
      </w:r>
      <w:proofErr w:type="gramEnd"/>
      <w:r>
        <w:rPr>
          <w:rFonts w:eastAsia="Times New Roman" w:cs="Times New Roman"/>
          <w:lang w:eastAsia="cs-CZ"/>
        </w:rPr>
        <w:t xml:space="preserve"> Smlouvy na faktuře uveden, </w:t>
      </w:r>
      <w:r w:rsidR="00DD2E10">
        <w:rPr>
          <w:rFonts w:eastAsia="Times New Roman" w:cs="Times New Roman"/>
          <w:lang w:eastAsia="cs-CZ"/>
        </w:rPr>
        <w:t xml:space="preserve">nebo nebude faktura splňovat jiné náležitosti, </w:t>
      </w:r>
      <w:r>
        <w:rPr>
          <w:rFonts w:eastAsia="Times New Roman" w:cs="Times New Roman"/>
          <w:lang w:eastAsia="cs-CZ"/>
        </w:rPr>
        <w:t>bude faktura prodávajícímu vrácena k doplnění a doba splatnosti faktury bude počítána až od doručení faktury v požadovaném znění a za předpokladu splnění všech požadavků zákona o účetnictví.</w:t>
      </w:r>
    </w:p>
    <w:p w14:paraId="131B16D3" w14:textId="77777777" w:rsidR="00EB0659" w:rsidRPr="00CC145F" w:rsidRDefault="00EB0659" w:rsidP="00EB0659">
      <w:pPr>
        <w:pStyle w:val="Nadpis1"/>
        <w:rPr>
          <w:rFonts w:eastAsia="Times New Roman"/>
          <w:lang w:eastAsia="cs-CZ"/>
        </w:rPr>
      </w:pPr>
      <w:r w:rsidRPr="00CF0D3F">
        <w:rPr>
          <w:rFonts w:eastAsia="Times New Roman"/>
          <w:lang w:eastAsia="cs-CZ"/>
        </w:rPr>
        <w:t>Místo a doba dodání</w:t>
      </w:r>
    </w:p>
    <w:p w14:paraId="11475F1E" w14:textId="77777777" w:rsidR="00EB0659" w:rsidRPr="005963C8" w:rsidRDefault="00EB0659" w:rsidP="00EB0659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Místem dodání </w:t>
      </w:r>
      <w:r>
        <w:rPr>
          <w:rFonts w:eastAsia="Times New Roman" w:cs="Times New Roman"/>
          <w:lang w:eastAsia="cs-CZ"/>
        </w:rPr>
        <w:t xml:space="preserve">je </w:t>
      </w:r>
      <w:r w:rsidRPr="009F3168">
        <w:rPr>
          <w:rFonts w:eastAsia="Times New Roman" w:cs="Times New Roman"/>
          <w:highlight w:val="yellow"/>
          <w:lang w:eastAsia="cs-CZ"/>
        </w:rPr>
        <w:t>………………………………</w:t>
      </w:r>
      <w:proofErr w:type="gramStart"/>
      <w:r w:rsidRPr="009F3168">
        <w:rPr>
          <w:rFonts w:eastAsia="Times New Roman" w:cs="Times New Roman"/>
          <w:highlight w:val="yellow"/>
          <w:lang w:eastAsia="cs-CZ"/>
        </w:rPr>
        <w:t>…..(adresa</w:t>
      </w:r>
      <w:proofErr w:type="gramEnd"/>
      <w:r w:rsidRPr="009F3168">
        <w:rPr>
          <w:rFonts w:eastAsia="Times New Roman" w:cs="Times New Roman"/>
          <w:highlight w:val="yellow"/>
          <w:lang w:eastAsia="cs-CZ"/>
        </w:rPr>
        <w:t xml:space="preserve"> pobočky prodávajícího, kde dojde k předání – vyplní prodávající).</w:t>
      </w:r>
    </w:p>
    <w:p w14:paraId="7A18B9CB" w14:textId="77777777" w:rsidR="00EB0659" w:rsidRPr="005963C8" w:rsidRDefault="00EB0659" w:rsidP="00EB0659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Předmět koupě bude dodán nejpozději do </w:t>
      </w:r>
      <w:r>
        <w:rPr>
          <w:rFonts w:eastAsia="Times New Roman" w:cs="Times New Roman"/>
          <w:lang w:eastAsia="cs-CZ"/>
        </w:rPr>
        <w:t>14 měsíců od nabytí účinnosti kupní smlouvy</w:t>
      </w:r>
      <w:r w:rsidRPr="005963C8">
        <w:rPr>
          <w:rFonts w:eastAsia="Times New Roman" w:cs="Times New Roman"/>
          <w:lang w:eastAsia="cs-CZ"/>
        </w:rPr>
        <w:t>.</w:t>
      </w:r>
    </w:p>
    <w:p w14:paraId="219C8DEB" w14:textId="77777777" w:rsidR="00EB0659" w:rsidRPr="000C5DA0" w:rsidRDefault="00EB0659" w:rsidP="00EB0659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0DFD3CE0" w14:textId="77777777" w:rsidR="00EB0659" w:rsidRPr="005963C8" w:rsidRDefault="00EB0659" w:rsidP="00EB0659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Pojištění se nevyžaduje.</w:t>
      </w:r>
    </w:p>
    <w:p w14:paraId="4715224F" w14:textId="77777777" w:rsidR="00EB0659" w:rsidRPr="005963C8" w:rsidRDefault="00EB0659" w:rsidP="00EB0659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Speciální balení se nevyžaduje.</w:t>
      </w:r>
    </w:p>
    <w:p w14:paraId="10D20EBD" w14:textId="77777777" w:rsidR="00EB0659" w:rsidRPr="000C5DA0" w:rsidRDefault="00EB0659" w:rsidP="00EB0659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658C1A8F" w14:textId="77777777" w:rsidR="00EB0659" w:rsidRPr="005963C8" w:rsidRDefault="00EB0659" w:rsidP="00EB0659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4AE3DF1A" w14:textId="77777777" w:rsidR="00EB0659" w:rsidRPr="005963C8" w:rsidRDefault="00EB0659" w:rsidP="00EB0659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Předávací protokol,</w:t>
      </w:r>
    </w:p>
    <w:p w14:paraId="22F2CBA7" w14:textId="77777777" w:rsidR="00EB0659" w:rsidRPr="005963C8" w:rsidRDefault="00EB0659" w:rsidP="00EB0659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Záruční listy,</w:t>
      </w:r>
    </w:p>
    <w:p w14:paraId="577B8C06" w14:textId="77777777" w:rsidR="00EB0659" w:rsidRDefault="00EB0659" w:rsidP="00EB0659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Návody k</w:t>
      </w:r>
      <w:r>
        <w:rPr>
          <w:rFonts w:eastAsia="Times New Roman" w:cs="Times New Roman"/>
          <w:lang w:eastAsia="cs-CZ"/>
        </w:rPr>
        <w:t xml:space="preserve"> použití a </w:t>
      </w:r>
      <w:r w:rsidRPr="005963C8">
        <w:rPr>
          <w:rFonts w:eastAsia="Times New Roman" w:cs="Times New Roman"/>
          <w:lang w:eastAsia="cs-CZ"/>
        </w:rPr>
        <w:t>obsluze v českém jazyce</w:t>
      </w:r>
      <w:r>
        <w:rPr>
          <w:rFonts w:eastAsia="Times New Roman" w:cs="Times New Roman"/>
          <w:lang w:eastAsia="cs-CZ"/>
        </w:rPr>
        <w:t>,</w:t>
      </w:r>
    </w:p>
    <w:p w14:paraId="39B7B186" w14:textId="77777777" w:rsidR="00EB0659" w:rsidRPr="005963C8" w:rsidRDefault="00EB0659" w:rsidP="00EB0659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Technická dokumentace k výrobku v českém jazyce</w:t>
      </w:r>
      <w:r w:rsidRPr="005963C8">
        <w:rPr>
          <w:rFonts w:eastAsia="Times New Roman" w:cs="Times New Roman"/>
          <w:lang w:eastAsia="cs-CZ"/>
        </w:rPr>
        <w:t>.</w:t>
      </w:r>
    </w:p>
    <w:p w14:paraId="5722385F" w14:textId="77777777" w:rsidR="00EB0659" w:rsidRPr="000C5DA0" w:rsidRDefault="00EB0659" w:rsidP="00EB0659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  <w:r>
        <w:rPr>
          <w:rFonts w:eastAsia="Times New Roman"/>
          <w:lang w:eastAsia="cs-CZ"/>
        </w:rPr>
        <w:t>, vady, záruční servis</w:t>
      </w:r>
    </w:p>
    <w:p w14:paraId="56D9746B" w14:textId="77777777" w:rsidR="00EB0659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2481">
        <w:rPr>
          <w:rFonts w:eastAsia="Times New Roman" w:cs="Times New Roman"/>
          <w:lang w:eastAsia="cs-CZ"/>
        </w:rPr>
        <w:t xml:space="preserve">Záruční doba činí </w:t>
      </w:r>
      <w:r>
        <w:rPr>
          <w:rFonts w:eastAsia="Times New Roman" w:cs="Times New Roman"/>
          <w:highlight w:val="yellow"/>
          <w:lang w:eastAsia="cs-CZ"/>
        </w:rPr>
        <w:t xml:space="preserve">……… </w:t>
      </w:r>
      <w:r>
        <w:rPr>
          <w:rFonts w:eastAsia="Times New Roman" w:cs="Times New Roman"/>
          <w:lang w:eastAsia="cs-CZ"/>
        </w:rPr>
        <w:t xml:space="preserve">měsíců </w:t>
      </w:r>
      <w:r w:rsidRPr="001C4874">
        <w:rPr>
          <w:rFonts w:eastAsia="Times New Roman" w:cs="Times New Roman"/>
          <w:lang w:eastAsia="cs-CZ"/>
        </w:rPr>
        <w:t>(</w:t>
      </w:r>
      <w:r w:rsidRPr="0059551F">
        <w:rPr>
          <w:rFonts w:eastAsia="Times New Roman" w:cs="Times New Roman"/>
          <w:lang w:eastAsia="cs-CZ"/>
        </w:rPr>
        <w:t>minimálně 24 měsíců</w:t>
      </w:r>
      <w:r w:rsidRPr="001C4874">
        <w:rPr>
          <w:rFonts w:eastAsia="Times New Roman" w:cs="Times New Roman"/>
          <w:lang w:eastAsia="cs-CZ"/>
        </w:rPr>
        <w:t>).</w:t>
      </w:r>
    </w:p>
    <w:p w14:paraId="6F5419E4" w14:textId="77777777" w:rsidR="00EB0659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Garantovaná délka pravidelných servisních prohlídek a revizí činí </w:t>
      </w:r>
      <w:r w:rsidRPr="004D2481">
        <w:rPr>
          <w:rFonts w:eastAsia="Times New Roman" w:cs="Times New Roman"/>
          <w:highlight w:val="yellow"/>
          <w:lang w:eastAsia="cs-CZ"/>
        </w:rPr>
        <w:t>……</w:t>
      </w:r>
      <w:r>
        <w:rPr>
          <w:rFonts w:eastAsia="Times New Roman" w:cs="Times New Roman"/>
          <w:lang w:eastAsia="cs-CZ"/>
        </w:rPr>
        <w:t xml:space="preserve"> měsíců (minimálně </w:t>
      </w:r>
      <w:r w:rsidRPr="0059551F">
        <w:rPr>
          <w:rFonts w:eastAsia="Times New Roman" w:cs="Times New Roman"/>
          <w:lang w:eastAsia="cs-CZ"/>
        </w:rPr>
        <w:t>24</w:t>
      </w:r>
      <w:r>
        <w:rPr>
          <w:rFonts w:eastAsia="Times New Roman" w:cs="Times New Roman"/>
          <w:lang w:eastAsia="cs-CZ"/>
        </w:rPr>
        <w:t xml:space="preserve"> měsíců).</w:t>
      </w:r>
    </w:p>
    <w:p w14:paraId="087224AF" w14:textId="77777777" w:rsidR="00EB0659" w:rsidRPr="00CB5F2C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odpovídá za to, že dodané zboží má vlastnosti uvedené v technické dokumentaci a z hlediska bezpečnosti provozu odpovídá platným předpisům ČR, EU a technickým normám</w:t>
      </w:r>
      <w:r w:rsidRPr="00FE1D38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</w:t>
      </w:r>
      <w:r w:rsidRPr="0046676A">
        <w:rPr>
          <w:rFonts w:ascii="Calibri" w:eastAsia="Times New Roman" w:hAnsi="Calibri" w:cs="Times New Roman"/>
          <w:sz w:val="22"/>
          <w:szCs w:val="22"/>
          <w:lang w:eastAsia="cs-CZ"/>
        </w:rPr>
        <w:t>ČSN EN 1846-1; ČSN EN 1846-2; ČSN EN 1846-3</w:t>
      </w:r>
      <w:r w:rsidRPr="00CB5F2C">
        <w:t>.</w:t>
      </w:r>
    </w:p>
    <w:p w14:paraId="1DF613EF" w14:textId="77777777" w:rsidR="00EB0659" w:rsidRPr="00CB5F2C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Veškeré vady zboží je kupující povinen uplatnit u prodávajícího bez zbytečného odkladu poté, kdy vadu zjistil, a to formou písemného oznámení o vadě nebo emailem </w:t>
      </w:r>
      <w:r>
        <w:t xml:space="preserve">kontaktní osobě prodávajícího dle č. </w:t>
      </w:r>
      <w:proofErr w:type="gramStart"/>
      <w:r>
        <w:t>8.2. této</w:t>
      </w:r>
      <w:proofErr w:type="gramEnd"/>
      <w:r>
        <w:t xml:space="preserve"> smlouvy</w:t>
      </w:r>
      <w:r w:rsidRPr="00CB5F2C">
        <w:t>. Na oznámení vad je prodávající povinen odpovědět do dvou pracovních dnů ode dne doručení. Pokud tak neučiní, má se za to, že souhlasí s termínem odstranění vad uvedených v oznámení. V případě, že kupující nesdělí při vytknutí vady či vad zboží v rámci záruční doby prodávajícímu jiný požadavek, je prodávající povinen vytýkané vady ve lhůtě do 15 dnů vlastním nákladem odstranit, nedohodnou-li se smluvní strany v reklamačním protokolu jinak. Bude-li pro prodávajícího technicky proveditelné, je povinen provést odstranění vad v místě určeném kupujícím,</w:t>
      </w:r>
      <w:r w:rsidRPr="00CB5F2C">
        <w:rPr>
          <w:iCs/>
        </w:rPr>
        <w:t xml:space="preserve"> zpravidla v místě plnění</w:t>
      </w:r>
      <w:r w:rsidRPr="00CB5F2C">
        <w:t>. Pokud nedojde k odstranění vad v místě určeném kupujícím, jdou náklady na dopravu do místa odstranění vad za prodávajícím.</w:t>
      </w:r>
    </w:p>
    <w:p w14:paraId="046780CF" w14:textId="77777777" w:rsidR="00EB0659" w:rsidRPr="00CB5F2C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Další nároky kupujícího plynoucí mu z titulu vad zboží z obecně závazných právních předpisů tím nejsou dotčeny. </w:t>
      </w:r>
    </w:p>
    <w:p w14:paraId="11C53588" w14:textId="77777777" w:rsidR="00EB0659" w:rsidRPr="00CB5F2C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prohlašuje, že je jediným garantem plnění této smlouvy a na jeho vrub budou řešeny veškeré záruky.</w:t>
      </w:r>
    </w:p>
    <w:p w14:paraId="55A35BF3" w14:textId="77777777" w:rsidR="00EB0659" w:rsidRPr="00DE1F59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Veškeré náklady kupujícího související s opravou vad, na které se prokazatelně </w:t>
      </w:r>
      <w:r w:rsidRPr="00DE1F59">
        <w:t>vztahuje záruka, budou hrazeny prodávajícím.</w:t>
      </w:r>
    </w:p>
    <w:p w14:paraId="770B664C" w14:textId="77777777" w:rsidR="00EB0659" w:rsidRPr="00CB5F2C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CB5F2C">
        <w:rPr>
          <w:rFonts w:eastAsia="Times New Roman"/>
          <w:lang w:eastAsia="cs-CZ"/>
        </w:rPr>
        <w:t>Prodávající se zavazuje zajistit záruční servisní služby na dodané zboží u kupujícího ve výrobním závodě či v servisních organizacích se smluvním závazkem na provádění servisních prací. Prodávající ručí za kvalitu a termínový průběh servisních služeb, ať jsou poskytovány výrobním závodem nebo smluvním partnerem.</w:t>
      </w:r>
    </w:p>
    <w:p w14:paraId="0B605677" w14:textId="77777777" w:rsidR="00EB0659" w:rsidRPr="00CB5F2C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lastRenderedPageBreak/>
        <w:t>Prodávající se zavazuje k zajištění záručního servisu zboží dle dohody přímo</w:t>
      </w:r>
      <w:r w:rsidRPr="00CB5F2C">
        <w:rPr>
          <w:rFonts w:eastAsia="Times New Roman"/>
          <w:lang w:eastAsia="cs-CZ"/>
        </w:rPr>
        <w:br/>
        <w:t xml:space="preserve">u kupujícího mobilní servisní službou nebo ve výrobních prostorách u prodávajícího na základě písemného, telefonického, faxového, popř. emailového oznámení kupujícího. </w:t>
      </w:r>
      <w:r>
        <w:rPr>
          <w:rFonts w:eastAsia="Times New Roman"/>
          <w:lang w:eastAsia="cs-CZ"/>
        </w:rPr>
        <w:t xml:space="preserve">Vážné poruchy budou prodávajícím převzaty do 24 h po písemném oznámení vad. </w:t>
      </w:r>
      <w:r w:rsidRPr="00CB5F2C">
        <w:rPr>
          <w:rFonts w:eastAsia="Times New Roman"/>
          <w:lang w:eastAsia="cs-CZ"/>
        </w:rPr>
        <w:t xml:space="preserve">Vážná porucha je definována jako porucha znemožňující bezpečné použití zboží. Porucha bude odstraněna nejpozději do 10 pracovních dnů od převzetí zboží k odstranění vad, </w:t>
      </w:r>
      <w:r w:rsidRPr="00CB5F2C">
        <w:t>nedohodnou-li se smluvní strany v reklamačním protokolu jinak</w:t>
      </w:r>
      <w:r w:rsidRPr="00CB5F2C">
        <w:rPr>
          <w:rFonts w:eastAsia="Times New Roman"/>
          <w:lang w:eastAsia="cs-CZ"/>
        </w:rPr>
        <w:t>.</w:t>
      </w:r>
    </w:p>
    <w:p w14:paraId="09E1D997" w14:textId="77777777" w:rsidR="00EB0659" w:rsidRPr="00CB5F2C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 xml:space="preserve">Prodávající se zavazuje, po dobu záruky, uvedené v čl. </w:t>
      </w:r>
      <w:proofErr w:type="gramStart"/>
      <w:r w:rsidRPr="009A0378">
        <w:rPr>
          <w:rFonts w:eastAsia="Times New Roman"/>
          <w:lang w:eastAsia="cs-CZ"/>
        </w:rPr>
        <w:t>6.1.</w:t>
      </w:r>
      <w:r w:rsidRPr="00CB5F2C">
        <w:rPr>
          <w:rFonts w:eastAsia="Times New Roman"/>
          <w:lang w:eastAsia="cs-CZ"/>
        </w:rPr>
        <w:t xml:space="preserve"> této</w:t>
      </w:r>
      <w:proofErr w:type="gramEnd"/>
      <w:r w:rsidRPr="00CB5F2C">
        <w:rPr>
          <w:rFonts w:eastAsia="Times New Roman"/>
          <w:lang w:eastAsia="cs-CZ"/>
        </w:rPr>
        <w:t xml:space="preserve"> smlouvy, provádět drobné opravy přímo u kupujícího.</w:t>
      </w:r>
    </w:p>
    <w:p w14:paraId="38653ED6" w14:textId="77777777" w:rsidR="00EB0659" w:rsidRPr="00CB5F2C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 w:cs="Times New Roman"/>
          <w:lang w:eastAsia="cs-CZ"/>
        </w:rPr>
        <w:t>Prodávající</w:t>
      </w:r>
      <w:r w:rsidRPr="00CB5F2C">
        <w:rPr>
          <w:rFonts w:eastAsia="Times New Roman"/>
          <w:lang w:eastAsia="cs-CZ"/>
        </w:rPr>
        <w:t xml:space="preserve"> se zavazuje na žádost kupujícího po dobu záruky povolit autorizované osobě (nebo způsobilé fyzické osobě) určené kupujícím, provádění veškerých záručních, garančních prohlídek, pravidelných servisních kontrol stanovených výrobcem (včetně revizí a úkonů majících vliv na uznání záruky) </w:t>
      </w:r>
      <w:r>
        <w:rPr>
          <w:rFonts w:eastAsia="Times New Roman"/>
          <w:lang w:eastAsia="cs-CZ"/>
        </w:rPr>
        <w:t xml:space="preserve">požární techniky, včetně příslušenství </w:t>
      </w:r>
      <w:r w:rsidRPr="00CB5F2C">
        <w:rPr>
          <w:rFonts w:eastAsia="Times New Roman"/>
          <w:lang w:eastAsia="cs-CZ"/>
        </w:rPr>
        <w:t xml:space="preserve">a po jejím skončení povolit této osobě provádění revizí a oprav zboží. Dále pak povoluje této osobě provádět opravy po dobu záruky na práce, na které se nevztahuje záruka. Této osobě prodávající poskytne náhradní díly (v ceně obvyklé v místě prodávajícího), přičemž je oprávněn ji přiměřeně kontrolovat. Kupující se zavazuje, že autorizovaná osoba bude souhlasit s kontrolou prodávajícím. V případě, že prodávající disponuje servisním místem pro provádění servisních prací na území České republiky, může určení autorizované osoby podle tohoto bodu smlouvy kupujícím po dobu záruky vyloučit. </w:t>
      </w:r>
    </w:p>
    <w:p w14:paraId="1F286E70" w14:textId="77777777" w:rsidR="00EB0659" w:rsidRPr="00CB5F2C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>Uznané reklamace, které nemohou být odstraněny opravou, budou řešeny výměnným způsobem vadného dílu za díl nový na náklady prodávajícího.</w:t>
      </w:r>
    </w:p>
    <w:p w14:paraId="6D21783B" w14:textId="77777777" w:rsidR="00EB0659" w:rsidRPr="006610E7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6610E7">
        <w:rPr>
          <w:rFonts w:eastAsia="Times New Roman"/>
          <w:lang w:eastAsia="cs-CZ"/>
        </w:rPr>
        <w:t xml:space="preserve">Prodávající se zavazuje, během záruční doby, </w:t>
      </w:r>
      <w:r w:rsidRPr="006610E7">
        <w:rPr>
          <w:rFonts w:eastAsia="Times New Roman"/>
          <w:b/>
          <w:lang w:eastAsia="cs-CZ"/>
        </w:rPr>
        <w:t>zajistit veškeré záruční, garanční prohlídky, pravidelné servisní kontroly stanovené výrobcem</w:t>
      </w:r>
      <w:r w:rsidRPr="006610E7">
        <w:rPr>
          <w:rFonts w:eastAsia="Times New Roman"/>
          <w:lang w:eastAsia="cs-CZ"/>
        </w:rPr>
        <w:t xml:space="preserve"> (včetně revizí a úkonů majících vliv na uznání záruky) podvozku, nástavby a požárního příslušenství na své náklady </w:t>
      </w:r>
      <w:r w:rsidRPr="006610E7">
        <w:rPr>
          <w:rFonts w:eastAsia="Times New Roman"/>
          <w:b/>
          <w:lang w:eastAsia="cs-CZ"/>
        </w:rPr>
        <w:t>(včetně nákladů na dopravu do a ze servisního místa)</w:t>
      </w:r>
      <w:r w:rsidRPr="006610E7">
        <w:rPr>
          <w:rFonts w:eastAsia="Times New Roman"/>
          <w:lang w:eastAsia="cs-CZ"/>
        </w:rPr>
        <w:t>.</w:t>
      </w:r>
    </w:p>
    <w:p w14:paraId="380E5C74" w14:textId="77777777" w:rsidR="00EB0659" w:rsidRPr="006610E7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6610E7">
        <w:rPr>
          <w:rFonts w:eastAsia="Times New Roman"/>
          <w:lang w:eastAsia="cs-CZ"/>
        </w:rPr>
        <w:t>Prodávající se zavazuje dodávat kupujícímu náhradní díly na zboží po dobu minimálně 10 let ode dne ukončení výroby daného typu.</w:t>
      </w:r>
    </w:p>
    <w:p w14:paraId="19FDB312" w14:textId="77777777" w:rsidR="00EB0659" w:rsidRPr="006610E7" w:rsidRDefault="00EB0659" w:rsidP="00EB065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6610E7">
        <w:rPr>
          <w:rFonts w:eastAsia="Times New Roman"/>
          <w:lang w:eastAsia="cs-CZ"/>
        </w:rPr>
        <w:t xml:space="preserve">Prodávající se zavazuje dodat seznam organizací poskytujících autorizovaný servis pro vozidlo, podvozek a pro účelovou nástavbu podle této smlouvy v příloze č. 3 této smlouvy. </w:t>
      </w:r>
    </w:p>
    <w:p w14:paraId="34CB86B7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EFBF7C3" w14:textId="77777777" w:rsidR="00EB0659" w:rsidRDefault="00EB0659" w:rsidP="00EB0659">
      <w:pPr>
        <w:pStyle w:val="Nadpis1"/>
        <w:ind w:left="567" w:hanging="56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Poddodavatelé</w:t>
      </w:r>
    </w:p>
    <w:p w14:paraId="235CF984" w14:textId="72964AD5" w:rsidR="00EB0659" w:rsidRPr="00CC145F" w:rsidRDefault="00EB0659" w:rsidP="00EB0659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hanging="574"/>
        <w:textAlignment w:val="baseline"/>
      </w:pPr>
      <w:r w:rsidRPr="00CC145F">
        <w:t xml:space="preserve">Na provedení Díla se budou podílet poddodavatelé uvedení v příloze </w:t>
      </w:r>
      <w:r>
        <w:rPr>
          <w:highlight w:val="yellow"/>
        </w:rPr>
        <w:t>č</w:t>
      </w:r>
      <w:r>
        <w:t xml:space="preserve">. </w:t>
      </w:r>
      <w:r w:rsidR="00924F8A">
        <w:t>6</w:t>
      </w:r>
      <w:r w:rsidRPr="00CC145F">
        <w:t xml:space="preserve"> této Smlouvy. </w:t>
      </w:r>
    </w:p>
    <w:p w14:paraId="40DCF23A" w14:textId="77777777" w:rsidR="00EB0659" w:rsidRPr="001A77A2" w:rsidRDefault="00EB0659" w:rsidP="00EB0659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CC145F">
        <w:rPr>
          <w:rFonts w:eastAsia="Times New Roman" w:cs="Times New Roman"/>
          <w:highlight w:val="yellow"/>
          <w:lang w:eastAsia="cs-CZ"/>
        </w:rPr>
        <w:t xml:space="preserve">(jestliže se na provedení díla nebudou podílet poddodavatelé, dodavatel do bodu </w:t>
      </w:r>
      <w:r>
        <w:rPr>
          <w:rFonts w:eastAsia="Times New Roman" w:cs="Times New Roman"/>
          <w:highlight w:val="yellow"/>
          <w:lang w:eastAsia="cs-CZ"/>
        </w:rPr>
        <w:t>7</w:t>
      </w:r>
      <w:r w:rsidRPr="00CC145F">
        <w:rPr>
          <w:rFonts w:eastAsia="Times New Roman" w:cs="Times New Roman"/>
          <w:highlight w:val="yellow"/>
          <w:lang w:eastAsia="cs-CZ"/>
        </w:rPr>
        <w:t>.1 napíše: „Na provedení Díla se nebudou podílet poddodavatelé</w:t>
      </w:r>
      <w:r>
        <w:rPr>
          <w:rFonts w:eastAsia="Times New Roman" w:cs="Times New Roman"/>
          <w:highlight w:val="yellow"/>
          <w:lang w:eastAsia="cs-CZ"/>
        </w:rPr>
        <w:t>“</w:t>
      </w:r>
      <w:r w:rsidRPr="00CC145F">
        <w:rPr>
          <w:rFonts w:eastAsia="Times New Roman" w:cs="Times New Roman"/>
          <w:highlight w:val="yellow"/>
          <w:lang w:eastAsia="cs-CZ"/>
        </w:rPr>
        <w:t xml:space="preserve"> a vymaže tuto položku ze seznamu příloh).</w:t>
      </w:r>
    </w:p>
    <w:p w14:paraId="77457A87" w14:textId="77777777" w:rsidR="00EB0659" w:rsidRPr="004D3D2F" w:rsidRDefault="00EB0659" w:rsidP="00EB0659">
      <w:pPr>
        <w:rPr>
          <w:lang w:eastAsia="cs-CZ"/>
        </w:rPr>
      </w:pPr>
    </w:p>
    <w:p w14:paraId="3F7A769E" w14:textId="77777777" w:rsidR="00EB0659" w:rsidRPr="000C5DA0" w:rsidRDefault="00EB0659" w:rsidP="00EB0659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582562B0" w14:textId="77777777" w:rsidR="00EB0659" w:rsidRPr="000C5DA0" w:rsidRDefault="00EB0659" w:rsidP="00EB0659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574" w:hanging="574"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8.1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2D47EB3B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8.2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Kontaktními osobami </w:t>
      </w:r>
      <w:r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3B18027D" w14:textId="77777777" w:rsidR="00EB0659" w:rsidRPr="004E19DE" w:rsidRDefault="00EB0659" w:rsidP="00EB0659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232436E6" w14:textId="77777777" w:rsidR="00EB0659" w:rsidRPr="000C5DA0" w:rsidRDefault="00EB0659" w:rsidP="00EB0659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3F5AE5F4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8.3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  <w:t>Sml</w:t>
      </w:r>
      <w:r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ouvy.</w:t>
      </w:r>
    </w:p>
    <w:p w14:paraId="1D3497A9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8.5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Zaslání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</w:t>
      </w:r>
      <w:r w:rsidRPr="000C5DA0">
        <w:rPr>
          <w:rFonts w:eastAsia="Calibri" w:cs="Times New Roman"/>
        </w:rPr>
        <w:lastRenderedPageBreak/>
        <w:t xml:space="preserve">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05AAF5F4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8.6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0AAA5707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8.7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Jestliže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43D962A9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8.8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05AAD34D" w14:textId="77777777" w:rsidR="00EB0659" w:rsidRPr="00D6524B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t>8.9</w:t>
      </w:r>
      <w:proofErr w:type="gramEnd"/>
      <w:r>
        <w:t>.</w:t>
      </w:r>
      <w:r>
        <w:tab/>
      </w:r>
      <w:r w:rsidRPr="000C5DA0">
        <w:t xml:space="preserve">V případě poskytnutí osobních údajů v rámci plnění </w:t>
      </w:r>
      <w:r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578E5A7" w14:textId="77777777" w:rsidR="00EB0659" w:rsidRPr="004D3D2F" w:rsidRDefault="00EB0659" w:rsidP="00EB0659">
      <w:pPr>
        <w:pStyle w:val="Nadpis1"/>
        <w:numPr>
          <w:ilvl w:val="0"/>
          <w:numId w:val="0"/>
        </w:numPr>
        <w:ind w:left="708" w:hanging="708"/>
        <w:rPr>
          <w:rFonts w:eastAsia="Times New Roman"/>
          <w:u w:val="none"/>
          <w:lang w:eastAsia="cs-CZ"/>
        </w:rPr>
      </w:pPr>
      <w:r w:rsidRPr="004D3D2F">
        <w:rPr>
          <w:rFonts w:eastAsia="Times New Roman"/>
          <w:u w:val="none"/>
          <w:lang w:eastAsia="cs-CZ"/>
        </w:rPr>
        <w:t>9.</w:t>
      </w:r>
      <w:r w:rsidRPr="004D3D2F">
        <w:rPr>
          <w:rFonts w:eastAsia="Times New Roman"/>
          <w:u w:val="none"/>
          <w:lang w:eastAsia="cs-CZ"/>
        </w:rPr>
        <w:tab/>
        <w:t>Závěrečná ujednání</w:t>
      </w:r>
    </w:p>
    <w:p w14:paraId="0A0EDF62" w14:textId="77777777" w:rsidR="00EB0659" w:rsidRPr="00191B0E" w:rsidRDefault="00EB0659" w:rsidP="00EB0659">
      <w:pPr>
        <w:pStyle w:val="Nadpis1"/>
        <w:numPr>
          <w:ilvl w:val="0"/>
          <w:numId w:val="0"/>
        </w:numPr>
        <w:spacing w:before="0" w:after="0"/>
        <w:ind w:left="708" w:hanging="708"/>
        <w:rPr>
          <w:rFonts w:asciiTheme="minorHAnsi" w:eastAsiaTheme="minorHAnsi" w:hAnsiTheme="minorHAnsi" w:cstheme="minorBidi"/>
          <w:b w:val="0"/>
          <w:spacing w:val="0"/>
          <w:u w:val="none"/>
        </w:rPr>
      </w:pPr>
      <w:proofErr w:type="gramStart"/>
      <w:r w:rsidRPr="004D3D2F">
        <w:rPr>
          <w:rFonts w:eastAsia="Times New Roman" w:cs="Times New Roman"/>
          <w:b w:val="0"/>
          <w:u w:val="none"/>
          <w:lang w:eastAsia="cs-CZ"/>
        </w:rPr>
        <w:t>9.1</w:t>
      </w:r>
      <w:proofErr w:type="gramEnd"/>
      <w:r w:rsidRPr="004D3D2F">
        <w:rPr>
          <w:rFonts w:eastAsia="Times New Roman" w:cs="Times New Roman"/>
          <w:b w:val="0"/>
          <w:u w:val="none"/>
          <w:lang w:eastAsia="cs-CZ"/>
        </w:rPr>
        <w:t>.</w:t>
      </w:r>
      <w:r w:rsidRPr="004D3D2F">
        <w:rPr>
          <w:rFonts w:eastAsia="Times New Roman" w:cs="Times New Roman"/>
          <w:b w:val="0"/>
          <w:u w:val="none"/>
          <w:lang w:eastAsia="cs-CZ"/>
        </w:rPr>
        <w:tab/>
      </w:r>
      <w:r w:rsidRPr="00191B0E">
        <w:rPr>
          <w:rFonts w:asciiTheme="minorHAnsi" w:eastAsiaTheme="minorHAnsi" w:hAnsiTheme="minorHAnsi" w:cstheme="minorBidi"/>
          <w:b w:val="0"/>
          <w:spacing w:val="0"/>
          <w:u w:val="none"/>
        </w:rPr>
        <w:t>Tato Smlouva se řídí Obchodními podmínkami k této Smlouvě (dále jen „Obchodní podmínky“). Odchylná ujednání v této Smlouvě mají před zněním Obchodních podmínek přednost.</w:t>
      </w:r>
    </w:p>
    <w:p w14:paraId="779C706A" w14:textId="77777777" w:rsidR="00EB0659" w:rsidRPr="00191B0E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proofErr w:type="gramStart"/>
      <w:r w:rsidRPr="00191B0E">
        <w:t>9.2</w:t>
      </w:r>
      <w:proofErr w:type="gramEnd"/>
      <w:r w:rsidRPr="00191B0E">
        <w:t>.</w:t>
      </w:r>
      <w:r w:rsidRPr="00191B0E">
        <w:tab/>
        <w:t xml:space="preserve">Prodávající prohlašuje, že </w:t>
      </w:r>
    </w:p>
    <w:p w14:paraId="47918D17" w14:textId="77777777" w:rsidR="00EB0659" w:rsidRPr="00191B0E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firstLine="709"/>
        <w:contextualSpacing/>
        <w:textAlignment w:val="baseline"/>
      </w:pPr>
      <w:r w:rsidRPr="00191B0E">
        <w:t>9.2.1.</w:t>
      </w:r>
      <w:r w:rsidRPr="00191B0E">
        <w:tab/>
        <w:t>se zněním Obchodních podmínek se před podpisem této Smlouvy seznámil,</w:t>
      </w:r>
    </w:p>
    <w:p w14:paraId="35DE8B7D" w14:textId="77777777" w:rsidR="00EB0659" w:rsidRPr="00191B0E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1418" w:hanging="709"/>
        <w:contextualSpacing/>
        <w:textAlignment w:val="baseline"/>
      </w:pPr>
      <w:r w:rsidRPr="00191B0E">
        <w:t>9.2.2.</w:t>
      </w:r>
      <w:r w:rsidRPr="00191B0E">
        <w:tab/>
        <w:t>v dostatečném rozsahu se seznámil se veškerými požadavky Kupujícího dle této Smlouvy, přičemž si není vědom žádných překážek, které by mu bránily v poskytnutí sjednaného plnění v souladu s touto Smlouvou.</w:t>
      </w:r>
    </w:p>
    <w:p w14:paraId="359A15F9" w14:textId="55D72E53" w:rsidR="00EB0659" w:rsidRPr="00191B0E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proofErr w:type="gramStart"/>
      <w:r w:rsidRPr="00191B0E">
        <w:t>9.3</w:t>
      </w:r>
      <w:proofErr w:type="gramEnd"/>
      <w:r w:rsidRPr="00191B0E">
        <w:t>.</w:t>
      </w:r>
      <w:r w:rsidRPr="00191B0E">
        <w:tab/>
      </w:r>
      <w:r w:rsidR="00154D33">
        <w:t xml:space="preserve">Tato Smlouva je vyhotovena v elektronické podobě, přičemž obě Smluvní strany obdrží její elektronický originál </w:t>
      </w:r>
      <w:r w:rsidR="00154D33" w:rsidRPr="00673324">
        <w:t>opatřený elektronickými podpisy.</w:t>
      </w:r>
      <w:r w:rsidR="00154D33">
        <w:t xml:space="preserve"> V případě, že t</w:t>
      </w:r>
      <w:r w:rsidR="00154D33" w:rsidRPr="006E6E61">
        <w:t>ato Smlouva</w:t>
      </w:r>
      <w:r w:rsidR="00154D33">
        <w:t xml:space="preserve"> z jakéhokoli důvodu nebude vyhotovena v elektronické podobě,</w:t>
      </w:r>
      <w:r w:rsidR="00154D33" w:rsidRPr="006E6E61">
        <w:t xml:space="preserve"> </w:t>
      </w:r>
      <w:r w:rsidR="00154D33">
        <w:t>bude</w:t>
      </w:r>
      <w:r w:rsidR="00154D33" w:rsidRPr="006E6E61">
        <w:t xml:space="preserve"> </w:t>
      </w:r>
      <w:r w:rsidR="00154D33" w:rsidRPr="000C5DA0">
        <w:rPr>
          <w:rFonts w:eastAsia="Times New Roman" w:cs="Times New Roman"/>
          <w:lang w:eastAsia="cs-CZ"/>
        </w:rPr>
        <w:t xml:space="preserve">sepsána ve </w:t>
      </w:r>
      <w:r w:rsidR="00154D33">
        <w:rPr>
          <w:rFonts w:eastAsia="Times New Roman" w:cs="Times New Roman"/>
          <w:lang w:eastAsia="cs-CZ"/>
        </w:rPr>
        <w:t xml:space="preserve">třech </w:t>
      </w:r>
      <w:r w:rsidR="00154D33" w:rsidRPr="000C5DA0">
        <w:rPr>
          <w:rFonts w:eastAsia="Times New Roman" w:cs="Times New Roman"/>
          <w:lang w:eastAsia="cs-CZ"/>
        </w:rPr>
        <w:t xml:space="preserve">vyhotoveních, </w:t>
      </w:r>
      <w:r w:rsidR="00154D33">
        <w:rPr>
          <w:rFonts w:eastAsia="Times New Roman" w:cs="Times New Roman"/>
          <w:lang w:eastAsia="cs-CZ"/>
        </w:rPr>
        <w:t>ve dvou vyhotoveních pro Kupujícího a jedno obdrží Prodávající</w:t>
      </w:r>
      <w:r w:rsidRPr="00191B0E">
        <w:t>.</w:t>
      </w:r>
    </w:p>
    <w:p w14:paraId="7349C9F2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9.4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70D5369B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9.5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Smluvní vztahy neupravené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E9CD584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lastRenderedPageBreak/>
        <w:t>9.6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Všechny spory vznikající z 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1B7F083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9.7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  <w:t>S</w:t>
      </w:r>
      <w:r w:rsidRPr="000C5DA0">
        <w:rPr>
          <w:rFonts w:eastAsia="Times New Roman" w:cs="Times New Roman"/>
          <w:lang w:eastAsia="cs-CZ"/>
        </w:rPr>
        <w:t>mlouvu lze měnit pouze písemnými dodatky.</w:t>
      </w:r>
    </w:p>
    <w:p w14:paraId="289296FA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9.8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1AB6AFF1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9.9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Zvláštní pod</w:t>
      </w:r>
      <w:r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6D887016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9.10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5963C8">
        <w:rPr>
          <w:rFonts w:eastAsia="Calibri" w:cs="Times New Roman"/>
        </w:rPr>
        <w:t>Tato Smlouva nabývá platnosti okamžikem podpisu poslední ze Smluvních stran. Je-li Smlouva uveřejňována v registru smluv, nabývá účinnosti dnem uveřejnění v registru smluv, jinak je účinná od okamžiku uzavření.</w:t>
      </w:r>
    </w:p>
    <w:p w14:paraId="2640FD65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645D9D8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60C2F840" w14:textId="77777777" w:rsidR="00EB0659" w:rsidRPr="005963C8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2BAA5B6" w14:textId="77777777" w:rsidR="00EB0659" w:rsidRPr="005963C8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</w:t>
      </w:r>
      <w:r>
        <w:rPr>
          <w:rFonts w:eastAsia="Times New Roman" w:cs="Times New Roman"/>
          <w:lang w:eastAsia="cs-CZ"/>
        </w:rPr>
        <w:t>a</w:t>
      </w:r>
      <w:r w:rsidRPr="005963C8">
        <w:rPr>
          <w:rFonts w:eastAsia="Times New Roman" w:cs="Times New Roman"/>
          <w:lang w:eastAsia="cs-CZ"/>
        </w:rPr>
        <w:t>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>
        <w:rPr>
          <w:rFonts w:eastAsia="Times New Roman" w:cs="Times New Roman"/>
          <w:lang w:eastAsia="cs-CZ"/>
        </w:rPr>
        <w:t xml:space="preserve"> – PKN 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3D7417A0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2:</w:t>
      </w:r>
      <w:r w:rsidRPr="005963C8">
        <w:rPr>
          <w:rFonts w:eastAsia="Times New Roman" w:cs="Times New Roman"/>
          <w:lang w:eastAsia="cs-CZ"/>
        </w:rPr>
        <w:tab/>
        <w:t>Obchodní podmínky ke kupní smlouvě</w:t>
      </w:r>
    </w:p>
    <w:p w14:paraId="29BB2D2B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191B0E">
        <w:rPr>
          <w:rFonts w:eastAsia="Times New Roman" w:cs="Times New Roman"/>
          <w:lang w:eastAsia="cs-CZ"/>
        </w:rPr>
        <w:t xml:space="preserve">příloha č. 3: </w:t>
      </w:r>
      <w:r w:rsidRPr="00191B0E">
        <w:rPr>
          <w:rFonts w:eastAsia="Times New Roman" w:cs="Times New Roman"/>
          <w:lang w:eastAsia="cs-CZ"/>
        </w:rPr>
        <w:tab/>
      </w:r>
      <w:r w:rsidRPr="00564240">
        <w:rPr>
          <w:rFonts w:eastAsia="Times New Roman"/>
          <w:lang w:eastAsia="cs-CZ"/>
        </w:rPr>
        <w:t>seznam organizací poskytujících autorizovaný servis</w:t>
      </w:r>
      <w:r>
        <w:rPr>
          <w:rFonts w:eastAsia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5049C421" w14:textId="4C1A4218" w:rsidR="00924F8A" w:rsidRDefault="00924F8A" w:rsidP="00924F8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/>
          <w:lang w:eastAsia="cs-CZ"/>
        </w:rPr>
        <w:t>příloha č. 4:</w:t>
      </w:r>
      <w:r>
        <w:rPr>
          <w:rFonts w:eastAsia="Times New Roman"/>
          <w:lang w:eastAsia="cs-CZ"/>
        </w:rPr>
        <w:tab/>
        <w:t xml:space="preserve">specifikace předmětu koupě – </w:t>
      </w:r>
      <w:r>
        <w:rPr>
          <w:rFonts w:eastAsia="Times New Roman" w:cs="Times New Roman"/>
          <w:lang w:eastAsia="cs-CZ"/>
        </w:rPr>
        <w:t>PKN</w:t>
      </w:r>
      <w:r>
        <w:rPr>
          <w:rFonts w:eastAsia="Times New Roman" w:cs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(požadavek kupujícího)</w:t>
      </w:r>
    </w:p>
    <w:p w14:paraId="38F5F3FD" w14:textId="77777777" w:rsidR="00924F8A" w:rsidRDefault="00924F8A" w:rsidP="00924F8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20096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5</w:t>
      </w:r>
      <w:r w:rsidRPr="00F20096">
        <w:rPr>
          <w:rFonts w:eastAsia="Times New Roman" w:cs="Times New Roman"/>
          <w:lang w:eastAsia="cs-CZ"/>
        </w:rPr>
        <w:t>:</w:t>
      </w:r>
      <w:r w:rsidRPr="00F20096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4E9E0E1F" w14:textId="77777777" w:rsidR="00924F8A" w:rsidRPr="007F5EC4" w:rsidRDefault="00924F8A" w:rsidP="00924F8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20096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6</w:t>
      </w:r>
      <w:r w:rsidRPr="00F20096">
        <w:rPr>
          <w:rFonts w:eastAsia="Times New Roman" w:cs="Times New Roman"/>
          <w:lang w:eastAsia="cs-CZ"/>
        </w:rPr>
        <w:t>:</w:t>
      </w:r>
      <w:r w:rsidRPr="00F20096">
        <w:rPr>
          <w:rFonts w:eastAsia="Times New Roman" w:cs="Times New Roman"/>
          <w:lang w:eastAsia="cs-CZ"/>
        </w:rPr>
        <w:tab/>
      </w:r>
      <w:r w:rsidRPr="00262134">
        <w:rPr>
          <w:rFonts w:eastAsia="Times New Roman" w:cs="Times New Roman"/>
          <w:highlight w:val="yellow"/>
          <w:lang w:eastAsia="cs-CZ"/>
        </w:rPr>
        <w:t>Seznam poddodavatelů (je-li relevantní; jinak vymazat)</w:t>
      </w:r>
    </w:p>
    <w:p w14:paraId="5DF3998E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56D67E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F6F8DEB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5A44AAA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 ________________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proofErr w:type="spellStart"/>
      <w:r w:rsidRPr="000C5DA0">
        <w:rPr>
          <w:rFonts w:eastAsia="Times New Roman" w:cs="Times New Roman"/>
          <w:lang w:eastAsia="cs-CZ"/>
        </w:rPr>
        <w:t>V________________dne</w:t>
      </w:r>
      <w:proofErr w:type="spellEnd"/>
      <w:r w:rsidRPr="000C5DA0">
        <w:rPr>
          <w:rFonts w:eastAsia="Times New Roman" w:cs="Times New Roman"/>
          <w:lang w:eastAsia="cs-CZ"/>
        </w:rPr>
        <w:t xml:space="preserve"> ____________</w:t>
      </w:r>
    </w:p>
    <w:p w14:paraId="0AD10A84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108D2A9F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2A8BFE0" w14:textId="00AABD0F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1239016" w14:textId="0713F5F4" w:rsidR="00924F8A" w:rsidRDefault="00924F8A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3CF37B5" w14:textId="2576EB3A" w:rsidR="00924F8A" w:rsidRDefault="00924F8A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E2AE21E" w14:textId="32ED2044" w:rsidR="00924F8A" w:rsidRDefault="00924F8A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DFB9E54" w14:textId="77777777" w:rsidR="00924F8A" w:rsidRPr="000C5DA0" w:rsidRDefault="00924F8A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ED5AAFF" w14:textId="77777777" w:rsidR="00EB0659" w:rsidRPr="000C5DA0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proofErr w:type="gramStart"/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  <w:proofErr w:type="gramEnd"/>
    </w:p>
    <w:p w14:paraId="160DE270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  <w:t>Za Prodávajícího</w:t>
      </w:r>
    </w:p>
    <w:p w14:paraId="2DB4A872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b/>
        </w:rPr>
      </w:pPr>
    </w:p>
    <w:p w14:paraId="06AEFB61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666C0B">
        <w:rPr>
          <w:rFonts w:eastAsia="Calibri" w:cs="Times New Roman"/>
          <w:b/>
        </w:rPr>
        <w:t>Bc. Jiří Svoboda, MBA</w:t>
      </w:r>
      <w:r w:rsidRPr="00262134">
        <w:rPr>
          <w:rFonts w:eastAsia="Calibri" w:cs="Times New Roman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  <w:t>…………………………</w:t>
      </w:r>
    </w:p>
    <w:p w14:paraId="01EE632D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262134">
        <w:rPr>
          <w:rFonts w:eastAsia="Calibri" w:cs="Times New Roman"/>
        </w:rPr>
        <w:t>generální ředitel</w:t>
      </w:r>
    </w:p>
    <w:p w14:paraId="315F6BE6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4BB1306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7D5AE11" w14:textId="77777777" w:rsidR="00EB0659" w:rsidRDefault="00EB0659" w:rsidP="00EB06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B837055" w14:textId="77777777" w:rsidR="00EB0659" w:rsidRPr="00D85C5B" w:rsidRDefault="00EB0659" w:rsidP="00EB0659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>
        <w:rPr>
          <w:rFonts w:eastAsia="Calibri" w:cs="Times New Roman"/>
        </w:rPr>
        <w:t>ato S</w:t>
      </w:r>
      <w:r w:rsidRPr="000C5DA0">
        <w:rPr>
          <w:rFonts w:eastAsia="Calibri" w:cs="Times New Roman"/>
        </w:rPr>
        <w:t>mlouva byla uveřejněna prostřednictvím registru smluv dne ……</w:t>
      </w:r>
    </w:p>
    <w:p w14:paraId="6B856D55" w14:textId="1925DC0C" w:rsidR="00D85C5B" w:rsidRPr="00D85C5B" w:rsidRDefault="00D85C5B" w:rsidP="00C355F1">
      <w:pPr>
        <w:rPr>
          <w:rFonts w:eastAsia="Calibri" w:cs="Times New Roman"/>
        </w:rPr>
      </w:pPr>
    </w:p>
    <w:sectPr w:rsidR="00D85C5B" w:rsidRPr="00D85C5B" w:rsidSect="00AE0C9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24F36" w14:textId="77777777" w:rsidR="00A33136" w:rsidRDefault="00A33136" w:rsidP="00962258">
      <w:pPr>
        <w:spacing w:after="0" w:line="240" w:lineRule="auto"/>
      </w:pPr>
      <w:r>
        <w:separator/>
      </w:r>
    </w:p>
  </w:endnote>
  <w:endnote w:type="continuationSeparator" w:id="0">
    <w:p w14:paraId="6CBB87B6" w14:textId="77777777" w:rsidR="00A33136" w:rsidRDefault="00A331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6E7A94C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4F8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4F8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3B2FB8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9E6D3F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B5125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631348BB" w:rsidR="001B5125" w:rsidRPr="00B8518B" w:rsidRDefault="001B5125" w:rsidP="001B512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4F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4F8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BC9DFF" w14:textId="77777777" w:rsidR="001B5125" w:rsidRDefault="001B5125" w:rsidP="001B5125">
          <w:pPr>
            <w:pStyle w:val="Zpat"/>
          </w:pPr>
          <w:r>
            <w:t>Správa železnic, státní organizace</w:t>
          </w:r>
        </w:p>
        <w:p w14:paraId="73B501C9" w14:textId="0C060B8B" w:rsidR="001B5125" w:rsidRDefault="001B5125" w:rsidP="001B512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4AB001" w14:textId="77777777" w:rsidR="001B5125" w:rsidRDefault="001B5125" w:rsidP="001B5125">
          <w:pPr>
            <w:pStyle w:val="Zpat"/>
          </w:pPr>
          <w:r>
            <w:t>Sídlo: Dlážděná 1003/7, 110 00 Praha 1</w:t>
          </w:r>
        </w:p>
        <w:p w14:paraId="284EC545" w14:textId="77777777" w:rsidR="001B5125" w:rsidRDefault="001B5125" w:rsidP="001B5125">
          <w:pPr>
            <w:pStyle w:val="Zpat"/>
          </w:pPr>
          <w:r>
            <w:t>IČO: 709 94 234 DIČ: CZ 709 94 234</w:t>
          </w:r>
        </w:p>
        <w:p w14:paraId="5F9C430D" w14:textId="70F2B6AA" w:rsidR="001B5125" w:rsidRDefault="001B5125" w:rsidP="001B5125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B5125" w:rsidRDefault="001B5125" w:rsidP="001B5125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43AB3C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CCD7C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68AA0" w14:textId="77777777" w:rsidR="00A33136" w:rsidRDefault="00A33136" w:rsidP="00962258">
      <w:pPr>
        <w:spacing w:after="0" w:line="240" w:lineRule="auto"/>
      </w:pPr>
      <w:r>
        <w:separator/>
      </w:r>
    </w:p>
  </w:footnote>
  <w:footnote w:type="continuationSeparator" w:id="0">
    <w:p w14:paraId="7ADFF679" w14:textId="77777777" w:rsidR="00A33136" w:rsidRDefault="00A331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87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5812"/>
      <w:gridCol w:w="5698"/>
    </w:tblGrid>
    <w:tr w:rsidR="00F1715C" w14:paraId="14D6ED70" w14:textId="77777777" w:rsidTr="00AE0C93">
      <w:trPr>
        <w:trHeight w:hRule="exact" w:val="1192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EFC034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581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3A0D9ED3" w:rsidR="00F1715C" w:rsidRDefault="00AE0C93" w:rsidP="00AE0C93">
          <w:pPr>
            <w:pStyle w:val="Zpat"/>
            <w:ind w:left="2977" w:right="-3063"/>
          </w:pPr>
          <w:r w:rsidRPr="00AE0C93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cs-CZ"/>
            </w:rPr>
            <w:drawing>
              <wp:inline distT="0" distB="0" distL="0" distR="0" wp14:anchorId="3792C89D" wp14:editId="1526FF36">
                <wp:extent cx="1243444" cy="704850"/>
                <wp:effectExtent l="0" t="0" r="0" b="0"/>
                <wp:docPr id="4" name="Obrázek 4" descr="logo-bar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logo-bar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045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457C44A8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E228553" w:rsidR="00F1715C" w:rsidRPr="00B8518B" w:rsidRDefault="001B512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5D6189E8" wp14:editId="250B30BD">
                <wp:simplePos x="0" y="0"/>
                <wp:positionH relativeFrom="page">
                  <wp:posOffset>16510</wp:posOffset>
                </wp:positionH>
                <wp:positionV relativeFrom="page">
                  <wp:posOffset>-24765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197A798A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8C5288"/>
    <w:multiLevelType w:val="hybridMultilevel"/>
    <w:tmpl w:val="07DE468E"/>
    <w:lvl w:ilvl="0" w:tplc="00E00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1B0300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4973"/>
    <w:multiLevelType w:val="hybridMultilevel"/>
    <w:tmpl w:val="EB0E0400"/>
    <w:lvl w:ilvl="0" w:tplc="E9D41FDE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A81631"/>
    <w:multiLevelType w:val="multilevel"/>
    <w:tmpl w:val="B5DEA8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6252AC"/>
    <w:multiLevelType w:val="multilevel"/>
    <w:tmpl w:val="945045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Verdana" w:hAnsi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9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4"/>
  </w:num>
  <w:num w:numId="35">
    <w:abstractNumId w:val="10"/>
  </w:num>
  <w:num w:numId="36">
    <w:abstractNumId w:val="15"/>
  </w:num>
  <w:num w:numId="37">
    <w:abstractNumId w:val="18"/>
  </w:num>
  <w:num w:numId="38">
    <w:abstractNumId w:val="20"/>
  </w:num>
  <w:num w:numId="39">
    <w:abstractNumId w:val="16"/>
  </w:num>
  <w:num w:numId="40">
    <w:abstractNumId w:val="3"/>
  </w:num>
  <w:num w:numId="41">
    <w:abstractNumId w:val="7"/>
  </w:num>
  <w:num w:numId="42">
    <w:abstractNumId w:val="11"/>
  </w:num>
  <w:num w:numId="43">
    <w:abstractNumId w:val="6"/>
  </w:num>
  <w:num w:numId="44">
    <w:abstractNumId w:val="14"/>
  </w:num>
  <w:num w:numId="45">
    <w:abstractNumId w:val="8"/>
  </w:num>
  <w:num w:numId="4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BC8"/>
    <w:rsid w:val="00033414"/>
    <w:rsid w:val="00054D01"/>
    <w:rsid w:val="00065284"/>
    <w:rsid w:val="00072C1E"/>
    <w:rsid w:val="000A5BB3"/>
    <w:rsid w:val="000C51BB"/>
    <w:rsid w:val="000C5DA0"/>
    <w:rsid w:val="000D1379"/>
    <w:rsid w:val="000D2481"/>
    <w:rsid w:val="000D4601"/>
    <w:rsid w:val="000E23A7"/>
    <w:rsid w:val="000E4F4B"/>
    <w:rsid w:val="000F674A"/>
    <w:rsid w:val="0010693F"/>
    <w:rsid w:val="00114472"/>
    <w:rsid w:val="00121C20"/>
    <w:rsid w:val="00140E1E"/>
    <w:rsid w:val="00154D33"/>
    <w:rsid w:val="001550BC"/>
    <w:rsid w:val="00157CDA"/>
    <w:rsid w:val="001605B9"/>
    <w:rsid w:val="00164A12"/>
    <w:rsid w:val="00170EC5"/>
    <w:rsid w:val="001747C1"/>
    <w:rsid w:val="00176797"/>
    <w:rsid w:val="001813BF"/>
    <w:rsid w:val="00184743"/>
    <w:rsid w:val="001861B8"/>
    <w:rsid w:val="001870DA"/>
    <w:rsid w:val="001933B7"/>
    <w:rsid w:val="001A77A2"/>
    <w:rsid w:val="001B5125"/>
    <w:rsid w:val="001C22E7"/>
    <w:rsid w:val="001C4874"/>
    <w:rsid w:val="00201CE2"/>
    <w:rsid w:val="00207DF5"/>
    <w:rsid w:val="00214B05"/>
    <w:rsid w:val="00240856"/>
    <w:rsid w:val="00262134"/>
    <w:rsid w:val="0027648B"/>
    <w:rsid w:val="00277BC7"/>
    <w:rsid w:val="00280E07"/>
    <w:rsid w:val="00281271"/>
    <w:rsid w:val="00293B93"/>
    <w:rsid w:val="002A5E9C"/>
    <w:rsid w:val="002B20CA"/>
    <w:rsid w:val="002B378D"/>
    <w:rsid w:val="002C31BF"/>
    <w:rsid w:val="002D08B1"/>
    <w:rsid w:val="002E0CD7"/>
    <w:rsid w:val="003119BE"/>
    <w:rsid w:val="00326B79"/>
    <w:rsid w:val="00341DCF"/>
    <w:rsid w:val="00357BC6"/>
    <w:rsid w:val="00385A72"/>
    <w:rsid w:val="00385DB8"/>
    <w:rsid w:val="003924BE"/>
    <w:rsid w:val="003956C6"/>
    <w:rsid w:val="003A63EE"/>
    <w:rsid w:val="003B39EC"/>
    <w:rsid w:val="003C1086"/>
    <w:rsid w:val="003D2BB0"/>
    <w:rsid w:val="00437316"/>
    <w:rsid w:val="00441430"/>
    <w:rsid w:val="004427DD"/>
    <w:rsid w:val="00450F07"/>
    <w:rsid w:val="00450F46"/>
    <w:rsid w:val="00453CD3"/>
    <w:rsid w:val="0045773D"/>
    <w:rsid w:val="00460660"/>
    <w:rsid w:val="0046676A"/>
    <w:rsid w:val="00483B11"/>
    <w:rsid w:val="00486107"/>
    <w:rsid w:val="00491827"/>
    <w:rsid w:val="00493B1B"/>
    <w:rsid w:val="004A67B1"/>
    <w:rsid w:val="004B348C"/>
    <w:rsid w:val="004C3FD2"/>
    <w:rsid w:val="004C4399"/>
    <w:rsid w:val="004C787C"/>
    <w:rsid w:val="004D2481"/>
    <w:rsid w:val="004D3D2F"/>
    <w:rsid w:val="004E143C"/>
    <w:rsid w:val="004E19DE"/>
    <w:rsid w:val="004E3A53"/>
    <w:rsid w:val="004F4B9B"/>
    <w:rsid w:val="00505366"/>
    <w:rsid w:val="00511AB9"/>
    <w:rsid w:val="00523EA7"/>
    <w:rsid w:val="00543517"/>
    <w:rsid w:val="0055174C"/>
    <w:rsid w:val="00553375"/>
    <w:rsid w:val="00554020"/>
    <w:rsid w:val="005736B7"/>
    <w:rsid w:val="00575E5A"/>
    <w:rsid w:val="00593A59"/>
    <w:rsid w:val="0059551F"/>
    <w:rsid w:val="005963C8"/>
    <w:rsid w:val="005A36ED"/>
    <w:rsid w:val="005B76DD"/>
    <w:rsid w:val="005D5624"/>
    <w:rsid w:val="005D7514"/>
    <w:rsid w:val="005E35A5"/>
    <w:rsid w:val="005F1404"/>
    <w:rsid w:val="005F294E"/>
    <w:rsid w:val="00601DDB"/>
    <w:rsid w:val="0061068E"/>
    <w:rsid w:val="00623216"/>
    <w:rsid w:val="00637308"/>
    <w:rsid w:val="00660AD3"/>
    <w:rsid w:val="00660FBE"/>
    <w:rsid w:val="006610E7"/>
    <w:rsid w:val="006621EA"/>
    <w:rsid w:val="00666C0B"/>
    <w:rsid w:val="00677B7F"/>
    <w:rsid w:val="006A28BA"/>
    <w:rsid w:val="006A5570"/>
    <w:rsid w:val="006A689C"/>
    <w:rsid w:val="006B3D79"/>
    <w:rsid w:val="006C266A"/>
    <w:rsid w:val="006C7DD0"/>
    <w:rsid w:val="006D7AFE"/>
    <w:rsid w:val="006E0578"/>
    <w:rsid w:val="006E2B8E"/>
    <w:rsid w:val="006E314D"/>
    <w:rsid w:val="006E7B74"/>
    <w:rsid w:val="007061F8"/>
    <w:rsid w:val="00710723"/>
    <w:rsid w:val="00723ED1"/>
    <w:rsid w:val="00743525"/>
    <w:rsid w:val="0076286B"/>
    <w:rsid w:val="00766846"/>
    <w:rsid w:val="0077673A"/>
    <w:rsid w:val="007846E1"/>
    <w:rsid w:val="00791AC7"/>
    <w:rsid w:val="007975BC"/>
    <w:rsid w:val="007A0C04"/>
    <w:rsid w:val="007B4B2B"/>
    <w:rsid w:val="007B570C"/>
    <w:rsid w:val="007B6098"/>
    <w:rsid w:val="007C589B"/>
    <w:rsid w:val="007C6215"/>
    <w:rsid w:val="007E165D"/>
    <w:rsid w:val="007E4A6E"/>
    <w:rsid w:val="007E75BE"/>
    <w:rsid w:val="007F56A7"/>
    <w:rsid w:val="007F5EC4"/>
    <w:rsid w:val="008021D3"/>
    <w:rsid w:val="008078DC"/>
    <w:rsid w:val="00807DD0"/>
    <w:rsid w:val="00812786"/>
    <w:rsid w:val="008420DE"/>
    <w:rsid w:val="008659F3"/>
    <w:rsid w:val="00886D4B"/>
    <w:rsid w:val="00895406"/>
    <w:rsid w:val="008A3568"/>
    <w:rsid w:val="008B1447"/>
    <w:rsid w:val="008D03B9"/>
    <w:rsid w:val="008E2CC0"/>
    <w:rsid w:val="008F18D6"/>
    <w:rsid w:val="00904780"/>
    <w:rsid w:val="00922385"/>
    <w:rsid w:val="009223DF"/>
    <w:rsid w:val="00923E73"/>
    <w:rsid w:val="00924F8A"/>
    <w:rsid w:val="00926B03"/>
    <w:rsid w:val="00936091"/>
    <w:rsid w:val="00940D8A"/>
    <w:rsid w:val="00962258"/>
    <w:rsid w:val="009678B7"/>
    <w:rsid w:val="00972F04"/>
    <w:rsid w:val="009833E1"/>
    <w:rsid w:val="009900CE"/>
    <w:rsid w:val="00992D9C"/>
    <w:rsid w:val="00996CB8"/>
    <w:rsid w:val="009A0378"/>
    <w:rsid w:val="009B14A9"/>
    <w:rsid w:val="009B2E97"/>
    <w:rsid w:val="009C4724"/>
    <w:rsid w:val="009D4A68"/>
    <w:rsid w:val="009E07F4"/>
    <w:rsid w:val="009E3CA2"/>
    <w:rsid w:val="009F3168"/>
    <w:rsid w:val="009F392E"/>
    <w:rsid w:val="00A33136"/>
    <w:rsid w:val="00A606A7"/>
    <w:rsid w:val="00A6177B"/>
    <w:rsid w:val="00A63360"/>
    <w:rsid w:val="00A66136"/>
    <w:rsid w:val="00A91C7A"/>
    <w:rsid w:val="00AA4CBB"/>
    <w:rsid w:val="00AA65FA"/>
    <w:rsid w:val="00AA7351"/>
    <w:rsid w:val="00AD056F"/>
    <w:rsid w:val="00AD6731"/>
    <w:rsid w:val="00AE0C93"/>
    <w:rsid w:val="00B07765"/>
    <w:rsid w:val="00B15D0D"/>
    <w:rsid w:val="00B21D88"/>
    <w:rsid w:val="00B56FC3"/>
    <w:rsid w:val="00B75EE1"/>
    <w:rsid w:val="00B77481"/>
    <w:rsid w:val="00B8518B"/>
    <w:rsid w:val="00B961B6"/>
    <w:rsid w:val="00BA7818"/>
    <w:rsid w:val="00BC51D3"/>
    <w:rsid w:val="00BD7E91"/>
    <w:rsid w:val="00BF45C5"/>
    <w:rsid w:val="00C02D0A"/>
    <w:rsid w:val="00C03A6E"/>
    <w:rsid w:val="00C0758D"/>
    <w:rsid w:val="00C126C9"/>
    <w:rsid w:val="00C24C30"/>
    <w:rsid w:val="00C30028"/>
    <w:rsid w:val="00C355F1"/>
    <w:rsid w:val="00C44F6A"/>
    <w:rsid w:val="00C47AE3"/>
    <w:rsid w:val="00C578E9"/>
    <w:rsid w:val="00C935F4"/>
    <w:rsid w:val="00C9458F"/>
    <w:rsid w:val="00CA4013"/>
    <w:rsid w:val="00CB5F2C"/>
    <w:rsid w:val="00CC145F"/>
    <w:rsid w:val="00CC1601"/>
    <w:rsid w:val="00CC7993"/>
    <w:rsid w:val="00CD1FC4"/>
    <w:rsid w:val="00CE7733"/>
    <w:rsid w:val="00CF0D3F"/>
    <w:rsid w:val="00CF51DB"/>
    <w:rsid w:val="00CF6338"/>
    <w:rsid w:val="00D043A4"/>
    <w:rsid w:val="00D21061"/>
    <w:rsid w:val="00D4108E"/>
    <w:rsid w:val="00D537A4"/>
    <w:rsid w:val="00D6163D"/>
    <w:rsid w:val="00D6524B"/>
    <w:rsid w:val="00D831A3"/>
    <w:rsid w:val="00D85C5B"/>
    <w:rsid w:val="00DC4737"/>
    <w:rsid w:val="00DC75F3"/>
    <w:rsid w:val="00DD2E10"/>
    <w:rsid w:val="00DD456C"/>
    <w:rsid w:val="00DD46F3"/>
    <w:rsid w:val="00DE1F59"/>
    <w:rsid w:val="00DE56F2"/>
    <w:rsid w:val="00DF116D"/>
    <w:rsid w:val="00E062A0"/>
    <w:rsid w:val="00E17FE7"/>
    <w:rsid w:val="00E611EB"/>
    <w:rsid w:val="00E6636E"/>
    <w:rsid w:val="00E967DA"/>
    <w:rsid w:val="00EA1DA7"/>
    <w:rsid w:val="00EB0659"/>
    <w:rsid w:val="00EB104F"/>
    <w:rsid w:val="00EB7E3A"/>
    <w:rsid w:val="00ED14BD"/>
    <w:rsid w:val="00ED72F7"/>
    <w:rsid w:val="00EE0449"/>
    <w:rsid w:val="00EF7C11"/>
    <w:rsid w:val="00F00416"/>
    <w:rsid w:val="00F02E2E"/>
    <w:rsid w:val="00F0533E"/>
    <w:rsid w:val="00F1048D"/>
    <w:rsid w:val="00F12DEC"/>
    <w:rsid w:val="00F1715C"/>
    <w:rsid w:val="00F20096"/>
    <w:rsid w:val="00F20995"/>
    <w:rsid w:val="00F24889"/>
    <w:rsid w:val="00F30576"/>
    <w:rsid w:val="00F310F8"/>
    <w:rsid w:val="00F35939"/>
    <w:rsid w:val="00F43E6E"/>
    <w:rsid w:val="00F45607"/>
    <w:rsid w:val="00F558A1"/>
    <w:rsid w:val="00F64996"/>
    <w:rsid w:val="00F659EB"/>
    <w:rsid w:val="00F66425"/>
    <w:rsid w:val="00F70E40"/>
    <w:rsid w:val="00F86BA6"/>
    <w:rsid w:val="00F90558"/>
    <w:rsid w:val="00FB5045"/>
    <w:rsid w:val="00FC6389"/>
    <w:rsid w:val="00FD56DD"/>
    <w:rsid w:val="00FE1D38"/>
    <w:rsid w:val="00FE333A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316A3616-4087-40EF-9102-7FB9C127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0963BA8-1F39-4031-84E2-3E6CBAE1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2062</Words>
  <Characters>12167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6</cp:revision>
  <cp:lastPrinted>2019-12-12T09:17:00Z</cp:lastPrinted>
  <dcterms:created xsi:type="dcterms:W3CDTF">2020-05-04T05:51:00Z</dcterms:created>
  <dcterms:modified xsi:type="dcterms:W3CDTF">2020-05-07T08:15:00Z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