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E028EB7" wp14:editId="5329D01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02E24" w:rsidRDefault="00F02E24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C25918" w:rsidTr="00F862D6">
        <w:tc>
          <w:tcPr>
            <w:tcW w:w="1020" w:type="dxa"/>
          </w:tcPr>
          <w:p w:rsidR="00C25918" w:rsidRPr="003E6B9A" w:rsidRDefault="00C25918" w:rsidP="0077673A">
            <w:r w:rsidRPr="003E6B9A">
              <w:t>Naše zn.</w:t>
            </w:r>
          </w:p>
        </w:tc>
        <w:tc>
          <w:tcPr>
            <w:tcW w:w="2552" w:type="dxa"/>
          </w:tcPr>
          <w:p w:rsidR="00C25918" w:rsidRPr="007916FC" w:rsidRDefault="00EC23E5" w:rsidP="001A098A">
            <w:r w:rsidRPr="00EC23E5">
              <w:t>3824/2020-SŽ-SSV-Ú3</w:t>
            </w:r>
          </w:p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/>
        </w:tc>
      </w:tr>
      <w:tr w:rsidR="00C25918" w:rsidTr="00F862D6">
        <w:tc>
          <w:tcPr>
            <w:tcW w:w="1020" w:type="dxa"/>
          </w:tcPr>
          <w:p w:rsidR="00C25918" w:rsidRDefault="00C25918" w:rsidP="0077673A">
            <w:r>
              <w:t>Listů/příloh</w:t>
            </w:r>
          </w:p>
        </w:tc>
        <w:tc>
          <w:tcPr>
            <w:tcW w:w="2552" w:type="dxa"/>
          </w:tcPr>
          <w:p w:rsidR="00C25918" w:rsidRPr="007916FC" w:rsidRDefault="00C25918" w:rsidP="001A098A">
            <w:r>
              <w:t>1</w:t>
            </w:r>
            <w:r w:rsidRPr="007916FC">
              <w:t>/0</w:t>
            </w:r>
          </w:p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>
            <w:pPr>
              <w:rPr>
                <w:noProof/>
              </w:rPr>
            </w:pPr>
          </w:p>
        </w:tc>
      </w:tr>
      <w:tr w:rsidR="00C25918" w:rsidTr="00B23CA3">
        <w:trPr>
          <w:trHeight w:val="77"/>
        </w:trPr>
        <w:tc>
          <w:tcPr>
            <w:tcW w:w="1020" w:type="dxa"/>
          </w:tcPr>
          <w:p w:rsidR="00C25918" w:rsidRDefault="00C25918" w:rsidP="0077673A"/>
        </w:tc>
        <w:tc>
          <w:tcPr>
            <w:tcW w:w="2552" w:type="dxa"/>
          </w:tcPr>
          <w:p w:rsidR="00C25918" w:rsidRPr="007916FC" w:rsidRDefault="00C25918" w:rsidP="001A098A"/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/>
        </w:tc>
      </w:tr>
      <w:tr w:rsidR="00C25918" w:rsidTr="00F862D6">
        <w:tc>
          <w:tcPr>
            <w:tcW w:w="1020" w:type="dxa"/>
          </w:tcPr>
          <w:p w:rsidR="00C25918" w:rsidRDefault="00C25918" w:rsidP="0077673A">
            <w:r>
              <w:t>Vyřizuje</w:t>
            </w:r>
          </w:p>
        </w:tc>
        <w:tc>
          <w:tcPr>
            <w:tcW w:w="2552" w:type="dxa"/>
          </w:tcPr>
          <w:p w:rsidR="00C25918" w:rsidRPr="007916FC" w:rsidRDefault="00C25918" w:rsidP="001A098A">
            <w:r w:rsidRPr="007916FC">
              <w:t>Ing. Radomíra Rečková</w:t>
            </w:r>
          </w:p>
        </w:tc>
        <w:tc>
          <w:tcPr>
            <w:tcW w:w="823" w:type="dxa"/>
          </w:tcPr>
          <w:p w:rsidR="00C25918" w:rsidRDefault="00C25918" w:rsidP="0077673A"/>
        </w:tc>
        <w:tc>
          <w:tcPr>
            <w:tcW w:w="3685" w:type="dxa"/>
            <w:vMerge/>
          </w:tcPr>
          <w:p w:rsidR="00C25918" w:rsidRDefault="00C25918" w:rsidP="0077673A"/>
        </w:tc>
      </w:tr>
      <w:tr w:rsidR="00C25918" w:rsidTr="00F862D6">
        <w:tc>
          <w:tcPr>
            <w:tcW w:w="1020" w:type="dxa"/>
          </w:tcPr>
          <w:p w:rsidR="00C25918" w:rsidRDefault="00C25918" w:rsidP="009A7568"/>
        </w:tc>
        <w:tc>
          <w:tcPr>
            <w:tcW w:w="2552" w:type="dxa"/>
          </w:tcPr>
          <w:p w:rsidR="00C25918" w:rsidRPr="007916FC" w:rsidRDefault="00C25918" w:rsidP="001A098A"/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  <w:vMerge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>
            <w:r>
              <w:t>Mobil</w:t>
            </w:r>
          </w:p>
        </w:tc>
        <w:tc>
          <w:tcPr>
            <w:tcW w:w="2552" w:type="dxa"/>
          </w:tcPr>
          <w:p w:rsidR="00C25918" w:rsidRPr="007916FC" w:rsidRDefault="00C25918" w:rsidP="001A098A">
            <w:r w:rsidRPr="007916FC">
              <w:t>+420 725 744 197</w:t>
            </w:r>
          </w:p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  <w:vMerge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>
            <w:r>
              <w:t>E-mail</w:t>
            </w:r>
          </w:p>
        </w:tc>
        <w:tc>
          <w:tcPr>
            <w:tcW w:w="2552" w:type="dxa"/>
          </w:tcPr>
          <w:p w:rsidR="00C25918" w:rsidRPr="007916FC" w:rsidRDefault="00C25918" w:rsidP="001A098A">
            <w:r w:rsidRPr="007916FC">
              <w:t>Reckova@szdc.cz</w:t>
            </w:r>
          </w:p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  <w:vMerge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/>
        </w:tc>
        <w:tc>
          <w:tcPr>
            <w:tcW w:w="2552" w:type="dxa"/>
          </w:tcPr>
          <w:p w:rsidR="00C25918" w:rsidRPr="007916FC" w:rsidRDefault="00C25918" w:rsidP="001A098A"/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</w:tcPr>
          <w:p w:rsidR="00C25918" w:rsidRDefault="00C25918" w:rsidP="009A7568"/>
        </w:tc>
      </w:tr>
      <w:tr w:rsidR="00C25918" w:rsidTr="00F862D6">
        <w:tc>
          <w:tcPr>
            <w:tcW w:w="1020" w:type="dxa"/>
          </w:tcPr>
          <w:p w:rsidR="00C25918" w:rsidRDefault="00C25918" w:rsidP="009A7568">
            <w:r>
              <w:t>Datum</w:t>
            </w:r>
          </w:p>
        </w:tc>
        <w:tc>
          <w:tcPr>
            <w:tcW w:w="2552" w:type="dxa"/>
          </w:tcPr>
          <w:p w:rsidR="00C25918" w:rsidRDefault="00EC23E5" w:rsidP="001A098A">
            <w:r>
              <w:t>12. května</w:t>
            </w:r>
            <w:r w:rsidR="00C25918">
              <w:t xml:space="preserve"> </w:t>
            </w:r>
            <w:r w:rsidR="00C25918" w:rsidRPr="007916FC">
              <w:t>2020</w:t>
            </w:r>
          </w:p>
        </w:tc>
        <w:tc>
          <w:tcPr>
            <w:tcW w:w="823" w:type="dxa"/>
          </w:tcPr>
          <w:p w:rsidR="00C25918" w:rsidRDefault="00C25918" w:rsidP="009A7568"/>
        </w:tc>
        <w:tc>
          <w:tcPr>
            <w:tcW w:w="3685" w:type="dxa"/>
          </w:tcPr>
          <w:p w:rsidR="00C25918" w:rsidRDefault="00C2591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D05EE" w:rsidRPr="003D05EE">
        <w:rPr>
          <w:rFonts w:eastAsia="Calibri" w:cs="Times New Roman"/>
          <w:b/>
          <w:lang w:eastAsia="cs-CZ"/>
        </w:rPr>
        <w:t>Modernizace železničního uzlu Pardubice, demolice</w:t>
      </w:r>
    </w:p>
    <w:p w:rsidR="00CB7B5A" w:rsidRPr="00FD104B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D104B">
        <w:rPr>
          <w:rFonts w:eastAsia="Calibri" w:cs="Times New Roman"/>
          <w:lang w:eastAsia="cs-CZ"/>
        </w:rPr>
        <w:t xml:space="preserve">Vysvětlení/ změna/ doplnění zadávací dokumentace č. </w:t>
      </w:r>
      <w:r w:rsidR="00EC23E5">
        <w:rPr>
          <w:rFonts w:eastAsia="Calibri" w:cs="Times New Roman"/>
          <w:lang w:eastAsia="cs-CZ"/>
        </w:rPr>
        <w:t>2</w:t>
      </w:r>
      <w:r w:rsidRPr="00FD104B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D104B">
        <w:rPr>
          <w:rFonts w:eastAsia="Times New Roman" w:cs="Times New Roman"/>
          <w:lang w:eastAsia="cs-CZ"/>
        </w:rPr>
        <w:instrText xml:space="preserve"> FORMTEXT </w:instrText>
      </w:r>
      <w:r w:rsidRPr="00FD104B">
        <w:rPr>
          <w:rFonts w:eastAsia="Times New Roman" w:cs="Times New Roman"/>
          <w:lang w:eastAsia="cs-CZ"/>
        </w:rPr>
      </w:r>
      <w:r w:rsidRPr="00FD104B">
        <w:rPr>
          <w:rFonts w:eastAsia="Times New Roman" w:cs="Times New Roman"/>
          <w:lang w:eastAsia="cs-CZ"/>
        </w:rPr>
        <w:fldChar w:fldCharType="separate"/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t> </w:t>
      </w:r>
      <w:r w:rsidRPr="00FD104B">
        <w:rPr>
          <w:rFonts w:eastAsia="Times New Roman" w:cs="Times New Roman"/>
          <w:lang w:eastAsia="cs-CZ"/>
        </w:rPr>
        <w:fldChar w:fldCharType="end"/>
      </w:r>
      <w:r w:rsidRPr="00FD104B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96E21" w:rsidRPr="00CB7B5A" w:rsidRDefault="00D96E2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EC23E5"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:rsidR="00AA590D" w:rsidRPr="00EC23E5" w:rsidRDefault="00EC23E5" w:rsidP="00AA590D">
      <w:pPr>
        <w:spacing w:after="0" w:line="240" w:lineRule="auto"/>
        <w:rPr>
          <w:rFonts w:eastAsia="Calibri" w:cs="Times New Roman"/>
          <w:lang w:eastAsia="cs-CZ"/>
        </w:rPr>
      </w:pPr>
      <w:r w:rsidRPr="00EC23E5">
        <w:rPr>
          <w:rFonts w:eastAsia="Calibri" w:cs="Times New Roman"/>
          <w:lang w:eastAsia="cs-CZ"/>
        </w:rPr>
        <w:t>Zisk z odevzdaného kovového šrotu bude převeden objednateli</w:t>
      </w:r>
      <w:r>
        <w:rPr>
          <w:rFonts w:eastAsia="Calibri" w:cs="Times New Roman"/>
          <w:lang w:eastAsia="cs-CZ"/>
        </w:rPr>
        <w:t xml:space="preserve"> nebo bude ponechán zhotoviteli</w:t>
      </w:r>
      <w:r w:rsidRPr="00EC23E5">
        <w:rPr>
          <w:rFonts w:eastAsia="Calibri" w:cs="Times New Roman"/>
          <w:lang w:eastAsia="cs-CZ"/>
        </w:rPr>
        <w:t>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C23E5" w:rsidRPr="00D96E21" w:rsidRDefault="00F02E2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96E21">
        <w:rPr>
          <w:rFonts w:eastAsia="Calibri" w:cs="Times New Roman"/>
          <w:lang w:eastAsia="cs-CZ"/>
        </w:rPr>
        <w:t>Bude převeden objednateli.</w:t>
      </w:r>
    </w:p>
    <w:p w:rsidR="00EC23E5" w:rsidRDefault="00EC23E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23E5" w:rsidRPr="00CB7B5A" w:rsidRDefault="00EC23E5" w:rsidP="00EC23E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:rsidR="00EC23E5" w:rsidRPr="00EC23E5" w:rsidRDefault="00EC23E5" w:rsidP="00EC23E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C23E5">
        <w:rPr>
          <w:rFonts w:eastAsia="Calibri" w:cs="Times New Roman"/>
          <w:lang w:eastAsia="cs-CZ"/>
        </w:rPr>
        <w:t>Je předmětem plnění veřejné zakázky vybourání, odvoz na skládku a poplatek za skládku základů demolovaných budov? V</w:t>
      </w:r>
      <w:r>
        <w:rPr>
          <w:rFonts w:eastAsia="Calibri" w:cs="Times New Roman"/>
          <w:lang w:eastAsia="cs-CZ"/>
        </w:rPr>
        <w:t> </w:t>
      </w:r>
      <w:r w:rsidRPr="00EC23E5">
        <w:rPr>
          <w:rFonts w:eastAsia="Calibri" w:cs="Times New Roman"/>
          <w:lang w:eastAsia="cs-CZ"/>
        </w:rPr>
        <w:t>případě</w:t>
      </w:r>
      <w:r>
        <w:rPr>
          <w:rFonts w:eastAsia="Calibri" w:cs="Times New Roman"/>
          <w:lang w:eastAsia="cs-CZ"/>
        </w:rPr>
        <w:t>,</w:t>
      </w:r>
      <w:r w:rsidRPr="00EC23E5">
        <w:rPr>
          <w:rFonts w:eastAsia="Calibri" w:cs="Times New Roman"/>
          <w:lang w:eastAsia="cs-CZ"/>
        </w:rPr>
        <w:t xml:space="preserve"> že ano, žádáme Vás o doplnění položek s výměrami do soupisu prací.</w:t>
      </w:r>
    </w:p>
    <w:p w:rsidR="00EC23E5" w:rsidRPr="00CB7B5A" w:rsidRDefault="00EC23E5" w:rsidP="00EC23E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EC23E5" w:rsidRPr="00D96E21" w:rsidRDefault="003D38B8" w:rsidP="00EC23E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96E21">
        <w:rPr>
          <w:rFonts w:eastAsia="Calibri" w:cs="Times New Roman"/>
          <w:lang w:eastAsia="cs-CZ"/>
        </w:rPr>
        <w:t>Ano, vybourání, odvoz na skládku a poplatek za skládku základů demolovaných budov je předmětem plnění veřejné zakázky. V soupisu prací byly tyto úkony rozděleny jako samostatné položky.  Původně byly zahrnuty v položkách pro d</w:t>
      </w:r>
      <w:r w:rsidR="00D96E21" w:rsidRPr="00D96E21">
        <w:rPr>
          <w:rFonts w:eastAsia="Calibri" w:cs="Times New Roman"/>
          <w:lang w:eastAsia="cs-CZ"/>
        </w:rPr>
        <w:t>emolici budov kamenných a smíšených s podílem konstrukcí</w:t>
      </w:r>
      <w:r w:rsidRPr="00D96E21">
        <w:rPr>
          <w:rFonts w:eastAsia="Calibri" w:cs="Times New Roman"/>
          <w:lang w:eastAsia="cs-CZ"/>
        </w:rPr>
        <w:t xml:space="preserve"> do 20% </w:t>
      </w:r>
      <w:proofErr w:type="gramStart"/>
      <w:r w:rsidRPr="00D96E21">
        <w:rPr>
          <w:rFonts w:eastAsia="Calibri" w:cs="Times New Roman"/>
          <w:lang w:eastAsia="cs-CZ"/>
        </w:rPr>
        <w:t>apod..</w:t>
      </w:r>
      <w:proofErr w:type="gramEnd"/>
    </w:p>
    <w:p w:rsidR="00EC23E5" w:rsidRDefault="00EC23E5" w:rsidP="00EC23E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23E5" w:rsidRPr="00CB7B5A" w:rsidRDefault="00EC23E5" w:rsidP="00EC23E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:rsidR="00EC23E5" w:rsidRPr="00CB7B5A" w:rsidRDefault="00EC23E5" w:rsidP="00EC23E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 xml:space="preserve">Na místní prohlídce bylo zjištěno, že demolované objekty na </w:t>
      </w:r>
      <w:proofErr w:type="spellStart"/>
      <w:proofErr w:type="gramStart"/>
      <w:r>
        <w:t>st.p.</w:t>
      </w:r>
      <w:proofErr w:type="gramEnd"/>
      <w:r>
        <w:t>č</w:t>
      </w:r>
      <w:proofErr w:type="spellEnd"/>
      <w:r>
        <w:t xml:space="preserve">. 617 a na </w:t>
      </w:r>
      <w:proofErr w:type="spellStart"/>
      <w:r>
        <w:t>st.p.č</w:t>
      </w:r>
      <w:proofErr w:type="spellEnd"/>
      <w:r>
        <w:t xml:space="preserve">. 9993 a č. 9994 mají úroveň podlahy o více než 1,00 m nad okolním terénem a kolejemi. Zvýšený je i terén mezi demolovanými objekty a i celá západní část pozemku s opěrnou zídkou a oplocením. </w:t>
      </w:r>
      <w:r w:rsidRPr="00A205E8">
        <w:t xml:space="preserve">Je předmětem plnění veřejné zakázky vybourání, odvoz na skládku a poplatek za skládku </w:t>
      </w:r>
      <w:r>
        <w:t xml:space="preserve">těchto konstrukcí a snížení úrovně </w:t>
      </w:r>
      <w:proofErr w:type="gramStart"/>
      <w:r>
        <w:t>terénu</w:t>
      </w:r>
      <w:r w:rsidRPr="00A205E8">
        <w:t xml:space="preserve"> ? V případě</w:t>
      </w:r>
      <w:proofErr w:type="gramEnd"/>
      <w:r w:rsidRPr="00A205E8">
        <w:t xml:space="preserve"> že ano, žádáme Vás o doplnění položek s výměrami do soupisu prací.</w:t>
      </w:r>
    </w:p>
    <w:p w:rsidR="00EC23E5" w:rsidRPr="00CB7B5A" w:rsidRDefault="00EC23E5" w:rsidP="00EC23E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D38B8" w:rsidRPr="00D96E21" w:rsidRDefault="00F02E24" w:rsidP="003D38B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96E21">
        <w:rPr>
          <w:rFonts w:eastAsia="Calibri" w:cs="Times New Roman"/>
          <w:lang w:eastAsia="cs-CZ"/>
        </w:rPr>
        <w:t xml:space="preserve">Ano, výše uvedené úkony jsou předmětem plnění. </w:t>
      </w:r>
      <w:r w:rsidR="003D38B8" w:rsidRPr="00D96E21">
        <w:rPr>
          <w:rFonts w:eastAsia="Calibri" w:cs="Times New Roman"/>
          <w:lang w:eastAsia="cs-CZ"/>
        </w:rPr>
        <w:t xml:space="preserve">Byly doplněny do soupisu prací. V soupisu prací byly tyto úkony rozděleny jako samostatné položky.  Původně byly zahrnuty v položkách pro </w:t>
      </w:r>
      <w:r w:rsidR="00D96E21" w:rsidRPr="00D96E21">
        <w:rPr>
          <w:rFonts w:eastAsia="Calibri" w:cs="Times New Roman"/>
          <w:lang w:eastAsia="cs-CZ"/>
        </w:rPr>
        <w:t>demolici budov kamenných a smíšených s podílem konstrukcí</w:t>
      </w:r>
      <w:r w:rsidR="003D38B8" w:rsidRPr="00D96E21">
        <w:rPr>
          <w:rFonts w:eastAsia="Calibri" w:cs="Times New Roman"/>
          <w:lang w:eastAsia="cs-CZ"/>
        </w:rPr>
        <w:t xml:space="preserve"> do 20% </w:t>
      </w:r>
      <w:proofErr w:type="gramStart"/>
      <w:r w:rsidR="003D38B8" w:rsidRPr="00D96E21">
        <w:rPr>
          <w:rFonts w:eastAsia="Calibri" w:cs="Times New Roman"/>
          <w:lang w:eastAsia="cs-CZ"/>
        </w:rPr>
        <w:t>apod..</w:t>
      </w:r>
      <w:proofErr w:type="gramEnd"/>
    </w:p>
    <w:p w:rsidR="00EC23E5" w:rsidRPr="00EC23E5" w:rsidRDefault="00EC23E5" w:rsidP="00EC23E5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D96E21" w:rsidRPr="00D96E21" w:rsidRDefault="00D96E21" w:rsidP="00786C5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786C5B" w:rsidRPr="00CB7B5A" w:rsidRDefault="00786C5B" w:rsidP="00786C5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96E2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D96E21">
        <w:rPr>
          <w:rFonts w:eastAsia="Times New Roman" w:cs="Times New Roman"/>
          <w:b/>
          <w:lang w:eastAsia="cs-CZ"/>
        </w:rPr>
        <w:t xml:space="preserve">změny/doplnění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D96E21">
        <w:rPr>
          <w:rFonts w:eastAsia="Times New Roman" w:cs="Times New Roman"/>
          <w:lang w:eastAsia="cs-CZ"/>
        </w:rPr>
        <w:t xml:space="preserve">18. 5. 2020 </w:t>
      </w:r>
      <w:r w:rsidRPr="00CB7B5A">
        <w:rPr>
          <w:rFonts w:eastAsia="Times New Roman" w:cs="Times New Roman"/>
          <w:lang w:eastAsia="cs-CZ"/>
        </w:rPr>
        <w:t xml:space="preserve">na den </w:t>
      </w:r>
      <w:r w:rsidR="00D96E21">
        <w:rPr>
          <w:rFonts w:eastAsia="Times New Roman" w:cs="Times New Roman"/>
          <w:lang w:eastAsia="cs-CZ"/>
        </w:rPr>
        <w:t>19. 5. 2020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786C5B" w:rsidRDefault="00786C5B" w:rsidP="00786C5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E1992" w:rsidRDefault="009E1992" w:rsidP="00786C5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E1992" w:rsidRPr="00CB7B5A" w:rsidRDefault="009E1992" w:rsidP="00786C5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786C5B" w:rsidRPr="00D96E21" w:rsidRDefault="00786C5B" w:rsidP="00786C5B">
      <w:pPr>
        <w:spacing w:after="160" w:line="259" w:lineRule="auto"/>
        <w:rPr>
          <w:rFonts w:eastAsia="Calibri" w:cs="Times New Roman"/>
          <w:u w:val="single"/>
        </w:rPr>
      </w:pPr>
      <w:r w:rsidRPr="00D96E21">
        <w:rPr>
          <w:rFonts w:eastAsia="Calibri" w:cs="Times New Roman"/>
          <w:u w:val="single"/>
        </w:rPr>
        <w:t>V souvislosti s touto změnou lhůty pro podání nabídek se mění rovněž:</w:t>
      </w:r>
    </w:p>
    <w:p w:rsidR="00786C5B" w:rsidRPr="00D96E21" w:rsidRDefault="00786C5B" w:rsidP="00786C5B">
      <w:pPr>
        <w:spacing w:after="160" w:line="259" w:lineRule="auto"/>
        <w:rPr>
          <w:rFonts w:eastAsia="Calibri" w:cs="Times New Roman"/>
        </w:rPr>
      </w:pPr>
      <w:r w:rsidRPr="00D96E21">
        <w:rPr>
          <w:rFonts w:eastAsia="Calibri" w:cs="Times New Roman"/>
        </w:rPr>
        <w:t>čl. 12.1 odst. 2 Výzvy k podání nabídky takto:</w:t>
      </w:r>
    </w:p>
    <w:p w:rsidR="00786C5B" w:rsidRPr="00D96E21" w:rsidRDefault="00786C5B" w:rsidP="00786C5B">
      <w:pPr>
        <w:spacing w:after="200" w:line="276" w:lineRule="auto"/>
        <w:jc w:val="both"/>
        <w:rPr>
          <w:rFonts w:eastAsia="Calibri" w:cs="Times New Roman"/>
        </w:rPr>
      </w:pPr>
      <w:r w:rsidRPr="00D96E21">
        <w:rPr>
          <w:rFonts w:eastAsia="Calibri" w:cs="Times New Roman"/>
        </w:rPr>
        <w:t xml:space="preserve">„Nabídky musí být zadavateli doručeny nejpozději do </w:t>
      </w:r>
      <w:r w:rsidR="00D96E21" w:rsidRPr="00D96E21">
        <w:rPr>
          <w:rFonts w:eastAsia="Calibri" w:cs="Times New Roman"/>
          <w:b/>
          <w:i/>
        </w:rPr>
        <w:t>19. 5. 2020</w:t>
      </w:r>
      <w:r w:rsidR="00F57882" w:rsidRPr="00D96E21">
        <w:rPr>
          <w:rFonts w:eastAsia="Calibri" w:cs="Times New Roman"/>
          <w:b/>
          <w:i/>
        </w:rPr>
        <w:t xml:space="preserve"> do 12</w:t>
      </w:r>
      <w:r w:rsidRPr="00D96E21">
        <w:rPr>
          <w:rFonts w:eastAsia="Calibri" w:cs="Times New Roman"/>
          <w:b/>
          <w:i/>
        </w:rPr>
        <w:t>:</w:t>
      </w:r>
      <w:r w:rsidR="00F57882" w:rsidRPr="00D96E21">
        <w:rPr>
          <w:rFonts w:eastAsia="Calibri" w:cs="Times New Roman"/>
          <w:b/>
          <w:i/>
        </w:rPr>
        <w:t>3</w:t>
      </w:r>
      <w:r w:rsidRPr="00D96E21">
        <w:rPr>
          <w:rFonts w:eastAsia="Calibri" w:cs="Times New Roman"/>
          <w:b/>
          <w:i/>
        </w:rPr>
        <w:t>0 hodin</w:t>
      </w:r>
      <w:r w:rsidRPr="00D96E21">
        <w:rPr>
          <w:rFonts w:eastAsia="Calibri" w:cs="Times New Roman"/>
        </w:rPr>
        <w:t xml:space="preserve">“ </w:t>
      </w:r>
    </w:p>
    <w:p w:rsidR="00786C5B" w:rsidRDefault="00786C5B" w:rsidP="00786C5B">
      <w:pPr>
        <w:spacing w:after="0" w:line="240" w:lineRule="auto"/>
        <w:rPr>
          <w:rFonts w:eastAsia="Times New Roman" w:cs="Times New Roman"/>
          <w:lang w:eastAsia="cs-CZ"/>
        </w:rPr>
      </w:pPr>
    </w:p>
    <w:p w:rsidR="00D96E21" w:rsidRDefault="00D96E21" w:rsidP="00786C5B">
      <w:pPr>
        <w:spacing w:after="0" w:line="240" w:lineRule="auto"/>
        <w:rPr>
          <w:rFonts w:eastAsia="Times New Roman" w:cs="Times New Roman"/>
          <w:lang w:eastAsia="cs-CZ"/>
        </w:rPr>
      </w:pPr>
    </w:p>
    <w:p w:rsidR="00D96E21" w:rsidRPr="00CB7B5A" w:rsidRDefault="00D96E21" w:rsidP="00786C5B">
      <w:pPr>
        <w:spacing w:after="0" w:line="240" w:lineRule="auto"/>
        <w:rPr>
          <w:rFonts w:eastAsia="Times New Roman" w:cs="Times New Roman"/>
          <w:lang w:eastAsia="cs-CZ"/>
        </w:rPr>
      </w:pPr>
    </w:p>
    <w:p w:rsidR="00786C5B" w:rsidRPr="00CB7B5A" w:rsidRDefault="00786C5B" w:rsidP="00786C5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37BD3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86C5B" w:rsidRDefault="00786C5B" w:rsidP="00786C5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9E1992" w:rsidRDefault="009E1992" w:rsidP="00786C5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9E1992" w:rsidRPr="00CB7B5A" w:rsidRDefault="009E1992" w:rsidP="00786C5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0" w:name="_GoBack"/>
      <w:bookmarkEnd w:id="0"/>
    </w:p>
    <w:p w:rsidR="00786C5B" w:rsidRPr="00CB7B5A" w:rsidRDefault="00786C5B" w:rsidP="00786C5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96E21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F90E88" w:rsidRDefault="00F90E8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90E88">
        <w:rPr>
          <w:rFonts w:eastAsia="Calibri" w:cs="Times New Roman"/>
          <w:lang w:eastAsia="cs-CZ"/>
        </w:rPr>
        <w:t>SO025503_200512</w:t>
      </w:r>
    </w:p>
    <w:p w:rsidR="00EC23E5" w:rsidRDefault="00F90E8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90E88">
        <w:rPr>
          <w:rFonts w:eastAsia="Calibri" w:cs="Times New Roman"/>
          <w:lang w:eastAsia="cs-CZ"/>
        </w:rPr>
        <w:t>D_02_02_05_025503_02_Vykresova_cast_200512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A098A" w:rsidRPr="00CB7B5A" w:rsidRDefault="001A098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65" w:rsidRDefault="00682665" w:rsidP="00962258">
      <w:pPr>
        <w:spacing w:after="0" w:line="240" w:lineRule="auto"/>
      </w:pPr>
      <w:r>
        <w:separator/>
      </w:r>
    </w:p>
  </w:endnote>
  <w:endnote w:type="continuationSeparator" w:id="0">
    <w:p w:rsidR="00682665" w:rsidRDefault="006826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02E24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02E24" w:rsidRPr="00B8518B" w:rsidRDefault="00F02E2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19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19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2E24" w:rsidRDefault="00F02E2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02E24" w:rsidRDefault="00F02E24" w:rsidP="00B8518B">
          <w:pPr>
            <w:pStyle w:val="Zpat"/>
          </w:pPr>
        </w:p>
      </w:tc>
      <w:tc>
        <w:tcPr>
          <w:tcW w:w="2921" w:type="dxa"/>
        </w:tcPr>
        <w:p w:rsidR="00F02E24" w:rsidRDefault="00F02E24" w:rsidP="00D831A3">
          <w:pPr>
            <w:pStyle w:val="Zpat"/>
          </w:pPr>
        </w:p>
      </w:tc>
    </w:tr>
  </w:tbl>
  <w:p w:rsidR="00F02E24" w:rsidRPr="00B8518B" w:rsidRDefault="00F02E2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4C47D49" wp14:editId="61074E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0607304" wp14:editId="3F295C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02E2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02E24" w:rsidRPr="00B8518B" w:rsidRDefault="00F02E2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19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19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2E24" w:rsidRDefault="00F02E24" w:rsidP="001A098A">
          <w:pPr>
            <w:pStyle w:val="Zpat"/>
          </w:pPr>
          <w:r>
            <w:t>Správa železnic, státní organizace</w:t>
          </w:r>
        </w:p>
        <w:p w:rsidR="00F02E24" w:rsidRDefault="00F02E24" w:rsidP="001A09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02E24" w:rsidRDefault="00F02E24" w:rsidP="001A098A">
          <w:pPr>
            <w:pStyle w:val="Zpat"/>
          </w:pPr>
          <w:r>
            <w:t>Sídlo: Dlážděná 1003/7, 110 00 Praha 1</w:t>
          </w:r>
        </w:p>
        <w:p w:rsidR="00F02E24" w:rsidRDefault="00F02E24" w:rsidP="001A098A">
          <w:pPr>
            <w:pStyle w:val="Zpat"/>
          </w:pPr>
          <w:r>
            <w:t>IČO: 709 94 234 DIČ: CZ 709 94 234</w:t>
          </w:r>
        </w:p>
        <w:p w:rsidR="00F02E24" w:rsidRDefault="00F02E24" w:rsidP="001A098A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02E24" w:rsidRPr="00B45E9E" w:rsidRDefault="00F02E24" w:rsidP="001A098A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F02E24" w:rsidRPr="00B45E9E" w:rsidRDefault="00F02E24" w:rsidP="001A098A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02E24" w:rsidRDefault="00F02E24" w:rsidP="001A098A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02E24" w:rsidRPr="00B8518B" w:rsidRDefault="00F02E2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4E9B069" wp14:editId="04216C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43F295" wp14:editId="76BDE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02E24" w:rsidRPr="00460660" w:rsidRDefault="00F02E2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65" w:rsidRDefault="00682665" w:rsidP="00962258">
      <w:pPr>
        <w:spacing w:after="0" w:line="240" w:lineRule="auto"/>
      </w:pPr>
      <w:r>
        <w:separator/>
      </w:r>
    </w:p>
  </w:footnote>
  <w:footnote w:type="continuationSeparator" w:id="0">
    <w:p w:rsidR="00682665" w:rsidRDefault="0068266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02E2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02E24" w:rsidRPr="00B8518B" w:rsidRDefault="00F02E2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2E24" w:rsidRDefault="00F02E2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02E24" w:rsidRPr="00D6163D" w:rsidRDefault="00F02E24" w:rsidP="00D6163D">
          <w:pPr>
            <w:pStyle w:val="Druhdokumentu"/>
          </w:pPr>
        </w:p>
      </w:tc>
    </w:tr>
  </w:tbl>
  <w:p w:rsidR="00F02E24" w:rsidRPr="00D6163D" w:rsidRDefault="00F02E2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02E24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02E24" w:rsidRDefault="00F02E24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2E24" w:rsidRDefault="00F02E2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02E24" w:rsidRPr="00D6163D" w:rsidRDefault="00F02E24" w:rsidP="00FC6389">
          <w:pPr>
            <w:pStyle w:val="Druhdokumentu"/>
          </w:pPr>
        </w:p>
      </w:tc>
    </w:tr>
    <w:tr w:rsidR="00F02E24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02E24" w:rsidRDefault="00F02E24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02E24" w:rsidRDefault="00F02E2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02E24" w:rsidRDefault="00F02E24" w:rsidP="00FC6389">
          <w:pPr>
            <w:pStyle w:val="Druhdokumentu"/>
            <w:rPr>
              <w:noProof/>
            </w:rPr>
          </w:pPr>
        </w:p>
      </w:tc>
    </w:tr>
  </w:tbl>
  <w:p w:rsidR="00F02E24" w:rsidRPr="00D6163D" w:rsidRDefault="00F02E24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02E24" w:rsidRPr="00460660" w:rsidRDefault="00F02E2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A024C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A098A"/>
    <w:rsid w:val="001B69C2"/>
    <w:rsid w:val="001C4DA0"/>
    <w:rsid w:val="001F4715"/>
    <w:rsid w:val="00207DF5"/>
    <w:rsid w:val="00267369"/>
    <w:rsid w:val="0026785D"/>
    <w:rsid w:val="002C1B1D"/>
    <w:rsid w:val="002C31BF"/>
    <w:rsid w:val="002E0CD7"/>
    <w:rsid w:val="002F026B"/>
    <w:rsid w:val="003359F6"/>
    <w:rsid w:val="00357BC6"/>
    <w:rsid w:val="0037111D"/>
    <w:rsid w:val="00377AD9"/>
    <w:rsid w:val="003956C6"/>
    <w:rsid w:val="003D05EE"/>
    <w:rsid w:val="003D38B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2893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4FC2"/>
    <w:rsid w:val="006104F6"/>
    <w:rsid w:val="0061068E"/>
    <w:rsid w:val="00660AD3"/>
    <w:rsid w:val="00682665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0A66"/>
    <w:rsid w:val="00743525"/>
    <w:rsid w:val="007531A0"/>
    <w:rsid w:val="0076286B"/>
    <w:rsid w:val="00764595"/>
    <w:rsid w:val="00766846"/>
    <w:rsid w:val="0077673A"/>
    <w:rsid w:val="007846E1"/>
    <w:rsid w:val="00786C5B"/>
    <w:rsid w:val="007B570C"/>
    <w:rsid w:val="007D0A7B"/>
    <w:rsid w:val="007D330E"/>
    <w:rsid w:val="007D3739"/>
    <w:rsid w:val="007E4A6E"/>
    <w:rsid w:val="007F56A7"/>
    <w:rsid w:val="00807DD0"/>
    <w:rsid w:val="00813F11"/>
    <w:rsid w:val="00842982"/>
    <w:rsid w:val="00861F1E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1992"/>
    <w:rsid w:val="009F392E"/>
    <w:rsid w:val="00A323B7"/>
    <w:rsid w:val="00A44328"/>
    <w:rsid w:val="00A6177B"/>
    <w:rsid w:val="00A66136"/>
    <w:rsid w:val="00AA4CBB"/>
    <w:rsid w:val="00AA590D"/>
    <w:rsid w:val="00AA65FA"/>
    <w:rsid w:val="00AA7351"/>
    <w:rsid w:val="00AB4A3B"/>
    <w:rsid w:val="00AD056F"/>
    <w:rsid w:val="00AD2773"/>
    <w:rsid w:val="00AD6731"/>
    <w:rsid w:val="00AE1DDE"/>
    <w:rsid w:val="00AF55DC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25918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37BD3"/>
    <w:rsid w:val="00D4108E"/>
    <w:rsid w:val="00D6163D"/>
    <w:rsid w:val="00D63009"/>
    <w:rsid w:val="00D831A3"/>
    <w:rsid w:val="00D902AD"/>
    <w:rsid w:val="00D96E21"/>
    <w:rsid w:val="00DA6FFE"/>
    <w:rsid w:val="00DC3110"/>
    <w:rsid w:val="00DD39FD"/>
    <w:rsid w:val="00DD46F3"/>
    <w:rsid w:val="00DD58A6"/>
    <w:rsid w:val="00DE56F2"/>
    <w:rsid w:val="00DF116D"/>
    <w:rsid w:val="00E249C8"/>
    <w:rsid w:val="00E824F1"/>
    <w:rsid w:val="00EB104F"/>
    <w:rsid w:val="00EC23E5"/>
    <w:rsid w:val="00ED14BD"/>
    <w:rsid w:val="00F01440"/>
    <w:rsid w:val="00F02E24"/>
    <w:rsid w:val="00F05ED2"/>
    <w:rsid w:val="00F12DEC"/>
    <w:rsid w:val="00F1715C"/>
    <w:rsid w:val="00F310F8"/>
    <w:rsid w:val="00F3199A"/>
    <w:rsid w:val="00F35939"/>
    <w:rsid w:val="00F45607"/>
    <w:rsid w:val="00F57882"/>
    <w:rsid w:val="00F64786"/>
    <w:rsid w:val="00F659EB"/>
    <w:rsid w:val="00F804A7"/>
    <w:rsid w:val="00F862D6"/>
    <w:rsid w:val="00F86BA6"/>
    <w:rsid w:val="00F90E88"/>
    <w:rsid w:val="00FC6389"/>
    <w:rsid w:val="00FD104B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5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59F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5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59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5FBA801-734A-45B0-9DE2-5E1F625E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390</Words>
  <Characters>2301</Characters>
  <Application>Microsoft Office Word</Application>
  <DocSecurity>4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2020-04-30T05:51:00Z</cp:lastPrinted>
  <dcterms:created xsi:type="dcterms:W3CDTF">2020-05-12T11:38:00Z</dcterms:created>
  <dcterms:modified xsi:type="dcterms:W3CDTF">2020-05-12T11:38:00Z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