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B727C5" w:rsidP="0077673A"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<v:textbox>
                    <w:txbxContent>
                      <w:p w:rsidR="00CB597A" w:rsidRDefault="00CB597A" w:rsidP="0037111D">
                        <w:pPr>
                          <w:pStyle w:val="Bezmez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Uveřejněno na profilu zadavatele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16533" w:rsidP="0037111D">
            <w:r w:rsidRPr="00816533">
              <w:rPr>
                <w:rFonts w:ascii="Helvetica" w:hAnsi="Helvetica"/>
              </w:rPr>
              <w:t>3508/2020-SŽ-SSV-Ú3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CA3AC2" w:rsidRDefault="00F862D6" w:rsidP="0077673A">
            <w:r w:rsidRPr="00CA3AC2">
              <w:t>Listů/příloh</w:t>
            </w:r>
          </w:p>
        </w:tc>
        <w:tc>
          <w:tcPr>
            <w:tcW w:w="2552" w:type="dxa"/>
          </w:tcPr>
          <w:p w:rsidR="00F862D6" w:rsidRPr="00CA3AC2" w:rsidRDefault="00CA3AC2" w:rsidP="00CA3AC2">
            <w:r w:rsidRPr="00CA3AC2">
              <w:t>2</w:t>
            </w:r>
            <w:r w:rsidR="003E6B9A" w:rsidRPr="00CA3AC2">
              <w:t>/</w:t>
            </w:r>
            <w:r w:rsidRPr="00CA3AC2">
              <w:t>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CB596B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CB596B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DA7B54">
        <w:trPr>
          <w:trHeight w:val="200"/>
        </w:trPr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CB596B" w:rsidP="006104F6">
            <w:r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0A4628" w:rsidP="009A7568">
            <w:r w:rsidRPr="00814739">
              <w:fldChar w:fldCharType="begin"/>
            </w:r>
            <w:r w:rsidR="009A7568" w:rsidRPr="00814739">
              <w:instrText xml:space="preserve"> DATE  \@ "d. MMMM yyyy"  \* MERGEFORMAT </w:instrText>
            </w:r>
            <w:r w:rsidRPr="00814739">
              <w:fldChar w:fldCharType="separate"/>
            </w:r>
            <w:r w:rsidR="00CA3AC2">
              <w:rPr>
                <w:noProof/>
              </w:rPr>
              <w:t>12. května 2020</w:t>
            </w:r>
            <w:r w:rsidRPr="00814739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B596B" w:rsidRPr="00CB596B">
        <w:rPr>
          <w:rFonts w:eastAsia="Calibri" w:cs="Times New Roman"/>
          <w:b/>
          <w:lang w:eastAsia="cs-CZ"/>
        </w:rPr>
        <w:t>Výstavba TNS Stéblová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596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B652D1">
        <w:rPr>
          <w:rFonts w:eastAsia="Calibri" w:cs="Times New Roman"/>
          <w:lang w:eastAsia="cs-CZ"/>
        </w:rPr>
        <w:t>2</w:t>
      </w:r>
      <w:r w:rsidR="000A4628"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="000A4628" w:rsidRPr="00CB7B5A">
        <w:rPr>
          <w:rFonts w:eastAsia="Times New Roman" w:cs="Times New Roman"/>
          <w:lang w:eastAsia="cs-CZ"/>
        </w:rPr>
      </w:r>
      <w:r w:rsidR="000A4628"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="000A4628"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DA7B54" w:rsidRPr="00BD5319" w:rsidRDefault="00DA7B54" w:rsidP="0081473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652D1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:rsidR="00CB596B" w:rsidRDefault="00B652D1" w:rsidP="00BD5319">
      <w:pPr>
        <w:spacing w:after="0" w:line="240" w:lineRule="auto"/>
        <w:rPr>
          <w:rFonts w:eastAsia="Calibri" w:cs="Times New Roman"/>
          <w:lang w:eastAsia="cs-CZ"/>
        </w:rPr>
      </w:pPr>
      <w:r w:rsidRPr="00B652D1">
        <w:rPr>
          <w:rFonts w:eastAsia="Calibri" w:cs="Times New Roman"/>
          <w:lang w:eastAsia="cs-CZ"/>
        </w:rPr>
        <w:t xml:space="preserve">Dle PD objektu SO 32-15-02 – Stání </w:t>
      </w:r>
      <w:proofErr w:type="spellStart"/>
      <w:r w:rsidRPr="00B652D1">
        <w:rPr>
          <w:rFonts w:eastAsia="Calibri" w:cs="Times New Roman"/>
          <w:lang w:eastAsia="cs-CZ"/>
        </w:rPr>
        <w:t>traf</w:t>
      </w:r>
      <w:proofErr w:type="spellEnd"/>
      <w:r w:rsidRPr="00B652D1">
        <w:rPr>
          <w:rFonts w:eastAsia="Calibri" w:cs="Times New Roman"/>
          <w:lang w:eastAsia="cs-CZ"/>
        </w:rPr>
        <w:t xml:space="preserve"> 110kV by nosnou konstrukci objektu měli tvořit typové prefabrikované konstrukce (vany, sloupy, stěny) včetně příslušenství a dalších prvků, které mají být dle PD součástí dodávky </w:t>
      </w:r>
      <w:proofErr w:type="spellStart"/>
      <w:r w:rsidRPr="00B652D1">
        <w:rPr>
          <w:rFonts w:eastAsia="Calibri" w:cs="Times New Roman"/>
          <w:lang w:eastAsia="cs-CZ"/>
        </w:rPr>
        <w:t>prefa</w:t>
      </w:r>
      <w:proofErr w:type="spellEnd"/>
      <w:r w:rsidRPr="00B652D1">
        <w:rPr>
          <w:rFonts w:eastAsia="Calibri" w:cs="Times New Roman"/>
          <w:lang w:eastAsia="cs-CZ"/>
        </w:rPr>
        <w:t xml:space="preserve"> (přístupové schodiště, požární žebřík a další). Tato položka / položky ale chybí v VV. Znamená to, že nejsou předmětem díla?</w:t>
      </w:r>
    </w:p>
    <w:p w:rsidR="00B652D1" w:rsidRPr="00BD5319" w:rsidRDefault="00B652D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D5319" w:rsidRPr="00814739" w:rsidRDefault="00050703" w:rsidP="00DA7B54">
      <w:pPr>
        <w:spacing w:after="0" w:line="240" w:lineRule="auto"/>
        <w:rPr>
          <w:rFonts w:eastAsia="Calibri" w:cs="Times New Roman"/>
          <w:i/>
          <w:lang w:eastAsia="cs-CZ"/>
        </w:rPr>
      </w:pPr>
      <w:r w:rsidRPr="00814739">
        <w:rPr>
          <w:rFonts w:eastAsia="Calibri" w:cs="Times New Roman"/>
          <w:i/>
          <w:lang w:eastAsia="cs-CZ"/>
        </w:rPr>
        <w:t>Položka b</w:t>
      </w:r>
      <w:r w:rsidR="005D5610" w:rsidRPr="00814739">
        <w:rPr>
          <w:rFonts w:eastAsia="Calibri" w:cs="Times New Roman"/>
          <w:i/>
          <w:lang w:eastAsia="cs-CZ"/>
        </w:rPr>
        <w:t>yl</w:t>
      </w:r>
      <w:r w:rsidRPr="00814739">
        <w:rPr>
          <w:rFonts w:eastAsia="Calibri" w:cs="Times New Roman"/>
          <w:i/>
          <w:lang w:eastAsia="cs-CZ"/>
        </w:rPr>
        <w:t>a</w:t>
      </w:r>
      <w:r w:rsidR="005D5610" w:rsidRPr="00814739">
        <w:rPr>
          <w:rFonts w:eastAsia="Calibri" w:cs="Times New Roman"/>
          <w:i/>
          <w:lang w:eastAsia="cs-CZ"/>
        </w:rPr>
        <w:t xml:space="preserve"> doplněn</w:t>
      </w:r>
      <w:r w:rsidRPr="00814739">
        <w:rPr>
          <w:rFonts w:eastAsia="Calibri" w:cs="Times New Roman"/>
          <w:i/>
          <w:lang w:eastAsia="cs-CZ"/>
        </w:rPr>
        <w:t>a na konec SP pod oddíl „Nové položky“</w:t>
      </w:r>
      <w:r w:rsidR="005D5610" w:rsidRPr="00814739">
        <w:rPr>
          <w:rFonts w:eastAsia="Calibri" w:cs="Times New Roman"/>
          <w:i/>
          <w:lang w:eastAsia="cs-CZ"/>
        </w:rPr>
        <w:t>.</w:t>
      </w:r>
      <w:r w:rsidR="00814739">
        <w:rPr>
          <w:rFonts w:eastAsia="Calibri" w:cs="Times New Roman"/>
          <w:i/>
          <w:lang w:eastAsia="cs-CZ"/>
        </w:rPr>
        <w:t xml:space="preserve"> SP SO 32-15-02 je opraven, viz příloha.</w:t>
      </w:r>
    </w:p>
    <w:p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bookmarkStart w:id="1" w:name="_GoBack"/>
      <w:bookmarkEnd w:id="1"/>
    </w:p>
    <w:p w:rsidR="00B652D1" w:rsidRPr="00BD5319" w:rsidRDefault="00B652D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:rsidR="00B652D1" w:rsidRDefault="00B652D1" w:rsidP="00B652D1">
      <w:pPr>
        <w:spacing w:after="0" w:line="240" w:lineRule="auto"/>
      </w:pPr>
      <w:r>
        <w:t>Ve VV je u objektů SO 32-15-02.1, SO 32-15-04.1, SO 32-15-05.1, SO 32-34-01 položka „Poplatek za uložení stavebního odpadu na skládce (skládkovné) zeminy a kameniva zatříděného do Katalogu odpadů pod kódem 170 504“. K této položce ale ve všech VV chybí položka pro dopravu na skládku. Žádám Vás o doplnění této položky do VV.</w:t>
      </w: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652D1" w:rsidRPr="00814739" w:rsidRDefault="00515A53" w:rsidP="00B652D1">
      <w:pPr>
        <w:spacing w:after="0" w:line="240" w:lineRule="auto"/>
        <w:rPr>
          <w:rFonts w:eastAsia="Calibri" w:cs="Times New Roman"/>
          <w:i/>
          <w:lang w:eastAsia="cs-CZ"/>
        </w:rPr>
      </w:pPr>
      <w:r w:rsidRPr="00814739">
        <w:rPr>
          <w:rFonts w:eastAsia="Calibri" w:cs="Times New Roman"/>
          <w:i/>
          <w:lang w:eastAsia="cs-CZ"/>
        </w:rPr>
        <w:t>P</w:t>
      </w:r>
      <w:r w:rsidR="005D5610" w:rsidRPr="00814739">
        <w:rPr>
          <w:rFonts w:eastAsia="Calibri" w:cs="Times New Roman"/>
          <w:i/>
          <w:lang w:eastAsia="cs-CZ"/>
        </w:rPr>
        <w:t>oložky</w:t>
      </w:r>
      <w:r w:rsidRPr="00814739">
        <w:rPr>
          <w:rFonts w:eastAsia="Calibri" w:cs="Times New Roman"/>
          <w:i/>
          <w:lang w:eastAsia="cs-CZ"/>
        </w:rPr>
        <w:t xml:space="preserve"> </w:t>
      </w:r>
      <w:r w:rsidRPr="00814739">
        <w:rPr>
          <w:i/>
        </w:rPr>
        <w:t>„Poplatek za uložení stavebního odpadu na skládce (skládkovné) zeminy a kameniva zatříděného do Katalogu odpadů pod kódem 170 504“</w:t>
      </w:r>
      <w:r w:rsidR="005D5610" w:rsidRPr="00814739">
        <w:rPr>
          <w:rFonts w:eastAsia="Calibri" w:cs="Times New Roman"/>
          <w:i/>
          <w:lang w:eastAsia="cs-CZ"/>
        </w:rPr>
        <w:t xml:space="preserve"> jsou zařazeny jako R-</w:t>
      </w:r>
      <w:proofErr w:type="spellStart"/>
      <w:r w:rsidR="005D5610" w:rsidRPr="00814739">
        <w:rPr>
          <w:rFonts w:eastAsia="Calibri" w:cs="Times New Roman"/>
          <w:i/>
          <w:lang w:eastAsia="cs-CZ"/>
        </w:rPr>
        <w:t>pol</w:t>
      </w:r>
      <w:proofErr w:type="spellEnd"/>
      <w:r w:rsidR="005D5610" w:rsidRPr="00814739">
        <w:rPr>
          <w:rFonts w:eastAsia="Calibri" w:cs="Times New Roman"/>
          <w:i/>
          <w:lang w:eastAsia="cs-CZ"/>
        </w:rPr>
        <w:t xml:space="preserve"> a ve specifikaci je uvedeno „vč. dopravy na skládku“. TZN. veškerá manipulace a doprava s daným materiálem je obsažena v této položce</w:t>
      </w:r>
      <w:r w:rsidRPr="00814739">
        <w:rPr>
          <w:rFonts w:eastAsia="Calibri" w:cs="Times New Roman"/>
          <w:i/>
          <w:lang w:eastAsia="cs-CZ"/>
        </w:rPr>
        <w:t xml:space="preserve"> včetně poplatku za likvidaci.</w:t>
      </w:r>
    </w:p>
    <w:p w:rsidR="00B652D1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:rsidR="00B652D1" w:rsidRDefault="00B652D1" w:rsidP="00B652D1">
      <w:pPr>
        <w:spacing w:after="0" w:line="240" w:lineRule="auto"/>
      </w:pPr>
      <w:r>
        <w:t>Objekt SO 32-15-05 Dle technické zprávy mají být základové pasy a základové desky vyztuženy sítěmi KARI. V PD chybí výkres výztuže základů. Dle VV SO 32-15-05.1 mají být základy ze ŽB. Ve výkazu ale chybí položka výztuže. Žádám vás o upřesnění řešení provedení vyztužení základů (doplnění výkresu výztuže) a doplnění odpovídající položky do VV.</w:t>
      </w: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52D1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33CC2" w:rsidRPr="00814739" w:rsidRDefault="00050703" w:rsidP="00B652D1">
      <w:pPr>
        <w:spacing w:after="0" w:line="240" w:lineRule="auto"/>
        <w:rPr>
          <w:rFonts w:eastAsia="Calibri" w:cs="Times New Roman"/>
          <w:i/>
          <w:lang w:eastAsia="cs-CZ"/>
        </w:rPr>
      </w:pPr>
      <w:r w:rsidRPr="00814739">
        <w:rPr>
          <w:rFonts w:eastAsia="Calibri" w:cs="Times New Roman"/>
          <w:i/>
          <w:lang w:eastAsia="cs-CZ"/>
        </w:rPr>
        <w:t>Položky b</w:t>
      </w:r>
      <w:r w:rsidR="00B33CC2" w:rsidRPr="00814739">
        <w:rPr>
          <w:rFonts w:eastAsia="Calibri" w:cs="Times New Roman"/>
          <w:i/>
          <w:lang w:eastAsia="cs-CZ"/>
        </w:rPr>
        <w:t>yl</w:t>
      </w:r>
      <w:r w:rsidRPr="00814739">
        <w:rPr>
          <w:rFonts w:eastAsia="Calibri" w:cs="Times New Roman"/>
          <w:i/>
          <w:lang w:eastAsia="cs-CZ"/>
        </w:rPr>
        <w:t>y</w:t>
      </w:r>
      <w:r w:rsidR="00B33CC2" w:rsidRPr="00814739">
        <w:rPr>
          <w:rFonts w:eastAsia="Calibri" w:cs="Times New Roman"/>
          <w:i/>
          <w:lang w:eastAsia="cs-CZ"/>
        </w:rPr>
        <w:t xml:space="preserve"> doplněn</w:t>
      </w:r>
      <w:r w:rsidRPr="00814739">
        <w:rPr>
          <w:rFonts w:eastAsia="Calibri" w:cs="Times New Roman"/>
          <w:i/>
          <w:lang w:eastAsia="cs-CZ"/>
        </w:rPr>
        <w:t>y na konec SP pod oddíl „Nové položky“</w:t>
      </w:r>
      <w:r w:rsidR="00B33CC2" w:rsidRPr="00814739">
        <w:rPr>
          <w:rFonts w:eastAsia="Calibri" w:cs="Times New Roman"/>
          <w:i/>
          <w:lang w:eastAsia="cs-CZ"/>
        </w:rPr>
        <w:t xml:space="preserve">. SO </w:t>
      </w:r>
      <w:r w:rsidR="00814739" w:rsidRPr="00814739">
        <w:rPr>
          <w:rFonts w:eastAsia="Calibri" w:cs="Times New Roman"/>
          <w:i/>
          <w:lang w:eastAsia="cs-CZ"/>
        </w:rPr>
        <w:t>32-15-05 je opraven, viz příloha.</w:t>
      </w:r>
    </w:p>
    <w:p w:rsidR="00CB597A" w:rsidRPr="00814739" w:rsidRDefault="00000DA0" w:rsidP="00B652D1">
      <w:pPr>
        <w:spacing w:after="0" w:line="240" w:lineRule="auto"/>
        <w:rPr>
          <w:rFonts w:eastAsia="Calibri" w:cs="Times New Roman"/>
          <w:i/>
          <w:lang w:eastAsia="cs-CZ"/>
        </w:rPr>
      </w:pPr>
      <w:r w:rsidRPr="00814739">
        <w:rPr>
          <w:rFonts w:eastAsia="Calibri" w:cs="Times New Roman"/>
          <w:i/>
          <w:lang w:eastAsia="cs-CZ"/>
        </w:rPr>
        <w:t xml:space="preserve">Vyztužení sítí KARI je běžné zajištění betonových desek proti popraskání. Pro umístění sítí KARI </w:t>
      </w:r>
      <w:r w:rsidR="00814739" w:rsidRPr="00814739">
        <w:rPr>
          <w:rFonts w:eastAsia="Calibri" w:cs="Times New Roman"/>
          <w:i/>
          <w:lang w:eastAsia="cs-CZ"/>
        </w:rPr>
        <w:t>v betonových deskách se standard</w:t>
      </w:r>
      <w:r w:rsidRPr="00814739">
        <w:rPr>
          <w:rFonts w:eastAsia="Calibri" w:cs="Times New Roman"/>
          <w:i/>
          <w:lang w:eastAsia="cs-CZ"/>
        </w:rPr>
        <w:t xml:space="preserve">ně nezpracovává výkres výztuže, protože pokládka desek se řídí běžným postupem, tj. vzájemné překrytí sítí o 2 oka a síť, pokud </w:t>
      </w:r>
      <w:proofErr w:type="gramStart"/>
      <w:r w:rsidRPr="00814739">
        <w:rPr>
          <w:rFonts w:eastAsia="Calibri" w:cs="Times New Roman"/>
          <w:i/>
          <w:lang w:eastAsia="cs-CZ"/>
        </w:rPr>
        <w:t>není</w:t>
      </w:r>
      <w:proofErr w:type="gramEnd"/>
      <w:r w:rsidRPr="00814739">
        <w:rPr>
          <w:rFonts w:eastAsia="Calibri" w:cs="Times New Roman"/>
          <w:i/>
          <w:lang w:eastAsia="cs-CZ"/>
        </w:rPr>
        <w:t xml:space="preserve"> stanoveno jinak se </w:t>
      </w:r>
      <w:proofErr w:type="gramStart"/>
      <w:r w:rsidRPr="00814739">
        <w:rPr>
          <w:rFonts w:eastAsia="Calibri" w:cs="Times New Roman"/>
          <w:i/>
          <w:lang w:eastAsia="cs-CZ"/>
        </w:rPr>
        <w:t>umisťuje</w:t>
      </w:r>
      <w:proofErr w:type="gramEnd"/>
      <w:r w:rsidRPr="00814739">
        <w:rPr>
          <w:rFonts w:eastAsia="Calibri" w:cs="Times New Roman"/>
          <w:i/>
          <w:lang w:eastAsia="cs-CZ"/>
        </w:rPr>
        <w:t xml:space="preserve"> do osy desky. (Položka pro sítě KARI je doplněna do soupisu prací)</w:t>
      </w:r>
    </w:p>
    <w:p w:rsidR="00B652D1" w:rsidRDefault="00B652D1" w:rsidP="00B652D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A3AC2" w:rsidRDefault="00CA3AC2" w:rsidP="00B652D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:rsidR="00B652D1" w:rsidRDefault="00B652D1" w:rsidP="00B652D1">
      <w:pPr>
        <w:spacing w:after="0" w:line="240" w:lineRule="auto"/>
      </w:pPr>
      <w:r>
        <w:t xml:space="preserve">Součástí objektu SO 32-15-05 je dle PD i </w:t>
      </w:r>
      <w:proofErr w:type="spellStart"/>
      <w:r>
        <w:t>prefa</w:t>
      </w:r>
      <w:proofErr w:type="spellEnd"/>
      <w:r>
        <w:t xml:space="preserve"> </w:t>
      </w:r>
      <w:proofErr w:type="spellStart"/>
      <w:r>
        <w:t>kiosková</w:t>
      </w:r>
      <w:proofErr w:type="spellEnd"/>
      <w:r>
        <w:t xml:space="preserve"> stanice. Ve VV pro tento objekt se položka pro dodání a montáž nenachází. Znamená to, že dodávka a montáž není předmětem díla?</w:t>
      </w: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33CC2" w:rsidRPr="00814739" w:rsidRDefault="00050703" w:rsidP="00B33CC2">
      <w:pPr>
        <w:spacing w:after="0" w:line="240" w:lineRule="auto"/>
        <w:rPr>
          <w:rFonts w:eastAsia="Calibri" w:cs="Times New Roman"/>
          <w:i/>
          <w:lang w:eastAsia="cs-CZ"/>
        </w:rPr>
      </w:pPr>
      <w:r w:rsidRPr="00814739">
        <w:rPr>
          <w:rFonts w:eastAsia="Calibri" w:cs="Times New Roman"/>
          <w:i/>
          <w:lang w:eastAsia="cs-CZ"/>
        </w:rPr>
        <w:t xml:space="preserve">Položka byla doplněna na konec SP pod oddíl „Nové položky“. </w:t>
      </w:r>
      <w:r w:rsidR="00B33CC2" w:rsidRPr="00814739">
        <w:rPr>
          <w:rFonts w:eastAsia="Calibri" w:cs="Times New Roman"/>
          <w:i/>
          <w:lang w:eastAsia="cs-CZ"/>
        </w:rPr>
        <w:t>SP SO 32-15-05 je opraven</w:t>
      </w:r>
      <w:r w:rsidR="00814739" w:rsidRPr="00814739">
        <w:rPr>
          <w:rFonts w:eastAsia="Calibri" w:cs="Times New Roman"/>
          <w:i/>
          <w:lang w:eastAsia="cs-CZ"/>
        </w:rPr>
        <w:t>, viz příloha</w:t>
      </w:r>
      <w:r w:rsidR="00B33CC2" w:rsidRPr="00814739">
        <w:rPr>
          <w:rFonts w:eastAsia="Calibri" w:cs="Times New Roman"/>
          <w:i/>
          <w:lang w:eastAsia="cs-CZ"/>
        </w:rPr>
        <w:t>.</w:t>
      </w:r>
    </w:p>
    <w:p w:rsidR="00B33CC2" w:rsidRDefault="00B33CC2" w:rsidP="00B652D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14739" w:rsidRPr="00BD5319" w:rsidRDefault="00814739" w:rsidP="00B652D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BD5319">
        <w:rPr>
          <w:rFonts w:eastAsia="Calibri" w:cs="Times New Roman"/>
          <w:b/>
          <w:lang w:eastAsia="cs-CZ"/>
        </w:rPr>
        <w:t>:</w:t>
      </w:r>
    </w:p>
    <w:p w:rsidR="00B652D1" w:rsidRPr="00CA3AC2" w:rsidRDefault="00B652D1" w:rsidP="00CA3AC2">
      <w:r>
        <w:t>Ve výkazu výměr jsou u objektu SO 32-34-01 (oplocení) uvedeny u položek pořadové číslo 46, 43, a 40 rozdílné specifikace ve zkráceném a plném popisu položky. (viz níže vyznačeno žlutě)</w:t>
      </w:r>
      <w:r>
        <w:rPr>
          <w:noProof/>
          <w:lang w:eastAsia="cs-CZ"/>
        </w:rPr>
        <w:drawing>
          <wp:inline distT="0" distB="0" distL="0" distR="0" wp14:anchorId="0D591BBE" wp14:editId="2E89FC8D">
            <wp:extent cx="5566867" cy="2347557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1204" cy="2353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Prosím o upřesnění, který parametr z uváděných platí.</w:t>
      </w:r>
    </w:p>
    <w:p w:rsidR="00B652D1" w:rsidRPr="00BD5319" w:rsidRDefault="00B652D1" w:rsidP="00B652D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652D1" w:rsidRPr="00814739" w:rsidRDefault="007D6B20" w:rsidP="00B652D1">
      <w:pPr>
        <w:spacing w:after="0" w:line="240" w:lineRule="auto"/>
        <w:rPr>
          <w:rFonts w:eastAsia="Calibri" w:cs="Times New Roman"/>
          <w:i/>
          <w:lang w:eastAsia="cs-CZ"/>
        </w:rPr>
      </w:pPr>
      <w:r w:rsidRPr="00814739">
        <w:rPr>
          <w:rFonts w:eastAsia="Calibri" w:cs="Times New Roman"/>
          <w:i/>
          <w:lang w:eastAsia="cs-CZ"/>
        </w:rPr>
        <w:t>Platí plný popis (druhý), SP objektu SO 32-34-01 je opraven</w:t>
      </w:r>
      <w:r w:rsidR="00814739" w:rsidRPr="00814739">
        <w:rPr>
          <w:rFonts w:eastAsia="Calibri" w:cs="Times New Roman"/>
          <w:i/>
          <w:lang w:eastAsia="cs-CZ"/>
        </w:rPr>
        <w:t>, viz příloha</w:t>
      </w:r>
      <w:r w:rsidRPr="00814739">
        <w:rPr>
          <w:rFonts w:eastAsia="Calibri" w:cs="Times New Roman"/>
          <w:i/>
          <w:lang w:eastAsia="cs-CZ"/>
        </w:rPr>
        <w:t>.</w:t>
      </w: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B652D1" w:rsidRDefault="00B652D1" w:rsidP="00CA3AC2">
      <w:pPr>
        <w:spacing w:after="0" w:line="240" w:lineRule="auto"/>
        <w:rPr>
          <w:rFonts w:eastAsia="Times New Roman" w:cs="Times New Roman"/>
          <w:lang w:eastAsia="cs-CZ"/>
        </w:rPr>
      </w:pPr>
    </w:p>
    <w:p w:rsidR="00B652D1" w:rsidRDefault="00B652D1" w:rsidP="00B652D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ke skutečnosti, že byly zadavatelem </w:t>
      </w:r>
      <w:r w:rsidRPr="00CA3AC2">
        <w:rPr>
          <w:rFonts w:eastAsia="Times New Roman" w:cs="Times New Roman"/>
          <w:lang w:eastAsia="cs-CZ"/>
        </w:rPr>
        <w:t xml:space="preserve">provedeny </w:t>
      </w:r>
      <w:r w:rsidRPr="00CA3AC2">
        <w:rPr>
          <w:rFonts w:eastAsia="Times New Roman" w:cs="Times New Roman"/>
          <w:b/>
          <w:lang w:eastAsia="cs-CZ"/>
        </w:rPr>
        <w:t>změny/doplnění</w:t>
      </w:r>
      <w:r>
        <w:rPr>
          <w:rFonts w:eastAsia="Times New Roman" w:cs="Times New Roman"/>
          <w:b/>
          <w:color w:val="FF0000"/>
          <w:lang w:eastAsia="cs-CZ"/>
        </w:rPr>
        <w:t xml:space="preserve"> </w:t>
      </w:r>
      <w:r>
        <w:rPr>
          <w:rFonts w:eastAsia="Times New Roman" w:cs="Times New Roman"/>
          <w:b/>
          <w:lang w:eastAsia="cs-CZ"/>
        </w:rPr>
        <w:t>zadávací dokumentace</w:t>
      </w:r>
      <w:r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>
        <w:rPr>
          <w:rFonts w:eastAsia="Times New Roman" w:cs="Times New Roman"/>
          <w:lang w:eastAsia="cs-CZ"/>
        </w:rPr>
        <w:t>ust</w:t>
      </w:r>
      <w:proofErr w:type="spellEnd"/>
      <w:r>
        <w:rPr>
          <w:rFonts w:eastAsia="Times New Roman" w:cs="Times New Roman"/>
          <w:lang w:eastAsia="cs-CZ"/>
        </w:rPr>
        <w:t>. § 99 odst. 2 ZZVZ a prodlužuje lhůtu pro podání</w:t>
      </w:r>
      <w:r w:rsidR="00CA3AC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nabídek</w:t>
      </w:r>
      <w:r w:rsidR="00CA3AC2" w:rsidRPr="00CA3AC2">
        <w:t xml:space="preserve"> </w:t>
      </w:r>
      <w:r w:rsidR="00CA3AC2" w:rsidRPr="00CA3AC2">
        <w:rPr>
          <w:rFonts w:eastAsia="Times New Roman" w:cs="Times New Roman"/>
          <w:lang w:eastAsia="cs-CZ"/>
        </w:rPr>
        <w:t>o 1 pracovní den</w:t>
      </w:r>
      <w:r w:rsidR="00CA3AC2">
        <w:rPr>
          <w:rFonts w:eastAsia="Times New Roman" w:cs="Times New Roman"/>
          <w:lang w:eastAsia="cs-CZ"/>
        </w:rPr>
        <w:t xml:space="preserve"> ze dne </w:t>
      </w:r>
      <w:r w:rsidR="00CA3AC2">
        <w:t>25. 5. 2020</w:t>
      </w:r>
      <w:r>
        <w:rPr>
          <w:rFonts w:eastAsia="Times New Roman" w:cs="Times New Roman"/>
          <w:lang w:eastAsia="cs-CZ"/>
        </w:rPr>
        <w:t xml:space="preserve"> na den </w:t>
      </w:r>
      <w:r w:rsidR="00CA3AC2" w:rsidRPr="00CA3AC2">
        <w:rPr>
          <w:b/>
        </w:rPr>
        <w:t>26. 5. 2020</w:t>
      </w:r>
      <w:r>
        <w:rPr>
          <w:rFonts w:eastAsia="Times New Roman" w:cs="Times New Roman"/>
          <w:lang w:eastAsia="cs-CZ"/>
        </w:rPr>
        <w:t>.</w:t>
      </w:r>
    </w:p>
    <w:p w:rsidR="00B652D1" w:rsidRDefault="00B652D1" w:rsidP="00B652D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652D1" w:rsidRDefault="00B652D1" w:rsidP="00B652D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r>
          <w:rPr>
            <w:rStyle w:val="Hypertextovodkaz"/>
            <w:rFonts w:eastAsia="Times New Roman" w:cs="Times New Roman"/>
            <w:lang w:eastAsia="cs-CZ"/>
          </w:rPr>
          <w:t>www.vestnikverejnychzakazek.cz</w:t>
        </w:r>
      </w:hyperlink>
      <w:r>
        <w:rPr>
          <w:rFonts w:eastAsia="Times New Roman" w:cs="Times New Roman"/>
          <w:lang w:eastAsia="cs-CZ"/>
        </w:rPr>
        <w:t xml:space="preserve"> (evidenční č. VZ </w:t>
      </w:r>
      <w:r w:rsidR="00CA3AC2">
        <w:t>Z2020-013926</w:t>
      </w:r>
      <w:r>
        <w:rPr>
          <w:rFonts w:eastAsia="Times New Roman" w:cs="Times New Roman"/>
          <w:lang w:eastAsia="cs-CZ"/>
        </w:rPr>
        <w:t>). Změny se týkají těchto ustanovení:</w:t>
      </w:r>
    </w:p>
    <w:p w:rsidR="00B652D1" w:rsidRDefault="00B652D1" w:rsidP="00B652D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652D1" w:rsidRDefault="00B652D1" w:rsidP="00B652D1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Oddíl IV. 2.2): </w:t>
      </w:r>
    </w:p>
    <w:p w:rsidR="00B652D1" w:rsidRDefault="00B652D1" w:rsidP="00B652D1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rušíme datum </w:t>
      </w:r>
      <w:r w:rsidR="00CA3AC2">
        <w:t>25. 5. 2020</w:t>
      </w:r>
      <w:r>
        <w:rPr>
          <w:rFonts w:eastAsia="Times New Roman" w:cs="Times New Roman"/>
          <w:lang w:eastAsia="cs-CZ"/>
        </w:rPr>
        <w:t xml:space="preserve"> v 10:00 hod. a nahrazujeme datem </w:t>
      </w:r>
      <w:r w:rsidR="00CA3AC2">
        <w:t>26. 5. 2020</w:t>
      </w:r>
      <w:r>
        <w:rPr>
          <w:rFonts w:eastAsia="Times New Roman" w:cs="Times New Roman"/>
          <w:lang w:eastAsia="cs-CZ"/>
        </w:rPr>
        <w:t xml:space="preserve"> v 10:00 hod.,</w:t>
      </w:r>
      <w:r>
        <w:rPr>
          <w:rFonts w:eastAsia="Times New Roman" w:cs="Times New Roman"/>
          <w:b/>
          <w:lang w:eastAsia="cs-CZ"/>
        </w:rPr>
        <w:t xml:space="preserve"> </w:t>
      </w:r>
    </w:p>
    <w:p w:rsidR="00B652D1" w:rsidRDefault="00B652D1" w:rsidP="00B652D1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Oddíl IV. 2.7): </w:t>
      </w:r>
    </w:p>
    <w:p w:rsidR="00B652D1" w:rsidRDefault="00B652D1" w:rsidP="00B652D1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rušíme datum </w:t>
      </w:r>
      <w:r w:rsidR="00CA3AC2">
        <w:t>25. 5. 2020</w:t>
      </w:r>
      <w:r>
        <w:rPr>
          <w:rFonts w:eastAsia="Times New Roman" w:cs="Times New Roman"/>
          <w:lang w:eastAsia="cs-CZ"/>
        </w:rPr>
        <w:t xml:space="preserve"> v 10:00 hod. a nahrazujeme datem </w:t>
      </w:r>
      <w:r w:rsidR="00CA3AC2">
        <w:t>26. 5. 2020</w:t>
      </w:r>
      <w:r>
        <w:rPr>
          <w:rFonts w:eastAsia="Times New Roman" w:cs="Times New Roman"/>
          <w:lang w:eastAsia="cs-CZ"/>
        </w:rPr>
        <w:t xml:space="preserve"> v 10:00 hod.</w:t>
      </w:r>
    </w:p>
    <w:p w:rsidR="00B652D1" w:rsidRDefault="00B652D1" w:rsidP="00B652D1">
      <w:pPr>
        <w:spacing w:after="0" w:line="240" w:lineRule="auto"/>
        <w:rPr>
          <w:rFonts w:eastAsia="Times New Roman" w:cs="Times New Roman"/>
          <w:lang w:eastAsia="cs-CZ"/>
        </w:rPr>
      </w:pPr>
    </w:p>
    <w:p w:rsidR="00B652D1" w:rsidRDefault="00B652D1" w:rsidP="00B652D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B652D1">
        <w:rPr>
          <w:rFonts w:eastAsia="Calibri" w:cs="Times New Roman"/>
          <w:lang w:eastAsia="cs-CZ"/>
        </w:rPr>
        <w:t xml:space="preserve">Vysvětlení/ změnu/ doplnění </w:t>
      </w:r>
      <w:r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>
          <w:rPr>
            <w:rStyle w:val="Hypertextovodkaz"/>
            <w:rFonts w:eastAsia="Calibri" w:cs="Times New Roman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B652D1" w:rsidRDefault="00B652D1" w:rsidP="00B652D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652D1" w:rsidRDefault="00B652D1" w:rsidP="00B652D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A3AC2">
        <w:rPr>
          <w:rFonts w:eastAsia="Calibri" w:cs="Times New Roman"/>
          <w:b/>
          <w:bCs/>
          <w:lang w:eastAsia="cs-CZ"/>
        </w:rPr>
        <w:t>Příloha:</w:t>
      </w:r>
      <w:r w:rsidR="00CA3AC2">
        <w:rPr>
          <w:rFonts w:eastAsia="Calibri" w:cs="Times New Roman"/>
          <w:b/>
          <w:bCs/>
          <w:lang w:eastAsia="cs-CZ"/>
        </w:rPr>
        <w:t xml:space="preserve"> </w:t>
      </w:r>
      <w:proofErr w:type="spellStart"/>
      <w:r w:rsidR="00CA3AC2" w:rsidRPr="00CA3AC2">
        <w:rPr>
          <w:rFonts w:eastAsia="Calibri" w:cs="Times New Roman"/>
          <w:bCs/>
          <w:lang w:eastAsia="cs-CZ"/>
        </w:rPr>
        <w:t>Vystavba</w:t>
      </w:r>
      <w:proofErr w:type="spellEnd"/>
      <w:r w:rsidR="00CA3AC2" w:rsidRPr="00CA3AC2">
        <w:rPr>
          <w:rFonts w:eastAsia="Calibri" w:cs="Times New Roman"/>
          <w:bCs/>
          <w:lang w:eastAsia="cs-CZ"/>
        </w:rPr>
        <w:t xml:space="preserve"> TNS </w:t>
      </w:r>
      <w:proofErr w:type="spellStart"/>
      <w:r w:rsidR="00CA3AC2" w:rsidRPr="00CA3AC2">
        <w:rPr>
          <w:rFonts w:eastAsia="Calibri" w:cs="Times New Roman"/>
          <w:bCs/>
          <w:lang w:eastAsia="cs-CZ"/>
        </w:rPr>
        <w:t>Steblova_Soupis</w:t>
      </w:r>
      <w:proofErr w:type="spellEnd"/>
      <w:r w:rsidR="00CA3AC2" w:rsidRPr="00CA3AC2">
        <w:rPr>
          <w:rFonts w:eastAsia="Calibri" w:cs="Times New Roman"/>
          <w:bCs/>
          <w:lang w:eastAsia="cs-CZ"/>
        </w:rPr>
        <w:t xml:space="preserve"> praci_A.xls</w:t>
      </w:r>
    </w:p>
    <w:p w:rsidR="00B652D1" w:rsidRPr="00CA3AC2" w:rsidRDefault="00B652D1" w:rsidP="00B652D1">
      <w:pPr>
        <w:spacing w:after="0" w:line="240" w:lineRule="auto"/>
        <w:jc w:val="both"/>
        <w:rPr>
          <w:rFonts w:eastAsia="Calibri" w:cs="Times New Roman"/>
          <w:sz w:val="6"/>
          <w:szCs w:val="6"/>
          <w:lang w:eastAsia="cs-CZ"/>
        </w:rPr>
      </w:pPr>
    </w:p>
    <w:p w:rsidR="00CA3AC2" w:rsidRPr="00CA3AC2" w:rsidRDefault="00CA3AC2" w:rsidP="00B652D1">
      <w:pPr>
        <w:spacing w:after="0" w:line="240" w:lineRule="auto"/>
        <w:jc w:val="both"/>
        <w:rPr>
          <w:rFonts w:eastAsia="Calibri" w:cs="Times New Roman"/>
          <w:sz w:val="16"/>
          <w:szCs w:val="16"/>
          <w:lang w:eastAsia="cs-CZ"/>
        </w:rPr>
      </w:pPr>
    </w:p>
    <w:p w:rsidR="00B652D1" w:rsidRDefault="00B652D1" w:rsidP="00B652D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A3AC2">
        <w:rPr>
          <w:rFonts w:eastAsia="Calibri" w:cs="Times New Roman"/>
          <w:lang w:eastAsia="cs-CZ"/>
        </w:rPr>
        <w:t>V </w:t>
      </w:r>
      <w:r w:rsidR="00CA3AC2" w:rsidRPr="00CA3AC2">
        <w:rPr>
          <w:rFonts w:eastAsia="Calibri" w:cs="Times New Roman"/>
          <w:lang w:eastAsia="cs-CZ"/>
        </w:rPr>
        <w:t>Praze</w:t>
      </w:r>
      <w:r w:rsidRPr="00CA3AC2">
        <w:rPr>
          <w:rFonts w:eastAsia="Calibri" w:cs="Times New Roman"/>
          <w:lang w:eastAsia="cs-CZ"/>
        </w:rPr>
        <w:t xml:space="preserve"> dne</w:t>
      </w:r>
      <w:r>
        <w:rPr>
          <w:rFonts w:eastAsia="Calibri" w:cs="Times New Roman"/>
          <w:lang w:eastAsia="cs-CZ"/>
        </w:rPr>
        <w:t xml:space="preserve"> </w:t>
      </w:r>
      <w:r w:rsidR="00CA3AC2">
        <w:rPr>
          <w:rFonts w:eastAsia="Calibri" w:cs="Times New Roman"/>
          <w:lang w:eastAsia="cs-CZ"/>
        </w:rPr>
        <w:t>12. 5. 2020</w:t>
      </w:r>
    </w:p>
    <w:p w:rsidR="00B652D1" w:rsidRDefault="00B652D1" w:rsidP="00B652D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A3AC2" w:rsidRDefault="00CA3AC2" w:rsidP="00B652D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A3AC2" w:rsidRDefault="00CA3AC2" w:rsidP="00B652D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652D1" w:rsidRDefault="00B652D1" w:rsidP="00B652D1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Ing. Karel Švejda, MBA</w:t>
      </w:r>
    </w:p>
    <w:p w:rsidR="00B652D1" w:rsidRDefault="00B652D1" w:rsidP="00B652D1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ředitel odboru investičního</w:t>
      </w:r>
    </w:p>
    <w:p w:rsidR="00B652D1" w:rsidRDefault="00B652D1" w:rsidP="00B652D1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2449</w:t>
      </w:r>
    </w:p>
    <w:p w:rsidR="00B652D1" w:rsidRDefault="00B652D1" w:rsidP="00B652D1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ze dne 11. 5. 2018</w:t>
      </w:r>
    </w:p>
    <w:p w:rsidR="00CB7B5A" w:rsidRPr="00CA3AC2" w:rsidRDefault="00B652D1" w:rsidP="00CA3AC2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Správa železnic, státní organizace</w:t>
      </w:r>
    </w:p>
    <w:sectPr w:rsidR="00CB7B5A" w:rsidRPr="00CA3AC2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97A" w:rsidRDefault="00CB597A" w:rsidP="00962258">
      <w:pPr>
        <w:spacing w:after="0" w:line="240" w:lineRule="auto"/>
      </w:pPr>
      <w:r>
        <w:separator/>
      </w:r>
    </w:p>
  </w:endnote>
  <w:endnote w:type="continuationSeparator" w:id="0">
    <w:p w:rsidR="00CB597A" w:rsidRDefault="00CB59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B597A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B597A" w:rsidRPr="00B8518B" w:rsidRDefault="000A4628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CB597A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3A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CB597A" w:rsidRPr="00B8518B">
            <w:rPr>
              <w:rStyle w:val="slostrnky"/>
            </w:rPr>
            <w:t>/</w:t>
          </w:r>
          <w:fldSimple w:instr=" NUMPAGES   \* MERGEFORMAT ">
            <w:r w:rsidR="00CA3AC2" w:rsidRPr="00CA3AC2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B597A" w:rsidRDefault="00CB59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B597A" w:rsidRDefault="00CB597A" w:rsidP="00B8518B">
          <w:pPr>
            <w:pStyle w:val="Zpat"/>
          </w:pPr>
        </w:p>
      </w:tc>
      <w:tc>
        <w:tcPr>
          <w:tcW w:w="2921" w:type="dxa"/>
        </w:tcPr>
        <w:p w:rsidR="00CB597A" w:rsidRDefault="00CB597A" w:rsidP="00D831A3">
          <w:pPr>
            <w:pStyle w:val="Zpat"/>
          </w:pPr>
        </w:p>
      </w:tc>
    </w:tr>
  </w:tbl>
  <w:p w:rsidR="00CB597A" w:rsidRPr="00B8518B" w:rsidRDefault="00B727C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3" o:spid="_x0000_s4096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2" o:spid="_x0000_s40965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B597A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B597A" w:rsidRPr="00B8518B" w:rsidRDefault="000A462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CB597A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3A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CB597A" w:rsidRPr="00B8518B">
            <w:rPr>
              <w:rStyle w:val="slostrnky"/>
            </w:rPr>
            <w:t>/</w:t>
          </w:r>
          <w:fldSimple w:instr=" NUMPAGES   \* MERGEFORMAT ">
            <w:r w:rsidR="00CA3AC2" w:rsidRPr="00CA3AC2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B597A" w:rsidRDefault="00CB597A" w:rsidP="00CB597A">
          <w:pPr>
            <w:pStyle w:val="Zpat"/>
          </w:pPr>
          <w:r>
            <w:t>Správa železnic, státní organizace</w:t>
          </w:r>
        </w:p>
        <w:p w:rsidR="00CB597A" w:rsidRDefault="00CB597A" w:rsidP="00CB597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B597A" w:rsidRDefault="00CB597A" w:rsidP="00CB597A">
          <w:pPr>
            <w:pStyle w:val="Zpat"/>
          </w:pPr>
          <w:r>
            <w:t>Sídlo: Dlážděná 1003/7, 110 00 Praha 1</w:t>
          </w:r>
        </w:p>
        <w:p w:rsidR="00CB597A" w:rsidRDefault="00CB597A" w:rsidP="00CB597A">
          <w:pPr>
            <w:pStyle w:val="Zpat"/>
          </w:pPr>
          <w:r>
            <w:t>IČO: 709 94 234 DIČ: CZ 709 94 234</w:t>
          </w:r>
        </w:p>
        <w:p w:rsidR="00CB597A" w:rsidRDefault="00CB597A" w:rsidP="00CB597A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CB597A" w:rsidRPr="00D84AC6" w:rsidRDefault="00CB597A" w:rsidP="00CB597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CB597A" w:rsidRPr="00D84AC6" w:rsidRDefault="00CB597A" w:rsidP="00CB597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CB597A" w:rsidRPr="00D84AC6" w:rsidRDefault="00CB597A" w:rsidP="00CB597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CB597A" w:rsidRDefault="00CB597A" w:rsidP="00CB597A">
          <w:pPr>
            <w:pStyle w:val="Zpat"/>
          </w:pPr>
        </w:p>
      </w:tc>
    </w:tr>
  </w:tbl>
  <w:p w:rsidR="00CB597A" w:rsidRPr="00B8518B" w:rsidRDefault="00B727C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7" o:spid="_x0000_s40962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10" o:spid="_x0000_s40961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CB597A" w:rsidRPr="00460660" w:rsidRDefault="00CB59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97A" w:rsidRDefault="00CB597A" w:rsidP="00962258">
      <w:pPr>
        <w:spacing w:after="0" w:line="240" w:lineRule="auto"/>
      </w:pPr>
      <w:r>
        <w:separator/>
      </w:r>
    </w:p>
  </w:footnote>
  <w:footnote w:type="continuationSeparator" w:id="0">
    <w:p w:rsidR="00CB597A" w:rsidRDefault="00CB59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B597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B597A" w:rsidRPr="00B8518B" w:rsidRDefault="00CB59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B597A" w:rsidRDefault="00CB59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B597A" w:rsidRPr="00D6163D" w:rsidRDefault="00CB597A" w:rsidP="00D6163D">
          <w:pPr>
            <w:pStyle w:val="Druhdokumentu"/>
          </w:pPr>
        </w:p>
      </w:tc>
    </w:tr>
  </w:tbl>
  <w:p w:rsidR="00CB597A" w:rsidRPr="00D6163D" w:rsidRDefault="00CB59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B597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B597A" w:rsidRPr="00B8518B" w:rsidRDefault="00CB597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727C5">
            <w:rPr>
              <w:noProof/>
              <w:lang w:eastAsia="cs-CZ"/>
            </w:rPr>
            <w:pict>
              <v:shape id="Half Frame 8" o:spid="_x0000_s40964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<v:stroke joinstyle="miter"/>
                <v:path arrowok="t" o:connecttype="custom" o:connectlocs="0,0;161925,0;161925,0;0,0;0,161925;0,161925;0,0" o:connectangles="0,0,0,0,0,0,0"/>
                <w10:wrap anchory="page"/>
                <w10:anchorlock/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B597A" w:rsidRDefault="00CB59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B597A" w:rsidRPr="00D6163D" w:rsidRDefault="00CB597A" w:rsidP="00FC6389">
          <w:pPr>
            <w:pStyle w:val="Druhdokumentu"/>
          </w:pPr>
        </w:p>
      </w:tc>
    </w:tr>
    <w:tr w:rsidR="00CB597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CB597A" w:rsidRPr="00B8518B" w:rsidRDefault="00CB59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B597A" w:rsidRDefault="00CB59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B597A" w:rsidRDefault="00CB597A" w:rsidP="00FC6389">
          <w:pPr>
            <w:pStyle w:val="Druhdokumentu"/>
            <w:rPr>
              <w:noProof/>
            </w:rPr>
          </w:pPr>
        </w:p>
      </w:tc>
    </w:tr>
  </w:tbl>
  <w:p w:rsidR="00CB597A" w:rsidRPr="00D6163D" w:rsidRDefault="00B727C5" w:rsidP="00FC6389">
    <w:pPr>
      <w:pStyle w:val="Zhlav"/>
      <w:rPr>
        <w:sz w:val="8"/>
        <w:szCs w:val="8"/>
      </w:rPr>
    </w:pPr>
    <w:r>
      <w:rPr>
        <w:noProof/>
        <w:lang w:eastAsia="cs-CZ"/>
      </w:rPr>
      <w:pict>
        <v:shape id="Half Frame 11" o:spid="_x0000_s40963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:rsidR="00CB597A" w:rsidRPr="00460660" w:rsidRDefault="00CB59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7"/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34"/>
    <w:rsid w:val="00000DA0"/>
    <w:rsid w:val="00033432"/>
    <w:rsid w:val="000335CC"/>
    <w:rsid w:val="00050703"/>
    <w:rsid w:val="00072C1E"/>
    <w:rsid w:val="000A4628"/>
    <w:rsid w:val="000B3A82"/>
    <w:rsid w:val="000B6C7E"/>
    <w:rsid w:val="000B7907"/>
    <w:rsid w:val="000C0429"/>
    <w:rsid w:val="000C45E8"/>
    <w:rsid w:val="00114472"/>
    <w:rsid w:val="00133EB5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A3522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15A53"/>
    <w:rsid w:val="00523EA7"/>
    <w:rsid w:val="00542527"/>
    <w:rsid w:val="00551D1F"/>
    <w:rsid w:val="00553375"/>
    <w:rsid w:val="00563F97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5610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6F6B40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6B20"/>
    <w:rsid w:val="007E4A6E"/>
    <w:rsid w:val="007F56A7"/>
    <w:rsid w:val="00807DD0"/>
    <w:rsid w:val="00813F11"/>
    <w:rsid w:val="00814739"/>
    <w:rsid w:val="00816533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3CC2"/>
    <w:rsid w:val="00B3491A"/>
    <w:rsid w:val="00B45E9E"/>
    <w:rsid w:val="00B55F9C"/>
    <w:rsid w:val="00B652D1"/>
    <w:rsid w:val="00B727C5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A3AC2"/>
    <w:rsid w:val="00CB596B"/>
    <w:rsid w:val="00CB597A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A7B54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vestnikverejnychzakazek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F67364-316D-405C-915D-4B407D61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63</TotalTime>
  <Pages>2</Pages>
  <Words>625</Words>
  <Characters>3689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16</cp:revision>
  <cp:lastPrinted>2019-02-22T13:28:00Z</cp:lastPrinted>
  <dcterms:created xsi:type="dcterms:W3CDTF">2020-01-24T13:38:00Z</dcterms:created>
  <dcterms:modified xsi:type="dcterms:W3CDTF">2020-05-12T08:19:00Z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