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CA2FC0">
        <w:rPr>
          <w:rFonts w:ascii="Verdana" w:hAnsi="Verdana"/>
          <w:sz w:val="22"/>
          <w:szCs w:val="22"/>
        </w:rPr>
        <w:t xml:space="preserve">s názvem </w:t>
      </w:r>
      <w:r w:rsidR="00043875">
        <w:rPr>
          <w:rFonts w:ascii="Verdana" w:hAnsi="Verdana"/>
          <w:sz w:val="22"/>
          <w:szCs w:val="22"/>
        </w:rPr>
        <w:t>Oprava</w:t>
      </w:r>
      <w:r w:rsidR="00224062">
        <w:rPr>
          <w:rFonts w:ascii="Verdana" w:hAnsi="Verdana"/>
          <w:sz w:val="22"/>
          <w:szCs w:val="22"/>
        </w:rPr>
        <w:t xml:space="preserve"> trati v úseku Rakovník - Domoušice</w:t>
      </w:r>
      <w:bookmarkStart w:id="0" w:name="_GoBack"/>
      <w:bookmarkEnd w:id="0"/>
      <w:r w:rsidRPr="00CA2FC0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A37" w:rsidRDefault="00855A37" w:rsidP="00357D03">
      <w:r>
        <w:separator/>
      </w:r>
    </w:p>
  </w:endnote>
  <w:endnote w:type="continuationSeparator" w:id="0">
    <w:p w:rsidR="00855A37" w:rsidRDefault="00855A3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A37" w:rsidRDefault="00855A37" w:rsidP="00357D03">
      <w:r>
        <w:separator/>
      </w:r>
    </w:p>
  </w:footnote>
  <w:footnote w:type="continuationSeparator" w:id="0">
    <w:p w:rsidR="00855A37" w:rsidRDefault="00855A3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875"/>
    <w:rsid w:val="00067655"/>
    <w:rsid w:val="00070D6D"/>
    <w:rsid w:val="001035A3"/>
    <w:rsid w:val="00127826"/>
    <w:rsid w:val="00141B5B"/>
    <w:rsid w:val="001476BA"/>
    <w:rsid w:val="00224062"/>
    <w:rsid w:val="002472E9"/>
    <w:rsid w:val="002A501C"/>
    <w:rsid w:val="00357D03"/>
    <w:rsid w:val="003727EC"/>
    <w:rsid w:val="003C2A5A"/>
    <w:rsid w:val="004024B6"/>
    <w:rsid w:val="004964BE"/>
    <w:rsid w:val="004F678B"/>
    <w:rsid w:val="005A270F"/>
    <w:rsid w:val="005B58EC"/>
    <w:rsid w:val="00855A37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A2FC0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286AF"/>
  <w15:docId w15:val="{83D9BC11-9180-4CD2-B9BF-B8BE53CC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1067E"/>
    <w:rsid w:val="00B86108"/>
    <w:rsid w:val="00BA3496"/>
    <w:rsid w:val="00DC321A"/>
    <w:rsid w:val="00E06449"/>
    <w:rsid w:val="00F103A4"/>
    <w:rsid w:val="00F469DE"/>
    <w:rsid w:val="00FC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18</cp:revision>
  <dcterms:created xsi:type="dcterms:W3CDTF">2018-11-26T13:29:00Z</dcterms:created>
  <dcterms:modified xsi:type="dcterms:W3CDTF">2020-04-24T08:57:00Z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