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792940" w:rsidRPr="00792940">
        <w:rPr>
          <w:rFonts w:ascii="Verdana" w:hAnsi="Verdana"/>
          <w:b/>
          <w:sz w:val="18"/>
          <w:szCs w:val="18"/>
        </w:rPr>
        <w:t>Oprava traťového úseku Žďár nad Sázavou – Sázava u Žďáru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929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2940" w:rsidRPr="007929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92940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A426D6-FCD1-4111-8C02-B24D3280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2018-11-26T13:17:00Z</dcterms:created>
  <dcterms:modified xsi:type="dcterms:W3CDTF">2020-04-21T10:45:00Z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