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004BDA8B84E4513AD4B0E9AE7879B2A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2879EC" w:rsidP="00CF0EF4">
          <w:pPr>
            <w:pStyle w:val="Tituldatum"/>
          </w:pPr>
          <w:r w:rsidRPr="002879EC">
            <w:rPr>
              <w:rStyle w:val="Nzevakce"/>
            </w:rPr>
            <w:t>Rekonstrukce mostu v km 20,054 trati Čerčany – Světlá nad Sázavou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616BE" w:rsidRPr="002879EC">
        <w:t>28</w:t>
      </w:r>
      <w:r w:rsidRPr="002879EC">
        <w:t xml:space="preserve">. </w:t>
      </w:r>
      <w:r w:rsidR="00A616BE" w:rsidRPr="002879EC">
        <w:t>2</w:t>
      </w:r>
      <w:r w:rsidRPr="002879EC">
        <w:t>. 20</w:t>
      </w:r>
      <w:r w:rsidR="00A616BE" w:rsidRPr="002879EC">
        <w:t>20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E192A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50218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E192A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50218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E192A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50218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E192A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50218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E192A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50218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E192A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50218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E192A">
          <w:rPr>
            <w:noProof/>
            <w:webHidden/>
          </w:rPr>
          <w:t>6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50218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E192A">
          <w:rPr>
            <w:noProof/>
            <w:webHidden/>
          </w:rPr>
          <w:t>6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A2711D" w:rsidP="00BC06B4">
            <w:pPr>
              <w:pStyle w:val="Zkratky2"/>
            </w:pPr>
            <w:r>
              <w:t>Oborový třídník stavebních konstrukcí a prací</w:t>
            </w:r>
          </w:p>
        </w:tc>
      </w:tr>
      <w:tr w:rsidR="00A2711D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AD0C7B" w:rsidRDefault="00A2711D" w:rsidP="00A2711D">
            <w:pPr>
              <w:pStyle w:val="Zkratky1"/>
            </w:pPr>
            <w:r>
              <w:t xml:space="preserve">OTSKP-ŽS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6115D3" w:rsidRDefault="00A2711D" w:rsidP="00A2711D">
            <w:pPr>
              <w:pStyle w:val="Zkratky2"/>
            </w:pPr>
            <w:r>
              <w:t>Oborový třídník stavebních konstrukcí a prací – pro železniční stavby</w:t>
            </w:r>
          </w:p>
        </w:tc>
      </w:tr>
      <w:tr w:rsidR="00A2711D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AD0C7B" w:rsidRDefault="00A2711D" w:rsidP="00A2711D">
            <w:pPr>
              <w:pStyle w:val="Zkratky1"/>
            </w:pPr>
            <w:r>
              <w:t>OTSKP-SPK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6115D3" w:rsidRDefault="00A2711D" w:rsidP="00A2711D">
            <w:pPr>
              <w:pStyle w:val="Zkratky2"/>
            </w:pPr>
            <w:r>
              <w:t>Oborový třídník stavebních konstrukcí a prací – pro pozemní komunikace</w:t>
            </w:r>
          </w:p>
        </w:tc>
      </w:tr>
      <w:tr w:rsidR="00A2711D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AD0C7B" w:rsidRDefault="00A2711D" w:rsidP="00A2711D">
            <w:pPr>
              <w:pStyle w:val="Zkratky1"/>
            </w:pPr>
            <w:r>
              <w:t>ÚRS………….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6115D3" w:rsidRDefault="00A2711D" w:rsidP="00A2711D">
            <w:pPr>
              <w:pStyle w:val="Zkratky2"/>
            </w:pPr>
            <w:r>
              <w:t>Cenová soustava</w:t>
            </w:r>
          </w:p>
        </w:tc>
      </w:tr>
      <w:tr w:rsidR="00A2711D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AD0C7B" w:rsidRDefault="00A2711D" w:rsidP="00A2711D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6115D3" w:rsidRDefault="00A2711D" w:rsidP="00A2711D">
            <w:pPr>
              <w:pStyle w:val="Zkratky2"/>
            </w:pPr>
          </w:p>
        </w:tc>
      </w:tr>
      <w:tr w:rsidR="00A2711D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AD0C7B" w:rsidRDefault="00A2711D" w:rsidP="00A2711D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6115D3" w:rsidRDefault="00A2711D" w:rsidP="00A2711D">
            <w:pPr>
              <w:pStyle w:val="Zkratky2"/>
            </w:pPr>
          </w:p>
        </w:tc>
      </w:tr>
      <w:tr w:rsidR="00A2711D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AD0C7B" w:rsidRDefault="00A2711D" w:rsidP="00A2711D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6115D3" w:rsidRDefault="00A2711D" w:rsidP="00A2711D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2402071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24020713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24020714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24020715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24020716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</w:t>
      </w:r>
      <w:r w:rsidR="00C14A2B">
        <w:t>hnologiím (např. sanační stroj).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</w:t>
      </w:r>
      <w:bookmarkStart w:id="10" w:name="_GoBack"/>
      <w:bookmarkEnd w:id="10"/>
      <w:r>
        <w:t xml:space="preserve">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</w:t>
      </w:r>
      <w:proofErr w:type="gramStart"/>
      <w:r>
        <w:t>formátu *.</w:t>
      </w:r>
      <w:r w:rsidR="007C263C">
        <w:t>XML</w:t>
      </w:r>
      <w:proofErr w:type="gramEnd"/>
      <w:r w:rsidR="007C263C">
        <w:t xml:space="preserve"> </w:t>
      </w:r>
      <w:r>
        <w:t xml:space="preserve">(struktura dat dle datového předpisu </w:t>
      </w:r>
      <w:r w:rsidRPr="00D835ED">
        <w:t>XDC</w:t>
      </w:r>
      <w:r>
        <w:t>)</w:t>
      </w:r>
      <w:r w:rsidR="007C263C">
        <w:t xml:space="preserve"> a *. XLSX</w:t>
      </w:r>
      <w:r>
        <w:t>.</w:t>
      </w:r>
    </w:p>
    <w:p w:rsidR="005E07BA" w:rsidRDefault="005E07BA" w:rsidP="005E07BA">
      <w:pPr>
        <w:pStyle w:val="Nadpis2-1"/>
      </w:pPr>
      <w:bookmarkStart w:id="11" w:name="_Toc24020717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218" w:rsidRDefault="00C50218" w:rsidP="00962258">
      <w:pPr>
        <w:spacing w:after="0" w:line="240" w:lineRule="auto"/>
      </w:pPr>
      <w:r>
        <w:separator/>
      </w:r>
    </w:p>
  </w:endnote>
  <w:endnote w:type="continuationSeparator" w:id="0">
    <w:p w:rsidR="00C50218" w:rsidRDefault="00C502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58D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58D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8750F6" w:rsidP="00C87634">
          <w:pPr>
            <w:pStyle w:val="Zpatvlevo"/>
          </w:pPr>
          <w:fldSimple w:instr=" STYLEREF  _Název_akce  \* MERGEFORMAT ">
            <w:r w:rsidR="00EB58DA">
              <w:rPr>
                <w:noProof/>
              </w:rPr>
              <w:t>Rekonstrukce mostu v km 20,054 trati Čerčany – Světlá nad Sázavou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8750F6" w:rsidP="00C87634">
          <w:pPr>
            <w:pStyle w:val="Zpatvpravo"/>
          </w:pPr>
          <w:fldSimple w:instr=" STYLEREF  _Název_akce  \* MERGEFORMAT ">
            <w:r w:rsidR="00EB58DA" w:rsidRPr="00EB58DA">
              <w:rPr>
                <w:b/>
                <w:bCs/>
                <w:noProof/>
              </w:rPr>
              <w:t>Rekonstrukce mostu</w:t>
            </w:r>
            <w:r w:rsidR="00EB58DA">
              <w:rPr>
                <w:noProof/>
              </w:rPr>
              <w:t xml:space="preserve"> v km 20,054 trati Čerčany – Světlá nad Sázavou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58D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58D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218" w:rsidRDefault="00C50218" w:rsidP="00962258">
      <w:pPr>
        <w:spacing w:after="0" w:line="240" w:lineRule="auto"/>
      </w:pPr>
      <w:r>
        <w:separator/>
      </w:r>
    </w:p>
  </w:footnote>
  <w:footnote w:type="continuationSeparator" w:id="0">
    <w:p w:rsidR="00C50218" w:rsidRDefault="00C502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92A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79EC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B1D9C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95AED"/>
    <w:rsid w:val="005A1F44"/>
    <w:rsid w:val="005B76D4"/>
    <w:rsid w:val="005D0AAE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50F6"/>
    <w:rsid w:val="00887F36"/>
    <w:rsid w:val="008A3568"/>
    <w:rsid w:val="008C50F3"/>
    <w:rsid w:val="008C7EFE"/>
    <w:rsid w:val="008D03B9"/>
    <w:rsid w:val="008D30C7"/>
    <w:rsid w:val="008E192A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1081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2711D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14A2B"/>
    <w:rsid w:val="00C226C0"/>
    <w:rsid w:val="00C24A6A"/>
    <w:rsid w:val="00C42FE6"/>
    <w:rsid w:val="00C44F6A"/>
    <w:rsid w:val="00C50218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835ED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B58DA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017652EF-3BBB-46B4-9E98-B5DE64C30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edova\V&#253;zvy%202020\04_R_Rek.%20mostu%2020,054%20&#268;er&#269;any%20-%20Sv&#283;tl&#225;%20nad%20S&#225;zavou\Vzorov&#225;%20ZD\NEFIDIC\KSP_R_VZOR_20022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04BDA8B84E4513AD4B0E9AE7879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A2D6C7-F452-4EEE-B682-AF65413626A5}"/>
      </w:docPartPr>
      <w:docPartBody>
        <w:p w:rsidR="00F40A83" w:rsidRDefault="0054082B">
          <w:pPr>
            <w:pStyle w:val="6004BDA8B84E4513AD4B0E9AE7879B2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82B"/>
    <w:rsid w:val="003262C8"/>
    <w:rsid w:val="0054082B"/>
    <w:rsid w:val="00C4657A"/>
    <w:rsid w:val="00D02EBE"/>
    <w:rsid w:val="00F4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004BDA8B84E4513AD4B0E9AE7879B2A">
    <w:name w:val="6004BDA8B84E4513AD4B0E9AE7879B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B46A06-0D19-487A-8FB7-4063ED764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KSP_R_VZOR_200228.dotx</Template>
  <TotalTime>12</TotalTime>
  <Pages>6</Pages>
  <Words>1843</Words>
  <Characters>10878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 systému Windows</dc:creator>
  <cp:lastModifiedBy>Šedová Jana, Ing.</cp:lastModifiedBy>
  <cp:revision>8</cp:revision>
  <cp:lastPrinted>2019-03-13T10:28:00Z</cp:lastPrinted>
  <dcterms:created xsi:type="dcterms:W3CDTF">2020-04-20T08:50:00Z</dcterms:created>
  <dcterms:modified xsi:type="dcterms:W3CDTF">2020-04-21T06:02:00Z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