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35A6943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A62C9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FDE6EC8" w:rsidR="005740C3" w:rsidRPr="004429CF" w:rsidRDefault="00BB3D86" w:rsidP="004429CF">
      <w:pPr>
        <w:pStyle w:val="Nzev"/>
        <w:jc w:val="left"/>
      </w:pPr>
      <w:r>
        <w:t xml:space="preserve">Smlouva </w:t>
      </w:r>
    </w:p>
    <w:p w14:paraId="444F553C" w14:textId="77777777" w:rsidR="001A62C9" w:rsidRDefault="001A62C9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1413EB7" w14:textId="062DCB37" w:rsidR="005740C3" w:rsidRPr="001A62C9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smlouvy O</w:t>
      </w:r>
      <w:r w:rsidR="00FF7A56">
        <w:rPr>
          <w:rFonts w:eastAsia="Times New Roman" w:cs="Times New Roman"/>
          <w:b/>
          <w:lang w:eastAsia="cs-CZ"/>
        </w:rPr>
        <w:t>bjednatele</w:t>
      </w:r>
      <w:r w:rsidR="005740C3" w:rsidRPr="001A62C9">
        <w:rPr>
          <w:rFonts w:eastAsia="Times New Roman" w:cs="Times New Roman"/>
          <w:b/>
          <w:lang w:eastAsia="cs-CZ"/>
        </w:rPr>
        <w:t xml:space="preserve"> ………………</w:t>
      </w:r>
    </w:p>
    <w:p w14:paraId="6F0FEDA9" w14:textId="7C18B510" w:rsidR="005740C3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smlouvy Z</w:t>
      </w:r>
      <w:r w:rsidR="00FF7A56">
        <w:rPr>
          <w:rFonts w:eastAsia="Times New Roman" w:cs="Times New Roman"/>
          <w:b/>
          <w:lang w:eastAsia="cs-CZ"/>
        </w:rPr>
        <w:t>hotovitele</w:t>
      </w:r>
      <w:r w:rsidR="005740C3" w:rsidRPr="001A62C9">
        <w:rPr>
          <w:rFonts w:eastAsia="Times New Roman" w:cs="Times New Roman"/>
          <w:b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5B6F54E7" w14:textId="77777777" w:rsidR="001A6251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70780D1C" w14:textId="37E83B0B" w:rsidR="001A6251" w:rsidRDefault="001A6251" w:rsidP="001A6251">
      <w:pPr>
        <w:spacing w:after="0" w:line="276" w:lineRule="auto"/>
        <w:ind w:left="707" w:firstLine="709"/>
        <w:jc w:val="both"/>
        <w:rPr>
          <w:rFonts w:ascii="Verdana" w:hAnsi="Verdana"/>
          <w:b/>
        </w:rPr>
      </w:pPr>
      <w:r w:rsidRPr="007210F5">
        <w:rPr>
          <w:rFonts w:ascii="Verdana" w:hAnsi="Verdana"/>
          <w:b/>
        </w:rPr>
        <w:t>organizační jednotka Oblastní</w:t>
      </w:r>
      <w:r w:rsidR="00BB3D86">
        <w:rPr>
          <w:rFonts w:ascii="Verdana" w:hAnsi="Verdana"/>
          <w:b/>
        </w:rPr>
        <w:t xml:space="preserve"> ředitelství</w:t>
      </w:r>
      <w:r w:rsidRPr="007210F5">
        <w:rPr>
          <w:rFonts w:ascii="Verdana" w:hAnsi="Verdana"/>
          <w:b/>
        </w:rPr>
        <w:t xml:space="preserve"> </w:t>
      </w:r>
      <w:r w:rsidR="00BB3D86">
        <w:rPr>
          <w:rFonts w:ascii="Verdana" w:hAnsi="Verdana"/>
          <w:b/>
        </w:rPr>
        <w:t>Plzeň</w:t>
      </w:r>
    </w:p>
    <w:p w14:paraId="120254C1" w14:textId="1A93EC98" w:rsidR="00BB3D86" w:rsidRPr="00443CE4" w:rsidRDefault="00BB3D86" w:rsidP="00BB3D86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zastoupená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0943D59" w14:textId="7E7A2648" w:rsidR="00BB3D86" w:rsidRDefault="00BB3D86" w:rsidP="00BB3D86">
      <w:pPr>
        <w:spacing w:after="0" w:line="276" w:lineRule="auto"/>
        <w:ind w:left="707" w:firstLine="709"/>
        <w:jc w:val="both"/>
      </w:pPr>
      <w:r w:rsidRPr="00BB3D86">
        <w:t>na základě pověření č. 2720 ze dne 27. 5. 2019</w:t>
      </w:r>
    </w:p>
    <w:p w14:paraId="632DD4D5" w14:textId="704AE64A" w:rsidR="00BB3D86" w:rsidRDefault="00BB3D86" w:rsidP="00BB3D86">
      <w:pPr>
        <w:tabs>
          <w:tab w:val="left" w:pos="5663"/>
        </w:tabs>
        <w:spacing w:after="0" w:line="276" w:lineRule="auto"/>
        <w:ind w:left="707" w:firstLine="709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55454A51" w14:textId="746C346D" w:rsidR="00B761CC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B761CC">
        <w:rPr>
          <w:rFonts w:eastAsia="Times New Roman" w:cs="Times New Roman"/>
          <w:b/>
          <w:lang w:eastAsia="cs-CZ"/>
        </w:rPr>
        <w:t>Korespondenční adresa</w:t>
      </w:r>
      <w:r w:rsidR="00E64831">
        <w:rPr>
          <w:rFonts w:eastAsia="Times New Roman" w:cs="Times New Roman"/>
          <w:b/>
          <w:lang w:eastAsia="cs-CZ"/>
        </w:rPr>
        <w:t>/Organizační jednotka</w:t>
      </w:r>
      <w:r w:rsidR="00B761CC">
        <w:rPr>
          <w:rFonts w:eastAsia="Times New Roman" w:cs="Times New Roman"/>
          <w:b/>
          <w:lang w:eastAsia="cs-CZ"/>
        </w:rPr>
        <w:t>:</w:t>
      </w:r>
    </w:p>
    <w:p w14:paraId="63D38C51" w14:textId="77777777" w:rsidR="00B761CC" w:rsidRPr="00B761CC" w:rsidRDefault="00B761CC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>Správa železnic, státní organizace</w:t>
      </w:r>
    </w:p>
    <w:p w14:paraId="4C88AF6E" w14:textId="77777777" w:rsidR="00BB3D86" w:rsidRDefault="00B761CC" w:rsidP="00BB3D86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B761CC">
        <w:rPr>
          <w:rFonts w:eastAsia="Times New Roman" w:cs="Times New Roman"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ab/>
      </w:r>
      <w:r w:rsidR="00BB3D86" w:rsidRPr="007E37A7">
        <w:rPr>
          <w:rFonts w:ascii="Verdana" w:hAnsi="Verdana" w:cs="Arial"/>
          <w:snapToGrid w:val="0"/>
        </w:rPr>
        <w:t>Oblastní ředitelství Plzeň</w:t>
      </w:r>
    </w:p>
    <w:p w14:paraId="32BEFC6F" w14:textId="56D904BA" w:rsidR="00BB3D86" w:rsidRDefault="00BB3D86" w:rsidP="00BB3D86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>
        <w:rPr>
          <w:rFonts w:ascii="Verdana" w:hAnsi="Verdana" w:cs="Arial"/>
          <w:snapToGrid w:val="0"/>
        </w:rPr>
        <w:tab/>
      </w:r>
      <w:r>
        <w:rPr>
          <w:rFonts w:ascii="Verdana" w:hAnsi="Verdana" w:cs="Arial"/>
          <w:snapToGrid w:val="0"/>
        </w:rPr>
        <w:tab/>
      </w:r>
      <w:r w:rsidRPr="007E37A7">
        <w:rPr>
          <w:rFonts w:ascii="Verdana" w:hAnsi="Verdana" w:cs="Arial"/>
          <w:snapToGrid w:val="0"/>
        </w:rPr>
        <w:t>Sušická 1168/23, PLZEŇ 326 00</w:t>
      </w:r>
    </w:p>
    <w:p w14:paraId="63E6F042" w14:textId="77777777" w:rsidR="00BB3D86" w:rsidRPr="007821F1" w:rsidRDefault="00BB3D86" w:rsidP="00BB3D86">
      <w:pPr>
        <w:ind w:left="708" w:firstLine="708"/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ePodatelnaORPLZ@szdc.cz</w:t>
      </w:r>
    </w:p>
    <w:p w14:paraId="12223576" w14:textId="6765EED7" w:rsidR="004E1498" w:rsidRPr="004E1498" w:rsidRDefault="004E1498" w:rsidP="00BB3D8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b/>
          <w:lang w:eastAsia="cs-CZ"/>
        </w:rPr>
        <w:t>Zhotovitel:</w:t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jméno osoby/název firmy</w:t>
      </w:r>
    </w:p>
    <w:p w14:paraId="19E73E8B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údaje o zápisu v evidenci</w:t>
      </w:r>
    </w:p>
    <w:p w14:paraId="57570FFE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Sídlo:</w:t>
      </w:r>
    </w:p>
    <w:p w14:paraId="420D77A3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  <w:t>IČO ……………………, DIČ …………………</w:t>
      </w:r>
    </w:p>
    <w:p w14:paraId="19B3856E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Bankovní spojení:…………………</w:t>
      </w:r>
      <w:proofErr w:type="gramStart"/>
      <w:r w:rsidRPr="001A62C9">
        <w:rPr>
          <w:rFonts w:eastAsia="Times New Roman" w:cs="Times New Roman"/>
          <w:lang w:eastAsia="cs-CZ"/>
        </w:rPr>
        <w:t>…..</w:t>
      </w:r>
      <w:proofErr w:type="gramEnd"/>
    </w:p>
    <w:p w14:paraId="17127EF1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Číslo účtu:………………………</w:t>
      </w:r>
      <w:proofErr w:type="gramStart"/>
      <w:r w:rsidRPr="001A62C9">
        <w:rPr>
          <w:rFonts w:eastAsia="Times New Roman" w:cs="Times New Roman"/>
          <w:lang w:eastAsia="cs-CZ"/>
        </w:rPr>
        <w:t>…..</w:t>
      </w:r>
      <w:proofErr w:type="gramEnd"/>
    </w:p>
    <w:p w14:paraId="3B9C9CF2" w14:textId="77777777" w:rsidR="008E1E86" w:rsidRPr="004E1498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údaje o statutárním orgánu nebo jiné oprávněné osobě</w:t>
      </w:r>
    </w:p>
    <w:p w14:paraId="183AF9BC" w14:textId="3C08C0D1" w:rsidR="008E1E86" w:rsidRPr="004E1498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2E235FAC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1A62C9" w:rsidRPr="001A62C9">
        <w:rPr>
          <w:rFonts w:eastAsia="Times New Roman" w:cs="Times New Roman"/>
          <w:b/>
          <w:lang w:eastAsia="cs-CZ"/>
        </w:rPr>
        <w:t xml:space="preserve">Diagnostika a statické posouzení mostů s předpjatou nosnou konstrukcí </w:t>
      </w:r>
      <w:r w:rsidR="00BB3D86">
        <w:rPr>
          <w:rFonts w:eastAsia="Times New Roman" w:cs="Times New Roman"/>
          <w:b/>
          <w:lang w:eastAsia="cs-CZ"/>
        </w:rPr>
        <w:t xml:space="preserve">u </w:t>
      </w:r>
      <w:proofErr w:type="gramStart"/>
      <w:r w:rsidR="00BB3D86">
        <w:rPr>
          <w:rFonts w:eastAsia="Times New Roman" w:cs="Times New Roman"/>
          <w:b/>
          <w:lang w:eastAsia="cs-CZ"/>
        </w:rPr>
        <w:t>OŘ</w:t>
      </w:r>
      <w:proofErr w:type="gramEnd"/>
      <w:r w:rsidR="00BB3D86">
        <w:rPr>
          <w:rFonts w:eastAsia="Times New Roman" w:cs="Times New Roman"/>
          <w:b/>
          <w:lang w:eastAsia="cs-CZ"/>
        </w:rPr>
        <w:t xml:space="preserve"> P</w:t>
      </w:r>
      <w:r w:rsidR="00DB3D86">
        <w:rPr>
          <w:rFonts w:eastAsia="Times New Roman" w:cs="Times New Roman"/>
          <w:b/>
          <w:lang w:eastAsia="cs-CZ"/>
        </w:rPr>
        <w:t>l</w:t>
      </w:r>
      <w:r w:rsidR="00BB3D86">
        <w:rPr>
          <w:rFonts w:eastAsia="Times New Roman" w:cs="Times New Roman"/>
          <w:b/>
          <w:lang w:eastAsia="cs-CZ"/>
        </w:rPr>
        <w:t xml:space="preserve">zeň –SMT </w:t>
      </w:r>
      <w:r w:rsidR="001A62C9" w:rsidRPr="001A62C9">
        <w:rPr>
          <w:rFonts w:eastAsia="Times New Roman" w:cs="Times New Roman"/>
          <w:b/>
          <w:lang w:eastAsia="cs-CZ"/>
        </w:rPr>
        <w:t>– 2. etapa</w:t>
      </w:r>
      <w:r w:rsidRPr="004E1498">
        <w:rPr>
          <w:rFonts w:eastAsia="Times New Roman" w:cs="Times New Roman"/>
          <w:lang w:eastAsia="cs-CZ"/>
        </w:rPr>
        <w:t xml:space="preserve"> “, </w:t>
      </w:r>
      <w:r w:rsidRPr="001A62C9">
        <w:rPr>
          <w:rFonts w:eastAsia="Times New Roman" w:cs="Times New Roman"/>
          <w:lang w:eastAsia="cs-CZ"/>
        </w:rPr>
        <w:t xml:space="preserve">ev. č. veřejné zakázky </w:t>
      </w:r>
      <w:r w:rsidR="001A62C9" w:rsidRPr="001A62C9">
        <w:rPr>
          <w:rFonts w:eastAsia="Times New Roman" w:cs="Times New Roman"/>
          <w:lang w:eastAsia="cs-CZ"/>
        </w:rPr>
        <w:t>v registru</w:t>
      </w:r>
      <w:r w:rsidRPr="001A62C9">
        <w:rPr>
          <w:rFonts w:eastAsia="Times New Roman" w:cs="Times New Roman"/>
          <w:lang w:eastAsia="cs-CZ"/>
        </w:rPr>
        <w:t xml:space="preserve"> veřejných zakázek: </w:t>
      </w:r>
      <w:r w:rsidR="00DB3D86">
        <w:rPr>
          <w:rFonts w:eastAsia="Times New Roman" w:cs="Times New Roman"/>
          <w:b/>
          <w:lang w:eastAsia="cs-CZ"/>
        </w:rPr>
        <w:t>65020121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AB1E87">
      <w:pPr>
        <w:pStyle w:val="Nadpis1"/>
        <w:spacing w:line="276" w:lineRule="auto"/>
      </w:pPr>
      <w:r w:rsidRPr="00950C1F">
        <w:t>Dílo</w:t>
      </w:r>
    </w:p>
    <w:p w14:paraId="75B8D031" w14:textId="29C9B754" w:rsidR="004E1498" w:rsidRPr="006C7697" w:rsidRDefault="004E1498" w:rsidP="00AB1E87">
      <w:pPr>
        <w:pStyle w:val="Nadpis2"/>
        <w:spacing w:line="276" w:lineRule="auto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Předmět díla</w:t>
      </w:r>
    </w:p>
    <w:p w14:paraId="5AE73241" w14:textId="37BBF1C9" w:rsidR="00F7778A" w:rsidRPr="00F7778A" w:rsidRDefault="004E1498" w:rsidP="00F7778A">
      <w:pPr>
        <w:pStyle w:val="Nadpis2"/>
        <w:spacing w:line="276" w:lineRule="auto"/>
        <w:jc w:val="left"/>
      </w:pPr>
      <w:r w:rsidRPr="004E1498">
        <w:t xml:space="preserve">Předmětem díla je </w:t>
      </w:r>
      <w:r w:rsidR="00F75C16">
        <w:t>provedení diagnostiky a statického posouzení 5 mostů s předpjatou nosnou konstrukcí</w:t>
      </w:r>
      <w:r w:rsidR="0086114C" w:rsidRPr="004E1498">
        <w:t>.</w:t>
      </w:r>
    </w:p>
    <w:p w14:paraId="09C60CFA" w14:textId="77777777" w:rsidR="00F7778A" w:rsidRDefault="004E1498" w:rsidP="00F7778A">
      <w:pPr>
        <w:pStyle w:val="Nadpis2"/>
        <w:spacing w:line="276" w:lineRule="auto"/>
        <w:jc w:val="left"/>
      </w:pPr>
      <w:r w:rsidRPr="00F75C16">
        <w:t>Předmět díla je blíže specifikován v</w:t>
      </w:r>
      <w:r w:rsidR="00F75C16">
        <w:t>e Zvláštních technických podmínkách, které jsou</w:t>
      </w:r>
      <w:r w:rsidRPr="00F75C16">
        <w:t xml:space="preserve"> přílo</w:t>
      </w:r>
      <w:r w:rsidR="00F75C16">
        <w:t>hou</w:t>
      </w:r>
      <w:r w:rsidRPr="00F75C16">
        <w:t xml:space="preserve"> </w:t>
      </w:r>
      <w:r w:rsidR="0086114C" w:rsidRPr="00F75C16">
        <w:t>č</w:t>
      </w:r>
      <w:r w:rsidR="001A62C9" w:rsidRPr="00F75C16">
        <w:t xml:space="preserve">. 1 </w:t>
      </w:r>
      <w:r w:rsidR="006566F7" w:rsidRPr="00F75C16">
        <w:t>S</w:t>
      </w:r>
      <w:r w:rsidRPr="00F75C16">
        <w:t>mlouvy.</w:t>
      </w:r>
    </w:p>
    <w:p w14:paraId="50FA579C" w14:textId="2829B300" w:rsidR="00F7778A" w:rsidRPr="006479DD" w:rsidRDefault="00F7778A" w:rsidP="00F7778A">
      <w:pPr>
        <w:pStyle w:val="Nadpis2"/>
        <w:spacing w:line="276" w:lineRule="auto"/>
        <w:jc w:val="left"/>
      </w:pPr>
      <w:r w:rsidRPr="006479DD">
        <w:t>Předmět díla musí být proveden v souladu s následujícími dokumenty:</w:t>
      </w:r>
    </w:p>
    <w:p w14:paraId="0A91D936" w14:textId="3840F820" w:rsidR="00F7778A" w:rsidRDefault="00F7778A" w:rsidP="00F7778A">
      <w:pPr>
        <w:pStyle w:val="Odstavecseseznamem"/>
        <w:numPr>
          <w:ilvl w:val="0"/>
          <w:numId w:val="29"/>
        </w:numPr>
        <w:tabs>
          <w:tab w:val="left" w:pos="567"/>
        </w:tabs>
        <w:rPr>
          <w:lang w:eastAsia="cs-CZ"/>
        </w:rPr>
      </w:pPr>
      <w:r w:rsidRPr="006479DD">
        <w:rPr>
          <w:lang w:eastAsia="cs-CZ"/>
        </w:rPr>
        <w:t xml:space="preserve">Výzva k podání </w:t>
      </w:r>
      <w:r w:rsidR="00DB3D86">
        <w:rPr>
          <w:lang w:eastAsia="cs-CZ"/>
        </w:rPr>
        <w:t xml:space="preserve">nabídky (č. </w:t>
      </w:r>
      <w:proofErr w:type="gramStart"/>
      <w:r w:rsidR="00DB3D86">
        <w:rPr>
          <w:lang w:eastAsia="cs-CZ"/>
        </w:rPr>
        <w:t>j.   /2020</w:t>
      </w:r>
      <w:proofErr w:type="gramEnd"/>
      <w:r w:rsidR="00DB3D86">
        <w:rPr>
          <w:lang w:eastAsia="cs-CZ"/>
        </w:rPr>
        <w:t>-SŽDC-OŘ PLZ-Ú</w:t>
      </w:r>
      <w:r w:rsidRPr="006479DD">
        <w:rPr>
          <w:lang w:eastAsia="cs-CZ"/>
        </w:rPr>
        <w:t>PI) a Zadávací dokumentace v rozsahu:</w:t>
      </w:r>
      <w:r>
        <w:rPr>
          <w:lang w:eastAsia="cs-CZ"/>
        </w:rPr>
        <w:t xml:space="preserve"> Zvláštních technických podmínek a Obchodních podmínek ke Smlouvě.</w:t>
      </w:r>
    </w:p>
    <w:p w14:paraId="2CA6ACDC" w14:textId="4750B10C" w:rsidR="00F7778A" w:rsidRPr="00F7778A" w:rsidRDefault="00F7778A" w:rsidP="00F7778A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F7778A">
        <w:rPr>
          <w:rFonts w:ascii="Verdana" w:hAnsi="Verdana"/>
        </w:rPr>
        <w:t xml:space="preserve">Nabídka zhotovitele ze dne </w:t>
      </w:r>
      <w:r w:rsidRPr="00F7778A">
        <w:rPr>
          <w:rFonts w:ascii="Verdana" w:hAnsi="Verdana"/>
          <w:i/>
        </w:rPr>
        <w:t>XXXX</w:t>
      </w:r>
      <w:r w:rsidRPr="00F7778A">
        <w:rPr>
          <w:rFonts w:ascii="Verdana" w:hAnsi="Verdana"/>
        </w:rPr>
        <w:t xml:space="preserve">, která byla vybrána na základě </w:t>
      </w:r>
      <w:r w:rsidRPr="00F7778A">
        <w:rPr>
          <w:rFonts w:ascii="Verdana" w:hAnsi="Verdana"/>
          <w:i/>
        </w:rPr>
        <w:t>Rozhodnutí zadavatele o výběru dodavatele</w:t>
      </w:r>
      <w:r w:rsidRPr="00F7778A">
        <w:rPr>
          <w:rFonts w:ascii="Verdana" w:hAnsi="Verdana"/>
        </w:rPr>
        <w:t xml:space="preserve"> vydaného pod č. j. </w:t>
      </w:r>
      <w:r w:rsidRPr="00F7778A">
        <w:rPr>
          <w:rFonts w:ascii="Verdana" w:hAnsi="Verdana"/>
          <w:i/>
        </w:rPr>
        <w:t>XXXX</w:t>
      </w:r>
      <w:r w:rsidRPr="00F7778A">
        <w:rPr>
          <w:rFonts w:ascii="Verdana" w:hAnsi="Verdana"/>
        </w:rPr>
        <w:t xml:space="preserve"> ze dne </w:t>
      </w:r>
      <w:r w:rsidRPr="00F7778A">
        <w:rPr>
          <w:rFonts w:ascii="Verdana" w:hAnsi="Verdana"/>
          <w:i/>
        </w:rPr>
        <w:t>XXXX</w:t>
      </w:r>
      <w:r w:rsidRPr="00F7778A">
        <w:rPr>
          <w:rFonts w:ascii="Verdana" w:hAnsi="Verdana"/>
        </w:rPr>
        <w:t>.</w:t>
      </w:r>
    </w:p>
    <w:p w14:paraId="600D21AE" w14:textId="6CA2DE43" w:rsidR="004E1498" w:rsidRPr="004E1498" w:rsidRDefault="0029605F" w:rsidP="00AB1E87">
      <w:pPr>
        <w:pStyle w:val="Nadpis1"/>
        <w:spacing w:line="276" w:lineRule="auto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Cena bez DPH </w:t>
      </w:r>
      <w:r w:rsidRPr="00F75C16">
        <w:tab/>
      </w:r>
      <w:r w:rsidRPr="00F75C16">
        <w:tab/>
        <w:t xml:space="preserve"> ………………. Kč. </w:t>
      </w:r>
    </w:p>
    <w:p w14:paraId="7979BC31" w14:textId="77777777" w:rsidR="005740C3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Výše DPH 21%     </w:t>
      </w:r>
      <w:r w:rsidRPr="00F75C16">
        <w:tab/>
        <w:t xml:space="preserve"> ………………. Kč.</w:t>
      </w:r>
    </w:p>
    <w:p w14:paraId="13EC6F11" w14:textId="4E359D1C" w:rsidR="00810E9B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Cena včetně DPH </w:t>
      </w:r>
      <w:r w:rsidRPr="00F75C16">
        <w:tab/>
        <w:t xml:space="preserve"> ………………. Kč.</w:t>
      </w:r>
    </w:p>
    <w:p w14:paraId="73B22CA3" w14:textId="6BD45DE1" w:rsidR="00571993" w:rsidRPr="00571993" w:rsidRDefault="00810E9B" w:rsidP="00AB1E87">
      <w:pPr>
        <w:pStyle w:val="Nadpis2"/>
        <w:spacing w:line="276" w:lineRule="auto"/>
        <w:jc w:val="left"/>
      </w:pPr>
      <w:r w:rsidRPr="00F75C16">
        <w:t>Zhotovitelem oceněný položkový rozp</w:t>
      </w:r>
      <w:r w:rsidR="006566F7" w:rsidRPr="00F75C16">
        <w:t>očet Díla je přílohou č.</w:t>
      </w:r>
      <w:r w:rsidR="00F75C16" w:rsidRPr="00F75C16">
        <w:t xml:space="preserve"> 2</w:t>
      </w:r>
      <w:r w:rsidR="006566F7" w:rsidRPr="00F75C16">
        <w:t xml:space="preserve"> </w:t>
      </w:r>
      <w:r w:rsidRPr="00F75C16">
        <w:t>Smlouvy.</w:t>
      </w:r>
    </w:p>
    <w:p w14:paraId="1C4751A3" w14:textId="72BD7E97" w:rsidR="00571993" w:rsidRPr="00571993" w:rsidRDefault="00810E9B" w:rsidP="00AB1E87">
      <w:pPr>
        <w:pStyle w:val="Nadpis2"/>
        <w:spacing w:line="276" w:lineRule="auto"/>
        <w:jc w:val="left"/>
      </w:pPr>
      <w:r w:rsidRPr="00F75C16">
        <w:t xml:space="preserve">Fakturace bude provedena </w:t>
      </w:r>
      <w:r w:rsidR="00CB53B1" w:rsidRPr="00F75C16">
        <w:t xml:space="preserve">na základě </w:t>
      </w:r>
      <w:r w:rsidR="00B761CC">
        <w:t>zápisu o předání a převzetí řádně provedeného díla</w:t>
      </w:r>
      <w:r w:rsidR="00CB53B1" w:rsidRPr="00F75C16">
        <w:t xml:space="preserve"> podepsaného oběma </w:t>
      </w:r>
      <w:r w:rsidR="003B5DD6" w:rsidRPr="00F75C16">
        <w:t>Sml</w:t>
      </w:r>
      <w:r w:rsidR="00CB53B1" w:rsidRPr="00F75C16">
        <w:t>uvními stranami</w:t>
      </w:r>
      <w:r w:rsidR="00980F1B">
        <w:t xml:space="preserve"> </w:t>
      </w:r>
      <w:r w:rsidR="00B761CC">
        <w:t>vždy po realizaci jednotlivých etap</w:t>
      </w:r>
      <w:r w:rsidR="00980F1B">
        <w:t xml:space="preserve"> A </w:t>
      </w:r>
      <w:proofErr w:type="spellStart"/>
      <w:r w:rsidR="00980F1B">
        <w:t>a</w:t>
      </w:r>
      <w:proofErr w:type="spellEnd"/>
      <w:r w:rsidR="00980F1B">
        <w:t xml:space="preserve"> B.</w:t>
      </w:r>
    </w:p>
    <w:p w14:paraId="1AFBED57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6AAE5BE4" w14:textId="7C82E0FA" w:rsidR="00B761CC" w:rsidRDefault="004E1498" w:rsidP="00D714E4">
      <w:pPr>
        <w:pStyle w:val="Nadpis2"/>
        <w:spacing w:line="276" w:lineRule="auto"/>
        <w:jc w:val="left"/>
      </w:pPr>
      <w:r w:rsidRPr="00341CA5">
        <w:t xml:space="preserve">Místem plnění </w:t>
      </w:r>
      <w:r w:rsidR="00FC0D36">
        <w:t xml:space="preserve">jsou </w:t>
      </w:r>
      <w:r w:rsidR="00D714E4">
        <w:t xml:space="preserve">následující </w:t>
      </w:r>
      <w:r w:rsidR="00FC0D36">
        <w:t>železniční mosty ve správě Oblas</w:t>
      </w:r>
      <w:r w:rsidR="00DB3D86">
        <w:t>tního ředitelství Plzeň</w:t>
      </w:r>
      <w:r w:rsidR="00FC0D36">
        <w:t>:</w:t>
      </w:r>
    </w:p>
    <w:p w14:paraId="17D67288" w14:textId="5AED4742" w:rsidR="008D716A" w:rsidRPr="00DB3D86" w:rsidRDefault="008D716A" w:rsidP="008D716A">
      <w:pPr>
        <w:pStyle w:val="Odstavecseseznamem"/>
        <w:numPr>
          <w:ilvl w:val="0"/>
          <w:numId w:val="28"/>
        </w:numPr>
      </w:pPr>
      <w:r w:rsidRPr="00DB3D86">
        <w:t xml:space="preserve"> v km 32,312 TÚ 0281 Protivín - Zdice</w:t>
      </w:r>
    </w:p>
    <w:p w14:paraId="05A14B67" w14:textId="6F448792" w:rsidR="008D716A" w:rsidRPr="00DB3D86" w:rsidRDefault="008D716A" w:rsidP="00DB3D86">
      <w:pPr>
        <w:pStyle w:val="Odstavecseseznamem"/>
        <w:numPr>
          <w:ilvl w:val="0"/>
          <w:numId w:val="28"/>
        </w:numPr>
      </w:pPr>
      <w:r w:rsidRPr="00DB3D86">
        <w:t xml:space="preserve"> v km </w:t>
      </w:r>
      <w:r w:rsidR="00DB3D86" w:rsidRPr="00DB3D86">
        <w:t>67,750</w:t>
      </w:r>
      <w:r w:rsidRPr="00DB3D86">
        <w:t xml:space="preserve"> TÚ 1851 Horní Cerekev - Tábor</w:t>
      </w:r>
    </w:p>
    <w:p w14:paraId="773EB070" w14:textId="15B746D4" w:rsidR="00CB53B1" w:rsidRPr="00275474" w:rsidRDefault="00E64831" w:rsidP="00AB1E87">
      <w:pPr>
        <w:pStyle w:val="Nadpis2"/>
        <w:spacing w:line="276" w:lineRule="auto"/>
        <w:jc w:val="left"/>
      </w:pPr>
      <w:r>
        <w:t>Termín zahájení plnění</w:t>
      </w:r>
      <w:r w:rsidR="00DB3D86">
        <w:t>:</w:t>
      </w:r>
      <w:r w:rsidR="00DB3D86">
        <w:tab/>
        <w:t xml:space="preserve">dle účinnosti Smlouvy </w:t>
      </w:r>
    </w:p>
    <w:p w14:paraId="224DD64E" w14:textId="0020763C" w:rsidR="00D714E4" w:rsidRDefault="00D714E4" w:rsidP="00D714E4">
      <w:pPr>
        <w:pStyle w:val="Nadpis2"/>
      </w:pPr>
      <w:r>
        <w:t xml:space="preserve">Termín ukončení plnění etapy A: </w:t>
      </w:r>
      <w:r>
        <w:rPr>
          <w:b/>
        </w:rPr>
        <w:t>nejpozději do 30</w:t>
      </w:r>
      <w:r w:rsidRPr="00571993">
        <w:rPr>
          <w:b/>
        </w:rPr>
        <w:t xml:space="preserve">. </w:t>
      </w:r>
      <w:r>
        <w:rPr>
          <w:b/>
        </w:rPr>
        <w:t>11</w:t>
      </w:r>
      <w:r w:rsidRPr="00571993">
        <w:rPr>
          <w:b/>
        </w:rPr>
        <w:t>. 2020.</w:t>
      </w:r>
      <w:r>
        <w:t xml:space="preserve"> </w:t>
      </w:r>
    </w:p>
    <w:p w14:paraId="326D882D" w14:textId="36ABDE32" w:rsidR="00D714E4" w:rsidRPr="00D714E4" w:rsidRDefault="00D714E4" w:rsidP="00D714E4">
      <w:pPr>
        <w:pStyle w:val="Nadpis2"/>
        <w:spacing w:line="276" w:lineRule="auto"/>
        <w:jc w:val="left"/>
      </w:pPr>
      <w:r>
        <w:t xml:space="preserve">Termín ukončení plnění etapy B: </w:t>
      </w:r>
      <w:r w:rsidRPr="00571993">
        <w:rPr>
          <w:b/>
        </w:rPr>
        <w:t>nejpozději do 30. 06. 2021.</w:t>
      </w:r>
      <w:r>
        <w:tab/>
      </w:r>
    </w:p>
    <w:p w14:paraId="757582CE" w14:textId="794D860E" w:rsidR="004E1498" w:rsidRPr="00397F12" w:rsidRDefault="004E1498" w:rsidP="00FF7A56">
      <w:pPr>
        <w:pStyle w:val="Nadpis2"/>
        <w:spacing w:line="276" w:lineRule="auto"/>
        <w:jc w:val="left"/>
      </w:pPr>
      <w:r w:rsidRPr="00397F12">
        <w:t xml:space="preserve">Zhotovitel </w:t>
      </w:r>
      <w:r w:rsidR="00397F12" w:rsidRPr="00397F12">
        <w:t>po podepsání smlouvy předá Objednateli zpracovaný</w:t>
      </w:r>
      <w:r w:rsidRPr="00397F12">
        <w:t xml:space="preserve"> Harmonogram, jenž bude obsahovat podrobnější časovou specifikaci provádění Díla. </w:t>
      </w:r>
    </w:p>
    <w:p w14:paraId="38280017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44BC2E37" w:rsidR="004E1498" w:rsidRPr="006C7697" w:rsidRDefault="004E1498" w:rsidP="00AB1E87">
      <w:pPr>
        <w:pStyle w:val="Nadpis2"/>
        <w:spacing w:line="276" w:lineRule="auto"/>
        <w:jc w:val="left"/>
      </w:pPr>
      <w:r w:rsidRPr="004E1498">
        <w:t>Záru</w:t>
      </w:r>
      <w:r w:rsidR="00571993">
        <w:t>ční doba činí 24 měsíců</w:t>
      </w:r>
      <w:r w:rsidRPr="00816B59">
        <w:t>.</w:t>
      </w:r>
    </w:p>
    <w:p w14:paraId="700C0934" w14:textId="0CB10DDE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31057173" w:rsidR="004E1498" w:rsidRPr="004E1498" w:rsidRDefault="004E1498" w:rsidP="00AB1E87">
      <w:pPr>
        <w:pStyle w:val="Nadpis2"/>
        <w:spacing w:line="276" w:lineRule="auto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341CA5">
        <w:t>č</w:t>
      </w:r>
      <w:r w:rsidR="00341CA5" w:rsidRPr="00341CA5">
        <w:t>.</w:t>
      </w:r>
      <w:r w:rsidR="00341CA5">
        <w:t xml:space="preserve"> </w:t>
      </w:r>
      <w:r w:rsidR="009C15BD">
        <w:t>4</w:t>
      </w:r>
      <w:r w:rsidR="006566F7">
        <w:t xml:space="preserve"> S</w:t>
      </w:r>
      <w:r w:rsidRPr="004E1498">
        <w:t xml:space="preserve">mlouvy. </w:t>
      </w:r>
    </w:p>
    <w:p w14:paraId="21F816C5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AB1E87">
      <w:pPr>
        <w:pStyle w:val="Nadpis2"/>
        <w:spacing w:line="276" w:lineRule="auto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41CA5" w:rsidRDefault="004E1498" w:rsidP="00AB1E87">
      <w:pPr>
        <w:pStyle w:val="Nadpis2"/>
        <w:spacing w:line="276" w:lineRule="auto"/>
        <w:jc w:val="left"/>
      </w:pPr>
      <w:r w:rsidRPr="00341CA5">
        <w:t>Kontaktními osobami smluvních stran jsou</w:t>
      </w:r>
    </w:p>
    <w:p w14:paraId="4E7FEA6D" w14:textId="5360CDED" w:rsidR="004E1498" w:rsidRPr="00341CA5" w:rsidRDefault="00DB3D86" w:rsidP="00AB1E87">
      <w:pPr>
        <w:pStyle w:val="Nadpis3"/>
        <w:jc w:val="left"/>
      </w:pPr>
      <w:r>
        <w:t xml:space="preserve">za </w:t>
      </w:r>
      <w:proofErr w:type="gramStart"/>
      <w:r>
        <w:t xml:space="preserve">Objednatele </w:t>
      </w:r>
      <w:r w:rsidR="004E1498" w:rsidRPr="00341CA5">
        <w:t xml:space="preserve">. </w:t>
      </w:r>
      <w:r>
        <w:t>Ing.</w:t>
      </w:r>
      <w:proofErr w:type="gramEnd"/>
      <w:r>
        <w:t xml:space="preserve"> Václav Suchý</w:t>
      </w:r>
      <w:r w:rsidR="0086114C" w:rsidRPr="00341CA5">
        <w:t>,</w:t>
      </w:r>
      <w:r>
        <w:t xml:space="preserve"> tel.: 602 117 743</w:t>
      </w:r>
      <w:r w:rsidR="0086114C" w:rsidRPr="00341CA5">
        <w:t>,</w:t>
      </w:r>
      <w:r w:rsidR="004E1498" w:rsidRPr="00341CA5">
        <w:t xml:space="preserve"> email</w:t>
      </w:r>
      <w:r w:rsidR="00341CA5">
        <w:t>:</w:t>
      </w:r>
      <w:r w:rsidR="004E1498" w:rsidRPr="00341CA5">
        <w:t xml:space="preserve"> </w:t>
      </w:r>
      <w:r>
        <w:t>Suchy</w:t>
      </w:r>
      <w:r w:rsidR="00341CA5">
        <w:t>@szdc.cz</w:t>
      </w:r>
      <w:r w:rsidR="0086114C" w:rsidRPr="00341CA5">
        <w:t>,</w:t>
      </w:r>
    </w:p>
    <w:p w14:paraId="1C513CD4" w14:textId="4CC511DB" w:rsidR="004E1498" w:rsidRPr="00341CA5" w:rsidRDefault="004E1498" w:rsidP="00AB1E87">
      <w:pPr>
        <w:pStyle w:val="Nadpis3"/>
        <w:jc w:val="left"/>
      </w:pPr>
      <w:r w:rsidRPr="00341CA5">
        <w:t>za Zhotovitele p. ………………</w:t>
      </w:r>
      <w:r w:rsidR="0086114C" w:rsidRPr="00341CA5">
        <w:t>……,</w:t>
      </w:r>
      <w:r w:rsidRPr="00341CA5">
        <w:t xml:space="preserve"> tel. ……………</w:t>
      </w:r>
      <w:r w:rsidR="0086114C" w:rsidRPr="00341CA5">
        <w:t>……,</w:t>
      </w:r>
      <w:r w:rsidRPr="00341CA5">
        <w:t xml:space="preserve"> email ………………</w:t>
      </w:r>
      <w:r w:rsidR="0086114C" w:rsidRPr="00341CA5">
        <w:t>…….</w:t>
      </w:r>
    </w:p>
    <w:p w14:paraId="739753B3" w14:textId="34ECEF7A" w:rsidR="004E1498" w:rsidRPr="00D9782E" w:rsidRDefault="004E1498" w:rsidP="00AB1E87">
      <w:pPr>
        <w:pStyle w:val="Nadpis2"/>
        <w:spacing w:line="276" w:lineRule="auto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4B09E0D7" w14:textId="4B7ACAAE" w:rsidR="0091305E" w:rsidRPr="0091305E" w:rsidRDefault="004E1498" w:rsidP="0091305E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Default="006C7697" w:rsidP="00AB1E87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4BFB7C4" w14:textId="1058F263" w:rsidR="0091305E" w:rsidRDefault="0091305E" w:rsidP="0091305E">
      <w:pPr>
        <w:pStyle w:val="Nadpis2"/>
      </w:pPr>
      <w:r>
        <w:t>Ustanovení odstavce 6. Obchodních podmínek se pro účely této smlouvy nepoužije.</w:t>
      </w:r>
    </w:p>
    <w:p w14:paraId="029DC7DB" w14:textId="7A09C3C3" w:rsidR="00E55996" w:rsidRPr="00E55996" w:rsidRDefault="0091305E" w:rsidP="00E55996">
      <w:pPr>
        <w:pStyle w:val="Nadpis2"/>
      </w:pPr>
      <w:r>
        <w:t xml:space="preserve">Ustanovení odstavců 26., 31., 32 a 33. Obchodních podmínek se pro účely této smlouvy nepoužijí. </w:t>
      </w:r>
      <w:r w:rsidRPr="00B761CC">
        <w:rPr>
          <w:b/>
        </w:rPr>
        <w:t>Cena díla bude hrazena průběžně, a to vždy do 60 dnů ode dne doručení každé Výzvy k úhradě Objednateli.</w:t>
      </w:r>
      <w:r>
        <w:t xml:space="preserve"> Výzvu k úhradě je Zhotovitel povinen vystavit vždy na cenu prací, které byly v předcházejícím kalendářním měsíci provedeny v souladu se Smlouvou za účelem zhotovení Díla.</w:t>
      </w:r>
    </w:p>
    <w:p w14:paraId="63A80FBE" w14:textId="12A6C768" w:rsidR="00E55996" w:rsidRDefault="00E55996" w:rsidP="0091305E">
      <w:pPr>
        <w:pStyle w:val="Nadpis2"/>
      </w:pPr>
      <w:r>
        <w:t>Ustanovení odstavce 38. Obchodních podmínek se pro účely této smlouvy nepoužije. Zhotovitel je povinen zahájit provádění Díla bez zbytečného odkladu po nabytí účinnosti Smlouvy.</w:t>
      </w:r>
    </w:p>
    <w:p w14:paraId="1B8C15BC" w14:textId="7AB84225" w:rsidR="0091305E" w:rsidRDefault="00E55996" w:rsidP="0091305E">
      <w:pPr>
        <w:pStyle w:val="Nadpis2"/>
      </w:pPr>
      <w:r>
        <w:t>V</w:t>
      </w:r>
      <w:r w:rsidR="0091305E">
        <w:t xml:space="preserve"> od</w:t>
      </w:r>
      <w:r>
        <w:t>stavci 99</w:t>
      </w:r>
      <w:r w:rsidR="0091305E">
        <w:t>. Obchodních podmínek se věta první a druhá mění následovně: Zhotovitel je oprávněn změnit poddodavatele pouze písemným souhlasem Objednatele a po uzavření dodatku ke Smlouvě. Objednatel vydá písemný souhlas formou zaslání návrhu dodatku po doručení žádosti Zhotovitele a předložení všech potřebných dokumentů Zhotovitelem (zejména jde-li o poddodavatele nahrazujícího poddodavatele, jímž bylo prokázáno splnění kvalifikace).</w:t>
      </w:r>
    </w:p>
    <w:p w14:paraId="451A436C" w14:textId="2ED3AFC0" w:rsidR="0091305E" w:rsidRPr="0091305E" w:rsidRDefault="00E55996" w:rsidP="0091305E">
      <w:pPr>
        <w:pStyle w:val="Nadpis2"/>
      </w:pPr>
      <w:r>
        <w:t>Ustanovení odstavců 155. a 156. Obchodních podmínek se nepoužijí. Zhotovitel předložil v zadávacím řízení pojistnou smlouvu v minimální výši požadované zadávací dokumentací. Pojištění bude udržováno po celou dobu plnění Smlouvy.</w:t>
      </w:r>
    </w:p>
    <w:p w14:paraId="7ACA4F45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AB1E87">
      <w:pPr>
        <w:pStyle w:val="Nadpis2"/>
        <w:spacing w:line="276" w:lineRule="auto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AB1E87">
      <w:pPr>
        <w:pStyle w:val="Nadpis2"/>
        <w:spacing w:line="276" w:lineRule="auto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AB1E8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361E8F">
      <w:pPr>
        <w:pStyle w:val="Nadpis3"/>
        <w:ind w:left="709" w:hanging="709"/>
        <w:jc w:val="left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AB1E87">
      <w:pPr>
        <w:pStyle w:val="Nadpis2"/>
        <w:spacing w:line="276" w:lineRule="auto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AB1E87">
      <w:pPr>
        <w:pStyle w:val="Nadpis2"/>
        <w:spacing w:line="276" w:lineRule="auto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AB1E87">
      <w:pPr>
        <w:pStyle w:val="Nadpis2"/>
        <w:spacing w:line="276" w:lineRule="auto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025249DB" w:rsidR="004E1498" w:rsidRPr="00FF7A56" w:rsidRDefault="004E1498" w:rsidP="00AB1E87">
      <w:pPr>
        <w:pStyle w:val="Nadpis2"/>
        <w:spacing w:line="276" w:lineRule="auto"/>
        <w:ind w:left="567" w:hanging="567"/>
        <w:jc w:val="left"/>
      </w:pPr>
      <w:r w:rsidRPr="006E06FC">
        <w:rPr>
          <w:rFonts w:eastAsia="Calibri"/>
        </w:rPr>
        <w:t xml:space="preserve">Tato </w:t>
      </w:r>
      <w:r w:rsidR="00D9782E" w:rsidRPr="006E06FC">
        <w:rPr>
          <w:rFonts w:eastAsia="Calibri"/>
        </w:rPr>
        <w:t>Sml</w:t>
      </w:r>
      <w:r w:rsidRPr="006E06FC">
        <w:rPr>
          <w:rFonts w:eastAsia="Calibri"/>
        </w:rPr>
        <w:t xml:space="preserve">ouva nabývá platnosti okamžikem podpisu poslední ze </w:t>
      </w:r>
      <w:r w:rsidR="00D9782E" w:rsidRPr="006E06FC">
        <w:rPr>
          <w:rFonts w:eastAsia="Calibri"/>
        </w:rPr>
        <w:t>Sml</w:t>
      </w:r>
      <w:r w:rsidRPr="006E06F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78927094" w:rsidR="006E6E61" w:rsidRPr="001A62C9" w:rsidRDefault="001A62C9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 xml:space="preserve">Zvláštní technické podmínky </w:t>
      </w:r>
    </w:p>
    <w:p w14:paraId="006CBB1A" w14:textId="640A1264" w:rsidR="006E6E61" w:rsidRPr="001A62C9" w:rsidRDefault="004429CF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O</w:t>
      </w:r>
      <w:r w:rsidR="006E6E61" w:rsidRPr="001A62C9">
        <w:rPr>
          <w:rFonts w:eastAsia="Times New Roman" w:cs="Times New Roman"/>
          <w:lang w:eastAsia="cs-CZ"/>
        </w:rPr>
        <w:t>ceněný položkový rozpočet</w:t>
      </w:r>
    </w:p>
    <w:p w14:paraId="2E256AD1" w14:textId="77777777" w:rsidR="009C15BD" w:rsidRPr="001A62C9" w:rsidRDefault="009C15BD" w:rsidP="009C15B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</w:t>
      </w:r>
    </w:p>
    <w:p w14:paraId="077D172E" w14:textId="24F5D009" w:rsidR="006E6E61" w:rsidRDefault="004429CF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S</w:t>
      </w:r>
      <w:r w:rsidR="006E6E61" w:rsidRPr="001A62C9">
        <w:rPr>
          <w:rFonts w:eastAsia="Times New Roman" w:cs="Times New Roman"/>
          <w:lang w:eastAsia="cs-CZ"/>
        </w:rPr>
        <w:t>eznam poddodavatelů</w:t>
      </w:r>
      <w:r w:rsidRPr="001A62C9">
        <w:rPr>
          <w:rFonts w:eastAsia="Times New Roman" w:cs="Times New Roman"/>
          <w:lang w:eastAsia="cs-CZ"/>
        </w:rPr>
        <w:t xml:space="preserve"> </w:t>
      </w:r>
    </w:p>
    <w:p w14:paraId="4B15E5D7" w14:textId="77777777" w:rsidR="006C7697" w:rsidRDefault="006C7697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0EA43E00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082B825" w:rsidR="004429CF" w:rsidRDefault="00A87FFB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Plzni</w:t>
      </w:r>
      <w:r w:rsidR="00397F12">
        <w:rPr>
          <w:rFonts w:eastAsia="Times New Roman" w:cs="Times New Roman"/>
          <w:lang w:eastAsia="cs-CZ"/>
        </w:rPr>
        <w:t>, dne</w:t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  <w:t>V………………, dne</w:t>
      </w:r>
    </w:p>
    <w:p w14:paraId="7E126795" w14:textId="77777777" w:rsidR="004429CF" w:rsidRDefault="004429CF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DEB3CFF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63058893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74095B9E" w14:textId="77777777" w:rsidR="00F7778A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2FE73086" w14:textId="7CC7A2DC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</w:t>
      </w:r>
    </w:p>
    <w:p w14:paraId="0A0A355D" w14:textId="11BFD31A" w:rsidR="00397F12" w:rsidRP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b/>
        </w:rPr>
      </w:pPr>
      <w:r w:rsidRPr="00397F12">
        <w:rPr>
          <w:rFonts w:eastAsia="Calibri" w:cs="Times New Roman"/>
          <w:b/>
        </w:rPr>
        <w:t xml:space="preserve">Za Objednatele 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  <w:t>Za Zhotovitele</w:t>
      </w:r>
    </w:p>
    <w:p w14:paraId="44ADF7BE" w14:textId="07B57914" w:rsidR="00397F12" w:rsidRP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b/>
        </w:rPr>
      </w:pPr>
      <w:r w:rsidRPr="00397F12">
        <w:rPr>
          <w:rFonts w:eastAsia="Calibri" w:cs="Times New Roman"/>
          <w:b/>
        </w:rPr>
        <w:t>Ing.</w:t>
      </w:r>
      <w:r w:rsidR="00A87FFB">
        <w:rPr>
          <w:rFonts w:eastAsia="Calibri" w:cs="Times New Roman"/>
          <w:b/>
        </w:rPr>
        <w:t xml:space="preserve"> Radek Makovec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</w:p>
    <w:p w14:paraId="231CB85D" w14:textId="665D62AF" w:rsidR="004429CF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</w:t>
      </w:r>
      <w:r w:rsidR="00A87FFB">
        <w:rPr>
          <w:rFonts w:eastAsia="Calibri" w:cs="Times New Roman"/>
        </w:rPr>
        <w:t>tního ředitelství Plzeň</w:t>
      </w:r>
      <w:bookmarkStart w:id="0" w:name="_GoBack"/>
      <w:bookmarkEnd w:id="0"/>
    </w:p>
    <w:p w14:paraId="737AD6F1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A94C7D2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8C2AF43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6FCA6D5C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0712459F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3D26253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3D6E84C1" w14:textId="65080390" w:rsidR="009F392E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361E8F">
        <w:rPr>
          <w:rFonts w:eastAsia="Calibri" w:cs="Times New Roman"/>
        </w:rPr>
        <w:t>………………</w:t>
      </w:r>
    </w:p>
    <w:p w14:paraId="21808E47" w14:textId="326D17D5" w:rsidR="00A157FE" w:rsidRDefault="00A157F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1A625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7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C707B" w14:textId="77777777" w:rsidR="00E705B4" w:rsidRDefault="00E705B4" w:rsidP="00962258">
      <w:pPr>
        <w:spacing w:after="0" w:line="240" w:lineRule="auto"/>
      </w:pPr>
      <w:r>
        <w:separator/>
      </w:r>
    </w:p>
  </w:endnote>
  <w:endnote w:type="continuationSeparator" w:id="0">
    <w:p w14:paraId="4548C141" w14:textId="77777777" w:rsidR="00E705B4" w:rsidRDefault="00E705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7F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7FF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7F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7FF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F90E30E" w14:textId="77777777" w:rsidR="00592757" w:rsidRDefault="001A62C9" w:rsidP="00093A53">
          <w:pPr>
            <w:pStyle w:val="Zpat"/>
          </w:pPr>
          <w:r>
            <w:t>Oblastní ředitelství Ústí nad Labem</w:t>
          </w:r>
        </w:p>
        <w:p w14:paraId="31C17EDA" w14:textId="77777777" w:rsidR="001A62C9" w:rsidRDefault="001A62C9" w:rsidP="00093A53">
          <w:pPr>
            <w:pStyle w:val="Zpat"/>
          </w:pPr>
          <w:r>
            <w:t>Železničářská 1386/31</w:t>
          </w:r>
        </w:p>
        <w:p w14:paraId="0C29E961" w14:textId="27F16C3D" w:rsidR="001A62C9" w:rsidRDefault="001A62C9" w:rsidP="00093A53">
          <w:pPr>
            <w:pStyle w:val="Zpat"/>
          </w:pPr>
          <w:r>
            <w:t>400 03 Ústí nad Labem</w:t>
          </w:r>
        </w:p>
      </w:tc>
    </w:tr>
  </w:tbl>
  <w:p w14:paraId="0935A879" w14:textId="672C4975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6674B" w14:textId="77777777" w:rsidR="00E705B4" w:rsidRDefault="00E705B4" w:rsidP="00962258">
      <w:pPr>
        <w:spacing w:after="0" w:line="240" w:lineRule="auto"/>
      </w:pPr>
      <w:r>
        <w:separator/>
      </w:r>
    </w:p>
  </w:footnote>
  <w:footnote w:type="continuationSeparator" w:id="0">
    <w:p w14:paraId="4EE173C4" w14:textId="77777777" w:rsidR="00E705B4" w:rsidRDefault="00E705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81E"/>
    <w:multiLevelType w:val="hybridMultilevel"/>
    <w:tmpl w:val="86ECA00C"/>
    <w:lvl w:ilvl="0" w:tplc="177A1C2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8BB008B"/>
    <w:multiLevelType w:val="hybridMultilevel"/>
    <w:tmpl w:val="6AE2EE8C"/>
    <w:lvl w:ilvl="0" w:tplc="240A01E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E40433"/>
    <w:multiLevelType w:val="hybridMultilevel"/>
    <w:tmpl w:val="5C744AC8"/>
    <w:lvl w:ilvl="0" w:tplc="44DACCD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20AF1255"/>
    <w:multiLevelType w:val="hybridMultilevel"/>
    <w:tmpl w:val="4E243F76"/>
    <w:lvl w:ilvl="0" w:tplc="881033C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305B402F"/>
    <w:multiLevelType w:val="hybridMultilevel"/>
    <w:tmpl w:val="825C998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6318D9"/>
    <w:multiLevelType w:val="hybridMultilevel"/>
    <w:tmpl w:val="5D76DC8C"/>
    <w:lvl w:ilvl="0" w:tplc="B3E883F4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3"/>
  </w:num>
  <w:num w:numId="5">
    <w:abstractNumId w:val="12"/>
  </w:num>
  <w:num w:numId="6">
    <w:abstractNumId w:val="1"/>
  </w:num>
  <w:num w:numId="7">
    <w:abstractNumId w:val="14"/>
  </w:num>
  <w:num w:numId="8">
    <w:abstractNumId w:val="24"/>
  </w:num>
  <w:num w:numId="9">
    <w:abstractNumId w:val="15"/>
  </w:num>
  <w:num w:numId="10">
    <w:abstractNumId w:val="10"/>
  </w:num>
  <w:num w:numId="11">
    <w:abstractNumId w:val="3"/>
  </w:num>
  <w:num w:numId="12">
    <w:abstractNumId w:val="20"/>
  </w:num>
  <w:num w:numId="13">
    <w:abstractNumId w:val="22"/>
  </w:num>
  <w:num w:numId="14">
    <w:abstractNumId w:val="6"/>
  </w:num>
  <w:num w:numId="15">
    <w:abstractNumId w:val="25"/>
  </w:num>
  <w:num w:numId="16">
    <w:abstractNumId w:val="16"/>
  </w:num>
  <w:num w:numId="17">
    <w:abstractNumId w:val="11"/>
  </w:num>
  <w:num w:numId="18">
    <w:abstractNumId w:val="13"/>
  </w:num>
  <w:num w:numId="19">
    <w:abstractNumId w:val="18"/>
  </w:num>
  <w:num w:numId="20">
    <w:abstractNumId w:val="17"/>
  </w:num>
  <w:num w:numId="21">
    <w:abstractNumId w:val="11"/>
  </w:num>
  <w:num w:numId="22">
    <w:abstractNumId w:val="2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8"/>
  </w:num>
  <w:num w:numId="29">
    <w:abstractNumId w:val="0"/>
  </w:num>
  <w:num w:numId="30">
    <w:abstractNumId w:val="4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3B26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251"/>
    <w:rsid w:val="001A62C9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CA5"/>
    <w:rsid w:val="00341DCF"/>
    <w:rsid w:val="00357BC6"/>
    <w:rsid w:val="00361E8F"/>
    <w:rsid w:val="0038088E"/>
    <w:rsid w:val="003956C6"/>
    <w:rsid w:val="00397F12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1993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06FC"/>
    <w:rsid w:val="006E314D"/>
    <w:rsid w:val="006E6E61"/>
    <w:rsid w:val="007061F8"/>
    <w:rsid w:val="00710723"/>
    <w:rsid w:val="00723ED1"/>
    <w:rsid w:val="00743525"/>
    <w:rsid w:val="007510DD"/>
    <w:rsid w:val="00753EBA"/>
    <w:rsid w:val="00760EE6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716A"/>
    <w:rsid w:val="008E1E86"/>
    <w:rsid w:val="008F18D6"/>
    <w:rsid w:val="008F7DFE"/>
    <w:rsid w:val="00904780"/>
    <w:rsid w:val="0091305E"/>
    <w:rsid w:val="00922385"/>
    <w:rsid w:val="009223DF"/>
    <w:rsid w:val="00936091"/>
    <w:rsid w:val="00940D8A"/>
    <w:rsid w:val="00950C1F"/>
    <w:rsid w:val="00962258"/>
    <w:rsid w:val="009678B7"/>
    <w:rsid w:val="00980F1B"/>
    <w:rsid w:val="009833E1"/>
    <w:rsid w:val="00985EC7"/>
    <w:rsid w:val="00992D9C"/>
    <w:rsid w:val="00996CB8"/>
    <w:rsid w:val="009A0078"/>
    <w:rsid w:val="009B14A9"/>
    <w:rsid w:val="009B2E97"/>
    <w:rsid w:val="009C15BD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87FFB"/>
    <w:rsid w:val="00AA4CBB"/>
    <w:rsid w:val="00AA65FA"/>
    <w:rsid w:val="00AA7351"/>
    <w:rsid w:val="00AB1E87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2183"/>
    <w:rsid w:val="00B748DD"/>
    <w:rsid w:val="00B75EE1"/>
    <w:rsid w:val="00B761CC"/>
    <w:rsid w:val="00B77481"/>
    <w:rsid w:val="00B8518B"/>
    <w:rsid w:val="00BB184D"/>
    <w:rsid w:val="00BB3D86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D313B"/>
    <w:rsid w:val="00D21061"/>
    <w:rsid w:val="00D3693C"/>
    <w:rsid w:val="00D4108E"/>
    <w:rsid w:val="00D6163D"/>
    <w:rsid w:val="00D657AD"/>
    <w:rsid w:val="00D714E4"/>
    <w:rsid w:val="00D76037"/>
    <w:rsid w:val="00D831A3"/>
    <w:rsid w:val="00D85C5B"/>
    <w:rsid w:val="00D9782E"/>
    <w:rsid w:val="00DA7841"/>
    <w:rsid w:val="00DB210B"/>
    <w:rsid w:val="00DB3D86"/>
    <w:rsid w:val="00DC60C3"/>
    <w:rsid w:val="00DC75F3"/>
    <w:rsid w:val="00DD46F3"/>
    <w:rsid w:val="00DE56F2"/>
    <w:rsid w:val="00DF116D"/>
    <w:rsid w:val="00E017C5"/>
    <w:rsid w:val="00E55996"/>
    <w:rsid w:val="00E55F3F"/>
    <w:rsid w:val="00E64831"/>
    <w:rsid w:val="00E705B4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5C16"/>
    <w:rsid w:val="00F7778A"/>
    <w:rsid w:val="00F867BB"/>
    <w:rsid w:val="00F86BA6"/>
    <w:rsid w:val="00F969C4"/>
    <w:rsid w:val="00FA32F8"/>
    <w:rsid w:val="00FC0D36"/>
    <w:rsid w:val="00FC6389"/>
    <w:rsid w:val="00FD17C6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Ind w:w="0" w:type="dxa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Ind w:w="0" w:type="dxa"/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FontStyle38">
    <w:name w:val="Font Style38"/>
    <w:uiPriority w:val="99"/>
    <w:rsid w:val="00BB3D8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BB3D86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Ind w:w="0" w:type="dxa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Ind w:w="0" w:type="dxa"/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FontStyle38">
    <w:name w:val="Font Style38"/>
    <w:uiPriority w:val="99"/>
    <w:rsid w:val="00BB3D8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BB3D86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BF81A-761F-4EAE-BE49-69E2D085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1495</Words>
  <Characters>8825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Eva</cp:lastModifiedBy>
  <cp:revision>33</cp:revision>
  <cp:lastPrinted>2020-01-31T11:43:00Z</cp:lastPrinted>
  <dcterms:created xsi:type="dcterms:W3CDTF">2020-01-30T07:09:00Z</dcterms:created>
  <dcterms:modified xsi:type="dcterms:W3CDTF">2020-03-23T07:23:00Z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