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E90770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818A9" w:rsidRPr="008818A9">
        <w:rPr>
          <w:rFonts w:ascii="Verdana" w:hAnsi="Verdana"/>
          <w:sz w:val="18"/>
          <w:szCs w:val="18"/>
        </w:rPr>
        <w:t>„Oprava mostních objektů v úseku Opočno - Teplice nad M.“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4703C4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4466A">
        <w:rPr>
          <w:rFonts w:ascii="Verdana" w:hAnsi="Verdana"/>
          <w:sz w:val="18"/>
          <w:szCs w:val="18"/>
        </w:rPr>
      </w:r>
      <w:r w:rsidR="00A4466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818A9" w:rsidRPr="008818A9">
        <w:rPr>
          <w:rFonts w:ascii="Verdana" w:hAnsi="Verdana"/>
          <w:sz w:val="18"/>
          <w:szCs w:val="18"/>
        </w:rPr>
        <w:t>„Oprava mostních objektů v úseku Opočno - Teplice nad M.“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5C8072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4466A">
        <w:rPr>
          <w:rFonts w:ascii="Verdana" w:hAnsi="Verdana"/>
          <w:sz w:val="18"/>
          <w:szCs w:val="18"/>
        </w:rPr>
      </w:r>
      <w:r w:rsidR="00A4466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818A9" w:rsidRPr="008818A9">
        <w:rPr>
          <w:rFonts w:ascii="Verdana" w:hAnsi="Verdana"/>
          <w:sz w:val="18"/>
          <w:szCs w:val="18"/>
        </w:rPr>
        <w:t>„Oprava mostních objektů v úseku Opočno - Teplice nad M.“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A8A2F" w14:textId="77777777" w:rsidR="00A4466A" w:rsidRDefault="00A4466A">
      <w:r>
        <w:separator/>
      </w:r>
    </w:p>
  </w:endnote>
  <w:endnote w:type="continuationSeparator" w:id="0">
    <w:p w14:paraId="73533B66" w14:textId="77777777" w:rsidR="00A4466A" w:rsidRDefault="00A44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818A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818A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D3983C" w14:textId="77777777" w:rsidR="00A4466A" w:rsidRDefault="00A4466A">
      <w:r>
        <w:separator/>
      </w:r>
    </w:p>
  </w:footnote>
  <w:footnote w:type="continuationSeparator" w:id="0">
    <w:p w14:paraId="597EE9C1" w14:textId="77777777" w:rsidR="00A4466A" w:rsidRDefault="00A4466A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18A9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466A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B2E83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E93364-6DA5-4E34-96C8-E73D42D2F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2018-11-26T13:16:00Z</dcterms:created>
  <dcterms:modified xsi:type="dcterms:W3CDTF">2020-02-25T11:21:00Z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