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812EA3" w14:textId="77777777" w:rsidR="000719BB" w:rsidRDefault="000719BB" w:rsidP="006C2343">
      <w:pPr>
        <w:pStyle w:val="Titul2"/>
      </w:pPr>
    </w:p>
    <w:p w14:paraId="6BE70E6F" w14:textId="77777777" w:rsidR="00826B7B" w:rsidRDefault="00826B7B" w:rsidP="006C2343">
      <w:pPr>
        <w:pStyle w:val="Titul2"/>
      </w:pPr>
    </w:p>
    <w:p w14:paraId="1A21B5D5" w14:textId="77777777" w:rsidR="0035531B" w:rsidRPr="000719BB" w:rsidRDefault="0035531B" w:rsidP="0035531B">
      <w:pPr>
        <w:pStyle w:val="Titul2"/>
      </w:pPr>
      <w:r>
        <w:t>Díl 1</w:t>
      </w:r>
    </w:p>
    <w:p w14:paraId="1A496973" w14:textId="77777777" w:rsidR="00EB4ECA" w:rsidRPr="00931123" w:rsidRDefault="00EB4ECA" w:rsidP="00EB4ECA">
      <w:pPr>
        <w:pStyle w:val="Titul2"/>
        <w:rPr>
          <w:sz w:val="48"/>
          <w:szCs w:val="44"/>
        </w:rPr>
      </w:pPr>
      <w:r w:rsidRPr="00931123">
        <w:rPr>
          <w:sz w:val="48"/>
          <w:szCs w:val="44"/>
        </w:rPr>
        <w:t>V</w:t>
      </w:r>
      <w:r w:rsidR="00931123">
        <w:rPr>
          <w:sz w:val="48"/>
          <w:szCs w:val="44"/>
        </w:rPr>
        <w:t>ýzva k podání nabídky</w:t>
      </w:r>
    </w:p>
    <w:p w14:paraId="0D5F15AE" w14:textId="77777777" w:rsidR="00AD0C7B" w:rsidRDefault="00AD0C7B" w:rsidP="00AD0C7B">
      <w:pPr>
        <w:pStyle w:val="Titul2"/>
      </w:pPr>
    </w:p>
    <w:p w14:paraId="13CF70D5" w14:textId="77777777" w:rsidR="00EB4ECA" w:rsidRDefault="00EB4ECA" w:rsidP="00EB4ECA">
      <w:pPr>
        <w:pStyle w:val="Titul2"/>
      </w:pPr>
      <w:r w:rsidRPr="006C2343">
        <w:t>Zhotovení stavby</w:t>
      </w:r>
      <w:r>
        <w:t xml:space="preserve"> - podlimitní</w:t>
      </w:r>
    </w:p>
    <w:p w14:paraId="18284CD6" w14:textId="77777777" w:rsidR="0035531B" w:rsidRDefault="0035531B" w:rsidP="00EB46E5">
      <w:pPr>
        <w:pStyle w:val="Titul2"/>
      </w:pPr>
    </w:p>
    <w:p w14:paraId="5D185CB9" w14:textId="77777777" w:rsidR="0035531B" w:rsidRDefault="0035531B" w:rsidP="00EB46E5">
      <w:pPr>
        <w:pStyle w:val="Titul2"/>
      </w:pPr>
      <w:r w:rsidRPr="00B82B72">
        <w:t>„</w:t>
      </w:r>
      <w:r w:rsidR="00B82B72" w:rsidRPr="00B82B72">
        <w:t>Rekonstrukce Negrelliho viaduktu</w:t>
      </w:r>
      <w:r w:rsidRPr="00B82B72">
        <w:t>“</w:t>
      </w:r>
    </w:p>
    <w:p w14:paraId="0AA9FAC7" w14:textId="77777777" w:rsidR="00AD0C7B" w:rsidRPr="006C2343" w:rsidRDefault="00AD0C7B" w:rsidP="00EB46E5">
      <w:pPr>
        <w:pStyle w:val="Titul2"/>
      </w:pPr>
    </w:p>
    <w:p w14:paraId="36066867" w14:textId="77777777" w:rsidR="00F46EA7" w:rsidRDefault="00F46EA7" w:rsidP="00F46EA7">
      <w:pPr>
        <w:pStyle w:val="Text1-1"/>
        <w:numPr>
          <w:ilvl w:val="0"/>
          <w:numId w:val="0"/>
        </w:numPr>
        <w:tabs>
          <w:tab w:val="left" w:pos="708"/>
        </w:tabs>
        <w:ind w:left="737" w:hanging="737"/>
      </w:pPr>
      <w:r>
        <w:t>Č.j</w:t>
      </w:r>
      <w:r w:rsidRPr="00B82B72">
        <w:t xml:space="preserve">. </w:t>
      </w:r>
      <w:r w:rsidR="00B82B72" w:rsidRPr="00B82B72">
        <w:t>2993/2020-SŽDC</w:t>
      </w:r>
      <w:r w:rsidR="00B82B72">
        <w:t>-SSZ-OVZ</w:t>
      </w:r>
    </w:p>
    <w:p w14:paraId="2EE01587" w14:textId="77777777" w:rsidR="00826B7B" w:rsidRPr="006C2343" w:rsidRDefault="00826B7B" w:rsidP="006C2343">
      <w:pPr>
        <w:pStyle w:val="Titul2"/>
      </w:pPr>
    </w:p>
    <w:p w14:paraId="65A6BB46" w14:textId="77777777" w:rsidR="006C2343" w:rsidRPr="006C2343" w:rsidRDefault="006C2343" w:rsidP="006C2343">
      <w:pPr>
        <w:pStyle w:val="Titul2"/>
      </w:pPr>
    </w:p>
    <w:p w14:paraId="486B6776" w14:textId="77777777" w:rsidR="00EB4ECA" w:rsidRDefault="00EB4ECA"/>
    <w:p w14:paraId="5B6CFD72" w14:textId="77777777" w:rsidR="00EB4ECA" w:rsidRDefault="00EB4ECA"/>
    <w:p w14:paraId="7F43E79C" w14:textId="77777777" w:rsidR="00EB4ECA" w:rsidRDefault="00EB4ECA"/>
    <w:p w14:paraId="6B194CC5" w14:textId="77777777" w:rsidR="00EB4ECA" w:rsidRDefault="00EB4ECA"/>
    <w:p w14:paraId="44A32092" w14:textId="77777777" w:rsidR="00EB4ECA" w:rsidRDefault="00EB4ECA"/>
    <w:p w14:paraId="41255662" w14:textId="77777777" w:rsidR="00327C57" w:rsidRDefault="00327C57" w:rsidP="00FE4333">
      <w:pPr>
        <w:pStyle w:val="Nadpisbezsl1-1"/>
      </w:pPr>
    </w:p>
    <w:p w14:paraId="506FC32B" w14:textId="77777777" w:rsidR="00327C57" w:rsidRDefault="00327C57" w:rsidP="00FE4333">
      <w:pPr>
        <w:pStyle w:val="Nadpisbezsl1-1"/>
      </w:pPr>
    </w:p>
    <w:p w14:paraId="6A9F3318" w14:textId="77777777" w:rsidR="00327C57" w:rsidRDefault="00327C57" w:rsidP="00FE4333">
      <w:pPr>
        <w:pStyle w:val="Nadpisbezsl1-1"/>
      </w:pPr>
    </w:p>
    <w:p w14:paraId="7877FDD3" w14:textId="77777777" w:rsidR="00327C57" w:rsidRDefault="00327C57" w:rsidP="00FE4333">
      <w:pPr>
        <w:pStyle w:val="Nadpisbezsl1-1"/>
      </w:pPr>
    </w:p>
    <w:p w14:paraId="2E518D40" w14:textId="77777777" w:rsidR="00BD7E91" w:rsidRDefault="00BD7E91" w:rsidP="00FE4333">
      <w:pPr>
        <w:pStyle w:val="Nadpisbezsl1-1"/>
      </w:pPr>
      <w:r>
        <w:lastRenderedPageBreak/>
        <w:t>Obsah</w:t>
      </w:r>
      <w:r w:rsidR="00887F36">
        <w:t xml:space="preserve"> </w:t>
      </w:r>
    </w:p>
    <w:p w14:paraId="09A4A4FF" w14:textId="77777777" w:rsidR="00A15262" w:rsidRDefault="00BD7E91" w:rsidP="00F911D1">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76294" w:history="1">
        <w:r w:rsidR="00A15262" w:rsidRPr="005F6F36">
          <w:rPr>
            <w:rStyle w:val="Hypertextovodkaz"/>
          </w:rPr>
          <w:t>1.</w:t>
        </w:r>
        <w:r w:rsidR="00A15262">
          <w:rPr>
            <w:rFonts w:eastAsiaTheme="minorEastAsia"/>
            <w:noProof/>
            <w:sz w:val="22"/>
            <w:szCs w:val="22"/>
            <w:lang w:eastAsia="cs-CZ"/>
          </w:rPr>
          <w:tab/>
        </w:r>
        <w:r w:rsidR="00A15262" w:rsidRPr="005F6F36">
          <w:rPr>
            <w:rStyle w:val="Hypertextovodkaz"/>
          </w:rPr>
          <w:t>ÚVODNÍ USTANOVENÍ</w:t>
        </w:r>
        <w:r w:rsidR="00A15262">
          <w:rPr>
            <w:noProof/>
            <w:webHidden/>
          </w:rPr>
          <w:tab/>
        </w:r>
        <w:r w:rsidR="00A15262">
          <w:rPr>
            <w:noProof/>
            <w:webHidden/>
          </w:rPr>
          <w:fldChar w:fldCharType="begin"/>
        </w:r>
        <w:r w:rsidR="00A15262">
          <w:rPr>
            <w:noProof/>
            <w:webHidden/>
          </w:rPr>
          <w:instrText xml:space="preserve"> PAGEREF _Toc4076294 \h </w:instrText>
        </w:r>
        <w:r w:rsidR="00A15262">
          <w:rPr>
            <w:noProof/>
            <w:webHidden/>
          </w:rPr>
        </w:r>
        <w:r w:rsidR="00A15262">
          <w:rPr>
            <w:noProof/>
            <w:webHidden/>
          </w:rPr>
          <w:fldChar w:fldCharType="separate"/>
        </w:r>
        <w:r w:rsidR="00095BEA">
          <w:rPr>
            <w:noProof/>
            <w:webHidden/>
          </w:rPr>
          <w:t>3</w:t>
        </w:r>
        <w:r w:rsidR="00A15262">
          <w:rPr>
            <w:noProof/>
            <w:webHidden/>
          </w:rPr>
          <w:fldChar w:fldCharType="end"/>
        </w:r>
      </w:hyperlink>
    </w:p>
    <w:p w14:paraId="0C5A8ED3" w14:textId="77777777" w:rsidR="00A15262" w:rsidRDefault="00464952" w:rsidP="00F911D1">
      <w:pPr>
        <w:pStyle w:val="Obsah1"/>
        <w:rPr>
          <w:rFonts w:eastAsiaTheme="minorEastAsia"/>
          <w:noProof/>
          <w:sz w:val="22"/>
          <w:szCs w:val="22"/>
          <w:lang w:eastAsia="cs-CZ"/>
        </w:rPr>
      </w:pPr>
      <w:hyperlink w:anchor="_Toc4076295" w:history="1">
        <w:r w:rsidR="00A15262" w:rsidRPr="005F6F36">
          <w:rPr>
            <w:rStyle w:val="Hypertextovodkaz"/>
          </w:rPr>
          <w:t>2.</w:t>
        </w:r>
        <w:r w:rsidR="00A15262">
          <w:rPr>
            <w:rFonts w:eastAsiaTheme="minorEastAsia"/>
            <w:noProof/>
            <w:sz w:val="22"/>
            <w:szCs w:val="22"/>
            <w:lang w:eastAsia="cs-CZ"/>
          </w:rPr>
          <w:tab/>
        </w:r>
        <w:r w:rsidR="00A15262" w:rsidRPr="005F6F36">
          <w:rPr>
            <w:rStyle w:val="Hypertextovodkaz"/>
          </w:rPr>
          <w:t>IDENTIFIKAČNÍ ÚDAJE ZADAVATELE</w:t>
        </w:r>
        <w:r w:rsidR="00A15262">
          <w:rPr>
            <w:noProof/>
            <w:webHidden/>
          </w:rPr>
          <w:tab/>
        </w:r>
        <w:r w:rsidR="00A15262">
          <w:rPr>
            <w:noProof/>
            <w:webHidden/>
          </w:rPr>
          <w:fldChar w:fldCharType="begin"/>
        </w:r>
        <w:r w:rsidR="00A15262">
          <w:rPr>
            <w:noProof/>
            <w:webHidden/>
          </w:rPr>
          <w:instrText xml:space="preserve"> PAGEREF _Toc4076295 \h </w:instrText>
        </w:r>
        <w:r w:rsidR="00A15262">
          <w:rPr>
            <w:noProof/>
            <w:webHidden/>
          </w:rPr>
        </w:r>
        <w:r w:rsidR="00A15262">
          <w:rPr>
            <w:noProof/>
            <w:webHidden/>
          </w:rPr>
          <w:fldChar w:fldCharType="separate"/>
        </w:r>
        <w:r w:rsidR="00095BEA">
          <w:rPr>
            <w:noProof/>
            <w:webHidden/>
          </w:rPr>
          <w:t>3</w:t>
        </w:r>
        <w:r w:rsidR="00A15262">
          <w:rPr>
            <w:noProof/>
            <w:webHidden/>
          </w:rPr>
          <w:fldChar w:fldCharType="end"/>
        </w:r>
      </w:hyperlink>
    </w:p>
    <w:p w14:paraId="0925F35F" w14:textId="77777777" w:rsidR="00A15262" w:rsidRDefault="00464952" w:rsidP="00F911D1">
      <w:pPr>
        <w:pStyle w:val="Obsah1"/>
        <w:rPr>
          <w:rFonts w:eastAsiaTheme="minorEastAsia"/>
          <w:noProof/>
          <w:sz w:val="22"/>
          <w:szCs w:val="22"/>
          <w:lang w:eastAsia="cs-CZ"/>
        </w:rPr>
      </w:pPr>
      <w:hyperlink w:anchor="_Toc4076296" w:history="1">
        <w:r w:rsidR="00A15262" w:rsidRPr="005F6F36">
          <w:rPr>
            <w:rStyle w:val="Hypertextovodkaz"/>
          </w:rPr>
          <w:t>3.</w:t>
        </w:r>
        <w:r w:rsidR="00A15262">
          <w:rPr>
            <w:rFonts w:eastAsiaTheme="minorEastAsia"/>
            <w:noProof/>
            <w:sz w:val="22"/>
            <w:szCs w:val="22"/>
            <w:lang w:eastAsia="cs-CZ"/>
          </w:rPr>
          <w:tab/>
        </w:r>
        <w:r w:rsidR="00A15262" w:rsidRPr="005F6F36">
          <w:rPr>
            <w:rStyle w:val="Hypertextovodkaz"/>
          </w:rPr>
          <w:t>KOMUNIKACE MEZI ZADAVATELEM a DODAVATELEM</w:t>
        </w:r>
        <w:r w:rsidR="00A15262">
          <w:rPr>
            <w:noProof/>
            <w:webHidden/>
          </w:rPr>
          <w:tab/>
        </w:r>
        <w:r w:rsidR="00A15262">
          <w:rPr>
            <w:noProof/>
            <w:webHidden/>
          </w:rPr>
          <w:fldChar w:fldCharType="begin"/>
        </w:r>
        <w:r w:rsidR="00A15262">
          <w:rPr>
            <w:noProof/>
            <w:webHidden/>
          </w:rPr>
          <w:instrText xml:space="preserve"> PAGEREF _Toc4076296 \h </w:instrText>
        </w:r>
        <w:r w:rsidR="00A15262">
          <w:rPr>
            <w:noProof/>
            <w:webHidden/>
          </w:rPr>
        </w:r>
        <w:r w:rsidR="00A15262">
          <w:rPr>
            <w:noProof/>
            <w:webHidden/>
          </w:rPr>
          <w:fldChar w:fldCharType="separate"/>
        </w:r>
        <w:r w:rsidR="00095BEA">
          <w:rPr>
            <w:noProof/>
            <w:webHidden/>
          </w:rPr>
          <w:t>4</w:t>
        </w:r>
        <w:r w:rsidR="00A15262">
          <w:rPr>
            <w:noProof/>
            <w:webHidden/>
          </w:rPr>
          <w:fldChar w:fldCharType="end"/>
        </w:r>
      </w:hyperlink>
    </w:p>
    <w:p w14:paraId="0FF63844" w14:textId="77777777" w:rsidR="00A15262" w:rsidRDefault="00464952" w:rsidP="00F911D1">
      <w:pPr>
        <w:pStyle w:val="Obsah1"/>
        <w:rPr>
          <w:rFonts w:eastAsiaTheme="minorEastAsia"/>
          <w:noProof/>
          <w:sz w:val="22"/>
          <w:szCs w:val="22"/>
          <w:lang w:eastAsia="cs-CZ"/>
        </w:rPr>
      </w:pPr>
      <w:hyperlink w:anchor="_Toc4076297" w:history="1">
        <w:r w:rsidR="00A15262" w:rsidRPr="005F6F36">
          <w:rPr>
            <w:rStyle w:val="Hypertextovodkaz"/>
          </w:rPr>
          <w:t>4.</w:t>
        </w:r>
        <w:r w:rsidR="00A15262">
          <w:rPr>
            <w:rFonts w:eastAsiaTheme="minorEastAsia"/>
            <w:noProof/>
            <w:sz w:val="22"/>
            <w:szCs w:val="22"/>
            <w:lang w:eastAsia="cs-CZ"/>
          </w:rPr>
          <w:tab/>
        </w:r>
        <w:r w:rsidR="00A15262" w:rsidRPr="005F6F36">
          <w:rPr>
            <w:rStyle w:val="Hypertextovodkaz"/>
          </w:rPr>
          <w:t>ÚČEL A PŘEDMĚT PLNĚNÍ VEŘEJNÉ ZAKÁZKY</w:t>
        </w:r>
        <w:r w:rsidR="00A15262">
          <w:rPr>
            <w:noProof/>
            <w:webHidden/>
          </w:rPr>
          <w:tab/>
        </w:r>
        <w:r w:rsidR="00A15262">
          <w:rPr>
            <w:noProof/>
            <w:webHidden/>
          </w:rPr>
          <w:fldChar w:fldCharType="begin"/>
        </w:r>
        <w:r w:rsidR="00A15262">
          <w:rPr>
            <w:noProof/>
            <w:webHidden/>
          </w:rPr>
          <w:instrText xml:space="preserve"> PAGEREF _Toc4076297 \h </w:instrText>
        </w:r>
        <w:r w:rsidR="00A15262">
          <w:rPr>
            <w:noProof/>
            <w:webHidden/>
          </w:rPr>
        </w:r>
        <w:r w:rsidR="00A15262">
          <w:rPr>
            <w:noProof/>
            <w:webHidden/>
          </w:rPr>
          <w:fldChar w:fldCharType="separate"/>
        </w:r>
        <w:r w:rsidR="00095BEA">
          <w:rPr>
            <w:noProof/>
            <w:webHidden/>
          </w:rPr>
          <w:t>4</w:t>
        </w:r>
        <w:r w:rsidR="00A15262">
          <w:rPr>
            <w:noProof/>
            <w:webHidden/>
          </w:rPr>
          <w:fldChar w:fldCharType="end"/>
        </w:r>
      </w:hyperlink>
    </w:p>
    <w:p w14:paraId="73D93761" w14:textId="77777777" w:rsidR="00A15262" w:rsidRDefault="00464952" w:rsidP="00F911D1">
      <w:pPr>
        <w:pStyle w:val="Obsah1"/>
        <w:rPr>
          <w:rFonts w:eastAsiaTheme="minorEastAsia"/>
          <w:noProof/>
          <w:sz w:val="22"/>
          <w:szCs w:val="22"/>
          <w:lang w:eastAsia="cs-CZ"/>
        </w:rPr>
      </w:pPr>
      <w:hyperlink w:anchor="_Toc4076298" w:history="1">
        <w:r w:rsidR="00A15262" w:rsidRPr="005F6F36">
          <w:rPr>
            <w:rStyle w:val="Hypertextovodkaz"/>
          </w:rPr>
          <w:t>5.</w:t>
        </w:r>
        <w:r w:rsidR="00A15262">
          <w:rPr>
            <w:rFonts w:eastAsiaTheme="minorEastAsia"/>
            <w:noProof/>
            <w:sz w:val="22"/>
            <w:szCs w:val="22"/>
            <w:lang w:eastAsia="cs-CZ"/>
          </w:rPr>
          <w:tab/>
        </w:r>
        <w:r w:rsidR="00A15262" w:rsidRPr="005F6F36">
          <w:rPr>
            <w:rStyle w:val="Hypertextovodkaz"/>
          </w:rPr>
          <w:t>ZDROJE FINANCOVÁNÍ A PŘEDPOKLÁDANÁ HODNOTA VEŘEJNÉ ZAKÁZKY</w:t>
        </w:r>
        <w:r w:rsidR="00A15262">
          <w:rPr>
            <w:noProof/>
            <w:webHidden/>
          </w:rPr>
          <w:tab/>
        </w:r>
        <w:r w:rsidR="00A15262">
          <w:rPr>
            <w:noProof/>
            <w:webHidden/>
          </w:rPr>
          <w:fldChar w:fldCharType="begin"/>
        </w:r>
        <w:r w:rsidR="00A15262">
          <w:rPr>
            <w:noProof/>
            <w:webHidden/>
          </w:rPr>
          <w:instrText xml:space="preserve"> PAGEREF _Toc4076298 \h </w:instrText>
        </w:r>
        <w:r w:rsidR="00A15262">
          <w:rPr>
            <w:noProof/>
            <w:webHidden/>
          </w:rPr>
        </w:r>
        <w:r w:rsidR="00A15262">
          <w:rPr>
            <w:noProof/>
            <w:webHidden/>
          </w:rPr>
          <w:fldChar w:fldCharType="separate"/>
        </w:r>
        <w:r w:rsidR="00095BEA">
          <w:rPr>
            <w:noProof/>
            <w:webHidden/>
          </w:rPr>
          <w:t>4</w:t>
        </w:r>
        <w:r w:rsidR="00A15262">
          <w:rPr>
            <w:noProof/>
            <w:webHidden/>
          </w:rPr>
          <w:fldChar w:fldCharType="end"/>
        </w:r>
      </w:hyperlink>
    </w:p>
    <w:p w14:paraId="6F2E8AA8" w14:textId="77777777" w:rsidR="00A15262" w:rsidRDefault="00464952" w:rsidP="00F911D1">
      <w:pPr>
        <w:pStyle w:val="Obsah1"/>
        <w:rPr>
          <w:rFonts w:eastAsiaTheme="minorEastAsia"/>
          <w:noProof/>
          <w:sz w:val="22"/>
          <w:szCs w:val="22"/>
          <w:lang w:eastAsia="cs-CZ"/>
        </w:rPr>
      </w:pPr>
      <w:hyperlink w:anchor="_Toc4076299" w:history="1">
        <w:r w:rsidR="00A15262" w:rsidRPr="005F6F36">
          <w:rPr>
            <w:rStyle w:val="Hypertextovodkaz"/>
          </w:rPr>
          <w:t>6.</w:t>
        </w:r>
        <w:r w:rsidR="00A15262">
          <w:rPr>
            <w:rFonts w:eastAsiaTheme="minorEastAsia"/>
            <w:noProof/>
            <w:sz w:val="22"/>
            <w:szCs w:val="22"/>
            <w:lang w:eastAsia="cs-CZ"/>
          </w:rPr>
          <w:tab/>
        </w:r>
        <w:r w:rsidR="00A15262" w:rsidRPr="005F6F36">
          <w:rPr>
            <w:rStyle w:val="Hypertextovodkaz"/>
          </w:rPr>
          <w:t>OBSAH ZADÁVACÍ DOKUMENTACE</w:t>
        </w:r>
        <w:r w:rsidR="00A15262">
          <w:rPr>
            <w:noProof/>
            <w:webHidden/>
          </w:rPr>
          <w:tab/>
        </w:r>
        <w:r w:rsidR="00A15262">
          <w:rPr>
            <w:noProof/>
            <w:webHidden/>
          </w:rPr>
          <w:fldChar w:fldCharType="begin"/>
        </w:r>
        <w:r w:rsidR="00A15262">
          <w:rPr>
            <w:noProof/>
            <w:webHidden/>
          </w:rPr>
          <w:instrText xml:space="preserve"> PAGEREF _Toc4076299 \h </w:instrText>
        </w:r>
        <w:r w:rsidR="00A15262">
          <w:rPr>
            <w:noProof/>
            <w:webHidden/>
          </w:rPr>
        </w:r>
        <w:r w:rsidR="00A15262">
          <w:rPr>
            <w:noProof/>
            <w:webHidden/>
          </w:rPr>
          <w:fldChar w:fldCharType="separate"/>
        </w:r>
        <w:r w:rsidR="00095BEA">
          <w:rPr>
            <w:noProof/>
            <w:webHidden/>
          </w:rPr>
          <w:t>4</w:t>
        </w:r>
        <w:r w:rsidR="00A15262">
          <w:rPr>
            <w:noProof/>
            <w:webHidden/>
          </w:rPr>
          <w:fldChar w:fldCharType="end"/>
        </w:r>
      </w:hyperlink>
    </w:p>
    <w:p w14:paraId="678A4A23" w14:textId="77777777" w:rsidR="00A15262" w:rsidRDefault="00464952" w:rsidP="00F911D1">
      <w:pPr>
        <w:pStyle w:val="Obsah1"/>
        <w:rPr>
          <w:rFonts w:eastAsiaTheme="minorEastAsia"/>
          <w:noProof/>
          <w:sz w:val="22"/>
          <w:szCs w:val="22"/>
          <w:lang w:eastAsia="cs-CZ"/>
        </w:rPr>
      </w:pPr>
      <w:hyperlink w:anchor="_Toc4076300" w:history="1">
        <w:r w:rsidR="00A15262" w:rsidRPr="005F6F36">
          <w:rPr>
            <w:rStyle w:val="Hypertextovodkaz"/>
          </w:rPr>
          <w:t>7.</w:t>
        </w:r>
        <w:r w:rsidR="00A15262">
          <w:rPr>
            <w:rFonts w:eastAsiaTheme="minorEastAsia"/>
            <w:noProof/>
            <w:sz w:val="22"/>
            <w:szCs w:val="22"/>
            <w:lang w:eastAsia="cs-CZ"/>
          </w:rPr>
          <w:tab/>
        </w:r>
        <w:r w:rsidR="00A15262" w:rsidRPr="005F6F36">
          <w:rPr>
            <w:rStyle w:val="Hypertextovodkaz"/>
          </w:rPr>
          <w:t>VYSVĚTLENÍ, ZMĚNY A DOPLNĚNÍ ZADÁVACÍ DOKUMENTACE</w:t>
        </w:r>
        <w:r w:rsidR="00A15262">
          <w:rPr>
            <w:noProof/>
            <w:webHidden/>
          </w:rPr>
          <w:tab/>
        </w:r>
        <w:r w:rsidR="00A15262">
          <w:rPr>
            <w:noProof/>
            <w:webHidden/>
          </w:rPr>
          <w:fldChar w:fldCharType="begin"/>
        </w:r>
        <w:r w:rsidR="00A15262">
          <w:rPr>
            <w:noProof/>
            <w:webHidden/>
          </w:rPr>
          <w:instrText xml:space="preserve"> PAGEREF _Toc4076300 \h </w:instrText>
        </w:r>
        <w:r w:rsidR="00A15262">
          <w:rPr>
            <w:noProof/>
            <w:webHidden/>
          </w:rPr>
        </w:r>
        <w:r w:rsidR="00A15262">
          <w:rPr>
            <w:noProof/>
            <w:webHidden/>
          </w:rPr>
          <w:fldChar w:fldCharType="separate"/>
        </w:r>
        <w:r w:rsidR="00095BEA">
          <w:rPr>
            <w:noProof/>
            <w:webHidden/>
          </w:rPr>
          <w:t>5</w:t>
        </w:r>
        <w:r w:rsidR="00A15262">
          <w:rPr>
            <w:noProof/>
            <w:webHidden/>
          </w:rPr>
          <w:fldChar w:fldCharType="end"/>
        </w:r>
      </w:hyperlink>
    </w:p>
    <w:p w14:paraId="3F4B0B57" w14:textId="77777777" w:rsidR="00A15262" w:rsidRDefault="00464952" w:rsidP="00F911D1">
      <w:pPr>
        <w:pStyle w:val="Obsah1"/>
        <w:rPr>
          <w:rFonts w:eastAsiaTheme="minorEastAsia"/>
          <w:noProof/>
          <w:sz w:val="22"/>
          <w:szCs w:val="22"/>
          <w:lang w:eastAsia="cs-CZ"/>
        </w:rPr>
      </w:pPr>
      <w:hyperlink w:anchor="_Toc4076301" w:history="1">
        <w:r w:rsidR="00A15262" w:rsidRPr="005F6F36">
          <w:rPr>
            <w:rStyle w:val="Hypertextovodkaz"/>
          </w:rPr>
          <w:t>8.</w:t>
        </w:r>
        <w:r w:rsidR="00A15262">
          <w:rPr>
            <w:rFonts w:eastAsiaTheme="minorEastAsia"/>
            <w:noProof/>
            <w:sz w:val="22"/>
            <w:szCs w:val="22"/>
            <w:lang w:eastAsia="cs-CZ"/>
          </w:rPr>
          <w:tab/>
        </w:r>
        <w:r w:rsidR="00A15262" w:rsidRPr="005F6F36">
          <w:rPr>
            <w:rStyle w:val="Hypertextovodkaz"/>
          </w:rPr>
          <w:t>POŽADAVKY ZADAVATELE NA KVALIFIKACI</w:t>
        </w:r>
        <w:r w:rsidR="00A15262">
          <w:rPr>
            <w:noProof/>
            <w:webHidden/>
          </w:rPr>
          <w:tab/>
        </w:r>
        <w:r w:rsidR="00A15262">
          <w:rPr>
            <w:noProof/>
            <w:webHidden/>
          </w:rPr>
          <w:fldChar w:fldCharType="begin"/>
        </w:r>
        <w:r w:rsidR="00A15262">
          <w:rPr>
            <w:noProof/>
            <w:webHidden/>
          </w:rPr>
          <w:instrText xml:space="preserve"> PAGEREF _Toc4076301 \h </w:instrText>
        </w:r>
        <w:r w:rsidR="00A15262">
          <w:rPr>
            <w:noProof/>
            <w:webHidden/>
          </w:rPr>
        </w:r>
        <w:r w:rsidR="00A15262">
          <w:rPr>
            <w:noProof/>
            <w:webHidden/>
          </w:rPr>
          <w:fldChar w:fldCharType="separate"/>
        </w:r>
        <w:r w:rsidR="00095BEA">
          <w:rPr>
            <w:noProof/>
            <w:webHidden/>
          </w:rPr>
          <w:t>6</w:t>
        </w:r>
        <w:r w:rsidR="00A15262">
          <w:rPr>
            <w:noProof/>
            <w:webHidden/>
          </w:rPr>
          <w:fldChar w:fldCharType="end"/>
        </w:r>
      </w:hyperlink>
    </w:p>
    <w:p w14:paraId="3CFECE4A" w14:textId="77777777" w:rsidR="00A15262" w:rsidRDefault="00464952" w:rsidP="00F911D1">
      <w:pPr>
        <w:pStyle w:val="Obsah1"/>
        <w:rPr>
          <w:rFonts w:eastAsiaTheme="minorEastAsia"/>
          <w:noProof/>
          <w:sz w:val="22"/>
          <w:szCs w:val="22"/>
          <w:lang w:eastAsia="cs-CZ"/>
        </w:rPr>
      </w:pPr>
      <w:hyperlink w:anchor="_Toc4076302" w:history="1">
        <w:r w:rsidR="00A15262" w:rsidRPr="005F6F36">
          <w:rPr>
            <w:rStyle w:val="Hypertextovodkaz"/>
          </w:rPr>
          <w:t>9.</w:t>
        </w:r>
        <w:r w:rsidR="00A15262">
          <w:rPr>
            <w:rFonts w:eastAsiaTheme="minorEastAsia"/>
            <w:noProof/>
            <w:sz w:val="22"/>
            <w:szCs w:val="22"/>
            <w:lang w:eastAsia="cs-CZ"/>
          </w:rPr>
          <w:tab/>
        </w:r>
        <w:r w:rsidR="00A15262" w:rsidRPr="005F6F36">
          <w:rPr>
            <w:rStyle w:val="Hypertextovodkaz"/>
          </w:rPr>
          <w:t>DALŠÍ INFORMACE/DOKUMENTY PŘEDKLÁDANÉ DODAVATELEM V NABÍDCE</w:t>
        </w:r>
        <w:r w:rsidR="00A15262">
          <w:rPr>
            <w:noProof/>
            <w:webHidden/>
          </w:rPr>
          <w:tab/>
        </w:r>
        <w:r w:rsidR="00A15262">
          <w:rPr>
            <w:noProof/>
            <w:webHidden/>
          </w:rPr>
          <w:fldChar w:fldCharType="begin"/>
        </w:r>
        <w:r w:rsidR="00A15262">
          <w:rPr>
            <w:noProof/>
            <w:webHidden/>
          </w:rPr>
          <w:instrText xml:space="preserve"> PAGEREF _Toc4076302 \h </w:instrText>
        </w:r>
        <w:r w:rsidR="00A15262">
          <w:rPr>
            <w:noProof/>
            <w:webHidden/>
          </w:rPr>
        </w:r>
        <w:r w:rsidR="00A15262">
          <w:rPr>
            <w:noProof/>
            <w:webHidden/>
          </w:rPr>
          <w:fldChar w:fldCharType="separate"/>
        </w:r>
        <w:r w:rsidR="00095BEA">
          <w:rPr>
            <w:noProof/>
            <w:webHidden/>
          </w:rPr>
          <w:t>14</w:t>
        </w:r>
        <w:r w:rsidR="00A15262">
          <w:rPr>
            <w:noProof/>
            <w:webHidden/>
          </w:rPr>
          <w:fldChar w:fldCharType="end"/>
        </w:r>
      </w:hyperlink>
    </w:p>
    <w:p w14:paraId="163CC3E1" w14:textId="77777777" w:rsidR="00A15262" w:rsidRDefault="00464952" w:rsidP="00F911D1">
      <w:pPr>
        <w:pStyle w:val="Obsah1"/>
        <w:rPr>
          <w:rFonts w:eastAsiaTheme="minorEastAsia"/>
          <w:noProof/>
          <w:sz w:val="22"/>
          <w:szCs w:val="22"/>
          <w:lang w:eastAsia="cs-CZ"/>
        </w:rPr>
      </w:pPr>
      <w:hyperlink w:anchor="_Toc4076303" w:history="1">
        <w:r w:rsidR="00A15262" w:rsidRPr="005F6F36">
          <w:rPr>
            <w:rStyle w:val="Hypertextovodkaz"/>
          </w:rPr>
          <w:t>10.</w:t>
        </w:r>
        <w:r w:rsidR="00A15262">
          <w:rPr>
            <w:rFonts w:eastAsiaTheme="minorEastAsia"/>
            <w:noProof/>
            <w:sz w:val="22"/>
            <w:szCs w:val="22"/>
            <w:lang w:eastAsia="cs-CZ"/>
          </w:rPr>
          <w:tab/>
        </w:r>
        <w:r w:rsidR="00A15262" w:rsidRPr="005F6F36">
          <w:rPr>
            <w:rStyle w:val="Hypertextovodkaz"/>
          </w:rPr>
          <w:t>PROHLÍDKA MÍSTA PLNĚNÍ (STAVENIŠTĚ)</w:t>
        </w:r>
        <w:r w:rsidR="00A15262">
          <w:rPr>
            <w:noProof/>
            <w:webHidden/>
          </w:rPr>
          <w:tab/>
        </w:r>
        <w:r w:rsidR="00A15262">
          <w:rPr>
            <w:noProof/>
            <w:webHidden/>
          </w:rPr>
          <w:fldChar w:fldCharType="begin"/>
        </w:r>
        <w:r w:rsidR="00A15262">
          <w:rPr>
            <w:noProof/>
            <w:webHidden/>
          </w:rPr>
          <w:instrText xml:space="preserve"> PAGEREF _Toc4076303 \h </w:instrText>
        </w:r>
        <w:r w:rsidR="00A15262">
          <w:rPr>
            <w:noProof/>
            <w:webHidden/>
          </w:rPr>
        </w:r>
        <w:r w:rsidR="00A15262">
          <w:rPr>
            <w:noProof/>
            <w:webHidden/>
          </w:rPr>
          <w:fldChar w:fldCharType="separate"/>
        </w:r>
        <w:r w:rsidR="00095BEA">
          <w:rPr>
            <w:noProof/>
            <w:webHidden/>
          </w:rPr>
          <w:t>16</w:t>
        </w:r>
        <w:r w:rsidR="00A15262">
          <w:rPr>
            <w:noProof/>
            <w:webHidden/>
          </w:rPr>
          <w:fldChar w:fldCharType="end"/>
        </w:r>
      </w:hyperlink>
    </w:p>
    <w:p w14:paraId="34333DCB" w14:textId="77777777" w:rsidR="00A15262" w:rsidRDefault="00464952" w:rsidP="00F911D1">
      <w:pPr>
        <w:pStyle w:val="Obsah1"/>
        <w:rPr>
          <w:rFonts w:eastAsiaTheme="minorEastAsia"/>
          <w:noProof/>
          <w:sz w:val="22"/>
          <w:szCs w:val="22"/>
          <w:lang w:eastAsia="cs-CZ"/>
        </w:rPr>
      </w:pPr>
      <w:hyperlink w:anchor="_Toc4076304" w:history="1">
        <w:r w:rsidR="00A15262" w:rsidRPr="005F6F36">
          <w:rPr>
            <w:rStyle w:val="Hypertextovodkaz"/>
          </w:rPr>
          <w:t>11.</w:t>
        </w:r>
        <w:r w:rsidR="00A15262">
          <w:rPr>
            <w:rFonts w:eastAsiaTheme="minorEastAsia"/>
            <w:noProof/>
            <w:sz w:val="22"/>
            <w:szCs w:val="22"/>
            <w:lang w:eastAsia="cs-CZ"/>
          </w:rPr>
          <w:tab/>
        </w:r>
        <w:r w:rsidR="00A15262" w:rsidRPr="005F6F36">
          <w:rPr>
            <w:rStyle w:val="Hypertextovodkaz"/>
          </w:rPr>
          <w:t>JAZYK NABÍDEK</w:t>
        </w:r>
        <w:r w:rsidR="00A15262">
          <w:rPr>
            <w:noProof/>
            <w:webHidden/>
          </w:rPr>
          <w:tab/>
        </w:r>
        <w:r w:rsidR="00A15262">
          <w:rPr>
            <w:noProof/>
            <w:webHidden/>
          </w:rPr>
          <w:fldChar w:fldCharType="begin"/>
        </w:r>
        <w:r w:rsidR="00A15262">
          <w:rPr>
            <w:noProof/>
            <w:webHidden/>
          </w:rPr>
          <w:instrText xml:space="preserve"> PAGEREF _Toc4076304 \h </w:instrText>
        </w:r>
        <w:r w:rsidR="00A15262">
          <w:rPr>
            <w:noProof/>
            <w:webHidden/>
          </w:rPr>
        </w:r>
        <w:r w:rsidR="00A15262">
          <w:rPr>
            <w:noProof/>
            <w:webHidden/>
          </w:rPr>
          <w:fldChar w:fldCharType="separate"/>
        </w:r>
        <w:r w:rsidR="00095BEA">
          <w:rPr>
            <w:noProof/>
            <w:webHidden/>
          </w:rPr>
          <w:t>16</w:t>
        </w:r>
        <w:r w:rsidR="00A15262">
          <w:rPr>
            <w:noProof/>
            <w:webHidden/>
          </w:rPr>
          <w:fldChar w:fldCharType="end"/>
        </w:r>
      </w:hyperlink>
    </w:p>
    <w:p w14:paraId="2CD67149" w14:textId="77777777" w:rsidR="00A15262" w:rsidRDefault="00464952" w:rsidP="00F911D1">
      <w:pPr>
        <w:pStyle w:val="Obsah1"/>
        <w:rPr>
          <w:rFonts w:eastAsiaTheme="minorEastAsia"/>
          <w:noProof/>
          <w:sz w:val="22"/>
          <w:szCs w:val="22"/>
          <w:lang w:eastAsia="cs-CZ"/>
        </w:rPr>
      </w:pPr>
      <w:hyperlink w:anchor="_Toc4076305" w:history="1">
        <w:r w:rsidR="00A15262" w:rsidRPr="005F6F36">
          <w:rPr>
            <w:rStyle w:val="Hypertextovodkaz"/>
          </w:rPr>
          <w:t>12.</w:t>
        </w:r>
        <w:r w:rsidR="00A15262">
          <w:rPr>
            <w:rFonts w:eastAsiaTheme="minorEastAsia"/>
            <w:noProof/>
            <w:sz w:val="22"/>
            <w:szCs w:val="22"/>
            <w:lang w:eastAsia="cs-CZ"/>
          </w:rPr>
          <w:tab/>
        </w:r>
        <w:r w:rsidR="00A15262" w:rsidRPr="005F6F36">
          <w:rPr>
            <w:rStyle w:val="Hypertextovodkaz"/>
          </w:rPr>
          <w:t>OBSAH A PODÁVÁNÍ NABÍDEK</w:t>
        </w:r>
        <w:r w:rsidR="00A15262">
          <w:rPr>
            <w:noProof/>
            <w:webHidden/>
          </w:rPr>
          <w:tab/>
        </w:r>
        <w:r w:rsidR="00A15262">
          <w:rPr>
            <w:noProof/>
            <w:webHidden/>
          </w:rPr>
          <w:fldChar w:fldCharType="begin"/>
        </w:r>
        <w:r w:rsidR="00A15262">
          <w:rPr>
            <w:noProof/>
            <w:webHidden/>
          </w:rPr>
          <w:instrText xml:space="preserve"> PAGEREF _Toc4076305 \h </w:instrText>
        </w:r>
        <w:r w:rsidR="00A15262">
          <w:rPr>
            <w:noProof/>
            <w:webHidden/>
          </w:rPr>
        </w:r>
        <w:r w:rsidR="00A15262">
          <w:rPr>
            <w:noProof/>
            <w:webHidden/>
          </w:rPr>
          <w:fldChar w:fldCharType="separate"/>
        </w:r>
        <w:r w:rsidR="00095BEA">
          <w:rPr>
            <w:noProof/>
            <w:webHidden/>
          </w:rPr>
          <w:t>16</w:t>
        </w:r>
        <w:r w:rsidR="00A15262">
          <w:rPr>
            <w:noProof/>
            <w:webHidden/>
          </w:rPr>
          <w:fldChar w:fldCharType="end"/>
        </w:r>
      </w:hyperlink>
    </w:p>
    <w:p w14:paraId="39C4BD82" w14:textId="77777777" w:rsidR="00A15262" w:rsidRDefault="00464952" w:rsidP="00F911D1">
      <w:pPr>
        <w:pStyle w:val="Obsah1"/>
        <w:rPr>
          <w:rFonts w:eastAsiaTheme="minorEastAsia"/>
          <w:noProof/>
          <w:sz w:val="22"/>
          <w:szCs w:val="22"/>
          <w:lang w:eastAsia="cs-CZ"/>
        </w:rPr>
      </w:pPr>
      <w:hyperlink w:anchor="_Toc4076306" w:history="1">
        <w:r w:rsidR="00A15262" w:rsidRPr="005F6F36">
          <w:rPr>
            <w:rStyle w:val="Hypertextovodkaz"/>
          </w:rPr>
          <w:t>13.</w:t>
        </w:r>
        <w:r w:rsidR="00A15262">
          <w:rPr>
            <w:rFonts w:eastAsiaTheme="minorEastAsia"/>
            <w:noProof/>
            <w:sz w:val="22"/>
            <w:szCs w:val="22"/>
            <w:lang w:eastAsia="cs-CZ"/>
          </w:rPr>
          <w:tab/>
        </w:r>
        <w:r w:rsidR="00A15262" w:rsidRPr="005F6F36">
          <w:rPr>
            <w:rStyle w:val="Hypertextovodkaz"/>
          </w:rPr>
          <w:t>POŽADAVKY NA ZPRACOVÁNÍ NABÍDKOVÉ CENY</w:t>
        </w:r>
        <w:r w:rsidR="00A15262">
          <w:rPr>
            <w:noProof/>
            <w:webHidden/>
          </w:rPr>
          <w:tab/>
        </w:r>
        <w:r w:rsidR="00A15262">
          <w:rPr>
            <w:noProof/>
            <w:webHidden/>
          </w:rPr>
          <w:fldChar w:fldCharType="begin"/>
        </w:r>
        <w:r w:rsidR="00A15262">
          <w:rPr>
            <w:noProof/>
            <w:webHidden/>
          </w:rPr>
          <w:instrText xml:space="preserve"> PAGEREF _Toc4076306 \h </w:instrText>
        </w:r>
        <w:r w:rsidR="00A15262">
          <w:rPr>
            <w:noProof/>
            <w:webHidden/>
          </w:rPr>
        </w:r>
        <w:r w:rsidR="00A15262">
          <w:rPr>
            <w:noProof/>
            <w:webHidden/>
          </w:rPr>
          <w:fldChar w:fldCharType="separate"/>
        </w:r>
        <w:r w:rsidR="00095BEA">
          <w:rPr>
            <w:noProof/>
            <w:webHidden/>
          </w:rPr>
          <w:t>18</w:t>
        </w:r>
        <w:r w:rsidR="00A15262">
          <w:rPr>
            <w:noProof/>
            <w:webHidden/>
          </w:rPr>
          <w:fldChar w:fldCharType="end"/>
        </w:r>
      </w:hyperlink>
    </w:p>
    <w:p w14:paraId="4BA702B6" w14:textId="77777777" w:rsidR="00A15262" w:rsidRDefault="00464952" w:rsidP="00F911D1">
      <w:pPr>
        <w:pStyle w:val="Obsah1"/>
        <w:rPr>
          <w:rFonts w:eastAsiaTheme="minorEastAsia"/>
          <w:noProof/>
          <w:sz w:val="22"/>
          <w:szCs w:val="22"/>
          <w:lang w:eastAsia="cs-CZ"/>
        </w:rPr>
      </w:pPr>
      <w:hyperlink w:anchor="_Toc4076307" w:history="1">
        <w:r w:rsidR="00A15262" w:rsidRPr="005F6F36">
          <w:rPr>
            <w:rStyle w:val="Hypertextovodkaz"/>
          </w:rPr>
          <w:t>14.</w:t>
        </w:r>
        <w:r w:rsidR="00A15262">
          <w:rPr>
            <w:rFonts w:eastAsiaTheme="minorEastAsia"/>
            <w:noProof/>
            <w:sz w:val="22"/>
            <w:szCs w:val="22"/>
            <w:lang w:eastAsia="cs-CZ"/>
          </w:rPr>
          <w:tab/>
        </w:r>
        <w:r w:rsidR="00A15262" w:rsidRPr="005F6F36">
          <w:rPr>
            <w:rStyle w:val="Hypertextovodkaz"/>
          </w:rPr>
          <w:t>VARIANTY NABÍDKY, VÝHRADA ZMĚNY DODAVATELE</w:t>
        </w:r>
        <w:r w:rsidR="00A15262">
          <w:rPr>
            <w:noProof/>
            <w:webHidden/>
          </w:rPr>
          <w:tab/>
        </w:r>
        <w:r w:rsidR="00A15262">
          <w:rPr>
            <w:noProof/>
            <w:webHidden/>
          </w:rPr>
          <w:fldChar w:fldCharType="begin"/>
        </w:r>
        <w:r w:rsidR="00A15262">
          <w:rPr>
            <w:noProof/>
            <w:webHidden/>
          </w:rPr>
          <w:instrText xml:space="preserve"> PAGEREF _Toc4076307 \h </w:instrText>
        </w:r>
        <w:r w:rsidR="00A15262">
          <w:rPr>
            <w:noProof/>
            <w:webHidden/>
          </w:rPr>
        </w:r>
        <w:r w:rsidR="00A15262">
          <w:rPr>
            <w:noProof/>
            <w:webHidden/>
          </w:rPr>
          <w:fldChar w:fldCharType="separate"/>
        </w:r>
        <w:r w:rsidR="00095BEA">
          <w:rPr>
            <w:noProof/>
            <w:webHidden/>
          </w:rPr>
          <w:t>19</w:t>
        </w:r>
        <w:r w:rsidR="00A15262">
          <w:rPr>
            <w:noProof/>
            <w:webHidden/>
          </w:rPr>
          <w:fldChar w:fldCharType="end"/>
        </w:r>
      </w:hyperlink>
    </w:p>
    <w:p w14:paraId="611FDBD4" w14:textId="77777777" w:rsidR="00A15262" w:rsidRDefault="00464952" w:rsidP="00F911D1">
      <w:pPr>
        <w:pStyle w:val="Obsah1"/>
        <w:rPr>
          <w:rFonts w:eastAsiaTheme="minorEastAsia"/>
          <w:noProof/>
          <w:sz w:val="22"/>
          <w:szCs w:val="22"/>
          <w:lang w:eastAsia="cs-CZ"/>
        </w:rPr>
      </w:pPr>
      <w:hyperlink w:anchor="_Toc4076308" w:history="1">
        <w:r w:rsidR="00A15262" w:rsidRPr="005F6F36">
          <w:rPr>
            <w:rStyle w:val="Hypertextovodkaz"/>
          </w:rPr>
          <w:t>15.</w:t>
        </w:r>
        <w:r w:rsidR="00A15262">
          <w:rPr>
            <w:rFonts w:eastAsiaTheme="minorEastAsia"/>
            <w:noProof/>
            <w:sz w:val="22"/>
            <w:szCs w:val="22"/>
            <w:lang w:eastAsia="cs-CZ"/>
          </w:rPr>
          <w:tab/>
        </w:r>
        <w:r w:rsidR="00A15262" w:rsidRPr="005F6F36">
          <w:rPr>
            <w:rStyle w:val="Hypertextovodkaz"/>
          </w:rPr>
          <w:t>OTEVÍRÁNÍ NABÍDEK</w:t>
        </w:r>
        <w:r w:rsidR="00A15262">
          <w:rPr>
            <w:noProof/>
            <w:webHidden/>
          </w:rPr>
          <w:tab/>
        </w:r>
        <w:r w:rsidR="00A15262">
          <w:rPr>
            <w:noProof/>
            <w:webHidden/>
          </w:rPr>
          <w:fldChar w:fldCharType="begin"/>
        </w:r>
        <w:r w:rsidR="00A15262">
          <w:rPr>
            <w:noProof/>
            <w:webHidden/>
          </w:rPr>
          <w:instrText xml:space="preserve"> PAGEREF _Toc4076308 \h </w:instrText>
        </w:r>
        <w:r w:rsidR="00A15262">
          <w:rPr>
            <w:noProof/>
            <w:webHidden/>
          </w:rPr>
        </w:r>
        <w:r w:rsidR="00A15262">
          <w:rPr>
            <w:noProof/>
            <w:webHidden/>
          </w:rPr>
          <w:fldChar w:fldCharType="separate"/>
        </w:r>
        <w:r w:rsidR="00095BEA">
          <w:rPr>
            <w:noProof/>
            <w:webHidden/>
          </w:rPr>
          <w:t>19</w:t>
        </w:r>
        <w:r w:rsidR="00A15262">
          <w:rPr>
            <w:noProof/>
            <w:webHidden/>
          </w:rPr>
          <w:fldChar w:fldCharType="end"/>
        </w:r>
      </w:hyperlink>
    </w:p>
    <w:p w14:paraId="1E413A72" w14:textId="77777777" w:rsidR="00A15262" w:rsidRDefault="00464952" w:rsidP="00F911D1">
      <w:pPr>
        <w:pStyle w:val="Obsah1"/>
        <w:rPr>
          <w:rFonts w:eastAsiaTheme="minorEastAsia"/>
          <w:noProof/>
          <w:sz w:val="22"/>
          <w:szCs w:val="22"/>
          <w:lang w:eastAsia="cs-CZ"/>
        </w:rPr>
      </w:pPr>
      <w:hyperlink w:anchor="_Toc4076309" w:history="1">
        <w:r w:rsidR="00A15262" w:rsidRPr="005F6F36">
          <w:rPr>
            <w:rStyle w:val="Hypertextovodkaz"/>
          </w:rPr>
          <w:t>16.</w:t>
        </w:r>
        <w:r w:rsidR="00A15262">
          <w:rPr>
            <w:rFonts w:eastAsiaTheme="minorEastAsia"/>
            <w:noProof/>
            <w:sz w:val="22"/>
            <w:szCs w:val="22"/>
            <w:lang w:eastAsia="cs-CZ"/>
          </w:rPr>
          <w:tab/>
        </w:r>
        <w:r w:rsidR="00A15262" w:rsidRPr="005F6F36">
          <w:rPr>
            <w:rStyle w:val="Hypertextovodkaz"/>
          </w:rPr>
          <w:t>POSOUZENÍ SPLNĚNÍ PODMÍNEK ÚČASTI</w:t>
        </w:r>
        <w:r w:rsidR="00A15262">
          <w:rPr>
            <w:noProof/>
            <w:webHidden/>
          </w:rPr>
          <w:tab/>
        </w:r>
        <w:r w:rsidR="00A15262">
          <w:rPr>
            <w:noProof/>
            <w:webHidden/>
          </w:rPr>
          <w:fldChar w:fldCharType="begin"/>
        </w:r>
        <w:r w:rsidR="00A15262">
          <w:rPr>
            <w:noProof/>
            <w:webHidden/>
          </w:rPr>
          <w:instrText xml:space="preserve"> PAGEREF _Toc4076309 \h </w:instrText>
        </w:r>
        <w:r w:rsidR="00A15262">
          <w:rPr>
            <w:noProof/>
            <w:webHidden/>
          </w:rPr>
        </w:r>
        <w:r w:rsidR="00A15262">
          <w:rPr>
            <w:noProof/>
            <w:webHidden/>
          </w:rPr>
          <w:fldChar w:fldCharType="separate"/>
        </w:r>
        <w:r w:rsidR="00095BEA">
          <w:rPr>
            <w:noProof/>
            <w:webHidden/>
          </w:rPr>
          <w:t>19</w:t>
        </w:r>
        <w:r w:rsidR="00A15262">
          <w:rPr>
            <w:noProof/>
            <w:webHidden/>
          </w:rPr>
          <w:fldChar w:fldCharType="end"/>
        </w:r>
      </w:hyperlink>
    </w:p>
    <w:p w14:paraId="476BE681" w14:textId="77777777" w:rsidR="00A15262" w:rsidRDefault="00464952" w:rsidP="00F911D1">
      <w:pPr>
        <w:pStyle w:val="Obsah1"/>
        <w:rPr>
          <w:rFonts w:eastAsiaTheme="minorEastAsia"/>
          <w:noProof/>
          <w:sz w:val="22"/>
          <w:szCs w:val="22"/>
          <w:lang w:eastAsia="cs-CZ"/>
        </w:rPr>
      </w:pPr>
      <w:hyperlink w:anchor="_Toc4076310" w:history="1">
        <w:r w:rsidR="00A15262" w:rsidRPr="005F6F36">
          <w:rPr>
            <w:rStyle w:val="Hypertextovodkaz"/>
          </w:rPr>
          <w:t>17.</w:t>
        </w:r>
        <w:r w:rsidR="00A15262">
          <w:rPr>
            <w:rFonts w:eastAsiaTheme="minorEastAsia"/>
            <w:noProof/>
            <w:sz w:val="22"/>
            <w:szCs w:val="22"/>
            <w:lang w:eastAsia="cs-CZ"/>
          </w:rPr>
          <w:tab/>
        </w:r>
        <w:r w:rsidR="00A15262" w:rsidRPr="005F6F36">
          <w:rPr>
            <w:rStyle w:val="Hypertextovodkaz"/>
          </w:rPr>
          <w:t>HODNOCENÍ NABÍDEK</w:t>
        </w:r>
        <w:r w:rsidR="00A15262">
          <w:rPr>
            <w:noProof/>
            <w:webHidden/>
          </w:rPr>
          <w:tab/>
        </w:r>
        <w:r w:rsidR="00A15262">
          <w:rPr>
            <w:noProof/>
            <w:webHidden/>
          </w:rPr>
          <w:fldChar w:fldCharType="begin"/>
        </w:r>
        <w:r w:rsidR="00A15262">
          <w:rPr>
            <w:noProof/>
            <w:webHidden/>
          </w:rPr>
          <w:instrText xml:space="preserve"> PAGEREF _Toc4076310 \h </w:instrText>
        </w:r>
        <w:r w:rsidR="00A15262">
          <w:rPr>
            <w:noProof/>
            <w:webHidden/>
          </w:rPr>
        </w:r>
        <w:r w:rsidR="00A15262">
          <w:rPr>
            <w:noProof/>
            <w:webHidden/>
          </w:rPr>
          <w:fldChar w:fldCharType="separate"/>
        </w:r>
        <w:r w:rsidR="00095BEA">
          <w:rPr>
            <w:noProof/>
            <w:webHidden/>
          </w:rPr>
          <w:t>21</w:t>
        </w:r>
        <w:r w:rsidR="00A15262">
          <w:rPr>
            <w:noProof/>
            <w:webHidden/>
          </w:rPr>
          <w:fldChar w:fldCharType="end"/>
        </w:r>
      </w:hyperlink>
    </w:p>
    <w:p w14:paraId="1176BA75" w14:textId="77777777" w:rsidR="00A15262" w:rsidRDefault="00464952" w:rsidP="00F911D1">
      <w:pPr>
        <w:pStyle w:val="Obsah1"/>
        <w:rPr>
          <w:rFonts w:eastAsiaTheme="minorEastAsia"/>
          <w:noProof/>
          <w:sz w:val="22"/>
          <w:szCs w:val="22"/>
          <w:lang w:eastAsia="cs-CZ"/>
        </w:rPr>
      </w:pPr>
      <w:hyperlink w:anchor="_Toc4076311" w:history="1">
        <w:r w:rsidR="00A15262" w:rsidRPr="005F6F36">
          <w:rPr>
            <w:rStyle w:val="Hypertextovodkaz"/>
          </w:rPr>
          <w:t>18.</w:t>
        </w:r>
        <w:r w:rsidR="00A15262">
          <w:rPr>
            <w:rFonts w:eastAsiaTheme="minorEastAsia"/>
            <w:noProof/>
            <w:sz w:val="22"/>
            <w:szCs w:val="22"/>
            <w:lang w:eastAsia="cs-CZ"/>
          </w:rPr>
          <w:tab/>
        </w:r>
        <w:r w:rsidR="00A15262" w:rsidRPr="005F6F36">
          <w:rPr>
            <w:rStyle w:val="Hypertextovodkaz"/>
          </w:rPr>
          <w:t>ZRUŠENÍ VÝBĚROVÉHO ŘÍZENÍ</w:t>
        </w:r>
        <w:r w:rsidR="00A15262">
          <w:rPr>
            <w:noProof/>
            <w:webHidden/>
          </w:rPr>
          <w:tab/>
        </w:r>
        <w:r w:rsidR="00A15262">
          <w:rPr>
            <w:noProof/>
            <w:webHidden/>
          </w:rPr>
          <w:fldChar w:fldCharType="begin"/>
        </w:r>
        <w:r w:rsidR="00A15262">
          <w:rPr>
            <w:noProof/>
            <w:webHidden/>
          </w:rPr>
          <w:instrText xml:space="preserve"> PAGEREF _Toc4076311 \h </w:instrText>
        </w:r>
        <w:r w:rsidR="00A15262">
          <w:rPr>
            <w:noProof/>
            <w:webHidden/>
          </w:rPr>
        </w:r>
        <w:r w:rsidR="00A15262">
          <w:rPr>
            <w:noProof/>
            <w:webHidden/>
          </w:rPr>
          <w:fldChar w:fldCharType="separate"/>
        </w:r>
        <w:r w:rsidR="00095BEA">
          <w:rPr>
            <w:noProof/>
            <w:webHidden/>
          </w:rPr>
          <w:t>21</w:t>
        </w:r>
        <w:r w:rsidR="00A15262">
          <w:rPr>
            <w:noProof/>
            <w:webHidden/>
          </w:rPr>
          <w:fldChar w:fldCharType="end"/>
        </w:r>
      </w:hyperlink>
    </w:p>
    <w:p w14:paraId="12DBDAF2" w14:textId="77777777" w:rsidR="00A15262" w:rsidRDefault="00464952" w:rsidP="00F911D1">
      <w:pPr>
        <w:pStyle w:val="Obsah1"/>
        <w:rPr>
          <w:rFonts w:eastAsiaTheme="minorEastAsia"/>
          <w:noProof/>
          <w:sz w:val="22"/>
          <w:szCs w:val="22"/>
          <w:lang w:eastAsia="cs-CZ"/>
        </w:rPr>
      </w:pPr>
      <w:hyperlink w:anchor="_Toc4076312" w:history="1">
        <w:r w:rsidR="00A15262" w:rsidRPr="005F6F36">
          <w:rPr>
            <w:rStyle w:val="Hypertextovodkaz"/>
          </w:rPr>
          <w:t>19.</w:t>
        </w:r>
        <w:r w:rsidR="00A15262">
          <w:rPr>
            <w:rFonts w:eastAsiaTheme="minorEastAsia"/>
            <w:noProof/>
            <w:sz w:val="22"/>
            <w:szCs w:val="22"/>
            <w:lang w:eastAsia="cs-CZ"/>
          </w:rPr>
          <w:tab/>
        </w:r>
        <w:r w:rsidR="00A15262" w:rsidRPr="005F6F36">
          <w:rPr>
            <w:rStyle w:val="Hypertextovodkaz"/>
          </w:rPr>
          <w:t>UZAVŘENÍ SMLOUVY</w:t>
        </w:r>
        <w:r w:rsidR="00A15262">
          <w:rPr>
            <w:noProof/>
            <w:webHidden/>
          </w:rPr>
          <w:tab/>
        </w:r>
        <w:r w:rsidR="00A15262">
          <w:rPr>
            <w:noProof/>
            <w:webHidden/>
          </w:rPr>
          <w:fldChar w:fldCharType="begin"/>
        </w:r>
        <w:r w:rsidR="00A15262">
          <w:rPr>
            <w:noProof/>
            <w:webHidden/>
          </w:rPr>
          <w:instrText xml:space="preserve"> PAGEREF _Toc4076312 \h </w:instrText>
        </w:r>
        <w:r w:rsidR="00A15262">
          <w:rPr>
            <w:noProof/>
            <w:webHidden/>
          </w:rPr>
        </w:r>
        <w:r w:rsidR="00A15262">
          <w:rPr>
            <w:noProof/>
            <w:webHidden/>
          </w:rPr>
          <w:fldChar w:fldCharType="separate"/>
        </w:r>
        <w:r w:rsidR="00095BEA">
          <w:rPr>
            <w:noProof/>
            <w:webHidden/>
          </w:rPr>
          <w:t>21</w:t>
        </w:r>
        <w:r w:rsidR="00A15262">
          <w:rPr>
            <w:noProof/>
            <w:webHidden/>
          </w:rPr>
          <w:fldChar w:fldCharType="end"/>
        </w:r>
      </w:hyperlink>
    </w:p>
    <w:p w14:paraId="176B317C" w14:textId="77777777" w:rsidR="00A15262" w:rsidRDefault="00464952" w:rsidP="00F911D1">
      <w:pPr>
        <w:pStyle w:val="Obsah1"/>
        <w:rPr>
          <w:rFonts w:eastAsiaTheme="minorEastAsia"/>
          <w:noProof/>
          <w:sz w:val="22"/>
          <w:szCs w:val="22"/>
          <w:lang w:eastAsia="cs-CZ"/>
        </w:rPr>
      </w:pPr>
      <w:hyperlink w:anchor="_Toc4076313" w:history="1">
        <w:r w:rsidR="00A15262" w:rsidRPr="005F6F36">
          <w:rPr>
            <w:rStyle w:val="Hypertextovodkaz"/>
          </w:rPr>
          <w:t>20.</w:t>
        </w:r>
        <w:r w:rsidR="00A15262">
          <w:rPr>
            <w:rFonts w:eastAsiaTheme="minorEastAsia"/>
            <w:noProof/>
            <w:sz w:val="22"/>
            <w:szCs w:val="22"/>
            <w:lang w:eastAsia="cs-CZ"/>
          </w:rPr>
          <w:tab/>
        </w:r>
        <w:r w:rsidR="00A15262" w:rsidRPr="005F6F36">
          <w:rPr>
            <w:rStyle w:val="Hypertextovodkaz"/>
          </w:rPr>
          <w:t>OCHRANA INFORMACÍ</w:t>
        </w:r>
        <w:r w:rsidR="00A15262">
          <w:rPr>
            <w:noProof/>
            <w:webHidden/>
          </w:rPr>
          <w:tab/>
        </w:r>
        <w:r w:rsidR="00A15262">
          <w:rPr>
            <w:noProof/>
            <w:webHidden/>
          </w:rPr>
          <w:fldChar w:fldCharType="begin"/>
        </w:r>
        <w:r w:rsidR="00A15262">
          <w:rPr>
            <w:noProof/>
            <w:webHidden/>
          </w:rPr>
          <w:instrText xml:space="preserve"> PAGEREF _Toc4076313 \h </w:instrText>
        </w:r>
        <w:r w:rsidR="00A15262">
          <w:rPr>
            <w:noProof/>
            <w:webHidden/>
          </w:rPr>
        </w:r>
        <w:r w:rsidR="00A15262">
          <w:rPr>
            <w:noProof/>
            <w:webHidden/>
          </w:rPr>
          <w:fldChar w:fldCharType="separate"/>
        </w:r>
        <w:r w:rsidR="00095BEA">
          <w:rPr>
            <w:noProof/>
            <w:webHidden/>
          </w:rPr>
          <w:t>22</w:t>
        </w:r>
        <w:r w:rsidR="00A15262">
          <w:rPr>
            <w:noProof/>
            <w:webHidden/>
          </w:rPr>
          <w:fldChar w:fldCharType="end"/>
        </w:r>
      </w:hyperlink>
    </w:p>
    <w:p w14:paraId="06562509" w14:textId="77777777" w:rsidR="00A15262" w:rsidRDefault="00464952" w:rsidP="00F911D1">
      <w:pPr>
        <w:pStyle w:val="Obsah1"/>
        <w:rPr>
          <w:rFonts w:eastAsiaTheme="minorEastAsia"/>
          <w:noProof/>
          <w:sz w:val="22"/>
          <w:szCs w:val="22"/>
          <w:lang w:eastAsia="cs-CZ"/>
        </w:rPr>
      </w:pPr>
      <w:hyperlink w:anchor="_Toc4076314" w:history="1">
        <w:r w:rsidR="00A15262" w:rsidRPr="005F6F36">
          <w:rPr>
            <w:rStyle w:val="Hypertextovodkaz"/>
          </w:rPr>
          <w:t>21.</w:t>
        </w:r>
        <w:r w:rsidR="00A15262">
          <w:rPr>
            <w:rFonts w:eastAsiaTheme="minorEastAsia"/>
            <w:noProof/>
            <w:sz w:val="22"/>
            <w:szCs w:val="22"/>
            <w:lang w:eastAsia="cs-CZ"/>
          </w:rPr>
          <w:tab/>
        </w:r>
        <w:r w:rsidR="00A15262" w:rsidRPr="005F6F36">
          <w:rPr>
            <w:rStyle w:val="Hypertextovodkaz"/>
          </w:rPr>
          <w:t>PŘÍLOHY TÉTO VÝZVY</w:t>
        </w:r>
        <w:r w:rsidR="00A15262">
          <w:rPr>
            <w:noProof/>
            <w:webHidden/>
          </w:rPr>
          <w:tab/>
        </w:r>
        <w:r w:rsidR="00A15262">
          <w:rPr>
            <w:noProof/>
            <w:webHidden/>
          </w:rPr>
          <w:fldChar w:fldCharType="begin"/>
        </w:r>
        <w:r w:rsidR="00A15262">
          <w:rPr>
            <w:noProof/>
            <w:webHidden/>
          </w:rPr>
          <w:instrText xml:space="preserve"> PAGEREF _Toc4076314 \h </w:instrText>
        </w:r>
        <w:r w:rsidR="00A15262">
          <w:rPr>
            <w:noProof/>
            <w:webHidden/>
          </w:rPr>
        </w:r>
        <w:r w:rsidR="00A15262">
          <w:rPr>
            <w:noProof/>
            <w:webHidden/>
          </w:rPr>
          <w:fldChar w:fldCharType="separate"/>
        </w:r>
        <w:r w:rsidR="00095BEA">
          <w:rPr>
            <w:noProof/>
            <w:webHidden/>
          </w:rPr>
          <w:t>23</w:t>
        </w:r>
        <w:r w:rsidR="00A15262">
          <w:rPr>
            <w:noProof/>
            <w:webHidden/>
          </w:rPr>
          <w:fldChar w:fldCharType="end"/>
        </w:r>
      </w:hyperlink>
    </w:p>
    <w:p w14:paraId="31D78C95" w14:textId="77777777" w:rsidR="00AD0C7B" w:rsidRPr="001472A9" w:rsidRDefault="00BD7E91" w:rsidP="001472A9">
      <w:pPr>
        <w:spacing w:line="360" w:lineRule="auto"/>
        <w:rPr>
          <w:sz w:val="16"/>
          <w:szCs w:val="16"/>
        </w:rPr>
      </w:pPr>
      <w:r w:rsidRPr="001472A9">
        <w:rPr>
          <w:sz w:val="16"/>
          <w:szCs w:val="16"/>
        </w:rPr>
        <w:fldChar w:fldCharType="end"/>
      </w:r>
    </w:p>
    <w:p w14:paraId="35390074" w14:textId="77777777" w:rsidR="00AD0C7B" w:rsidRDefault="00AD0C7B">
      <w:r>
        <w:br w:type="page"/>
      </w:r>
    </w:p>
    <w:p w14:paraId="66D33130" w14:textId="77777777" w:rsidR="0035531B" w:rsidRDefault="0035531B" w:rsidP="0035531B">
      <w:pPr>
        <w:pStyle w:val="Nadpis1-1"/>
      </w:pPr>
      <w:bookmarkStart w:id="0" w:name="_Toc4076294"/>
      <w:bookmarkStart w:id="1" w:name="_Toc389559699"/>
      <w:bookmarkStart w:id="2" w:name="_Toc397429847"/>
      <w:bookmarkStart w:id="3" w:name="_Ref433028040"/>
      <w:bookmarkStart w:id="4" w:name="_Toc1048197"/>
      <w:r>
        <w:lastRenderedPageBreak/>
        <w:t>ÚVODNÍ USTANOVENÍ</w:t>
      </w:r>
      <w:bookmarkEnd w:id="0"/>
    </w:p>
    <w:p w14:paraId="4F12F07A"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24A063B2"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381D624E"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5A511E7B"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50B2DD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8EABD84"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70754924"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5E83E243" w14:textId="77777777" w:rsidR="0035531B" w:rsidRDefault="0035531B" w:rsidP="0035531B">
      <w:pPr>
        <w:pStyle w:val="Nadpis1-1"/>
      </w:pPr>
      <w:bookmarkStart w:id="5" w:name="_Toc4076295"/>
      <w:r>
        <w:t>IDENTIFIKAČNÍ ÚDAJE ZADAVATELE</w:t>
      </w:r>
      <w:bookmarkEnd w:id="5"/>
    </w:p>
    <w:p w14:paraId="048C0BAB" w14:textId="77777777" w:rsidR="0035531B" w:rsidRPr="0035531B" w:rsidRDefault="0035531B" w:rsidP="0035531B">
      <w:pPr>
        <w:pStyle w:val="Textbezslovn"/>
        <w:spacing w:after="0"/>
        <w:rPr>
          <w:rStyle w:val="Tun9b"/>
        </w:rPr>
      </w:pPr>
      <w:r w:rsidRPr="0035531B">
        <w:rPr>
          <w:rStyle w:val="Tun9b"/>
        </w:rPr>
        <w:t>Správa železnic, státní organizace</w:t>
      </w:r>
    </w:p>
    <w:p w14:paraId="0BA8651C" w14:textId="77777777" w:rsidR="0035531B" w:rsidRDefault="0035531B" w:rsidP="0035531B">
      <w:pPr>
        <w:pStyle w:val="Textbezslovn"/>
        <w:spacing w:after="0"/>
      </w:pPr>
      <w:r>
        <w:t>sídlo: Dlážděná 1003/7, Praha 1, Nové Město, PSČ 110 00</w:t>
      </w:r>
    </w:p>
    <w:p w14:paraId="563B894F"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50F86FF" w14:textId="77777777" w:rsidR="0035531B" w:rsidRDefault="0035531B" w:rsidP="0035531B">
      <w:pPr>
        <w:pStyle w:val="Textbezslovn"/>
        <w:spacing w:after="0"/>
      </w:pPr>
      <w:r>
        <w:t>IČO: 70994234</w:t>
      </w:r>
    </w:p>
    <w:p w14:paraId="7FBAC2AB" w14:textId="77777777" w:rsidR="0035531B" w:rsidRDefault="0035531B" w:rsidP="0035531B">
      <w:pPr>
        <w:pStyle w:val="Textbezslovn"/>
        <w:spacing w:after="0"/>
      </w:pPr>
      <w:r>
        <w:t>DIČ: CZ70994234</w:t>
      </w:r>
    </w:p>
    <w:p w14:paraId="3ACB18C0" w14:textId="77777777" w:rsidR="0035531B" w:rsidRDefault="0035531B" w:rsidP="0035531B">
      <w:pPr>
        <w:pStyle w:val="Textbezslovn"/>
        <w:spacing w:after="0"/>
      </w:pPr>
      <w:r>
        <w:t>Identifikátor datové schránky: uccchjm</w:t>
      </w:r>
    </w:p>
    <w:p w14:paraId="1C8156B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E78F15" w14:textId="77777777" w:rsidR="0035531B" w:rsidRDefault="0035531B" w:rsidP="0035531B">
      <w:pPr>
        <w:pStyle w:val="Textbezslovn"/>
      </w:pPr>
      <w:r w:rsidRPr="000174E8">
        <w:tab/>
      </w:r>
      <w:r w:rsidRPr="000174E8">
        <w:tab/>
      </w:r>
    </w:p>
    <w:p w14:paraId="5668D6BE" w14:textId="77777777" w:rsidR="0035531B" w:rsidRDefault="0035531B" w:rsidP="0035531B">
      <w:pPr>
        <w:pStyle w:val="Nadpis1-1"/>
      </w:pPr>
      <w:bookmarkStart w:id="6" w:name="_Toc4076296"/>
      <w:r>
        <w:lastRenderedPageBreak/>
        <w:t>KOMUNIKACE MEZI ZADAVATELEM</w:t>
      </w:r>
      <w:r w:rsidR="00845C50">
        <w:t xml:space="preserve"> a </w:t>
      </w:r>
      <w:r>
        <w:t>DODAVATELEM</w:t>
      </w:r>
      <w:bookmarkEnd w:id="6"/>
      <w:r>
        <w:t xml:space="preserve"> </w:t>
      </w:r>
    </w:p>
    <w:p w14:paraId="0F03271F"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0700798D" w14:textId="77777777" w:rsidR="0035531B" w:rsidRDefault="0035531B" w:rsidP="00035161">
      <w:pPr>
        <w:pStyle w:val="Text1-1"/>
      </w:pPr>
      <w:r>
        <w:t xml:space="preserve">Kontaktní osobou zadavatele pro </w:t>
      </w:r>
      <w:r w:rsidR="009531C1">
        <w:t xml:space="preserve">výběrové </w:t>
      </w:r>
      <w:r>
        <w:t xml:space="preserve">řízení je: </w:t>
      </w:r>
      <w:r w:rsidR="00035161" w:rsidRPr="00035161">
        <w:t>Ing. Martin Kosmál</w:t>
      </w:r>
    </w:p>
    <w:p w14:paraId="3843CCEC" w14:textId="77777777" w:rsidR="00035161" w:rsidRDefault="00035161" w:rsidP="00035161">
      <w:pPr>
        <w:pStyle w:val="Text1-1"/>
        <w:numPr>
          <w:ilvl w:val="0"/>
          <w:numId w:val="0"/>
        </w:numPr>
        <w:ind w:left="737"/>
      </w:pPr>
      <w:r>
        <w:t xml:space="preserve">Telefon: </w:t>
      </w:r>
      <w:r w:rsidRPr="00035161">
        <w:t>+420 972 244</w:t>
      </w:r>
      <w:r>
        <w:t> </w:t>
      </w:r>
      <w:r w:rsidRPr="00035161">
        <w:t>865</w:t>
      </w:r>
    </w:p>
    <w:p w14:paraId="1C194424" w14:textId="77777777" w:rsidR="00035161" w:rsidRDefault="00035161" w:rsidP="00035161">
      <w:pPr>
        <w:pStyle w:val="Text1-1"/>
        <w:numPr>
          <w:ilvl w:val="0"/>
          <w:numId w:val="0"/>
        </w:numPr>
        <w:ind w:left="737"/>
      </w:pPr>
      <w:r w:rsidRPr="00035161">
        <w:t xml:space="preserve">e-mail: </w:t>
      </w:r>
      <w:hyperlink r:id="rId12" w:history="1">
        <w:r w:rsidRPr="00EA2D9E">
          <w:rPr>
            <w:rStyle w:val="Hypertextovodkaz"/>
            <w:noProof w:val="0"/>
          </w:rPr>
          <w:t>kosmal@szdc.cz</w:t>
        </w:r>
      </w:hyperlink>
    </w:p>
    <w:p w14:paraId="1057DAB8" w14:textId="77777777" w:rsidR="00035161" w:rsidRDefault="00035161" w:rsidP="00035161">
      <w:pPr>
        <w:pStyle w:val="Text1-1"/>
        <w:numPr>
          <w:ilvl w:val="0"/>
          <w:numId w:val="0"/>
        </w:numPr>
        <w:spacing w:after="0"/>
        <w:ind w:left="737"/>
      </w:pPr>
      <w:r>
        <w:t>adresa: Správa železnic, státní organizace</w:t>
      </w:r>
    </w:p>
    <w:p w14:paraId="156E7CD1" w14:textId="77777777" w:rsidR="00035161" w:rsidRPr="005C76CB" w:rsidRDefault="00035161" w:rsidP="00035161">
      <w:pPr>
        <w:pStyle w:val="Zkladntext"/>
        <w:spacing w:after="0" w:line="240" w:lineRule="auto"/>
        <w:ind w:left="1418"/>
        <w:jc w:val="both"/>
        <w:rPr>
          <w:rFonts w:ascii="Verdana" w:hAnsi="Verdana"/>
        </w:rPr>
      </w:pPr>
      <w:r>
        <w:t xml:space="preserve"> </w:t>
      </w:r>
      <w:r w:rsidRPr="005C76CB">
        <w:rPr>
          <w:rFonts w:ascii="Verdana" w:hAnsi="Verdana"/>
        </w:rPr>
        <w:t>Stavební správa západ</w:t>
      </w:r>
    </w:p>
    <w:p w14:paraId="4AB72BB3" w14:textId="77777777" w:rsidR="00035161" w:rsidRPr="005C76CB" w:rsidRDefault="005B7025" w:rsidP="00035161">
      <w:pPr>
        <w:pStyle w:val="Zkladntext"/>
        <w:spacing w:after="0" w:line="240" w:lineRule="auto"/>
        <w:jc w:val="both"/>
        <w:rPr>
          <w:rFonts w:ascii="Verdana" w:hAnsi="Verdana"/>
        </w:rPr>
      </w:pPr>
      <w:r>
        <w:rPr>
          <w:rFonts w:ascii="Verdana" w:hAnsi="Verdana"/>
        </w:rPr>
        <w:t xml:space="preserve">                        </w:t>
      </w:r>
      <w:r w:rsidR="00035161" w:rsidRPr="005C76CB">
        <w:rPr>
          <w:rFonts w:ascii="Verdana" w:hAnsi="Verdana"/>
        </w:rPr>
        <w:t>Sokolovská 1955/278</w:t>
      </w:r>
    </w:p>
    <w:p w14:paraId="701460B2" w14:textId="77777777" w:rsidR="00035161" w:rsidRPr="005C76CB" w:rsidRDefault="005B7025" w:rsidP="00035161">
      <w:pPr>
        <w:pStyle w:val="Zkladntext"/>
        <w:spacing w:after="0" w:line="240" w:lineRule="auto"/>
        <w:ind w:left="1418"/>
        <w:jc w:val="both"/>
        <w:rPr>
          <w:rFonts w:ascii="Verdana" w:hAnsi="Verdana" w:cs="Calibri"/>
        </w:rPr>
      </w:pPr>
      <w:r>
        <w:rPr>
          <w:rFonts w:ascii="Verdana" w:hAnsi="Verdana"/>
        </w:rPr>
        <w:t xml:space="preserve"> </w:t>
      </w:r>
      <w:r w:rsidR="00035161" w:rsidRPr="005C76CB">
        <w:rPr>
          <w:rFonts w:ascii="Verdana" w:hAnsi="Verdana"/>
        </w:rPr>
        <w:t>190 00 Praha 9</w:t>
      </w:r>
    </w:p>
    <w:p w14:paraId="58CE715E" w14:textId="77777777" w:rsidR="00035161" w:rsidRDefault="00035161" w:rsidP="00035161">
      <w:pPr>
        <w:pStyle w:val="Text1-1"/>
        <w:numPr>
          <w:ilvl w:val="0"/>
          <w:numId w:val="0"/>
        </w:numPr>
        <w:ind w:left="737"/>
      </w:pPr>
    </w:p>
    <w:p w14:paraId="02E001C9" w14:textId="77777777" w:rsidR="0035531B" w:rsidRDefault="0035531B" w:rsidP="0035531B">
      <w:pPr>
        <w:pStyle w:val="Nadpis1-1"/>
      </w:pPr>
      <w:bookmarkStart w:id="7" w:name="_Toc4076297"/>
      <w:r>
        <w:t>ÚČEL</w:t>
      </w:r>
      <w:r w:rsidR="00845C50">
        <w:t xml:space="preserve"> </w:t>
      </w:r>
      <w:r w:rsidR="00776A8A">
        <w:t>A</w:t>
      </w:r>
      <w:r w:rsidR="00845C50">
        <w:t> </w:t>
      </w:r>
      <w:r>
        <w:t>PŘEDMĚT PLNĚNÍ VEŘEJNÉ ZAKÁZKY</w:t>
      </w:r>
      <w:bookmarkEnd w:id="7"/>
    </w:p>
    <w:p w14:paraId="66B13F4E" w14:textId="77777777" w:rsidR="0035531B" w:rsidRDefault="0035531B" w:rsidP="0035531B">
      <w:pPr>
        <w:pStyle w:val="Text1-1"/>
      </w:pPr>
      <w:r>
        <w:t>Účel veřejné zakázky</w:t>
      </w:r>
    </w:p>
    <w:p w14:paraId="38D67186" w14:textId="77777777" w:rsidR="0035531B" w:rsidRDefault="006F003E" w:rsidP="0035531B">
      <w:pPr>
        <w:pStyle w:val="Textbezslovn"/>
      </w:pPr>
      <w:r>
        <w:t>Účelem zakázky je realizace prací navazujících na nadlimitní zakázku na stavební práce „Rekonstrukce Negrelliho viadu</w:t>
      </w:r>
      <w:r w:rsidR="003658CB">
        <w:t>kt</w:t>
      </w:r>
      <w:r>
        <w:t>u“.</w:t>
      </w:r>
    </w:p>
    <w:p w14:paraId="15CDF886" w14:textId="77777777" w:rsidR="0035531B" w:rsidRDefault="0035531B" w:rsidP="0035531B">
      <w:pPr>
        <w:pStyle w:val="Text1-1"/>
      </w:pPr>
      <w:r>
        <w:t>Předmět plnění veřejné zakázky</w:t>
      </w:r>
    </w:p>
    <w:p w14:paraId="19C3F42A" w14:textId="77777777" w:rsidR="0035531B" w:rsidRDefault="006F003E" w:rsidP="006F003E">
      <w:pPr>
        <w:pStyle w:val="Textbezslovn"/>
      </w:pPr>
      <w:r w:rsidRPr="006F003E">
        <w:t xml:space="preserve">Předmětem díla „Rekonstrukce Negrelliho viaduktu“ </w:t>
      </w:r>
      <w:r w:rsidR="00C11FE6">
        <w:t xml:space="preserve">je </w:t>
      </w:r>
      <w:r>
        <w:t>realizace stavebních prací dle Z</w:t>
      </w:r>
      <w:r w:rsidRPr="006F003E">
        <w:t>měnového listu č. 53. Práce se skládají ze sanace opěrné zdi v Pernerově ulici, bližší podrobnosti jsou uvedeny v projektové dokumentaci. Opěrná zeď přímo navazuje na památkově chráněný Negrelliho viadukt a jedná se o stavbu dráhy ve smyslu zákona č. 266/1994 Sb. o drahách.</w:t>
      </w:r>
    </w:p>
    <w:p w14:paraId="0D7AADAD"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36658517" w14:textId="77777777" w:rsidR="0035531B" w:rsidRDefault="0035531B" w:rsidP="0035531B">
      <w:pPr>
        <w:pStyle w:val="Text1-1"/>
      </w:pPr>
      <w:r>
        <w:t>Klasifikace předmětu veřejné zakázky</w:t>
      </w:r>
    </w:p>
    <w:p w14:paraId="6FAF8284" w14:textId="77777777" w:rsidR="0035531B" w:rsidRDefault="0035531B" w:rsidP="006F6B09">
      <w:pPr>
        <w:pStyle w:val="Textbezslovn"/>
        <w:spacing w:after="0"/>
      </w:pPr>
      <w:r>
        <w:t>CPV kód  45234110-0 – Výstavba meziměstských železničních drah</w:t>
      </w:r>
    </w:p>
    <w:p w14:paraId="3B2F06E0" w14:textId="77777777" w:rsidR="0035531B" w:rsidRDefault="0035531B" w:rsidP="007354E9">
      <w:pPr>
        <w:pStyle w:val="Textbezslovn"/>
        <w:rPr>
          <w:highlight w:val="green"/>
        </w:rPr>
      </w:pPr>
    </w:p>
    <w:p w14:paraId="1627A235"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09869523" w14:textId="77777777" w:rsidR="0035531B" w:rsidRDefault="0035531B" w:rsidP="006F6B09">
      <w:pPr>
        <w:pStyle w:val="Nadpis1-1"/>
      </w:pPr>
      <w:bookmarkStart w:id="8" w:name="_Toc4076298"/>
      <w:r>
        <w:t>ZDROJE FINANCOVÁNÍ</w:t>
      </w:r>
      <w:r w:rsidR="00845C50">
        <w:t xml:space="preserve"> </w:t>
      </w:r>
      <w:r w:rsidR="00776A8A">
        <w:t>A</w:t>
      </w:r>
      <w:r w:rsidR="00845C50">
        <w:t> </w:t>
      </w:r>
      <w:r>
        <w:t>PŘEDPOKLÁDANÁ HODNOTA VEŘEJNÉ ZAKÁZKY</w:t>
      </w:r>
      <w:bookmarkEnd w:id="8"/>
    </w:p>
    <w:p w14:paraId="0B1416F1" w14:textId="77777777" w:rsidR="007354E9" w:rsidRDefault="007354E9" w:rsidP="007354E9">
      <w:pPr>
        <w:pStyle w:val="Text1-1"/>
      </w:pPr>
      <w:r>
        <w:t>Předpokládá se financování této veřejné zakázky z prostředků České republiky - Státního fondu dopravní infrastruktury.</w:t>
      </w:r>
    </w:p>
    <w:p w14:paraId="1CC0CA02" w14:textId="77777777" w:rsidR="0035531B" w:rsidRDefault="007354E9" w:rsidP="007354E9">
      <w:pPr>
        <w:pStyle w:val="Text1-1"/>
      </w:pPr>
      <w:r w:rsidRPr="007354E9">
        <w:t>Konečným příjemcem prostředků ze zdrojů uvedených v článku 5.1 této Výzvy je Správa železnic, státní organizace se sídlem Praha 1, Nové Město, Dlážděná 1003/7, PSČ 110 00 (zadavatel)</w:t>
      </w:r>
      <w:r w:rsidR="0035531B">
        <w:t>.</w:t>
      </w:r>
    </w:p>
    <w:p w14:paraId="2B1279E2" w14:textId="77777777" w:rsidR="007354E9" w:rsidRDefault="007354E9" w:rsidP="007354E9">
      <w:pPr>
        <w:pStyle w:val="Text1-1"/>
      </w:pPr>
      <w:r w:rsidRPr="007354E9">
        <w:rPr>
          <w:b/>
        </w:rPr>
        <w:t xml:space="preserve">Předpokládaná hodnota veřejné zakázky činí </w:t>
      </w:r>
      <w:r w:rsidR="00E97910">
        <w:rPr>
          <w:b/>
        </w:rPr>
        <w:t>73 100 000,-</w:t>
      </w:r>
      <w:r w:rsidRPr="007354E9">
        <w:rPr>
          <w:b/>
        </w:rPr>
        <w:t xml:space="preserve"> Kč (bez DPH)</w:t>
      </w:r>
      <w:r>
        <w:t>.</w:t>
      </w:r>
    </w:p>
    <w:p w14:paraId="7EDA8DB1" w14:textId="77777777" w:rsidR="00E97910" w:rsidRDefault="00E97910" w:rsidP="00E97910">
      <w:pPr>
        <w:pStyle w:val="Text1-1"/>
        <w:numPr>
          <w:ilvl w:val="0"/>
          <w:numId w:val="0"/>
        </w:numPr>
        <w:ind w:left="737"/>
      </w:pPr>
    </w:p>
    <w:p w14:paraId="217AC127" w14:textId="77777777" w:rsidR="0035531B" w:rsidRDefault="0035531B" w:rsidP="006F6B09">
      <w:pPr>
        <w:pStyle w:val="Nadpis1-1"/>
      </w:pPr>
      <w:bookmarkStart w:id="9" w:name="_Toc4076299"/>
      <w:r>
        <w:t>OBSAH ZADÁVACÍ DOKUMENTACE</w:t>
      </w:r>
      <w:bookmarkEnd w:id="9"/>
      <w:r>
        <w:t xml:space="preserve"> </w:t>
      </w:r>
    </w:p>
    <w:p w14:paraId="7D50C6C3" w14:textId="77777777" w:rsidR="0035531B" w:rsidRDefault="00FD39DE" w:rsidP="00FD39DE">
      <w:pPr>
        <w:pStyle w:val="Text1-1"/>
      </w:pPr>
      <w:r w:rsidRPr="00FD39DE">
        <w:t>Zadávací dokumentace obsahuje následující dokumenty</w:t>
      </w:r>
      <w:r w:rsidR="0035531B">
        <w:t xml:space="preserve">: </w:t>
      </w:r>
    </w:p>
    <w:p w14:paraId="1EE61FA0"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1</w:t>
      </w:r>
      <w:r w:rsidRPr="00FD39DE">
        <w:rPr>
          <w:rStyle w:val="Tun9b"/>
        </w:rPr>
        <w:tab/>
        <w:t>VÝZVA K PODÁNÍ NABÍDKY</w:t>
      </w:r>
    </w:p>
    <w:p w14:paraId="7D580F78"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36566056"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2ABA92E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52A211E3" w14:textId="77777777" w:rsidR="0035531B" w:rsidRDefault="005B7025" w:rsidP="00FD39DE">
      <w:pPr>
        <w:pStyle w:val="Textbezslovn"/>
        <w:tabs>
          <w:tab w:val="left" w:pos="1701"/>
        </w:tabs>
        <w:ind w:left="1701" w:hanging="964"/>
      </w:pPr>
      <w:r>
        <w:t>Část 1</w:t>
      </w:r>
      <w:r>
        <w:tab/>
        <w:t xml:space="preserve">Soupis prací SO </w:t>
      </w:r>
      <w:r w:rsidRPr="005B7025">
        <w:t>Oprava opěrné zdi podél ulice Pernerova</w:t>
      </w:r>
    </w:p>
    <w:p w14:paraId="2E95223C" w14:textId="77777777" w:rsidR="0035531B" w:rsidRDefault="00713D74" w:rsidP="00FB7FE4">
      <w:pPr>
        <w:pStyle w:val="Text1-1"/>
      </w:pPr>
      <w:r>
        <w:t>Za</w:t>
      </w:r>
      <w:r w:rsidR="007A67D0">
        <w:t>d</w:t>
      </w:r>
      <w:r w:rsidR="00FD39DE">
        <w:t>ávací dokumentace je přístupná na profilu zadavatele: https://zakazky.szdc.cz/</w:t>
      </w:r>
      <w:r w:rsidR="0035531B">
        <w:t>.</w:t>
      </w:r>
    </w:p>
    <w:p w14:paraId="2A4F1970"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nás“ –&gt; „Vnitřní předpisy“ odkaz „Dokumenty a předpisy“).</w:t>
      </w:r>
    </w:p>
    <w:p w14:paraId="378F95A9" w14:textId="77777777" w:rsidR="0035531B" w:rsidRDefault="0035531B" w:rsidP="005A3D2F">
      <w:pPr>
        <w:pStyle w:val="Text1-1"/>
        <w:numPr>
          <w:ilvl w:val="0"/>
          <w:numId w:val="0"/>
        </w:numPr>
        <w:spacing w:after="0"/>
        <w:ind w:left="737"/>
      </w:pPr>
    </w:p>
    <w:p w14:paraId="1A6D422C"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6C905A4A" w14:textId="77777777"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03115D">
        <w:t>projektová dokumentace Rekonstrukce Negrelliho viaduktu – Oprava opěrné zdi podél ulice Pernerova, SUDOP PRAHA a.s., Olšanská 2643/1a, 130 80 Praha 3, IČO:25793349, 12/2019.</w:t>
      </w:r>
    </w:p>
    <w:p w14:paraId="78E4AD95" w14:textId="77777777" w:rsidR="00FD39DE" w:rsidRDefault="00FD39DE" w:rsidP="00FD39DE">
      <w:pPr>
        <w:pStyle w:val="Text1-1"/>
      </w:pPr>
      <w:r>
        <w:t>Pro vyloučení pochybností zadavatel uvádí, že ohledně této veřejné zakázky nevedl předběžné tržní konzultace.</w:t>
      </w:r>
    </w:p>
    <w:p w14:paraId="77E43220" w14:textId="77777777" w:rsidR="0035531B" w:rsidRDefault="0035531B" w:rsidP="00FD39DE">
      <w:pPr>
        <w:pStyle w:val="Textbezslovn"/>
      </w:pPr>
      <w:r>
        <w:t xml:space="preserve"> </w:t>
      </w:r>
    </w:p>
    <w:p w14:paraId="0863DF5A" w14:textId="77777777" w:rsidR="0035531B" w:rsidRDefault="0035531B" w:rsidP="00CC4380">
      <w:pPr>
        <w:pStyle w:val="Nadpis1-1"/>
      </w:pPr>
      <w:bookmarkStart w:id="10" w:name="_Toc4076300"/>
      <w:r>
        <w:t>VYSVĚTLENÍ, ZMĚNY</w:t>
      </w:r>
      <w:r w:rsidR="00845C50">
        <w:t xml:space="preserve"> </w:t>
      </w:r>
      <w:r w:rsidR="00776A8A">
        <w:t>A</w:t>
      </w:r>
      <w:r w:rsidR="00845C50">
        <w:t> </w:t>
      </w:r>
      <w:r>
        <w:t>DOPLNĚNÍ ZADÁVACÍ DOKUMENTACE</w:t>
      </w:r>
      <w:bookmarkEnd w:id="10"/>
      <w:r>
        <w:t xml:space="preserve"> </w:t>
      </w:r>
    </w:p>
    <w:p w14:paraId="7A7C3E8F"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FD39DE">
        <w:rPr>
          <w:b/>
        </w:rPr>
        <w:t xml:space="preserve">nejpozději </w:t>
      </w:r>
      <w:r w:rsidR="00B07880" w:rsidRPr="00A677B7">
        <w:rPr>
          <w:b/>
        </w:rPr>
        <w:t xml:space="preserve">6 pracovních dnů </w:t>
      </w:r>
      <w:r w:rsidRPr="00A677B7">
        <w:t>před</w:t>
      </w:r>
      <w:r w:rsidRPr="00FD39DE">
        <w:t xml:space="preserve"> uplynutím lhůty pro podání nabídek. Vysvětlení zadávací dokumentace může zadavatel poskytnout i bez předchozí žádosti</w:t>
      </w:r>
      <w:r w:rsidR="0035531B">
        <w:t>.</w:t>
      </w:r>
    </w:p>
    <w:p w14:paraId="0B78DD01" w14:textId="77777777" w:rsidR="0035531B" w:rsidRDefault="00FD39DE" w:rsidP="00FD39DE">
      <w:pPr>
        <w:pStyle w:val="Text1-1"/>
      </w:pPr>
      <w:r w:rsidRPr="00FD39DE">
        <w:t xml:space="preserve">Zadavatel poskytne vysvětlení zadávací dokumentace nejpozději </w:t>
      </w:r>
      <w:r w:rsidRPr="00A677B7">
        <w:t xml:space="preserve">do </w:t>
      </w:r>
      <w:r w:rsidR="007A67D0">
        <w:t xml:space="preserve">3 </w:t>
      </w:r>
      <w:r w:rsidR="00A677B7" w:rsidRPr="00A677B7">
        <w:t>pra</w:t>
      </w:r>
      <w:r w:rsidRPr="00A677B7">
        <w:t>co</w:t>
      </w:r>
      <w:r w:rsidRPr="00FD39DE">
        <w:t>vních dnů po doručení žádosti podle předchozího odstavce. Pokud zadavatel na žádost o vysvětlení, která není doručena včas, vysvětlení poskytne, nemusí dodržet lhůtu uvedenou v předchozí větě</w:t>
      </w:r>
      <w:r w:rsidR="0035531B">
        <w:t>.</w:t>
      </w:r>
    </w:p>
    <w:p w14:paraId="36C315F4" w14:textId="77777777" w:rsidR="00FD39DE" w:rsidRDefault="00035777" w:rsidP="00035777">
      <w:pPr>
        <w:pStyle w:val="Text1-1"/>
      </w:pPr>
      <w:r>
        <w:t xml:space="preserve">Vysvětlení </w:t>
      </w:r>
      <w:r w:rsidRPr="00035777">
        <w:t>zadávací dokumentace, včetně přesného znění žádosti, zadavatel uveřejní stejným způsobem, jakým uveřejnil výzvu k podání nabídek, tedy na profilu zadavatele: https://zakazky.szdc.cz/. Vysvětlení je považováno za doruč</w:t>
      </w:r>
      <w:r>
        <w:t>ené okamžikem uveřejnění.</w:t>
      </w:r>
    </w:p>
    <w:p w14:paraId="752DFA05"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FDD7D7C"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6F23FEFF" w14:textId="77777777" w:rsidR="0035531B" w:rsidRDefault="0035531B" w:rsidP="00CC4380">
      <w:pPr>
        <w:pStyle w:val="Nadpis1-1"/>
      </w:pPr>
      <w:bookmarkStart w:id="11" w:name="_Toc4076301"/>
      <w:r>
        <w:lastRenderedPageBreak/>
        <w:t>POŽADAVKY ZADAVATELE NA KVALIFIKACI</w:t>
      </w:r>
      <w:bookmarkEnd w:id="11"/>
    </w:p>
    <w:p w14:paraId="52FA6DB4" w14:textId="77777777" w:rsidR="0035531B" w:rsidRDefault="00FD39DE" w:rsidP="00FD39DE">
      <w:pPr>
        <w:pStyle w:val="Text1-1"/>
      </w:pPr>
      <w:r w:rsidRPr="00FD39DE">
        <w:t>Dodavatelé jsou povinni prokázat splnění kvalifikace za podmínek stanovených v této Výzvě</w:t>
      </w:r>
      <w:r w:rsidR="0035531B">
        <w:t>.</w:t>
      </w:r>
    </w:p>
    <w:p w14:paraId="6C4F6FF9" w14:textId="77777777" w:rsidR="0035531B" w:rsidRPr="00CC4380" w:rsidRDefault="0035531B" w:rsidP="0035531B">
      <w:pPr>
        <w:pStyle w:val="Text1-1"/>
        <w:rPr>
          <w:rStyle w:val="Tun9b"/>
        </w:rPr>
      </w:pPr>
      <w:r w:rsidRPr="00CC4380">
        <w:rPr>
          <w:rStyle w:val="Tun9b"/>
        </w:rPr>
        <w:t>Prokázání splnění základní způsobilosti:</w:t>
      </w:r>
    </w:p>
    <w:p w14:paraId="3E879EA4" w14:textId="77777777" w:rsidR="0035531B" w:rsidRDefault="00FD39DE" w:rsidP="00FD39DE">
      <w:pPr>
        <w:pStyle w:val="Odrka1-1"/>
      </w:pPr>
      <w:r w:rsidRPr="00FD39DE">
        <w:t>Zadavatel požaduje prokázání základní způsobilosti. Způsobilým není dodavatel, který</w:t>
      </w:r>
      <w:r>
        <w:t>:</w:t>
      </w:r>
    </w:p>
    <w:p w14:paraId="73DDC4B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DD11AE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A01787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25774CB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CC5E5A9"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F08698B" w14:textId="77777777" w:rsidR="0035531B" w:rsidRDefault="0035531B" w:rsidP="00092CC9">
      <w:pPr>
        <w:pStyle w:val="Odrka1-1"/>
      </w:pPr>
      <w:r>
        <w:t xml:space="preserve">Způsob prokázání základní způsobilosti: </w:t>
      </w:r>
    </w:p>
    <w:p w14:paraId="00C6021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74B0B4A" w14:textId="77777777" w:rsidR="0035531B" w:rsidRPr="00CC4380" w:rsidRDefault="0035531B" w:rsidP="0035531B">
      <w:pPr>
        <w:pStyle w:val="Text1-1"/>
        <w:rPr>
          <w:rStyle w:val="Tun9b"/>
        </w:rPr>
      </w:pPr>
      <w:r w:rsidRPr="00CC4380">
        <w:rPr>
          <w:rStyle w:val="Tun9b"/>
        </w:rPr>
        <w:t>Prokázání splnění profesní způsobilosti:</w:t>
      </w:r>
    </w:p>
    <w:p w14:paraId="24FCF50B"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751802A"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2CAE8494" w14:textId="77777777" w:rsidR="00732992" w:rsidRDefault="00732992" w:rsidP="00732992">
      <w:pPr>
        <w:pStyle w:val="Odrka1-1"/>
        <w:numPr>
          <w:ilvl w:val="0"/>
          <w:numId w:val="0"/>
        </w:numPr>
        <w:spacing w:after="0"/>
        <w:ind w:left="1077"/>
      </w:pPr>
    </w:p>
    <w:p w14:paraId="3E20F9E2" w14:textId="77777777" w:rsidR="0035531B" w:rsidRDefault="0035531B" w:rsidP="00D10A2D">
      <w:pPr>
        <w:pStyle w:val="Odrka1-2-"/>
      </w:pPr>
      <w:r>
        <w:t xml:space="preserve">Provádění </w:t>
      </w:r>
      <w:r w:rsidRPr="00D10A2D">
        <w:t>staveb</w:t>
      </w:r>
      <w:r>
        <w:t>, jejich změn</w:t>
      </w:r>
      <w:r w:rsidR="00845C50">
        <w:t xml:space="preserve"> a </w:t>
      </w:r>
      <w:r w:rsidR="00732992">
        <w:t>odstraňování</w:t>
      </w:r>
    </w:p>
    <w:p w14:paraId="121F1DF5" w14:textId="77777777" w:rsidR="00732992" w:rsidRDefault="00732992" w:rsidP="00732992">
      <w:pPr>
        <w:pStyle w:val="Odrka1-2-"/>
        <w:numPr>
          <w:ilvl w:val="0"/>
          <w:numId w:val="0"/>
        </w:numPr>
        <w:ind w:left="1531"/>
      </w:pPr>
    </w:p>
    <w:p w14:paraId="4ECD0516" w14:textId="77777777" w:rsidR="0035531B" w:rsidRDefault="0035531B" w:rsidP="00092CC9">
      <w:pPr>
        <w:pStyle w:val="Odrka1-1"/>
      </w:pPr>
      <w:r>
        <w:t>Odborná způsobilost:</w:t>
      </w:r>
    </w:p>
    <w:p w14:paraId="2A4908F7" w14:textId="77777777" w:rsidR="0035531B" w:rsidRPr="00732992" w:rsidRDefault="00732992" w:rsidP="00CC4380">
      <w:pPr>
        <w:pStyle w:val="Odrka1-2-"/>
      </w:pPr>
      <w:r>
        <w:t>z</w:t>
      </w:r>
      <w:r w:rsidR="0035531B">
        <w:t>adavatel požaduje předložení dokladu</w:t>
      </w:r>
      <w:r w:rsidR="00092CC9">
        <w:t xml:space="preserve"> o </w:t>
      </w:r>
      <w:r w:rsidR="0035531B">
        <w:t>autorizaci</w:t>
      </w:r>
      <w:r w:rsidR="00092CC9">
        <w:t xml:space="preserve"> v </w:t>
      </w:r>
      <w:r w:rsidR="0035531B">
        <w:t xml:space="preserve">rozsahu dle § 5 odst. 3 písm. </w:t>
      </w:r>
      <w:r w:rsidR="0035531B" w:rsidRPr="00732992">
        <w:rPr>
          <w:rStyle w:val="Tun9b"/>
        </w:rPr>
        <w:t>b), d)</w:t>
      </w:r>
      <w:r w:rsidRPr="00732992">
        <w:rPr>
          <w:rStyle w:val="Tun9b"/>
        </w:rPr>
        <w:t xml:space="preserve"> a i</w:t>
      </w:r>
      <w:r w:rsidR="0035531B" w:rsidRPr="00732992">
        <w:rPr>
          <w:rStyle w:val="Tun9b"/>
        </w:rPr>
        <w:t>)</w:t>
      </w:r>
      <w:r w:rsidR="0035531B" w:rsidRPr="00732992">
        <w:t xml:space="preserve"> </w:t>
      </w:r>
      <w:r w:rsidR="0035531B">
        <w:t>zákona č. 360/1992 Sb.,</w:t>
      </w:r>
      <w:r w:rsidR="00092CC9">
        <w:t xml:space="preserve"> o </w:t>
      </w:r>
      <w:r w:rsidR="0035531B">
        <w:t>výkonu povolání autorizovaných architektů</w:t>
      </w:r>
      <w:r w:rsidR="00845C50">
        <w:t xml:space="preserve"> a</w:t>
      </w:r>
      <w:r w:rsidR="00092CC9">
        <w:t xml:space="preserve"> o </w:t>
      </w:r>
      <w:r w:rsidR="0035531B">
        <w:t>výkonu povolání autorizovaných inženýrů</w:t>
      </w:r>
      <w:r w:rsidR="00845C50">
        <w:t xml:space="preserve"> a </w:t>
      </w:r>
      <w:r w:rsidR="0035531B">
        <w:t>techniků činných ve výstavb</w:t>
      </w:r>
      <w:r>
        <w:t>ě, ve znění pozdějších předpisů</w:t>
      </w:r>
      <w:r>
        <w:rPr>
          <w:lang w:val="en-GB"/>
        </w:rPr>
        <w:t>;</w:t>
      </w:r>
    </w:p>
    <w:p w14:paraId="4EE9BBC1" w14:textId="77777777" w:rsidR="00732992" w:rsidRPr="00732992" w:rsidRDefault="00732992" w:rsidP="00732992">
      <w:pPr>
        <w:pStyle w:val="Odrka1-2-"/>
      </w:pPr>
      <w:r>
        <w:t xml:space="preserve">zadavatel požaduje předložení </w:t>
      </w:r>
      <w:r w:rsidRPr="00732992">
        <w:t>povolení k restaurování vystavené Ministerstvem kultury dle § 14a odst. 1 zákona č. 20/1987 Sb., o státní památkové péči, ve znění pozdějších předpisů, se specializací „Nepolychromovaná nefigurální uměleckořemeslná díla z kamene“.</w:t>
      </w:r>
    </w:p>
    <w:p w14:paraId="77D4B4A6" w14:textId="77777777" w:rsidR="00732992" w:rsidRDefault="00732992" w:rsidP="00CC4380">
      <w:pPr>
        <w:pStyle w:val="Textbezslovn"/>
        <w:ind w:left="1077"/>
      </w:pPr>
    </w:p>
    <w:p w14:paraId="362346D5"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02611D0B"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2A3E34B" w14:textId="77777777" w:rsidR="00D6036F" w:rsidRDefault="00D6036F" w:rsidP="00CC4380">
      <w:pPr>
        <w:pStyle w:val="Textbezslovn"/>
        <w:ind w:left="1077"/>
      </w:pPr>
    </w:p>
    <w:p w14:paraId="4453AC35" w14:textId="77777777" w:rsidR="0035531B" w:rsidRPr="00CC4380" w:rsidRDefault="0035531B" w:rsidP="0035531B">
      <w:pPr>
        <w:pStyle w:val="Text1-1"/>
        <w:rPr>
          <w:rStyle w:val="Tun9b"/>
        </w:rPr>
      </w:pPr>
      <w:r w:rsidRPr="00CC4380">
        <w:rPr>
          <w:rStyle w:val="Tun9b"/>
        </w:rPr>
        <w:t>Technická kvalifikace – seznam stavebních prací:</w:t>
      </w:r>
    </w:p>
    <w:p w14:paraId="590256AD" w14:textId="77777777" w:rsidR="003D38DB" w:rsidRDefault="00F95A2C" w:rsidP="00F95A2C">
      <w:pPr>
        <w:pStyle w:val="Textbezslovn"/>
      </w:pPr>
      <w:r>
        <w:t xml:space="preserve">Zadavatel požaduje předložení seznamu stavebních prací poskytnutých dodavatelem </w:t>
      </w:r>
      <w:r w:rsidR="00027569">
        <w:t xml:space="preserve">na stavbách </w:t>
      </w:r>
      <w:r w:rsidR="003D38DB">
        <w:t xml:space="preserve">železničních drah, </w:t>
      </w:r>
      <w:r w:rsidR="003D38DB" w:rsidRPr="003D38DB">
        <w:t>jak jsou vymezeny v § 5 odst. 1 a v § 3 odst. 1</w:t>
      </w:r>
      <w:r w:rsidR="003D38DB">
        <w:t xml:space="preserve"> </w:t>
      </w:r>
      <w:r w:rsidR="003D38DB" w:rsidRPr="003D38DB">
        <w:t>zákona č. 266/1994 Sb., o dráhách, ve znění pozdějších předpisů,</w:t>
      </w:r>
      <w:r w:rsidR="003D38DB">
        <w:t xml:space="preserve"> </w:t>
      </w:r>
      <w:r>
        <w:t xml:space="preserve">za posledních </w:t>
      </w:r>
      <w:r w:rsidRPr="00FB7FE4">
        <w:t>5</w:t>
      </w:r>
      <w:r>
        <w:t xml:space="preserve"> let před zahájením výběrového řízení (dále jako „</w:t>
      </w:r>
      <w:r w:rsidRPr="00F95A2C">
        <w:rPr>
          <w:b/>
        </w:rPr>
        <w:t>stavební práce</w:t>
      </w:r>
      <w:r>
        <w:t xml:space="preserve">“). </w:t>
      </w:r>
    </w:p>
    <w:p w14:paraId="49C41A7E" w14:textId="77777777" w:rsidR="00FB7FE4" w:rsidRPr="00E6699A" w:rsidRDefault="00E6699A" w:rsidP="00F95A2C">
      <w:pPr>
        <w:pStyle w:val="Textbezslovn"/>
        <w:rPr>
          <w:b/>
          <w:highlight w:val="green"/>
        </w:rPr>
      </w:pPr>
      <w:r w:rsidRPr="00E6699A">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w:t>
      </w:r>
      <w:r w:rsidRPr="00E6699A">
        <w:rPr>
          <w:b/>
        </w:rPr>
        <w:t>minimálně dvě</w:t>
      </w:r>
      <w:r w:rsidRPr="00E6699A">
        <w:t xml:space="preserve"> stavební práce v celkové hodnotě v součtu, včetně případných poddodávek, alespoň ve výši </w:t>
      </w:r>
      <w:r w:rsidRPr="00E6699A">
        <w:rPr>
          <w:b/>
        </w:rPr>
        <w:t>70 mil. Kč bez DPH</w:t>
      </w:r>
      <w:r w:rsidRPr="00E6699A">
        <w:t xml:space="preserve">, </w:t>
      </w:r>
      <w:r>
        <w:t xml:space="preserve">přičemž </w:t>
      </w:r>
      <w:r w:rsidRPr="00E6699A">
        <w:t xml:space="preserve">součástí </w:t>
      </w:r>
      <w:r>
        <w:t>alespoň jedné z nich byl památkově chráněný objekt a c</w:t>
      </w:r>
      <w:r w:rsidRPr="00E6699A">
        <w:t xml:space="preserve">elková hodnota </w:t>
      </w:r>
      <w:r>
        <w:t>každé doložené stavební práce musí,</w:t>
      </w:r>
      <w:r w:rsidRPr="00E6699A">
        <w:t xml:space="preserve"> včetně případných poddodávek, činit alespoň </w:t>
      </w:r>
      <w:r w:rsidRPr="00E6699A">
        <w:rPr>
          <w:b/>
        </w:rPr>
        <w:t>35 mil. Kč bez DPH.</w:t>
      </w:r>
    </w:p>
    <w:p w14:paraId="03391FFB" w14:textId="77777777" w:rsidR="0035531B" w:rsidRPr="00D6036F"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w:t>
      </w:r>
      <w:r w:rsidRPr="00D6036F">
        <w:t>objednatelem Správa železnic, státní organizace</w:t>
      </w:r>
      <w:r w:rsidR="0035531B" w:rsidRPr="00D6036F">
        <w:t>.</w:t>
      </w:r>
    </w:p>
    <w:p w14:paraId="418C893F" w14:textId="77777777" w:rsidR="00AF4A09" w:rsidRDefault="00AF4A09" w:rsidP="002C04EE">
      <w:pPr>
        <w:pStyle w:val="Textbezslovn"/>
      </w:pPr>
      <w:r w:rsidRPr="00D6036F">
        <w:t xml:space="preserve">Doba 5 let se považuje za splněnou, pokud byly stavební práce v průběhu této doby dokončeny, a pro prokázání kvalifikace postačuje, aby byl požadovaný finanční objem </w:t>
      </w:r>
      <w:r w:rsidRPr="00D6036F">
        <w:lastRenderedPageBreak/>
        <w:t>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4779FE0B"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2E13D9C4"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4A961203" w14:textId="77777777" w:rsidR="00AF4A09" w:rsidRDefault="00AF4A09" w:rsidP="00AF4A09">
      <w:pPr>
        <w:pStyle w:val="Textbezslovn"/>
        <w:ind w:left="1418" w:hanging="681"/>
      </w:pPr>
      <w:r>
        <w:t>a)</w:t>
      </w:r>
      <w:r>
        <w:tab/>
        <w:t>společně s jinými dodavateli, a to v rozsahu, v jakém se na plnění zakázky podílel, nebo</w:t>
      </w:r>
    </w:p>
    <w:p w14:paraId="7A3DE6CF" w14:textId="77777777" w:rsidR="00AF4A09" w:rsidRDefault="00AF4A09" w:rsidP="00AF4A09">
      <w:pPr>
        <w:pStyle w:val="Textbezslovn"/>
      </w:pPr>
      <w:r>
        <w:t>b)</w:t>
      </w:r>
      <w:r>
        <w:tab/>
        <w:t>jako poddodavatel, a to v rozsahu, v jakém se na plnění zakázky podílel.</w:t>
      </w:r>
    </w:p>
    <w:p w14:paraId="33CC9EB7"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4BF1B4B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12AE88FB" w14:textId="77777777" w:rsidR="0035531B" w:rsidRPr="00930B79" w:rsidRDefault="0035531B" w:rsidP="0035531B">
      <w:pPr>
        <w:pStyle w:val="Text1-1"/>
        <w:rPr>
          <w:rStyle w:val="Tun9b"/>
        </w:rPr>
      </w:pPr>
      <w:r w:rsidRPr="00930B79">
        <w:rPr>
          <w:rStyle w:val="Tun9b"/>
        </w:rPr>
        <w:t>Technická kvalifikace – seznam odborného personálu:</w:t>
      </w:r>
    </w:p>
    <w:p w14:paraId="4CC9B703" w14:textId="77777777" w:rsidR="00D6036F"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w:t>
      </w:r>
      <w:r>
        <w:lastRenderedPageBreak/>
        <w:t xml:space="preserve">člena odborného personálu dodavatele za předpokladu, že tato osoba splňuje všechna kvalifikační kritéria požadovaná na výkon těchto funkcí. </w:t>
      </w:r>
    </w:p>
    <w:p w14:paraId="717EBFE9"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69534F9" w14:textId="77777777" w:rsidR="00D6036F" w:rsidRDefault="00D6036F" w:rsidP="00AF4A09">
      <w:pPr>
        <w:pStyle w:val="Textbezslovn"/>
      </w:pPr>
    </w:p>
    <w:p w14:paraId="451DFA84" w14:textId="77777777" w:rsidR="0035531B" w:rsidRPr="00D6036F" w:rsidRDefault="0035531B" w:rsidP="00EF4DAC">
      <w:pPr>
        <w:pStyle w:val="Odstavec1-1a"/>
        <w:numPr>
          <w:ilvl w:val="0"/>
          <w:numId w:val="11"/>
        </w:numPr>
        <w:rPr>
          <w:rStyle w:val="Tun9b"/>
        </w:rPr>
      </w:pPr>
      <w:r w:rsidRPr="00D6036F">
        <w:rPr>
          <w:rStyle w:val="Tun9b"/>
        </w:rPr>
        <w:t>stavbyvedoucí</w:t>
      </w:r>
    </w:p>
    <w:p w14:paraId="2A206D6D" w14:textId="77777777" w:rsidR="0035531B" w:rsidRPr="00D6036F" w:rsidRDefault="0035531B" w:rsidP="00930B79">
      <w:pPr>
        <w:pStyle w:val="Odrka1-2-"/>
      </w:pPr>
      <w:r w:rsidRPr="00D6036F">
        <w:t>minimálně středoškolské vzdělání;</w:t>
      </w:r>
    </w:p>
    <w:p w14:paraId="3912AF69" w14:textId="77777777" w:rsidR="0035531B" w:rsidRPr="00D6036F" w:rsidRDefault="0035531B" w:rsidP="00930B79">
      <w:pPr>
        <w:pStyle w:val="Odrka1-2-"/>
      </w:pPr>
      <w:r w:rsidRPr="00D6036F">
        <w:t>nejméně 5 let praxe</w:t>
      </w:r>
      <w:r w:rsidR="00092CC9" w:rsidRPr="00D6036F">
        <w:t xml:space="preserve"> v </w:t>
      </w:r>
      <w:r w:rsidRPr="00D6036F">
        <w:t xml:space="preserve">řízení provádění staveb </w:t>
      </w:r>
      <w:r w:rsidR="00D6036F" w:rsidRPr="00D6036F">
        <w:t>mostů a inženýrských konstrukcí</w:t>
      </w:r>
      <w:r w:rsidRPr="00D6036F">
        <w:t xml:space="preserve">; </w:t>
      </w:r>
    </w:p>
    <w:p w14:paraId="1CE02D8F" w14:textId="77777777" w:rsidR="0035531B" w:rsidRPr="00F44DE3" w:rsidRDefault="00AF4A09" w:rsidP="00AF4A09">
      <w:pPr>
        <w:pStyle w:val="Odrka1-2-"/>
      </w:pPr>
      <w:r w:rsidRPr="00F44DE3">
        <w:t xml:space="preserve">zkušenost s řízením realizace alespoň jedné zakázky - stavby </w:t>
      </w:r>
      <w:r w:rsidRPr="00921371">
        <w:t xml:space="preserve">železničních drah v hodnotě nejméně </w:t>
      </w:r>
      <w:r w:rsidR="00F44DE3" w:rsidRPr="00921371">
        <w:rPr>
          <w:b/>
        </w:rPr>
        <w:t>35 mil.</w:t>
      </w:r>
      <w:r w:rsidRPr="00921371">
        <w:rPr>
          <w:b/>
        </w:rPr>
        <w:t xml:space="preserve"> Kč </w:t>
      </w:r>
      <w:r w:rsidRPr="00921371">
        <w:t>bez DPH, a to v posledních 10 letech před</w:t>
      </w:r>
      <w:r w:rsidRPr="00F44DE3">
        <w:t xml:space="preserve"> zahájením </w:t>
      </w:r>
      <w:r w:rsidR="00F44DE3">
        <w:t>výběrového řízení, j</w:t>
      </w:r>
      <w:r w:rsidRPr="00F44DE3">
        <w:t xml:space="preserve">ejímž předmětem byla mimo jiné rekonstrukce nebo výstavba </w:t>
      </w:r>
      <w:r w:rsidR="00F44DE3">
        <w:t>mostu nebo inženýrské konstrukce</w:t>
      </w:r>
      <w:r w:rsidR="0035531B" w:rsidRPr="00F44DE3">
        <w:t>;</w:t>
      </w:r>
    </w:p>
    <w:p w14:paraId="5F407554" w14:textId="77777777" w:rsidR="0035531B" w:rsidRPr="0015108D" w:rsidRDefault="0035531B" w:rsidP="00AD1771">
      <w:pPr>
        <w:pStyle w:val="Odrka1-2-"/>
      </w:pPr>
      <w:r w:rsidRPr="0015108D">
        <w:t>musí předložit doklad</w:t>
      </w:r>
      <w:r w:rsidR="00092CC9" w:rsidRPr="0015108D">
        <w:t xml:space="preserve"> o </w:t>
      </w:r>
      <w:r w:rsidRPr="0015108D">
        <w:t>autorizaci</w:t>
      </w:r>
      <w:r w:rsidR="00092CC9" w:rsidRPr="0015108D">
        <w:t xml:space="preserve"> v </w:t>
      </w:r>
      <w:r w:rsidRPr="0015108D">
        <w:t xml:space="preserve">rozsahu dle § 5 odst. 3 písm. </w:t>
      </w:r>
      <w:r w:rsidR="00675CD5">
        <w:t>d</w:t>
      </w:r>
      <w:r w:rsidRPr="0015108D">
        <w:t>) zákona č. 360/1992 Sb.,</w:t>
      </w:r>
      <w:r w:rsidR="00092CC9" w:rsidRPr="0015108D">
        <w:t xml:space="preserve"> o </w:t>
      </w:r>
      <w:r w:rsidRPr="0015108D">
        <w:t>výkonu povolání autorizovaných architektů</w:t>
      </w:r>
      <w:r w:rsidR="00845C50" w:rsidRPr="0015108D">
        <w:t xml:space="preserve"> a</w:t>
      </w:r>
      <w:r w:rsidR="00092CC9" w:rsidRPr="0015108D">
        <w:t xml:space="preserve"> o </w:t>
      </w:r>
      <w:r w:rsidRPr="0015108D">
        <w:t>výkonu povolání autorizovaných inženýrů</w:t>
      </w:r>
      <w:r w:rsidR="00845C50" w:rsidRPr="0015108D">
        <w:t xml:space="preserve"> a </w:t>
      </w:r>
      <w:r w:rsidRPr="0015108D">
        <w:t>techniků činných ve výstavbě, ve znění pozdějších předpisů (dále jen „autorizační zákon“), tedy</w:t>
      </w:r>
      <w:r w:rsidR="00092CC9" w:rsidRPr="0015108D">
        <w:t xml:space="preserve"> v </w:t>
      </w:r>
      <w:r w:rsidRPr="0015108D">
        <w:t xml:space="preserve">oboru </w:t>
      </w:r>
      <w:r w:rsidR="00675CD5">
        <w:t>mosty a inženýrské konstrukce</w:t>
      </w:r>
      <w:r w:rsidRPr="0015108D">
        <w:t>;</w:t>
      </w:r>
    </w:p>
    <w:p w14:paraId="46E20210" w14:textId="77777777" w:rsidR="0035531B" w:rsidRPr="00EE4803" w:rsidRDefault="0035531B" w:rsidP="00930B79">
      <w:pPr>
        <w:pStyle w:val="Odstavec1-1a"/>
        <w:rPr>
          <w:rStyle w:val="Tun9b"/>
        </w:rPr>
      </w:pPr>
      <w:r w:rsidRPr="00EE4803">
        <w:rPr>
          <w:rStyle w:val="Tun9b"/>
        </w:rPr>
        <w:t>specialist</w:t>
      </w:r>
      <w:r w:rsidR="00EE4803">
        <w:rPr>
          <w:rStyle w:val="Tun9b"/>
        </w:rPr>
        <w:t>a (vedoucí prací) na geotechniku</w:t>
      </w:r>
      <w:r w:rsidRPr="00EE4803">
        <w:rPr>
          <w:rStyle w:val="Tun9b"/>
        </w:rPr>
        <w:t xml:space="preserve"> </w:t>
      </w:r>
    </w:p>
    <w:p w14:paraId="677604E4" w14:textId="77777777" w:rsidR="0035531B" w:rsidRPr="00EE4803" w:rsidRDefault="0035531B" w:rsidP="00930B79">
      <w:pPr>
        <w:pStyle w:val="Odrka1-2-"/>
      </w:pPr>
      <w:r w:rsidRPr="00EE4803">
        <w:t>minimálně středoškolské vzdělání;</w:t>
      </w:r>
    </w:p>
    <w:p w14:paraId="35A679F1" w14:textId="77777777" w:rsidR="0035531B" w:rsidRDefault="0035531B" w:rsidP="00930B79">
      <w:pPr>
        <w:pStyle w:val="Odrka1-2-"/>
      </w:pPr>
      <w:r w:rsidRPr="00EE4803">
        <w:t>nejméně 5 let praxe</w:t>
      </w:r>
      <w:r w:rsidR="00092CC9" w:rsidRPr="00EE4803">
        <w:t xml:space="preserve"> v </w:t>
      </w:r>
      <w:r w:rsidRPr="00EE4803">
        <w:t xml:space="preserve">oboru své specializace </w:t>
      </w:r>
      <w:r w:rsidR="00B07880" w:rsidRPr="00EE4803">
        <w:t>(</w:t>
      </w:r>
      <w:r w:rsidR="00EE4803">
        <w:t>geotechnika</w:t>
      </w:r>
      <w:r w:rsidR="00B07880" w:rsidRPr="00EE4803">
        <w:t xml:space="preserve">) </w:t>
      </w:r>
      <w:r w:rsidRPr="00EE4803">
        <w:t>při provádění staveb;</w:t>
      </w:r>
    </w:p>
    <w:p w14:paraId="4EA0E798" w14:textId="77777777" w:rsidR="00EE4803" w:rsidRDefault="00EE4803" w:rsidP="00EE4803">
      <w:pPr>
        <w:pStyle w:val="Odrka1-2-"/>
      </w:pPr>
      <w:r w:rsidRPr="00EE4803">
        <w:t xml:space="preserve">zkušenost s řízením realizace alespoň jedné zakázky - stavby železničních drah v hodnotě nejméně </w:t>
      </w:r>
      <w:r w:rsidRPr="00EE4803">
        <w:rPr>
          <w:b/>
        </w:rPr>
        <w:t>35 mil. Kč bez DPH</w:t>
      </w:r>
      <w:r w:rsidRPr="00EE4803">
        <w:t>, a to v posledních 10 letech před zahájením výběrového řízení, jejímž předmětem byl</w:t>
      </w:r>
      <w:r>
        <w:t>o</w:t>
      </w:r>
      <w:r w:rsidRPr="00EE4803">
        <w:t xml:space="preserve"> mimo jiné </w:t>
      </w:r>
      <w:r>
        <w:t xml:space="preserve">speciální zakládání </w:t>
      </w:r>
      <w:r w:rsidR="00E00269">
        <w:t xml:space="preserve">stavby </w:t>
      </w:r>
      <w:r>
        <w:t>dráhy</w:t>
      </w:r>
      <w:r w:rsidRPr="00EE4803">
        <w:t>;</w:t>
      </w:r>
    </w:p>
    <w:p w14:paraId="0DE19248" w14:textId="77777777" w:rsidR="00EE4803" w:rsidRPr="0015108D" w:rsidRDefault="00EE4803" w:rsidP="00EE4803">
      <w:pPr>
        <w:pStyle w:val="Odrka1-2-"/>
      </w:pPr>
      <w:r w:rsidRPr="0015108D">
        <w:t xml:space="preserve">musí předložit doklad o autorizaci v rozsahu dle § 5 odst. 3 písm. </w:t>
      </w:r>
      <w:r>
        <w:t>i</w:t>
      </w:r>
      <w:r w:rsidRPr="0015108D">
        <w:t xml:space="preserve">) </w:t>
      </w:r>
      <w:r>
        <w:t xml:space="preserve">autorizačního </w:t>
      </w:r>
      <w:r w:rsidRPr="0015108D">
        <w:t>zákona</w:t>
      </w:r>
      <w:r>
        <w:t xml:space="preserve">, </w:t>
      </w:r>
      <w:r w:rsidRPr="0015108D">
        <w:t xml:space="preserve">tedy v oboru </w:t>
      </w:r>
      <w:r>
        <w:t>geotechnika</w:t>
      </w:r>
      <w:r w:rsidRPr="0015108D">
        <w:t>;</w:t>
      </w:r>
    </w:p>
    <w:p w14:paraId="21B58264" w14:textId="77777777" w:rsidR="0035531B" w:rsidRPr="008B2021" w:rsidRDefault="0035531B" w:rsidP="00675CD5">
      <w:pPr>
        <w:pStyle w:val="Odrka1-2-"/>
        <w:numPr>
          <w:ilvl w:val="0"/>
          <w:numId w:val="0"/>
        </w:numPr>
        <w:ind w:left="1531"/>
        <w:rPr>
          <w:highlight w:val="green"/>
        </w:rPr>
      </w:pPr>
    </w:p>
    <w:p w14:paraId="4B57EC93" w14:textId="77777777" w:rsidR="0035531B" w:rsidRPr="00675CD5" w:rsidRDefault="0035531B" w:rsidP="008B2021">
      <w:pPr>
        <w:pStyle w:val="Odstavec1-1a"/>
        <w:rPr>
          <w:b/>
        </w:rPr>
      </w:pPr>
      <w:r w:rsidRPr="00675CD5">
        <w:rPr>
          <w:b/>
        </w:rPr>
        <w:t>spec</w:t>
      </w:r>
      <w:r w:rsidR="00675CD5" w:rsidRPr="00675CD5">
        <w:rPr>
          <w:b/>
        </w:rPr>
        <w:t>ialista (vedoucí prací) na železniční spodek</w:t>
      </w:r>
    </w:p>
    <w:p w14:paraId="071BB0BA" w14:textId="77777777" w:rsidR="0035531B" w:rsidRPr="00675CD5" w:rsidRDefault="0035531B" w:rsidP="008B2021">
      <w:pPr>
        <w:pStyle w:val="Odrka1-2-"/>
      </w:pPr>
      <w:r w:rsidRPr="00675CD5">
        <w:t>minimálně středoškolské vzdělání;</w:t>
      </w:r>
    </w:p>
    <w:p w14:paraId="4C578392" w14:textId="77777777" w:rsidR="0035531B" w:rsidRPr="00675CD5" w:rsidRDefault="0035531B" w:rsidP="008B2021">
      <w:pPr>
        <w:pStyle w:val="Odrka1-2-"/>
      </w:pPr>
      <w:r w:rsidRPr="00675CD5">
        <w:t>nejméně 5 let praxe</w:t>
      </w:r>
      <w:r w:rsidR="00092CC9" w:rsidRPr="00675CD5">
        <w:t xml:space="preserve"> v </w:t>
      </w:r>
      <w:r w:rsidRPr="00675CD5">
        <w:t xml:space="preserve">oboru své specializace </w:t>
      </w:r>
      <w:r w:rsidR="00675CD5">
        <w:t>(železniční spodek</w:t>
      </w:r>
      <w:r w:rsidR="00B07880" w:rsidRPr="00675CD5">
        <w:t xml:space="preserve">) </w:t>
      </w:r>
      <w:r w:rsidRPr="00675CD5">
        <w:t>při provádění staveb;</w:t>
      </w:r>
    </w:p>
    <w:p w14:paraId="545F5420" w14:textId="77777777" w:rsidR="0035531B" w:rsidRPr="00675CD5" w:rsidRDefault="0035531B" w:rsidP="008B2021">
      <w:pPr>
        <w:pStyle w:val="Odrka1-2-"/>
      </w:pPr>
      <w:r w:rsidRPr="00675CD5">
        <w:t>musí předložit doklad</w:t>
      </w:r>
      <w:r w:rsidR="00092CC9" w:rsidRPr="00675CD5">
        <w:t xml:space="preserve"> o </w:t>
      </w:r>
      <w:r w:rsidRPr="00675CD5">
        <w:t>autorizaci</w:t>
      </w:r>
      <w:r w:rsidR="00092CC9" w:rsidRPr="00675CD5">
        <w:t xml:space="preserve"> v </w:t>
      </w:r>
      <w:r w:rsidRPr="00675CD5">
        <w:t xml:space="preserve">rozsahu dle § 5 odst. 3 písm. </w:t>
      </w:r>
      <w:r w:rsidR="00675CD5" w:rsidRPr="00675CD5">
        <w:t>b</w:t>
      </w:r>
      <w:r w:rsidRPr="00675CD5">
        <w:t>) autorizačního zákona, tedy</w:t>
      </w:r>
      <w:r w:rsidR="00092CC9" w:rsidRPr="00675CD5">
        <w:t xml:space="preserve"> v </w:t>
      </w:r>
      <w:r w:rsidRPr="00675CD5">
        <w:t xml:space="preserve">oboru </w:t>
      </w:r>
      <w:r w:rsidR="00675CD5" w:rsidRPr="00675CD5">
        <w:t>dopravní stavby</w:t>
      </w:r>
      <w:r w:rsidRPr="00675CD5">
        <w:t>;</w:t>
      </w:r>
    </w:p>
    <w:p w14:paraId="682B3287" w14:textId="77777777" w:rsidR="0035531B" w:rsidRPr="00EC302B" w:rsidRDefault="0035531B" w:rsidP="008B2021">
      <w:pPr>
        <w:pStyle w:val="Odstavec1-1a"/>
        <w:rPr>
          <w:rStyle w:val="Tun9b"/>
        </w:rPr>
      </w:pPr>
      <w:r w:rsidRPr="00EC302B">
        <w:rPr>
          <w:rStyle w:val="Tun9b"/>
        </w:rPr>
        <w:t xml:space="preserve">specialista </w:t>
      </w:r>
      <w:r w:rsidR="00EC302B" w:rsidRPr="00EC302B">
        <w:rPr>
          <w:rStyle w:val="Tun9b"/>
        </w:rPr>
        <w:t>– odborný zástupce pro dohled nad prováděním prací památkové obnovy</w:t>
      </w:r>
    </w:p>
    <w:p w14:paraId="5C3E5C41" w14:textId="77777777" w:rsidR="0035531B" w:rsidRPr="00EC302B" w:rsidRDefault="0035531B" w:rsidP="008B2021">
      <w:pPr>
        <w:pStyle w:val="Odrka1-2-"/>
      </w:pPr>
      <w:r w:rsidRPr="00EC302B">
        <w:t>minimálně středoškolské vzdělání;</w:t>
      </w:r>
    </w:p>
    <w:p w14:paraId="5F660313" w14:textId="77777777" w:rsidR="0035531B" w:rsidRDefault="0035531B" w:rsidP="008B2021">
      <w:pPr>
        <w:pStyle w:val="Odrka1-2-"/>
      </w:pPr>
      <w:r w:rsidRPr="00EC302B">
        <w:t>nejméně 5 let praxe</w:t>
      </w:r>
      <w:r w:rsidR="00092CC9" w:rsidRPr="00EC302B">
        <w:t xml:space="preserve"> v </w:t>
      </w:r>
      <w:r w:rsidRPr="00EC302B">
        <w:t xml:space="preserve">oboru své specializace </w:t>
      </w:r>
      <w:r w:rsidR="00B07880" w:rsidRPr="00EC302B">
        <w:t>(</w:t>
      </w:r>
      <w:r w:rsidR="00EC302B" w:rsidRPr="00EC302B">
        <w:t>restaurování kulturních památek – prvků vnějšího pláště)</w:t>
      </w:r>
      <w:r w:rsidR="00B07880" w:rsidRPr="00EC302B">
        <w:t xml:space="preserve">) </w:t>
      </w:r>
      <w:r w:rsidRPr="00EC302B">
        <w:t>při provádění staveb;</w:t>
      </w:r>
    </w:p>
    <w:p w14:paraId="6790EB75" w14:textId="77777777" w:rsidR="00EC302B" w:rsidRPr="00EC302B" w:rsidRDefault="00EC302B" w:rsidP="00EC302B">
      <w:pPr>
        <w:pStyle w:val="Odrka1-2-"/>
      </w:pPr>
      <w:r>
        <w:t xml:space="preserve">musí předložit </w:t>
      </w:r>
      <w:r w:rsidRPr="00EC302B">
        <w:t>povolení k restaurování vystaveného Ministerstvem kultury dle § 14a odst. 1 zákona č. 20/1987 Sb., o státní památkové péči, ve znění pozdějších předpisů, se specializací „Nepolychromovaná nefigurální uměleckořemeslná díla z kamene“</w:t>
      </w:r>
    </w:p>
    <w:p w14:paraId="3DA5D580" w14:textId="77777777" w:rsidR="0035531B" w:rsidRPr="00EC302B" w:rsidRDefault="0035531B" w:rsidP="008B2021">
      <w:pPr>
        <w:pStyle w:val="Odstavec1-1a"/>
        <w:rPr>
          <w:rStyle w:val="Tun9b"/>
        </w:rPr>
      </w:pPr>
      <w:r w:rsidRPr="00EC302B">
        <w:rPr>
          <w:rStyle w:val="Tun9b"/>
        </w:rPr>
        <w:t>osoba odpovědná za kontrolu kvality</w:t>
      </w:r>
    </w:p>
    <w:p w14:paraId="1DFC5BDB" w14:textId="77777777" w:rsidR="0035531B" w:rsidRPr="00EC302B" w:rsidRDefault="0035531B" w:rsidP="008B2021">
      <w:pPr>
        <w:pStyle w:val="Odrka1-2-"/>
      </w:pPr>
      <w:r w:rsidRPr="00EC302B">
        <w:t>minimálně středoškolské vzdělání;</w:t>
      </w:r>
    </w:p>
    <w:p w14:paraId="755C978E" w14:textId="77777777" w:rsidR="0035531B" w:rsidRPr="00EC302B" w:rsidRDefault="0035531B" w:rsidP="0035531B">
      <w:pPr>
        <w:pStyle w:val="Odrka1-2-"/>
      </w:pPr>
      <w:r w:rsidRPr="00EC302B">
        <w:lastRenderedPageBreak/>
        <w:t>nejméně 5 let praxe</w:t>
      </w:r>
      <w:r w:rsidR="00092CC9" w:rsidRPr="00EC302B">
        <w:t xml:space="preserve"> v </w:t>
      </w:r>
      <w:r w:rsidRPr="00EC302B">
        <w:t>oboru kontroly kvality, se znalostí ověřování kvality stavebních materiálů;</w:t>
      </w:r>
    </w:p>
    <w:p w14:paraId="7C2F08DC" w14:textId="77777777" w:rsidR="0035531B" w:rsidRPr="00EC302B" w:rsidRDefault="0035531B" w:rsidP="008B2021">
      <w:pPr>
        <w:pStyle w:val="Odstavec1-1a"/>
        <w:rPr>
          <w:rStyle w:val="Tun9b"/>
        </w:rPr>
      </w:pPr>
      <w:r w:rsidRPr="00EC302B">
        <w:rPr>
          <w:rStyle w:val="Tun9b"/>
        </w:rPr>
        <w:t>osoba odpovědná za bezpečnost</w:t>
      </w:r>
      <w:r w:rsidR="00845C50" w:rsidRPr="00EC302B">
        <w:rPr>
          <w:rStyle w:val="Tun9b"/>
        </w:rPr>
        <w:t xml:space="preserve"> a </w:t>
      </w:r>
      <w:r w:rsidRPr="00EC302B">
        <w:rPr>
          <w:rStyle w:val="Tun9b"/>
        </w:rPr>
        <w:t>ochranu zdraví při práci</w:t>
      </w:r>
    </w:p>
    <w:p w14:paraId="3373DDE1" w14:textId="77777777" w:rsidR="0035531B" w:rsidRPr="00EC302B" w:rsidRDefault="0035531B" w:rsidP="008B2021">
      <w:pPr>
        <w:pStyle w:val="Odrka1-2-"/>
      </w:pPr>
      <w:r w:rsidRPr="00EC302B">
        <w:t>minimálně středoškolské vzdělání;</w:t>
      </w:r>
    </w:p>
    <w:p w14:paraId="7F13C13F" w14:textId="77777777" w:rsidR="0035531B" w:rsidRPr="00EC302B" w:rsidRDefault="0035531B" w:rsidP="008B2021">
      <w:pPr>
        <w:pStyle w:val="Odrka1-2-"/>
      </w:pPr>
      <w:r w:rsidRPr="00EC302B">
        <w:t>nejméně 5 let praxe</w:t>
      </w:r>
      <w:r w:rsidR="00092CC9" w:rsidRPr="00EC302B">
        <w:t xml:space="preserve"> v </w:t>
      </w:r>
      <w:r w:rsidRPr="00EC302B">
        <w:t>oboru bezpečnosti</w:t>
      </w:r>
      <w:r w:rsidR="00845C50" w:rsidRPr="00EC302B">
        <w:t xml:space="preserve"> a </w:t>
      </w:r>
      <w:r w:rsidRPr="00EC302B">
        <w:t>ochrany zdraví při práci;</w:t>
      </w:r>
    </w:p>
    <w:p w14:paraId="33E99D27" w14:textId="77777777" w:rsidR="0035531B" w:rsidRPr="00EC302B" w:rsidRDefault="0035531B" w:rsidP="008B2021">
      <w:pPr>
        <w:pStyle w:val="Odstavec1-1a"/>
        <w:rPr>
          <w:rStyle w:val="Tun9b"/>
        </w:rPr>
      </w:pPr>
      <w:r w:rsidRPr="00EC302B">
        <w:rPr>
          <w:rStyle w:val="Tun9b"/>
        </w:rPr>
        <w:t>osoba odpovědná za ochranu životního prostředí</w:t>
      </w:r>
    </w:p>
    <w:p w14:paraId="243EA009" w14:textId="77777777" w:rsidR="0035531B" w:rsidRPr="00EC302B" w:rsidRDefault="0035531B" w:rsidP="008B2021">
      <w:pPr>
        <w:pStyle w:val="Odrka1-2-"/>
      </w:pPr>
      <w:r w:rsidRPr="00EC302B">
        <w:t>minimálně středoškolské vzdělání;</w:t>
      </w:r>
    </w:p>
    <w:p w14:paraId="118E3BF5" w14:textId="77777777" w:rsidR="0035531B" w:rsidRPr="00EC302B" w:rsidRDefault="0035531B" w:rsidP="008B2021">
      <w:pPr>
        <w:pStyle w:val="Odrka1-2-"/>
      </w:pPr>
      <w:r w:rsidRPr="00EC302B">
        <w:t>nejméně 5 let praxe</w:t>
      </w:r>
      <w:r w:rsidR="00092CC9" w:rsidRPr="00EC302B">
        <w:t xml:space="preserve"> v </w:t>
      </w:r>
      <w:r w:rsidRPr="00EC302B">
        <w:t>ob</w:t>
      </w:r>
      <w:r w:rsidR="00BF085B">
        <w:t>oru ochrany životního prostředí.</w:t>
      </w:r>
    </w:p>
    <w:p w14:paraId="189EF2CF" w14:textId="77777777" w:rsidR="00EE2244" w:rsidRPr="008B2021" w:rsidRDefault="00EE2244" w:rsidP="00EE2244">
      <w:pPr>
        <w:pStyle w:val="Odrka1-2-"/>
        <w:numPr>
          <w:ilvl w:val="0"/>
          <w:numId w:val="0"/>
        </w:numPr>
        <w:ind w:left="1531"/>
        <w:rPr>
          <w:highlight w:val="green"/>
        </w:rPr>
      </w:pPr>
    </w:p>
    <w:p w14:paraId="24D5A9A5" w14:textId="1A57F36C"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 xml:space="preserve">pozici zhotovitele ve funkci stavbyvedoucího </w:t>
      </w:r>
      <w:r w:rsidR="00B14D09">
        <w:t xml:space="preserve">nebo zástupce stavbyvedoucího </w:t>
      </w:r>
      <w:r>
        <w:t xml:space="preserve">nebo </w:t>
      </w:r>
      <w:r w:rsidR="003C1194">
        <w:t>specialisty na geotechniku</w:t>
      </w:r>
      <w:r>
        <w:t xml:space="preserve">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3D9EC7E" w14:textId="77777777"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14:paraId="4A52778A" w14:textId="77777777" w:rsidR="0035531B" w:rsidRDefault="0035531B" w:rsidP="008B2021">
      <w:pPr>
        <w:pStyle w:val="Textbezslovn"/>
      </w:pPr>
      <w:r w:rsidRPr="008B2021">
        <w:rPr>
          <w:rStyle w:val="Tun9b"/>
        </w:rPr>
        <w:t xml:space="preserve">Zadavatel uzná pouze takovou zkušenost člena odborného personálu, která trvala nejméně </w:t>
      </w:r>
      <w:r w:rsidR="00B07880" w:rsidRPr="006D34B2">
        <w:rPr>
          <w:rStyle w:val="Tun9b"/>
        </w:rPr>
        <w:t>12</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6D34B2" w:rsidRPr="006D34B2">
        <w:rPr>
          <w:rStyle w:val="Tun9b"/>
        </w:rPr>
        <w:t>6</w:t>
      </w:r>
      <w:r w:rsidRPr="008B2021">
        <w:rPr>
          <w:rStyle w:val="Tun9b"/>
        </w:rPr>
        <w:t xml:space="preserve"> měsíc</w:t>
      </w:r>
      <w:r w:rsidR="006D34B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3BFF640"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2656E977"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6F47499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CDE9A52"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22D2F077"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115FD34F" w14:textId="77777777" w:rsidR="008E7232" w:rsidRDefault="008E7232" w:rsidP="008B70C7">
      <w:pPr>
        <w:pStyle w:val="Textbezslovn"/>
      </w:pPr>
    </w:p>
    <w:p w14:paraId="243A3B84" w14:textId="77777777" w:rsidR="0035531B" w:rsidRDefault="008E7232" w:rsidP="0035531B">
      <w:pPr>
        <w:pStyle w:val="Text1-1"/>
        <w:rPr>
          <w:rStyle w:val="Tun9b"/>
        </w:rPr>
      </w:pPr>
      <w:r>
        <w:rPr>
          <w:rStyle w:val="Tun9b"/>
        </w:rPr>
        <w:t>Neobsazeno.</w:t>
      </w:r>
    </w:p>
    <w:p w14:paraId="690A0B2C" w14:textId="77777777" w:rsidR="008E7232" w:rsidRDefault="008E7232" w:rsidP="008E7232">
      <w:pPr>
        <w:pStyle w:val="Text1-1"/>
        <w:numPr>
          <w:ilvl w:val="0"/>
          <w:numId w:val="0"/>
        </w:numPr>
        <w:ind w:left="737"/>
        <w:rPr>
          <w:rStyle w:val="Tun9b"/>
        </w:rPr>
      </w:pPr>
    </w:p>
    <w:p w14:paraId="415B771E"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CF59575"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2473A85C" w14:textId="77777777" w:rsidR="008B70C7" w:rsidRDefault="008B70C7" w:rsidP="008B70C7">
      <w:pPr>
        <w:pStyle w:val="Textbezslovn"/>
      </w:pPr>
      <w:r>
        <w:t xml:space="preserve">Dodavatelé v nabídkách předkládají prosté kopie dokladů prokazujících splnění kvalifikace. </w:t>
      </w:r>
    </w:p>
    <w:p w14:paraId="040E98D5"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3F09DAD4"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781CBA60"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126DA08"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4A8720C6"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3D012ACA"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70D36B09"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79BE286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F222762" w14:textId="77777777" w:rsidR="00BF085B" w:rsidRPr="00C8387F" w:rsidRDefault="00BF085B" w:rsidP="00BF085B">
      <w:pPr>
        <w:pStyle w:val="Odrka1-1"/>
      </w:pPr>
      <w:r w:rsidRPr="005C7E05">
        <w:t>Restaurování kulturních památek, které jsou díly výtvarných umění</w:t>
      </w:r>
      <w:r>
        <w:t xml:space="preserve">, </w:t>
      </w:r>
      <w:r w:rsidRPr="005C7E05">
        <w:t>nebo uměleckořemeslnými pracemi</w:t>
      </w:r>
      <w:r>
        <w:t xml:space="preserve"> je v ČR regulovanou činností. Uznávacím orgánem je Ministerstvo kultury. </w:t>
      </w:r>
      <w:r w:rsidRPr="00A02084">
        <w:t xml:space="preserve">Při uznávání odborné kvalifikace a bezúhonnosti postupuje Ministerstvo kultury podle </w:t>
      </w:r>
      <w:r w:rsidRPr="001D751D">
        <w:t>zákona č. 18/2004 Sb., o uznávání odborné kvalifikace, ve znění pozdějších předpisů</w:t>
      </w:r>
      <w:r>
        <w:t xml:space="preserve"> a </w:t>
      </w:r>
      <w:r w:rsidRPr="004538F8">
        <w:t xml:space="preserve">podle zákona č. 20/1987 Sb., o státní památkové péči, </w:t>
      </w:r>
      <w:r>
        <w:t>ve znění pozdějších předpisů.</w:t>
      </w:r>
    </w:p>
    <w:p w14:paraId="2C4D9439" w14:textId="77777777" w:rsidR="00BF085B" w:rsidRDefault="00BF085B" w:rsidP="00BF085B">
      <w:pPr>
        <w:pStyle w:val="Odrka1-1"/>
        <w:numPr>
          <w:ilvl w:val="0"/>
          <w:numId w:val="0"/>
        </w:numPr>
        <w:ind w:left="1077"/>
      </w:pPr>
    </w:p>
    <w:p w14:paraId="373C1C55"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817C99D"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639E529E" w14:textId="77777777" w:rsidR="0035531B" w:rsidRDefault="008B70C7" w:rsidP="008B70C7">
      <w:pPr>
        <w:pStyle w:val="Textbezslovn"/>
      </w:pPr>
      <w:r>
        <w:lastRenderedPageBreak/>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4BD45548" w14:textId="77777777" w:rsidR="0035531B" w:rsidRDefault="0035531B" w:rsidP="0006499F">
      <w:pPr>
        <w:pStyle w:val="Textbezslovn"/>
      </w:pPr>
      <w:r>
        <w:t>Dodavatel je</w:t>
      </w:r>
      <w:r w:rsidR="00092CC9">
        <w:t xml:space="preserve"> v </w:t>
      </w:r>
      <w:r>
        <w:t>takovém případě povinen zadavateli předložit:</w:t>
      </w:r>
    </w:p>
    <w:p w14:paraId="2BD89BDA" w14:textId="77777777" w:rsidR="0035531B" w:rsidRDefault="0035531B" w:rsidP="0006499F">
      <w:pPr>
        <w:pStyle w:val="Odrka1-1"/>
      </w:pPr>
      <w:r>
        <w:t>doklady</w:t>
      </w:r>
      <w:r w:rsidR="00092CC9">
        <w:t xml:space="preserve"> o </w:t>
      </w:r>
      <w:r>
        <w:t>splnění základní způsobilosti jinou sobou,</w:t>
      </w:r>
    </w:p>
    <w:p w14:paraId="2FDFB4DE"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342A64BE" w14:textId="77777777" w:rsidR="0035531B" w:rsidRDefault="0035531B" w:rsidP="0006499F">
      <w:pPr>
        <w:pStyle w:val="Odrka1-1"/>
      </w:pPr>
      <w:r>
        <w:t>doklady prokazující splnění chybějící části kvalifikace prostřednictvím jiné osoby a</w:t>
      </w:r>
    </w:p>
    <w:p w14:paraId="59679A6C"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69C136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CA20F8B"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03B245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7EDACBF" w14:textId="77777777" w:rsidR="0035531B" w:rsidRDefault="0035531B" w:rsidP="0006499F">
      <w:pPr>
        <w:pStyle w:val="Textbezslovn"/>
      </w:pPr>
    </w:p>
    <w:p w14:paraId="4408C306" w14:textId="77777777" w:rsidR="0035531B" w:rsidRDefault="0035531B" w:rsidP="00193D8F">
      <w:pPr>
        <w:pStyle w:val="Nadpis1-1"/>
      </w:pPr>
      <w:bookmarkStart w:id="12" w:name="_Toc4076302"/>
      <w:r>
        <w:t>DALŠÍ INFORMACE/DOKUMENTY PŘEDKLÁDANÉ DODAVATELEM</w:t>
      </w:r>
      <w:r w:rsidR="00092CC9">
        <w:t xml:space="preserve"> </w:t>
      </w:r>
      <w:r w:rsidR="00776A8A">
        <w:t>V</w:t>
      </w:r>
      <w:r w:rsidR="00092CC9">
        <w:t> </w:t>
      </w:r>
      <w:r>
        <w:t>NABÍDCE</w:t>
      </w:r>
      <w:bookmarkEnd w:id="12"/>
    </w:p>
    <w:p w14:paraId="1F2E9A65"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9E5C6AB"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5F036DE1"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219B2FD3" w14:textId="77777777" w:rsidR="0035531B" w:rsidRDefault="0035531B" w:rsidP="00193D8F">
      <w:pPr>
        <w:pStyle w:val="Odrka1-1"/>
      </w:pPr>
      <w:r>
        <w:lastRenderedPageBreak/>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59867862"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16C5336D"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26529EB0" w14:textId="77777777" w:rsidR="0035531B" w:rsidRDefault="0035531B" w:rsidP="0035531B">
      <w:pPr>
        <w:pStyle w:val="Text1-1"/>
      </w:pPr>
      <w:r>
        <w:t>Podání nabíd</w:t>
      </w:r>
      <w:r w:rsidR="00695DAA">
        <w:t>ky společně několika dodavateli</w:t>
      </w:r>
    </w:p>
    <w:p w14:paraId="4A9E815B"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3DD55B79"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3D22FB8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w:t>
      </w:r>
      <w:r w:rsidRPr="00AA257A">
        <w:lastRenderedPageBreak/>
        <w:t>spolu se sdělením souhlasu ostatních společníků. Účinnost změny vedoucího společníka vůči zadavateli nastává uplynutím třetího pracovního dne po doručení oznámení o této změně</w:t>
      </w:r>
      <w:r w:rsidR="0035531B">
        <w:t>.</w:t>
      </w:r>
    </w:p>
    <w:p w14:paraId="0217A02B"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5F684159" w14:textId="77777777" w:rsidR="0035531B" w:rsidRPr="0060115D" w:rsidRDefault="0035531B" w:rsidP="0035531B">
      <w:pPr>
        <w:pStyle w:val="Text1-1"/>
        <w:rPr>
          <w:rStyle w:val="Tun9b"/>
        </w:rPr>
      </w:pPr>
      <w:r w:rsidRPr="0060115D">
        <w:rPr>
          <w:rStyle w:val="Tun9b"/>
        </w:rPr>
        <w:t>Poddodavatelské omezení</w:t>
      </w:r>
    </w:p>
    <w:p w14:paraId="3D9FE839" w14:textId="77777777" w:rsidR="0035531B" w:rsidRDefault="0035531B" w:rsidP="00706AA9">
      <w:pPr>
        <w:pStyle w:val="Odrka1-1"/>
        <w:numPr>
          <w:ilvl w:val="0"/>
          <w:numId w:val="0"/>
        </w:numPr>
        <w:ind w:left="1077"/>
      </w:pPr>
      <w:r>
        <w:t>Zadavatel nevymezuje žádné činnosti při plnění veřejné zakázky, které musí být plněny přímo vybraným dodavatelem.</w:t>
      </w:r>
    </w:p>
    <w:p w14:paraId="3A9CAAF9" w14:textId="77777777" w:rsidR="00BC6D2B" w:rsidRDefault="00616090" w:rsidP="00616090">
      <w:pPr>
        <w:pStyle w:val="Text1-1"/>
      </w:pPr>
      <w:r w:rsidRPr="00616090">
        <w:t>Návrh smlouvy na plnění této veřejné zakázky</w:t>
      </w:r>
    </w:p>
    <w:p w14:paraId="2757EB40"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72E8B317" w14:textId="77777777" w:rsidR="00616090" w:rsidRDefault="00616090" w:rsidP="00616090">
      <w:pPr>
        <w:pStyle w:val="Odrka1-2-"/>
      </w:pPr>
      <w:r>
        <w:t>do těla závazného vzoru smlouvy celkovou nabídkovou cenu díla bez DPH zpracovanou dle požadavků stanovených v článku 13 této Výzvy;</w:t>
      </w:r>
    </w:p>
    <w:p w14:paraId="642B6613" w14:textId="77777777" w:rsidR="00616090" w:rsidRDefault="00616090" w:rsidP="00616090">
      <w:pPr>
        <w:pStyle w:val="Odrka1-2-"/>
      </w:pPr>
      <w:r>
        <w:t>do Přílohy č. 6 závazného vzoru smlouvy s názvem Oprávněné osoby:</w:t>
      </w:r>
    </w:p>
    <w:p w14:paraId="6FF7D651"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11E5E574" w14:textId="77777777" w:rsidR="00616090" w:rsidRDefault="00616090" w:rsidP="00616090">
      <w:pPr>
        <w:pStyle w:val="Odrka1-2-"/>
      </w:pPr>
      <w:r>
        <w:t>do Přílohy č. 8 závazného vzoru smlouvy s názvem Seznam poddodavatelů:</w:t>
      </w:r>
    </w:p>
    <w:p w14:paraId="3BA048B7"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0F126974"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506439DE"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00CD25D" w14:textId="77777777" w:rsidR="0035531B" w:rsidRDefault="0035531B" w:rsidP="00BC6D2B">
      <w:pPr>
        <w:pStyle w:val="Nadpis1-1"/>
      </w:pPr>
      <w:bookmarkStart w:id="13" w:name="_Toc4076303"/>
      <w:r>
        <w:t>PROHLÍDKA MÍSTA PLNĚNÍ (STAVENIŠTĚ)</w:t>
      </w:r>
      <w:bookmarkEnd w:id="13"/>
    </w:p>
    <w:p w14:paraId="76EF1605"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w:t>
      </w:r>
      <w:r w:rsidRPr="00FD2EA2">
        <w:lastRenderedPageBreak/>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4D2CAEA8" w14:textId="77777777" w:rsidR="0035531B" w:rsidRDefault="0035531B" w:rsidP="00BC6D2B">
      <w:pPr>
        <w:pStyle w:val="Nadpis1-1"/>
      </w:pPr>
      <w:bookmarkStart w:id="14" w:name="_Toc4076304"/>
      <w:r>
        <w:t>JAZYK NABÍDEK</w:t>
      </w:r>
      <w:bookmarkEnd w:id="14"/>
    </w:p>
    <w:p w14:paraId="46355226"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69D63F5"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F1073E9" w14:textId="77777777" w:rsidR="0035531B" w:rsidRDefault="0035531B" w:rsidP="00BC6D2B">
      <w:pPr>
        <w:pStyle w:val="Nadpis1-1"/>
      </w:pPr>
      <w:bookmarkStart w:id="15" w:name="_Toc4076305"/>
      <w:r>
        <w:t>OBSAH</w:t>
      </w:r>
      <w:r w:rsidR="00845C50">
        <w:t xml:space="preserve"> </w:t>
      </w:r>
      <w:r w:rsidR="00776A8A">
        <w:t>A</w:t>
      </w:r>
      <w:r w:rsidR="00845C50">
        <w:t> </w:t>
      </w:r>
      <w:r>
        <w:t>PODÁVÁNÍ NABÍDEK</w:t>
      </w:r>
      <w:bookmarkEnd w:id="15"/>
    </w:p>
    <w:p w14:paraId="153B9D8B"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bookmarkStart w:id="16" w:name="_GoBack"/>
      <w:bookmarkEnd w:id="16"/>
    </w:p>
    <w:p w14:paraId="2B17A68E" w14:textId="35C915F7" w:rsidR="00AB5AE0" w:rsidRPr="00AB5AE0" w:rsidRDefault="00AB5AE0" w:rsidP="00AB5AE0">
      <w:pPr>
        <w:pStyle w:val="Textbezslovn"/>
        <w:rPr>
          <w:b/>
        </w:rPr>
      </w:pPr>
      <w:r w:rsidRPr="00AB5AE0">
        <w:rPr>
          <w:b/>
        </w:rPr>
        <w:t xml:space="preserve">Nabídky musí být podány nejpozději do </w:t>
      </w:r>
      <w:r w:rsidR="00AB6D7E">
        <w:rPr>
          <w:b/>
        </w:rPr>
        <w:t>30</w:t>
      </w:r>
      <w:r w:rsidR="00706AA9" w:rsidRPr="003C1194">
        <w:rPr>
          <w:b/>
        </w:rPr>
        <w:t>. 03. 2020</w:t>
      </w:r>
      <w:r w:rsidRPr="003C1194">
        <w:rPr>
          <w:b/>
        </w:rPr>
        <w:t xml:space="preserve"> do </w:t>
      </w:r>
      <w:r w:rsidR="00706AA9" w:rsidRPr="003C1194">
        <w:rPr>
          <w:b/>
        </w:rPr>
        <w:t>09:00</w:t>
      </w:r>
      <w:r w:rsidRPr="003C1194">
        <w:rPr>
          <w:b/>
        </w:rPr>
        <w:t xml:space="preserve"> </w:t>
      </w:r>
      <w:r w:rsidRPr="00AB5AE0">
        <w:rPr>
          <w:b/>
        </w:rPr>
        <w:t xml:space="preserve">hodin. </w:t>
      </w:r>
    </w:p>
    <w:p w14:paraId="455D4CE2" w14:textId="77777777" w:rsidR="00AB5AE0" w:rsidRPr="00AB5AE0" w:rsidRDefault="00AB5AE0" w:rsidP="00AB5AE0">
      <w:pPr>
        <w:pStyle w:val="Textbezslovn"/>
        <w:spacing w:after="0" w:line="240" w:lineRule="auto"/>
        <w:rPr>
          <w:color w:val="FF0000"/>
        </w:rPr>
      </w:pPr>
    </w:p>
    <w:p w14:paraId="275B55E4" w14:textId="7982BB15" w:rsidR="0035531B" w:rsidRDefault="003F78E7" w:rsidP="0065370C">
      <w:pPr>
        <w:pStyle w:val="Text1-1"/>
      </w:pPr>
      <w:r w:rsidRPr="003F78E7">
        <w:t xml:space="preserve">Dodavatel </w:t>
      </w:r>
      <w:r w:rsidR="0065370C" w:rsidRPr="0065370C">
        <w:t xml:space="preserve">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https://zakazky.szdc.cz/manual.html.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xls/xlsx  a ve formátu XML. Soupis prací ve formátu XML má strukturu dat dle datového předpisu XDC. Oceněný Soupis prací bude dodavatelem v nabídce předložen ve formátu xls/xlsx. V případě změn a doplnění zadávací dokumentace budou případné změny či úpravy Soupisu prací zadavatelem prováděny pouze ve formátu xls/xlsx. Smlouva o dílo upravuje podmínky pro předání Soupisu prací ve formátu XML včetně všech případných aktualizací vybranému dodavateli a odevzdání oceněného </w:t>
      </w:r>
      <w:r w:rsidR="0065370C" w:rsidRPr="0065370C">
        <w:lastRenderedPageBreak/>
        <w:t>Soupisu prací v elektronické podobě ve formátu XML vybraným dodavatelem zadavateli, resp. objednateli.</w:t>
      </w:r>
    </w:p>
    <w:p w14:paraId="75FAD2DB" w14:textId="77777777" w:rsidR="0035531B" w:rsidRDefault="0035531B" w:rsidP="0035531B">
      <w:pPr>
        <w:pStyle w:val="Text1-1"/>
      </w:pPr>
      <w:r>
        <w:t>Nabídka bude předložena</w:t>
      </w:r>
      <w:r w:rsidR="00092CC9">
        <w:t xml:space="preserve"> v </w:t>
      </w:r>
      <w:r>
        <w:t>následující struktuře:</w:t>
      </w:r>
    </w:p>
    <w:p w14:paraId="32782341"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45ED4CA7"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3BA28CEB"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6604DC93" w14:textId="77777777" w:rsidR="00695DAA" w:rsidRDefault="00695DAA" w:rsidP="00695DAA">
      <w:pPr>
        <w:pStyle w:val="Odrka1-1"/>
      </w:pPr>
      <w:r>
        <w:t>Plná moc nebo pověření, je-li tohoto dokumentu třeba.</w:t>
      </w:r>
    </w:p>
    <w:p w14:paraId="638EDEFF"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7B0DD68B" w14:textId="77777777" w:rsidR="00695DAA" w:rsidRDefault="00695DAA" w:rsidP="00695DAA">
      <w:pPr>
        <w:pStyle w:val="Odrka1-1"/>
      </w:pPr>
      <w:r>
        <w:t xml:space="preserve">Doklady prokazující splnění </w:t>
      </w:r>
      <w:r w:rsidRPr="00695DAA">
        <w:rPr>
          <w:b/>
        </w:rPr>
        <w:t>profesní způsobilosti</w:t>
      </w:r>
      <w:r>
        <w:t>.</w:t>
      </w:r>
    </w:p>
    <w:p w14:paraId="5CEC80A4"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590765">
        <w:t xml:space="preserve">. </w:t>
      </w:r>
      <w:r>
        <w:t xml:space="preserve"> </w:t>
      </w:r>
    </w:p>
    <w:p w14:paraId="780FEE03"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162AF283" w14:textId="77777777" w:rsidR="00695DAA" w:rsidRDefault="00695DAA" w:rsidP="00695DAA">
      <w:pPr>
        <w:pStyle w:val="Odrka1-1"/>
      </w:pPr>
      <w:r>
        <w:t>Údaje o poddodavatelích ve formě formuláře obsaženého v Příloze č. 2 této Výzvy.</w:t>
      </w:r>
    </w:p>
    <w:p w14:paraId="08A6442A"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D91B80D" w14:textId="77777777" w:rsidR="00695DAA" w:rsidRDefault="00695DAA" w:rsidP="00695DAA">
      <w:pPr>
        <w:pStyle w:val="Odrka1-1"/>
      </w:pPr>
      <w:r>
        <w:t>Harmonogram postupu prací zpracovaný podle požadavků zadavatele stanovených v článku 9.1 této Výzvy.</w:t>
      </w:r>
    </w:p>
    <w:p w14:paraId="0A4EBECA" w14:textId="77777777" w:rsidR="00695DAA" w:rsidRDefault="00695DAA" w:rsidP="00695DAA">
      <w:pPr>
        <w:pStyle w:val="Odrka1-1"/>
      </w:pPr>
      <w:r>
        <w:t>Další dokumenty, dle uvážení dodavatele, na které nebyl prostor v předcházejících částech nabídky.</w:t>
      </w:r>
    </w:p>
    <w:p w14:paraId="09FA0CCD" w14:textId="77777777" w:rsidR="0035531B" w:rsidRDefault="00BA617D" w:rsidP="00695DAA">
      <w:pPr>
        <w:pStyle w:val="Odrka1-1"/>
      </w:pPr>
      <w:r>
        <w:t>Oceněný Soupis prací</w:t>
      </w:r>
      <w:r w:rsidR="0035531B">
        <w:t>.</w:t>
      </w:r>
    </w:p>
    <w:p w14:paraId="58C9B78A"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4D930345"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1BF15B9D"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w:t>
      </w:r>
      <w:r w:rsidRPr="00695DAA">
        <w:rPr>
          <w:rStyle w:val="Tun9b"/>
          <w:b w:val="0"/>
        </w:rPr>
        <w:lastRenderedPageBreak/>
        <w:t>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15545EF1" w14:textId="77777777" w:rsidR="0035531B" w:rsidRDefault="0035531B" w:rsidP="007038DC">
      <w:pPr>
        <w:pStyle w:val="Nadpis1-1"/>
      </w:pPr>
      <w:bookmarkStart w:id="17" w:name="_Toc4076306"/>
      <w:r>
        <w:t>POŽADAVKY NA ZPRACOVÁNÍ NABÍDKOVÉ CENY</w:t>
      </w:r>
      <w:bookmarkEnd w:id="17"/>
      <w:r>
        <w:t xml:space="preserve"> </w:t>
      </w:r>
    </w:p>
    <w:p w14:paraId="60CB1346"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69AF4875" w14:textId="77777777" w:rsidR="006672F1" w:rsidRDefault="004C086E" w:rsidP="007A67D0">
      <w:pPr>
        <w:pStyle w:val="Text1-1"/>
      </w:pPr>
      <w:r w:rsidRPr="004C086E">
        <w:t xml:space="preserve">Dodavatelé ocení všechny položky Soupisu prací poskytnutého v Dílu 4 s názvem Soupis prací s výkazem výměr s přihlédnutím k technickým specifikacím jednotlivých položek. </w:t>
      </w:r>
      <w:r w:rsidRPr="006672F1">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14:paraId="047B9D27" w14:textId="77777777" w:rsidR="0035531B" w:rsidRDefault="004C086E" w:rsidP="007A67D0">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14:paraId="1548A32F" w14:textId="77777777" w:rsidR="0035531B" w:rsidRDefault="0035531B" w:rsidP="004C086E">
      <w:pPr>
        <w:pStyle w:val="Nadpis1-1"/>
      </w:pPr>
      <w:bookmarkStart w:id="18" w:name="_Toc4076307"/>
      <w:r>
        <w:t>VARIANTY NABÍDKY, VÝHRADA ZMĚNY DODAVATELE</w:t>
      </w:r>
      <w:r w:rsidR="00845C50">
        <w:t xml:space="preserve"> </w:t>
      </w:r>
      <w:bookmarkEnd w:id="18"/>
    </w:p>
    <w:p w14:paraId="1EA8F687" w14:textId="77777777" w:rsidR="0035531B" w:rsidRDefault="0035531B" w:rsidP="0035531B">
      <w:pPr>
        <w:pStyle w:val="Text1-1"/>
      </w:pPr>
      <w:r>
        <w:t xml:space="preserve">Zadavatel nepřipouští předložení varianty nabídky. </w:t>
      </w:r>
    </w:p>
    <w:p w14:paraId="53065236"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w:t>
      </w:r>
      <w:r w:rsidRPr="004C086E">
        <w:lastRenderedPageBreak/>
        <w:t>je zadavatel oprávněn přistoupit k uzavření smlouvy s dodavatelem, který se umístil ve výsledku hodnocení ve výběrovém řízení jako další v pořadí</w:t>
      </w:r>
      <w:r w:rsidR="0035531B">
        <w:t>.</w:t>
      </w:r>
    </w:p>
    <w:p w14:paraId="348CD229" w14:textId="7777777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D86981">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r w:rsidR="0035531B">
        <w:t xml:space="preserve"> </w:t>
      </w:r>
    </w:p>
    <w:p w14:paraId="196741FE"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295B719C" w14:textId="77777777" w:rsidR="0035531B" w:rsidRPr="008D36C2" w:rsidRDefault="008D36C2" w:rsidP="004C086E">
      <w:pPr>
        <w:pStyle w:val="Text1-1"/>
      </w:pPr>
      <w:r w:rsidRPr="008D36C2">
        <w:t xml:space="preserve">Neobsazeno. </w:t>
      </w:r>
      <w:r w:rsidR="0035531B" w:rsidRPr="008D36C2">
        <w:t xml:space="preserve"> </w:t>
      </w:r>
    </w:p>
    <w:p w14:paraId="34223A53" w14:textId="77777777" w:rsidR="0035531B" w:rsidRDefault="0035531B" w:rsidP="007038DC">
      <w:pPr>
        <w:pStyle w:val="Nadpis1-1"/>
      </w:pPr>
      <w:bookmarkStart w:id="19" w:name="_Toc4076308"/>
      <w:r>
        <w:t>OTEVÍRÁNÍ NABÍDEK</w:t>
      </w:r>
      <w:bookmarkEnd w:id="19"/>
      <w:r>
        <w:t xml:space="preserve"> </w:t>
      </w:r>
    </w:p>
    <w:p w14:paraId="20245506"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2CDE9CF9" w14:textId="77777777" w:rsidR="0035531B" w:rsidRDefault="0035531B" w:rsidP="007038DC">
      <w:pPr>
        <w:pStyle w:val="Nadpis1-1"/>
      </w:pPr>
      <w:bookmarkStart w:id="20" w:name="_Toc4076309"/>
      <w:r>
        <w:t>POSOUZENÍ SPLNĚNÍ PODMÍNEK ÚČASTI</w:t>
      </w:r>
      <w:bookmarkEnd w:id="20"/>
    </w:p>
    <w:p w14:paraId="7338D578"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66254B4"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65585DD2"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A1438BA"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44D0FF94" w14:textId="77777777" w:rsidR="001D4B4A" w:rsidRDefault="001D4B4A" w:rsidP="001D4B4A">
      <w:pPr>
        <w:pStyle w:val="Text1-1"/>
      </w:pPr>
      <w:r>
        <w:lastRenderedPageBreak/>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20E99999"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3CB64B57" w14:textId="77777777" w:rsidR="001D4B4A" w:rsidRDefault="001D4B4A" w:rsidP="001D4B4A">
      <w:pPr>
        <w:pStyle w:val="Odstavec1-1a"/>
        <w:numPr>
          <w:ilvl w:val="0"/>
          <w:numId w:val="15"/>
        </w:numPr>
      </w:pPr>
      <w:r>
        <w:t>nebyly účastníkem výběrového řízení objasněny nebo doplněny na základě žádosti, nebo</w:t>
      </w:r>
    </w:p>
    <w:p w14:paraId="38750A65"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7D1C8A99"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4AFDFB7A"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0CA566BE"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40633E52"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A5AAB94"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437513CC"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7D855A70"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FEB7903"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078E71E3"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EB3C670"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1D0A0A3" w14:textId="77777777" w:rsidR="0035531B" w:rsidRDefault="0035531B" w:rsidP="007038DC">
      <w:pPr>
        <w:pStyle w:val="Nadpis1-1"/>
      </w:pPr>
      <w:bookmarkStart w:id="21" w:name="_Toc4076310"/>
      <w:r>
        <w:t>HODNOCENÍ NABÍDEK</w:t>
      </w:r>
      <w:bookmarkEnd w:id="21"/>
    </w:p>
    <w:p w14:paraId="4BAF610F"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222B601B" w14:textId="77777777" w:rsidR="0035531B" w:rsidRDefault="007B3D4D" w:rsidP="007B3D4D">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w:t>
      </w:r>
      <w:r w:rsidRPr="007B3D4D">
        <w:lastRenderedPageBreak/>
        <w:t>dle výše jejich nabídkových cen v Kč bez DPH uvedených v návrhu Smlouvy o dílo od nabídky s druhou nejnižší nabídkovou cenou po nabídku s nejvyšší nabídkovou cenou</w:t>
      </w:r>
      <w:r w:rsidR="0035531B">
        <w:t>.</w:t>
      </w:r>
    </w:p>
    <w:p w14:paraId="7512B59C" w14:textId="77777777" w:rsidR="0035531B" w:rsidRDefault="0035531B" w:rsidP="007038DC">
      <w:pPr>
        <w:pStyle w:val="Nadpis1-1"/>
      </w:pPr>
      <w:bookmarkStart w:id="22" w:name="_Toc4076311"/>
      <w:r>
        <w:t xml:space="preserve">ZRUŠENÍ </w:t>
      </w:r>
      <w:r w:rsidR="001472A9">
        <w:t xml:space="preserve">VÝBĚROVÉHO </w:t>
      </w:r>
      <w:r>
        <w:t>ŘÍZENÍ</w:t>
      </w:r>
      <w:bookmarkEnd w:id="22"/>
    </w:p>
    <w:p w14:paraId="69CE1EA6"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37AC59C"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8D36C2">
        <w:t>zaká</w:t>
      </w:r>
      <w:r w:rsidR="008D36C2" w:rsidRPr="008D36C2">
        <w:t>zky</w:t>
      </w:r>
      <w:r w:rsidRPr="008D36C2">
        <w:t xml:space="preserve"> uvedenou</w:t>
      </w:r>
      <w:r w:rsidRPr="007B3D4D">
        <w:t xml:space="preserve"> čl. 5.3 této Výzvy</w:t>
      </w:r>
      <w:r w:rsidR="0035531B">
        <w:t>.</w:t>
      </w:r>
    </w:p>
    <w:p w14:paraId="37FBBC73" w14:textId="77777777" w:rsidR="0035531B" w:rsidRDefault="007B3D4D" w:rsidP="007B3D4D">
      <w:pPr>
        <w:pStyle w:val="Text1-1"/>
      </w:pPr>
      <w:r w:rsidRPr="007B3D4D">
        <w:t xml:space="preserve">Pokud bude nabídka vybraného dodavatele obsahovat nabídkovou cenu, která překročí </w:t>
      </w:r>
      <w:r w:rsidRPr="008D36C2">
        <w:t>režim veřejné zakázky, bude</w:t>
      </w:r>
      <w:r w:rsidRPr="007B3D4D">
        <w:t xml:space="preserve"> výběrové řízení zrušeno</w:t>
      </w:r>
      <w:r>
        <w:t>.</w:t>
      </w:r>
    </w:p>
    <w:p w14:paraId="4F796C41" w14:textId="77777777" w:rsidR="0035531B" w:rsidRDefault="0035531B" w:rsidP="007038DC">
      <w:pPr>
        <w:pStyle w:val="Nadpis1-1"/>
      </w:pPr>
      <w:bookmarkStart w:id="23" w:name="_Toc4076312"/>
      <w:r>
        <w:t>UZAVŘENÍ SMLOUVY</w:t>
      </w:r>
      <w:bookmarkEnd w:id="23"/>
    </w:p>
    <w:p w14:paraId="003AE9B6"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6F249466" w14:textId="7777777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18"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D86981">
        <w:t xml:space="preserve">uvedené v článku 19.3, resp. v článku 19.4 </w:t>
      </w:r>
      <w:r w:rsidR="00D86981">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695E107A"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58AB1779"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36B0602A" w14:textId="77777777"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2765F19E" w14:textId="77777777"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w:t>
      </w:r>
      <w:r w:rsidRPr="00C759F1">
        <w:lastRenderedPageBreak/>
        <w:t xml:space="preserve">zapojením do plnění předmětu veřejné zakázky a jsou připraveni své konkrétně specifikované plnění poskytnout. </w:t>
      </w:r>
      <w:r w:rsidR="0035531B">
        <w:t xml:space="preserve"> </w:t>
      </w:r>
    </w:p>
    <w:p w14:paraId="0CF30362"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61D576EE"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540685E"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22F0CB2C" w14:textId="77777777" w:rsidR="0035531B" w:rsidRDefault="0035531B" w:rsidP="00B77C6D">
      <w:pPr>
        <w:pStyle w:val="Nadpis1-1"/>
      </w:pPr>
      <w:bookmarkStart w:id="24" w:name="_Toc4076313"/>
      <w:r>
        <w:t>OCHRANA INFORMACÍ</w:t>
      </w:r>
      <w:bookmarkEnd w:id="24"/>
    </w:p>
    <w:p w14:paraId="0AAF157A"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79D7AF86"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6275AF73"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57D8ADB6" w14:textId="77777777" w:rsidR="0035531B" w:rsidRDefault="0035531B" w:rsidP="00564DDD">
      <w:pPr>
        <w:pStyle w:val="Nadpis1-1"/>
      </w:pPr>
      <w:bookmarkStart w:id="25" w:name="_Toc4076314"/>
      <w:r>
        <w:t xml:space="preserve">PŘÍLOHY </w:t>
      </w:r>
      <w:r w:rsidR="001472A9">
        <w:t>TÉTO VÝZVY</w:t>
      </w:r>
      <w:bookmarkEnd w:id="25"/>
    </w:p>
    <w:p w14:paraId="2E8CFE47"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203B77E" w14:textId="77777777" w:rsidR="0035531B" w:rsidRDefault="0035531B" w:rsidP="00564DDD">
      <w:pPr>
        <w:pStyle w:val="Textbezslovn"/>
        <w:tabs>
          <w:tab w:val="left" w:pos="2127"/>
        </w:tabs>
        <w:spacing w:after="0"/>
        <w:ind w:left="2127" w:hanging="1390"/>
      </w:pPr>
      <w:r>
        <w:t>Příloha č. 2</w:t>
      </w:r>
      <w:r>
        <w:tab/>
        <w:t>Seznam poddodavatelů</w:t>
      </w:r>
    </w:p>
    <w:p w14:paraId="13A3447A"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986BEC7" w14:textId="77777777" w:rsidR="0035531B" w:rsidRDefault="0035531B" w:rsidP="00564DDD">
      <w:pPr>
        <w:pStyle w:val="Textbezslovn"/>
        <w:tabs>
          <w:tab w:val="left" w:pos="2127"/>
        </w:tabs>
        <w:spacing w:after="0"/>
        <w:ind w:left="2127" w:hanging="1390"/>
      </w:pPr>
      <w:r>
        <w:t>Příloha č. 4</w:t>
      </w:r>
      <w:r>
        <w:tab/>
        <w:t>Seznam stavebních prací</w:t>
      </w:r>
    </w:p>
    <w:p w14:paraId="4151DCE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C94EA53" w14:textId="77777777" w:rsidR="0035531B" w:rsidRDefault="0035531B" w:rsidP="00564DDD">
      <w:pPr>
        <w:pStyle w:val="Textbezslovn"/>
        <w:tabs>
          <w:tab w:val="left" w:pos="2127"/>
        </w:tabs>
        <w:spacing w:after="0"/>
        <w:ind w:left="2127" w:hanging="1390"/>
      </w:pPr>
      <w:r>
        <w:t>Příloha č. 6</w:t>
      </w:r>
      <w:r>
        <w:tab/>
        <w:t>Vzor profesního životopisu</w:t>
      </w:r>
    </w:p>
    <w:p w14:paraId="77EE72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11B9FDF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7512A60"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FD37472" w14:textId="77777777" w:rsidR="0035531B" w:rsidRDefault="0035531B" w:rsidP="00564DDD">
      <w:pPr>
        <w:pStyle w:val="Textbezslovn"/>
        <w:spacing w:after="0"/>
      </w:pPr>
    </w:p>
    <w:p w14:paraId="1E2735DF" w14:textId="77777777" w:rsidR="0035531B" w:rsidRDefault="0035531B" w:rsidP="00564DDD">
      <w:pPr>
        <w:pStyle w:val="Textbezslovn"/>
        <w:spacing w:after="0"/>
      </w:pPr>
    </w:p>
    <w:p w14:paraId="614A7A9C" w14:textId="77777777" w:rsidR="0035531B" w:rsidRPr="008D36C2" w:rsidRDefault="0035531B" w:rsidP="00564DDD">
      <w:pPr>
        <w:pStyle w:val="Textbezslovn"/>
        <w:spacing w:after="0"/>
      </w:pPr>
      <w:r w:rsidRPr="008D36C2">
        <w:t>V</w:t>
      </w:r>
      <w:r w:rsidR="00B36181" w:rsidRPr="008D36C2">
        <w:t> </w:t>
      </w:r>
      <w:r w:rsidRPr="008D36C2">
        <w:t>Praze dne ……………………</w:t>
      </w:r>
    </w:p>
    <w:p w14:paraId="014EA145" w14:textId="77777777" w:rsidR="0035531B" w:rsidRPr="008D36C2" w:rsidRDefault="0035531B" w:rsidP="00564DDD">
      <w:pPr>
        <w:pStyle w:val="Textbezslovn"/>
        <w:spacing w:after="0"/>
      </w:pPr>
    </w:p>
    <w:p w14:paraId="408D8B70" w14:textId="77777777" w:rsidR="0035531B" w:rsidRPr="008D36C2" w:rsidRDefault="0035531B" w:rsidP="00564DDD">
      <w:pPr>
        <w:pStyle w:val="Textbezslovn"/>
        <w:spacing w:after="0"/>
      </w:pPr>
    </w:p>
    <w:p w14:paraId="112B2A73" w14:textId="77777777" w:rsidR="0035531B" w:rsidRPr="008D36C2" w:rsidRDefault="0035531B" w:rsidP="00564DDD">
      <w:pPr>
        <w:pStyle w:val="Textbezslovn"/>
        <w:spacing w:after="0"/>
      </w:pPr>
    </w:p>
    <w:p w14:paraId="400825CA" w14:textId="77777777" w:rsidR="0035531B" w:rsidRPr="008D36C2" w:rsidRDefault="0035531B" w:rsidP="00564DDD">
      <w:pPr>
        <w:pStyle w:val="Textbezslovn"/>
        <w:spacing w:after="0"/>
      </w:pPr>
      <w:r w:rsidRPr="008D36C2">
        <w:t>…………………………………………….</w:t>
      </w:r>
    </w:p>
    <w:p w14:paraId="139E9013" w14:textId="77777777" w:rsidR="0035531B" w:rsidRPr="008D36C2" w:rsidRDefault="0035531B" w:rsidP="00564DDD">
      <w:pPr>
        <w:pStyle w:val="Textbezslovn"/>
        <w:spacing w:after="0"/>
      </w:pPr>
      <w:r w:rsidRPr="008D36C2">
        <w:t>Ing. Mojmír Nejezchleb</w:t>
      </w:r>
    </w:p>
    <w:p w14:paraId="4509ECA3" w14:textId="77777777" w:rsidR="0035531B" w:rsidRDefault="0035531B" w:rsidP="00564DDD">
      <w:pPr>
        <w:pStyle w:val="Textbezslovn"/>
        <w:spacing w:after="0"/>
      </w:pPr>
      <w:r w:rsidRPr="008D36C2">
        <w:t>náměstek generálního ředitele pro modernizaci dráhy</w:t>
      </w:r>
    </w:p>
    <w:p w14:paraId="28C80AD9" w14:textId="77777777" w:rsidR="00564DDD" w:rsidRDefault="0035531B" w:rsidP="00B36181">
      <w:pPr>
        <w:pStyle w:val="Textbezslovn"/>
        <w:spacing w:after="0"/>
      </w:pPr>
      <w:r>
        <w:t>Správa železnic,</w:t>
      </w:r>
      <w:r w:rsidR="00041F83">
        <w:t xml:space="preserve"> </w:t>
      </w:r>
      <w:r>
        <w:t>státní organizace</w:t>
      </w:r>
      <w:r w:rsidR="00564DDD">
        <w:br w:type="page"/>
      </w:r>
    </w:p>
    <w:p w14:paraId="1D54F44F" w14:textId="77777777" w:rsidR="0035531B" w:rsidRDefault="0035531B" w:rsidP="00FE4333">
      <w:pPr>
        <w:pStyle w:val="Nadpisbezsl1-1"/>
      </w:pPr>
      <w:r w:rsidRPr="00FE4333">
        <w:lastRenderedPageBreak/>
        <w:t>Příloha</w:t>
      </w:r>
      <w:r>
        <w:t xml:space="preserve"> č. 1 </w:t>
      </w:r>
    </w:p>
    <w:p w14:paraId="5F2D4D7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802CFF6" w14:textId="77777777" w:rsidR="00AB1063" w:rsidRDefault="00AB1063" w:rsidP="00454716">
      <w:pPr>
        <w:pStyle w:val="Textbezslovn"/>
        <w:ind w:left="28"/>
      </w:pPr>
    </w:p>
    <w:p w14:paraId="4EF0ED81" w14:textId="77777777" w:rsidR="0035531B" w:rsidRDefault="0035531B" w:rsidP="00454716">
      <w:pPr>
        <w:pStyle w:val="Textbezslovn"/>
        <w:ind w:left="28"/>
      </w:pPr>
      <w:r>
        <w:t>Obchodní firma [</w:t>
      </w:r>
      <w:r w:rsidRPr="00E24F78">
        <w:rPr>
          <w:b/>
          <w:highlight w:val="yellow"/>
        </w:rPr>
        <w:t>DOPLNÍ DODAVATEL</w:t>
      </w:r>
      <w:r>
        <w:t>]</w:t>
      </w:r>
    </w:p>
    <w:p w14:paraId="0BD43F3D" w14:textId="77777777" w:rsidR="0035531B" w:rsidRDefault="0035531B" w:rsidP="00454716">
      <w:pPr>
        <w:pStyle w:val="Textbezslovn"/>
        <w:ind w:left="28"/>
      </w:pPr>
      <w:r>
        <w:t>Sídlo [</w:t>
      </w:r>
      <w:r w:rsidRPr="00564DDD">
        <w:rPr>
          <w:highlight w:val="yellow"/>
        </w:rPr>
        <w:t>DOPLNÍ DODAVATEL</w:t>
      </w:r>
      <w:r>
        <w:t>]</w:t>
      </w:r>
    </w:p>
    <w:p w14:paraId="688AC4A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EA7FF8F" w14:textId="77777777" w:rsidR="0035531B" w:rsidRDefault="0035531B" w:rsidP="00454716">
      <w:pPr>
        <w:pStyle w:val="Textbezslovn"/>
        <w:ind w:left="28"/>
      </w:pPr>
      <w:r>
        <w:t>Právní forma [</w:t>
      </w:r>
      <w:r w:rsidRPr="00564DDD">
        <w:rPr>
          <w:highlight w:val="yellow"/>
        </w:rPr>
        <w:t>DOPLNÍ DODAVATEL</w:t>
      </w:r>
      <w:r>
        <w:t>]</w:t>
      </w:r>
    </w:p>
    <w:p w14:paraId="7E03DB33"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74FD33F4" w14:textId="77777777" w:rsidR="0035531B" w:rsidRDefault="0035531B" w:rsidP="00454716">
      <w:pPr>
        <w:pStyle w:val="Textbezslovn"/>
        <w:ind w:left="28"/>
      </w:pPr>
      <w:r>
        <w:t>Podrobnosti registrace [</w:t>
      </w:r>
      <w:r w:rsidRPr="00564DDD">
        <w:rPr>
          <w:highlight w:val="yellow"/>
        </w:rPr>
        <w:t>DOPLNÍ DODAVATEL</w:t>
      </w:r>
      <w:r>
        <w:t>]</w:t>
      </w:r>
    </w:p>
    <w:p w14:paraId="30BEFE5E" w14:textId="77777777" w:rsidR="0035531B" w:rsidRDefault="0035531B" w:rsidP="00454716">
      <w:pPr>
        <w:pStyle w:val="Textbezslovn"/>
        <w:ind w:left="28"/>
      </w:pPr>
      <w:r>
        <w:t xml:space="preserve">Počet let působení jako dodavatel: </w:t>
      </w:r>
    </w:p>
    <w:p w14:paraId="2A313730"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D1EFA83" w14:textId="77777777" w:rsidR="0035531B" w:rsidRDefault="0035531B" w:rsidP="00564DDD">
      <w:pPr>
        <w:pStyle w:val="Odrka1-1"/>
      </w:pPr>
      <w:r>
        <w:t>v zahraničí [</w:t>
      </w:r>
      <w:r w:rsidRPr="00564DDD">
        <w:rPr>
          <w:highlight w:val="yellow"/>
        </w:rPr>
        <w:t>DOPLNÍ DODAVATEL</w:t>
      </w:r>
      <w:r>
        <w:t>]</w:t>
      </w:r>
    </w:p>
    <w:p w14:paraId="687D57C4"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B9CF4C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F67A327" w14:textId="77777777" w:rsidR="0035531B" w:rsidRDefault="0035531B" w:rsidP="00564DDD">
      <w:pPr>
        <w:pStyle w:val="Textbezslovn"/>
      </w:pPr>
      <w:r>
        <w:t xml:space="preserve"> </w:t>
      </w:r>
    </w:p>
    <w:p w14:paraId="05EAEABC" w14:textId="77777777" w:rsidR="008C65E0" w:rsidRDefault="006A6AF2" w:rsidP="006A6AF2">
      <w:pPr>
        <w:pStyle w:val="Textbezslovn"/>
        <w:ind w:left="0"/>
      </w:pPr>
      <w:r w:rsidRPr="006A6AF2">
        <w:t xml:space="preserve">Řádně jsme se seznámili se zněním zadávacích podmínek veřejné zakázky s názvem </w:t>
      </w:r>
      <w:r w:rsidR="008D36C2" w:rsidRPr="008D36C2">
        <w:rPr>
          <w:b/>
        </w:rPr>
        <w:t>„Rekonstrukce Negrelliho viaduktu“</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03BE06D" w14:textId="77777777" w:rsidR="008C65E0" w:rsidRDefault="007A67D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41D7CEE" w14:textId="77777777" w:rsidR="007A67D0" w:rsidRDefault="007A67D0" w:rsidP="006A6AF2">
      <w:pPr>
        <w:pStyle w:val="Textbezslovn"/>
        <w:ind w:left="0"/>
      </w:pPr>
    </w:p>
    <w:p w14:paraId="6A4E8D4D"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28FB0D1" w14:textId="77777777" w:rsidR="008C65E0" w:rsidRDefault="008C65E0" w:rsidP="008C65E0">
      <w:pPr>
        <w:pStyle w:val="Textbezslovn"/>
        <w:ind w:left="0"/>
      </w:pPr>
    </w:p>
    <w:p w14:paraId="3D7F26B4" w14:textId="77777777" w:rsidR="008C65E0" w:rsidRDefault="008C65E0" w:rsidP="008C65E0">
      <w:pPr>
        <w:pStyle w:val="Textbezslovn"/>
        <w:ind w:left="0"/>
      </w:pPr>
      <w:r>
        <w:t>Podpis osoby oprávněné jednat za dodavatele:</w:t>
      </w:r>
    </w:p>
    <w:p w14:paraId="51FCACFE" w14:textId="77777777" w:rsidR="008C65E0" w:rsidRDefault="008C65E0" w:rsidP="008C65E0">
      <w:pPr>
        <w:pStyle w:val="Textbezslovn"/>
        <w:ind w:left="0"/>
      </w:pPr>
    </w:p>
    <w:p w14:paraId="658571CD" w14:textId="77777777" w:rsidR="008C65E0" w:rsidRDefault="008C65E0" w:rsidP="008C65E0">
      <w:pPr>
        <w:pStyle w:val="Textbezslovn"/>
        <w:ind w:left="0"/>
      </w:pPr>
      <w:r>
        <w:t>Jméno: ______________________</w:t>
      </w:r>
    </w:p>
    <w:p w14:paraId="4B6BA408" w14:textId="77777777" w:rsidR="008C65E0" w:rsidRDefault="008C65E0" w:rsidP="008C65E0">
      <w:pPr>
        <w:pStyle w:val="Textbezslovn"/>
        <w:ind w:left="0"/>
      </w:pPr>
      <w:r>
        <w:tab/>
      </w:r>
    </w:p>
    <w:p w14:paraId="7B80A995" w14:textId="77777777" w:rsidR="008C65E0" w:rsidRDefault="008C65E0" w:rsidP="008C65E0">
      <w:pPr>
        <w:pStyle w:val="Textbezslovn"/>
        <w:ind w:left="0"/>
      </w:pPr>
      <w:r>
        <w:t>Podpis: ______________________</w:t>
      </w:r>
    </w:p>
    <w:p w14:paraId="11F6C1CD" w14:textId="77777777" w:rsidR="00564DDD" w:rsidRDefault="00564DDD" w:rsidP="006A6AF2">
      <w:pPr>
        <w:pStyle w:val="Textbezslovn"/>
        <w:ind w:left="0"/>
      </w:pPr>
      <w:r>
        <w:br w:type="page"/>
      </w:r>
    </w:p>
    <w:p w14:paraId="427594F0" w14:textId="77777777" w:rsidR="0035531B" w:rsidRDefault="0035531B" w:rsidP="00FE4333">
      <w:pPr>
        <w:pStyle w:val="Nadpisbezsl1-1"/>
      </w:pPr>
      <w:r>
        <w:lastRenderedPageBreak/>
        <w:t>Příloha č. 2</w:t>
      </w:r>
    </w:p>
    <w:p w14:paraId="33DF8F42" w14:textId="77777777" w:rsidR="0035531B" w:rsidRPr="00FE4333" w:rsidRDefault="0035531B" w:rsidP="00FE4333">
      <w:pPr>
        <w:pStyle w:val="Nadpisbezsl1-2"/>
        <w:rPr>
          <w:rStyle w:val="Tun9b"/>
          <w:b/>
        </w:rPr>
      </w:pPr>
      <w:r w:rsidRPr="00FE4333">
        <w:rPr>
          <w:rStyle w:val="Tun9b"/>
          <w:b/>
        </w:rPr>
        <w:t>Seznam poddodavatelů</w:t>
      </w:r>
    </w:p>
    <w:p w14:paraId="2287A92D" w14:textId="77777777" w:rsidR="00AB1063" w:rsidRDefault="00AB1063" w:rsidP="00564DDD">
      <w:pPr>
        <w:pStyle w:val="Textbezslovn"/>
      </w:pPr>
    </w:p>
    <w:p w14:paraId="4971E0CA" w14:textId="77777777" w:rsidR="0035531B" w:rsidRDefault="0035531B" w:rsidP="00454716">
      <w:pPr>
        <w:pStyle w:val="Textbezslovn"/>
        <w:ind w:left="0"/>
      </w:pPr>
      <w:r>
        <w:t>Jestliže dodavatel uvažuje zadat poddodavateli plnění části veřejné zakázky, uvede následující údaje:</w:t>
      </w:r>
    </w:p>
    <w:p w14:paraId="30C97D20"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90D8CE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CD2030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FC9F0B0"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1237A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7C3BCE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7E3476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36C0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0834A3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54760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3EE3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245D8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7DFCB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EB2DB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4004D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077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BFD74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6EE85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E91D4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B970F1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2B913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0241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D400A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2A2FE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7DA3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C938A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86451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714A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C94E2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B850A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18FB89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1A827E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0ECC1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7C553A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6FB807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97B64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C9F4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1F1597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82712BE" w14:textId="77777777" w:rsidR="00564DDD" w:rsidRPr="00454716" w:rsidRDefault="00454716" w:rsidP="00454716">
            <w:pPr>
              <w:rPr>
                <w:sz w:val="16"/>
                <w:szCs w:val="16"/>
              </w:rPr>
            </w:pPr>
            <w:r w:rsidRPr="00454716">
              <w:rPr>
                <w:sz w:val="16"/>
                <w:szCs w:val="16"/>
              </w:rPr>
              <w:t>Celkem %</w:t>
            </w:r>
          </w:p>
        </w:tc>
        <w:tc>
          <w:tcPr>
            <w:tcW w:w="3969" w:type="dxa"/>
          </w:tcPr>
          <w:p w14:paraId="3E07049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E47576A"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3013F63" w14:textId="77777777" w:rsidR="0035531B" w:rsidRDefault="0035531B" w:rsidP="00454716">
      <w:pPr>
        <w:pStyle w:val="Textbezslovn"/>
      </w:pPr>
    </w:p>
    <w:p w14:paraId="01E96BB3" w14:textId="77777777" w:rsidR="00454716" w:rsidRDefault="00454716" w:rsidP="00454716">
      <w:pPr>
        <w:pStyle w:val="Textbezslovn"/>
      </w:pPr>
      <w:r>
        <w:br w:type="page"/>
      </w:r>
    </w:p>
    <w:p w14:paraId="72D55504" w14:textId="77777777" w:rsidR="0035531B" w:rsidRDefault="0035531B" w:rsidP="00FE4333">
      <w:pPr>
        <w:pStyle w:val="Nadpisbezsl1-1"/>
      </w:pPr>
      <w:r>
        <w:lastRenderedPageBreak/>
        <w:t xml:space="preserve">Příloha č. 3 </w:t>
      </w:r>
    </w:p>
    <w:p w14:paraId="7D2B73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70D934B" w14:textId="77777777" w:rsidR="0035531B" w:rsidRDefault="0035531B" w:rsidP="00454716">
      <w:pPr>
        <w:pStyle w:val="Textbezslovn"/>
        <w:ind w:left="0"/>
      </w:pPr>
    </w:p>
    <w:p w14:paraId="2ED86AC1"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3F844508" w14:textId="77777777" w:rsidR="0035531B" w:rsidRDefault="0035531B" w:rsidP="00454716">
      <w:pPr>
        <w:pStyle w:val="Textbezslovn"/>
        <w:ind w:left="0"/>
      </w:pPr>
    </w:p>
    <w:p w14:paraId="5059125B"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4220DB8" w14:textId="77777777" w:rsidR="0035531B" w:rsidRDefault="0035531B" w:rsidP="00454716">
      <w:pPr>
        <w:pStyle w:val="Textbezslovn"/>
        <w:ind w:left="0"/>
      </w:pPr>
      <w:r>
        <w:t>Obchodní firma [</w:t>
      </w:r>
      <w:r w:rsidRPr="00E24F78">
        <w:rPr>
          <w:b/>
          <w:highlight w:val="yellow"/>
        </w:rPr>
        <w:t>DOPLNÍ DODAVATEL</w:t>
      </w:r>
      <w:r>
        <w:t>]</w:t>
      </w:r>
    </w:p>
    <w:p w14:paraId="29750B76" w14:textId="77777777" w:rsidR="0035531B" w:rsidRDefault="0035531B" w:rsidP="00454716">
      <w:pPr>
        <w:pStyle w:val="Textbezslovn"/>
        <w:ind w:left="0"/>
      </w:pPr>
      <w:r>
        <w:t>Sídlo [</w:t>
      </w:r>
      <w:r w:rsidRPr="00454716">
        <w:rPr>
          <w:highlight w:val="yellow"/>
        </w:rPr>
        <w:t>DOPLNÍ DODAVATEL</w:t>
      </w:r>
      <w:r>
        <w:t>]</w:t>
      </w:r>
    </w:p>
    <w:p w14:paraId="0A456984" w14:textId="77777777" w:rsidR="0035531B" w:rsidRDefault="0035531B" w:rsidP="00454716">
      <w:pPr>
        <w:pStyle w:val="Textbezslovn"/>
        <w:ind w:left="0"/>
      </w:pPr>
      <w:r>
        <w:t>Právní forma [</w:t>
      </w:r>
      <w:r w:rsidRPr="00454716">
        <w:rPr>
          <w:highlight w:val="yellow"/>
        </w:rPr>
        <w:t>DOPLNÍ DODAVATEL</w:t>
      </w:r>
      <w:r>
        <w:t>]</w:t>
      </w:r>
    </w:p>
    <w:p w14:paraId="23ED908C" w14:textId="77777777" w:rsidR="0035531B" w:rsidRDefault="0035531B" w:rsidP="00454716">
      <w:pPr>
        <w:pStyle w:val="Textbezslovn"/>
        <w:ind w:left="0"/>
      </w:pPr>
      <w:r>
        <w:t>IČO [</w:t>
      </w:r>
      <w:r w:rsidRPr="00454716">
        <w:rPr>
          <w:highlight w:val="yellow"/>
        </w:rPr>
        <w:t>DOPLNÍ DODAVATEL</w:t>
      </w:r>
      <w:r>
        <w:t>]</w:t>
      </w:r>
    </w:p>
    <w:p w14:paraId="6BCF090C" w14:textId="77777777" w:rsidR="0035531B" w:rsidRDefault="0035531B" w:rsidP="00454716">
      <w:pPr>
        <w:pStyle w:val="Textbezslovn"/>
        <w:ind w:left="0"/>
      </w:pPr>
    </w:p>
    <w:p w14:paraId="009B086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69EE2D6" w14:textId="77777777" w:rsidR="0035531B" w:rsidRDefault="0035531B" w:rsidP="00454716">
      <w:pPr>
        <w:pStyle w:val="Odstavec1-2i"/>
      </w:pPr>
      <w:r>
        <w:t>[</w:t>
      </w:r>
      <w:r w:rsidRPr="00454716">
        <w:rPr>
          <w:highlight w:val="yellow"/>
        </w:rPr>
        <w:t>DOPLNÍ DODAVATEL</w:t>
      </w:r>
      <w:r>
        <w:t>]</w:t>
      </w:r>
    </w:p>
    <w:p w14:paraId="28711026" w14:textId="77777777" w:rsidR="0035531B" w:rsidRDefault="0035531B" w:rsidP="00454716">
      <w:pPr>
        <w:pStyle w:val="Odstavec1-2i"/>
      </w:pPr>
      <w:r>
        <w:t>[</w:t>
      </w:r>
      <w:r w:rsidRPr="00454716">
        <w:rPr>
          <w:highlight w:val="yellow"/>
        </w:rPr>
        <w:t>DOPLNÍ DODAVATEL</w:t>
      </w:r>
      <w:r>
        <w:t>]</w:t>
      </w:r>
    </w:p>
    <w:p w14:paraId="14855008" w14:textId="77777777" w:rsidR="0035531B" w:rsidRDefault="0035531B" w:rsidP="00454716">
      <w:pPr>
        <w:pStyle w:val="Odstavec1-2i"/>
      </w:pPr>
      <w:r>
        <w:t>[</w:t>
      </w:r>
      <w:r w:rsidRPr="00454716">
        <w:rPr>
          <w:highlight w:val="yellow"/>
        </w:rPr>
        <w:t>DOPLNÍ DODAVATEL</w:t>
      </w:r>
      <w:r>
        <w:t>]</w:t>
      </w:r>
    </w:p>
    <w:p w14:paraId="595C0EA8" w14:textId="77777777" w:rsidR="0035531B" w:rsidRDefault="0035531B" w:rsidP="00454716">
      <w:pPr>
        <w:pStyle w:val="Odstavec1-2i"/>
      </w:pPr>
      <w:r>
        <w:t>atd.</w:t>
      </w:r>
    </w:p>
    <w:p w14:paraId="3BAB355F" w14:textId="77777777" w:rsidR="0035531B" w:rsidRDefault="0035531B" w:rsidP="00454716">
      <w:pPr>
        <w:pStyle w:val="Textbezslovn"/>
        <w:ind w:left="0"/>
      </w:pPr>
    </w:p>
    <w:p w14:paraId="322B5E6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7D2AE9D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4D11D36"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55A764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A77B36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369E4E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25A7C8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4683E8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349CA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37FEC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7EEA5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F14B4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E1885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2DE21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0368A6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67CD3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39458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F258FF"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F47DBE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2CC32A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EC0867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ED6E9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4CEE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8572F8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3C6AD2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51C08E"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AB92E6A"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D3666E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B15C5C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454F02F" w14:textId="77777777" w:rsidR="0035531B" w:rsidRDefault="0035531B" w:rsidP="00454716">
      <w:pPr>
        <w:pStyle w:val="Textbezslovn"/>
        <w:ind w:left="0"/>
      </w:pPr>
    </w:p>
    <w:p w14:paraId="798F2ACA" w14:textId="77777777" w:rsidR="0035531B" w:rsidRDefault="0035531B" w:rsidP="00454716">
      <w:pPr>
        <w:pStyle w:val="Textbezslovn"/>
        <w:ind w:left="0"/>
      </w:pPr>
    </w:p>
    <w:p w14:paraId="046980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E86629E"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64823923" w14:textId="77777777" w:rsidR="0035531B" w:rsidRDefault="0035531B" w:rsidP="00454716">
      <w:pPr>
        <w:pStyle w:val="Textbezslovn"/>
        <w:ind w:left="0"/>
      </w:pPr>
    </w:p>
    <w:p w14:paraId="72D6E993" w14:textId="77777777" w:rsidR="0035531B" w:rsidRDefault="0035531B" w:rsidP="00454716">
      <w:pPr>
        <w:pStyle w:val="Textbezslovn"/>
        <w:ind w:left="0"/>
      </w:pPr>
    </w:p>
    <w:p w14:paraId="39CBA1E4"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40E7A79" w14:textId="77777777" w:rsidR="0035531B" w:rsidRDefault="0035531B" w:rsidP="00454716">
      <w:pPr>
        <w:pStyle w:val="Textbezslovn"/>
        <w:ind w:left="0"/>
      </w:pPr>
    </w:p>
    <w:p w14:paraId="4A7D5B35" w14:textId="77777777" w:rsidR="0035531B" w:rsidRDefault="0035531B" w:rsidP="00454716">
      <w:pPr>
        <w:pStyle w:val="Textbezslovn"/>
        <w:ind w:left="0"/>
      </w:pPr>
    </w:p>
    <w:p w14:paraId="4620E5A2" w14:textId="77777777" w:rsidR="00454716" w:rsidRDefault="00454716" w:rsidP="00454716">
      <w:pPr>
        <w:pStyle w:val="Textbezslovn"/>
        <w:ind w:left="0"/>
      </w:pPr>
      <w:r>
        <w:br w:type="page"/>
      </w:r>
    </w:p>
    <w:p w14:paraId="77164879" w14:textId="77777777" w:rsidR="0035531B" w:rsidRDefault="0035531B" w:rsidP="00FE4333">
      <w:pPr>
        <w:pStyle w:val="Nadpisbezsl1-1"/>
      </w:pPr>
      <w:r>
        <w:lastRenderedPageBreak/>
        <w:t>Příloha č. 4</w:t>
      </w:r>
    </w:p>
    <w:p w14:paraId="2CE734E2" w14:textId="77777777" w:rsidR="0035531B" w:rsidRPr="00AD792A" w:rsidRDefault="0035531B" w:rsidP="00FE4333">
      <w:pPr>
        <w:pStyle w:val="Nadpisbezsl1-2"/>
      </w:pPr>
      <w:r w:rsidRPr="00AD792A">
        <w:t>Seznam stavebních prací</w:t>
      </w:r>
    </w:p>
    <w:p w14:paraId="3CE47D5F"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5554BEA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24AA72FD"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3A0A26B5"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27BBC94"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4FFE56E7"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6B58AD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3FCD3C3"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8D36C2">
              <w:rPr>
                <w:b/>
              </w:rPr>
              <w:t>5</w:t>
            </w:r>
            <w:r w:rsidRPr="00AD792A">
              <w:rPr>
                <w:b/>
              </w:rPr>
              <w:t xml:space="preserve"> let v Kč***</w:t>
            </w:r>
            <w:r>
              <w:rPr>
                <w:b/>
              </w:rPr>
              <w:t xml:space="preserve"> </w:t>
            </w:r>
            <w:r w:rsidRPr="00AD792A">
              <w:rPr>
                <w:b/>
              </w:rPr>
              <w:t>bez DPH</w:t>
            </w:r>
          </w:p>
        </w:tc>
      </w:tr>
      <w:tr w:rsidR="00DD63D8" w:rsidRPr="00454716" w14:paraId="0E3AAF9C"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2F21D159"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3F69194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DFB796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36C6E1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1C8E2E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B6146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8869ED9"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C6F998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6061060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5308F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3022A7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522F19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89A0A3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D4FCD0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F88AD85"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975941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C023B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C26A44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17A1E1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4E1964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36C7C6"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97A7E0F"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B42D57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045C7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85D504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DE5D7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3B52AC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8A91BB8"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89AA250"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51B76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CF67457"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5D9F9B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4E69C2"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93BDD6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4C1CEE78"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A994C3D"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160EBDA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4E8F061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FEA5AD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CAB5E1E"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5467C5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CF55BC5" w14:textId="77777777" w:rsidR="00AD792A" w:rsidRDefault="00AD792A" w:rsidP="00AD792A">
      <w:pPr>
        <w:pStyle w:val="Textbezslovn"/>
        <w:ind w:left="0"/>
      </w:pPr>
    </w:p>
    <w:p w14:paraId="3BCE56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5E4E63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695FB8F8"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847F3E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B65081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0DF50B8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CC88028"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2E93BE7"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48ABB754" w14:textId="77777777" w:rsidR="0035531B" w:rsidRDefault="0035531B" w:rsidP="00EE3C5F">
      <w:pPr>
        <w:pStyle w:val="Textbezslovn"/>
      </w:pPr>
    </w:p>
    <w:p w14:paraId="7EA4E403"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16CC3769" w14:textId="77777777" w:rsidR="0035531B" w:rsidRDefault="0035531B" w:rsidP="00EE3C5F">
      <w:pPr>
        <w:pStyle w:val="Textbezslovn"/>
      </w:pPr>
      <w:r>
        <w:t xml:space="preserve"> </w:t>
      </w:r>
    </w:p>
    <w:p w14:paraId="33767569" w14:textId="77777777" w:rsidR="00EE3C5F" w:rsidRDefault="00EE3C5F">
      <w:r>
        <w:br w:type="page"/>
      </w:r>
    </w:p>
    <w:p w14:paraId="628314CF" w14:textId="77777777" w:rsidR="0035531B" w:rsidRDefault="0035531B" w:rsidP="00FE4333">
      <w:pPr>
        <w:pStyle w:val="Nadpisbezsl1-1"/>
      </w:pPr>
      <w:r>
        <w:lastRenderedPageBreak/>
        <w:t>Příloha č. 5</w:t>
      </w:r>
    </w:p>
    <w:p w14:paraId="59C236F8" w14:textId="77777777" w:rsidR="0035531B" w:rsidRPr="00EE3C5F" w:rsidRDefault="0035531B" w:rsidP="00FE4333">
      <w:pPr>
        <w:pStyle w:val="Nadpisbezsl1-2"/>
      </w:pPr>
      <w:r w:rsidRPr="00EE3C5F">
        <w:t>Seznam odborného personálu dodavatele</w:t>
      </w:r>
    </w:p>
    <w:p w14:paraId="0AC3A5E8"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CF6D0C6"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EC078A5"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8E110B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4BB80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1CDF4261"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14:paraId="3C023D4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CE494A6"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3B403E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C07D70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D0A39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620003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B41D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66105AF"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82793B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15AFDF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ACCE94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21F3E9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3B1C8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D3ADF1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23F0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4C457B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B669FA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B0710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8FF826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AE0DF3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68E6E2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125539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004BE3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1032A1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17183F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E098C7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FDF3EA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274838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E6EEF1"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8697B0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1A18F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5C09FBA"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F5F8374"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E42F67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9F73BA2"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CB772F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4C35C80"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9BC548C" w14:textId="77777777" w:rsidR="00EE3C5F" w:rsidRDefault="00EE3C5F" w:rsidP="00EE3C5F">
      <w:pPr>
        <w:pStyle w:val="Textbezslovn"/>
      </w:pPr>
    </w:p>
    <w:p w14:paraId="59045E9E"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17AEB27C" w14:textId="77777777" w:rsidR="00EE3C5F" w:rsidRDefault="00EE3C5F" w:rsidP="00EE3C5F">
      <w:pPr>
        <w:pStyle w:val="Textbezslovn"/>
      </w:pPr>
    </w:p>
    <w:p w14:paraId="240205C8" w14:textId="77777777" w:rsidR="0035531B" w:rsidRPr="00EE3C5F" w:rsidRDefault="0035531B" w:rsidP="00E22C30">
      <w:pPr>
        <w:pStyle w:val="Textbezslovn"/>
        <w:ind w:left="0"/>
        <w:rPr>
          <w:b/>
        </w:rPr>
      </w:pPr>
      <w:r w:rsidRPr="00EE3C5F">
        <w:rPr>
          <w:b/>
        </w:rPr>
        <w:t xml:space="preserve">Přílohy: </w:t>
      </w:r>
      <w:r w:rsidRPr="00EE3C5F">
        <w:rPr>
          <w:b/>
        </w:rPr>
        <w:tab/>
      </w:r>
    </w:p>
    <w:p w14:paraId="7CA48F1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01333FC"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0BBE2C7B"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19BD2DAC" w14:textId="77777777" w:rsidR="0035531B" w:rsidRDefault="0035531B" w:rsidP="00EE3C5F">
      <w:pPr>
        <w:pStyle w:val="Textbezslovn"/>
      </w:pPr>
      <w:r>
        <w:t xml:space="preserve"> </w:t>
      </w:r>
    </w:p>
    <w:p w14:paraId="098DE1CD" w14:textId="77777777" w:rsidR="00EE3C5F" w:rsidRDefault="00EE3C5F">
      <w:r>
        <w:br w:type="page"/>
      </w:r>
    </w:p>
    <w:p w14:paraId="231C1F6F" w14:textId="77777777" w:rsidR="0035531B" w:rsidRDefault="0035531B" w:rsidP="00FE4333">
      <w:pPr>
        <w:pStyle w:val="Nadpisbezsl1-1"/>
      </w:pPr>
      <w:r>
        <w:lastRenderedPageBreak/>
        <w:t>Příloha č. 6</w:t>
      </w:r>
    </w:p>
    <w:p w14:paraId="08EEB461" w14:textId="77777777" w:rsidR="0035531B" w:rsidRPr="00EE3C5F" w:rsidRDefault="0035531B" w:rsidP="00FE4333">
      <w:pPr>
        <w:pStyle w:val="Nadpisbezsl1-2"/>
      </w:pPr>
      <w:r w:rsidRPr="00EE3C5F">
        <w:t>Vzor profesního životopisu</w:t>
      </w:r>
    </w:p>
    <w:p w14:paraId="488A928D" w14:textId="77777777" w:rsidR="0035531B" w:rsidRDefault="0035531B" w:rsidP="00474F4D">
      <w:pPr>
        <w:pStyle w:val="Textbezslovn"/>
        <w:ind w:left="0"/>
      </w:pPr>
    </w:p>
    <w:p w14:paraId="07251699"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34E0AA39" w14:textId="77777777" w:rsidR="00474F4D" w:rsidRDefault="00474F4D" w:rsidP="00474F4D">
      <w:pPr>
        <w:pStyle w:val="Textbezslovn"/>
        <w:ind w:left="0"/>
      </w:pPr>
    </w:p>
    <w:p w14:paraId="29EF20DA" w14:textId="77777777" w:rsidR="0035531B" w:rsidRDefault="0035531B" w:rsidP="00EF4DAC">
      <w:pPr>
        <w:pStyle w:val="Odstavec1-1a"/>
        <w:numPr>
          <w:ilvl w:val="0"/>
          <w:numId w:val="14"/>
        </w:numPr>
      </w:pPr>
      <w:r>
        <w:t>Příjmení: [</w:t>
      </w:r>
      <w:r w:rsidRPr="00E24F78">
        <w:rPr>
          <w:b/>
          <w:highlight w:val="yellow"/>
        </w:rPr>
        <w:t>DOPLNÍ DODAVATEL</w:t>
      </w:r>
      <w:r>
        <w:t>]</w:t>
      </w:r>
    </w:p>
    <w:p w14:paraId="55CC245C" w14:textId="77777777" w:rsidR="0035531B" w:rsidRDefault="0035531B" w:rsidP="00EF4DAC">
      <w:pPr>
        <w:pStyle w:val="Odstavec1-1a"/>
        <w:numPr>
          <w:ilvl w:val="0"/>
          <w:numId w:val="14"/>
        </w:numPr>
      </w:pPr>
      <w:r>
        <w:t>Jméno: [</w:t>
      </w:r>
      <w:r w:rsidRPr="00E24F78">
        <w:rPr>
          <w:b/>
          <w:highlight w:val="yellow"/>
        </w:rPr>
        <w:t>DOPLNÍ DODAVATEL</w:t>
      </w:r>
      <w:r>
        <w:t>]</w:t>
      </w:r>
    </w:p>
    <w:p w14:paraId="139BBD1C" w14:textId="77777777" w:rsidR="0035531B" w:rsidRDefault="0035531B" w:rsidP="00EF4DAC">
      <w:pPr>
        <w:pStyle w:val="Odstavec1-1a"/>
        <w:numPr>
          <w:ilvl w:val="0"/>
          <w:numId w:val="14"/>
        </w:numPr>
      </w:pPr>
      <w:r>
        <w:t>Datum narození: [</w:t>
      </w:r>
      <w:r w:rsidRPr="00833899">
        <w:rPr>
          <w:highlight w:val="yellow"/>
        </w:rPr>
        <w:t>DOPLNÍ DODAVATEL</w:t>
      </w:r>
      <w:r>
        <w:t>]</w:t>
      </w:r>
    </w:p>
    <w:p w14:paraId="58B28CEC"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54D52AF3"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0CC34BD"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0DD97BA"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012802E"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61C921A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50FE9D6" w14:textId="77777777" w:rsidR="00474F4D" w:rsidRPr="00833899" w:rsidRDefault="00452F69" w:rsidP="00307641">
            <w:pPr>
              <w:rPr>
                <w:sz w:val="16"/>
                <w:szCs w:val="16"/>
              </w:rPr>
            </w:pPr>
            <w:r w:rsidRPr="00833899">
              <w:rPr>
                <w:sz w:val="16"/>
                <w:szCs w:val="16"/>
              </w:rPr>
              <w:t>Délka:</w:t>
            </w:r>
          </w:p>
          <w:p w14:paraId="3E8A92E8"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65329D4B"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90A071"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C1D1AF2"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39FABDB"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A67C527" w14:textId="77777777" w:rsidR="0035531B" w:rsidRPr="00833899" w:rsidRDefault="0035531B" w:rsidP="00474F4D">
      <w:pPr>
        <w:pStyle w:val="Textbezslovn"/>
        <w:ind w:left="0"/>
      </w:pPr>
    </w:p>
    <w:p w14:paraId="4A0322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5436E0A"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6E17756"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2ABE1E8"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7063596" w14:textId="77777777" w:rsidR="0035531B" w:rsidRPr="00833899" w:rsidRDefault="0035531B" w:rsidP="00474F4D">
      <w:pPr>
        <w:pStyle w:val="Textbezslovn"/>
        <w:ind w:left="0"/>
      </w:pPr>
    </w:p>
    <w:p w14:paraId="644266BA"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26BD6FE"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B9E52D3"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E23BDE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C39AC93"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0CAD18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DC572C"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0909D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59F05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D3D9E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D5BCB9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2B052C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975417"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881B2A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8C7EE2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164F5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91FEC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0B58BC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907722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DB34045"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FC137AD" w14:textId="77777777" w:rsidR="00452F69" w:rsidRPr="00833899" w:rsidRDefault="00452F69" w:rsidP="00474F4D">
      <w:pPr>
        <w:pStyle w:val="Textbezslovn"/>
        <w:ind w:left="0"/>
      </w:pPr>
    </w:p>
    <w:p w14:paraId="5281B985"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5B6FCB4"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80979FA"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E995DEF" w14:textId="77777777"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7821A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CB58C2A"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0BCF082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7C0A80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B0A019"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01FAA60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0A56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F9BDBB"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BF05C1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F4156A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ACCA59"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31DB907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72FF2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A549F0"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81241C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A635C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B294E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306CAF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3F503B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16A2CC0"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61437539"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99D74E1" w14:textId="77777777" w:rsidR="0035531B" w:rsidRPr="00833899" w:rsidRDefault="0035531B" w:rsidP="00474F4D">
      <w:pPr>
        <w:pStyle w:val="Textbezslovn"/>
        <w:ind w:left="0"/>
      </w:pPr>
    </w:p>
    <w:p w14:paraId="4899A21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8EC6210"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2F7AD682" w14:textId="77777777" w:rsidR="0035531B" w:rsidRDefault="0035531B" w:rsidP="00452F69">
      <w:pPr>
        <w:pStyle w:val="Odstavec1-1a"/>
      </w:pPr>
      <w:r>
        <w:t>Jiné informace (dle uvážení dodavatele): [</w:t>
      </w:r>
      <w:r w:rsidRPr="00833899">
        <w:rPr>
          <w:highlight w:val="yellow"/>
        </w:rPr>
        <w:t>DOPLNÍ DODAVATEL</w:t>
      </w:r>
      <w:r>
        <w:t>]</w:t>
      </w:r>
    </w:p>
    <w:p w14:paraId="1683F2C6" w14:textId="77777777" w:rsidR="0035531B" w:rsidRDefault="0035531B" w:rsidP="00474F4D">
      <w:pPr>
        <w:pStyle w:val="Textbezslovn"/>
        <w:ind w:left="0"/>
      </w:pPr>
    </w:p>
    <w:p w14:paraId="5F055C96" w14:textId="77777777" w:rsidR="0035531B" w:rsidRDefault="0035531B" w:rsidP="00474F4D">
      <w:pPr>
        <w:pStyle w:val="Textbezslovn"/>
        <w:ind w:left="0"/>
      </w:pPr>
      <w:r>
        <w:t xml:space="preserve"> </w:t>
      </w:r>
    </w:p>
    <w:p w14:paraId="6BBDCB58" w14:textId="77777777" w:rsidR="00EE3C5F" w:rsidRDefault="00EE3C5F" w:rsidP="00474F4D">
      <w:r>
        <w:br w:type="page"/>
      </w:r>
    </w:p>
    <w:p w14:paraId="6B2EDB8A" w14:textId="77777777" w:rsidR="0035531B" w:rsidRDefault="0035531B" w:rsidP="00FE4333">
      <w:pPr>
        <w:pStyle w:val="Nadpisbezsl1-1"/>
      </w:pPr>
      <w:r>
        <w:lastRenderedPageBreak/>
        <w:t>Příloha č. 7</w:t>
      </w:r>
    </w:p>
    <w:p w14:paraId="7FA91E9C"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16085304" w14:textId="77777777" w:rsidR="00AB1063" w:rsidRDefault="00AB1063" w:rsidP="00452F69">
      <w:pPr>
        <w:pStyle w:val="Textbezslovn"/>
      </w:pPr>
    </w:p>
    <w:p w14:paraId="58657C2B" w14:textId="77777777" w:rsidR="0035531B" w:rsidRPr="00833899" w:rsidRDefault="0035531B" w:rsidP="00452F69">
      <w:pPr>
        <w:pStyle w:val="Textbezslovn"/>
        <w:ind w:left="0"/>
        <w:rPr>
          <w:rStyle w:val="Tun9b"/>
          <w:b w:val="0"/>
        </w:rPr>
      </w:pPr>
      <w:r w:rsidRPr="00452F69">
        <w:rPr>
          <w:rStyle w:val="Tun9b"/>
        </w:rPr>
        <w:t>Čestné prohlášení</w:t>
      </w:r>
    </w:p>
    <w:p w14:paraId="485974E8"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AE6C8B7"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2AEE58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AA94098"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A1FD021"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1802B5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D0BD95D" w14:textId="77777777" w:rsidR="0035531B" w:rsidRDefault="0035531B" w:rsidP="00452F69">
      <w:pPr>
        <w:pStyle w:val="Textbezslovn"/>
        <w:ind w:left="0"/>
      </w:pPr>
      <w:r w:rsidRPr="00307641">
        <w:rPr>
          <w:b/>
        </w:rPr>
        <w:t>čestně prohlašuje</w:t>
      </w:r>
      <w:r>
        <w:t>, že:</w:t>
      </w:r>
    </w:p>
    <w:p w14:paraId="3A9E8B12"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6F49FF0D" w14:textId="77777777" w:rsidR="005F7739" w:rsidRDefault="005F7739" w:rsidP="005F7739">
      <w:pPr>
        <w:pStyle w:val="Odrka1-1"/>
      </w:pPr>
      <w:r>
        <w:t>n</w:t>
      </w:r>
      <w:r w:rsidRPr="005F7739">
        <w:t>emá v České republice nebo v zemi svého sídla v evidenci daní zachycen splatný daňový nedoplatek</w:t>
      </w:r>
      <w:r>
        <w:t>;</w:t>
      </w:r>
    </w:p>
    <w:p w14:paraId="04CA7F3A"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677F7DF4"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210FE816"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7A4763CA" w14:textId="77777777" w:rsidR="00307641" w:rsidRDefault="00307641" w:rsidP="00307641">
      <w:pPr>
        <w:pStyle w:val="Textbezslovn"/>
        <w:ind w:left="0"/>
      </w:pPr>
    </w:p>
    <w:p w14:paraId="1FCC276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60F9CC3" w14:textId="77777777" w:rsidR="0035531B" w:rsidRDefault="0035531B" w:rsidP="00307641">
      <w:pPr>
        <w:pStyle w:val="Textbezslovn"/>
        <w:ind w:left="0"/>
      </w:pPr>
    </w:p>
    <w:p w14:paraId="4FFDCD97" w14:textId="77777777" w:rsidR="0035531B" w:rsidRDefault="0035531B" w:rsidP="00307641">
      <w:pPr>
        <w:pStyle w:val="Textbezslovn"/>
        <w:ind w:left="0"/>
      </w:pPr>
      <w:r>
        <w:t>Podpis osoby oprávněné jednat za dodavatele:</w:t>
      </w:r>
    </w:p>
    <w:p w14:paraId="56C4F14C" w14:textId="77777777" w:rsidR="00307641" w:rsidRDefault="00307641" w:rsidP="00307641">
      <w:pPr>
        <w:pStyle w:val="Textbezslovn"/>
        <w:ind w:left="0"/>
      </w:pPr>
    </w:p>
    <w:p w14:paraId="5C69C979" w14:textId="77777777" w:rsidR="00307641" w:rsidRDefault="0035531B" w:rsidP="00307641">
      <w:pPr>
        <w:pStyle w:val="Textbezslovn"/>
        <w:ind w:left="0"/>
      </w:pPr>
      <w:r>
        <w:t>Jméno</w:t>
      </w:r>
      <w:r w:rsidR="00307641">
        <w:t>: ______________________</w:t>
      </w:r>
    </w:p>
    <w:p w14:paraId="61631121" w14:textId="77777777" w:rsidR="00307641" w:rsidRDefault="0035531B" w:rsidP="00307641">
      <w:pPr>
        <w:pStyle w:val="Textbezslovn"/>
        <w:ind w:left="0"/>
      </w:pPr>
      <w:r>
        <w:tab/>
      </w:r>
    </w:p>
    <w:p w14:paraId="30950797" w14:textId="77777777" w:rsidR="0035531B" w:rsidRDefault="0035531B" w:rsidP="00307641">
      <w:pPr>
        <w:pStyle w:val="Textbezslovn"/>
        <w:ind w:left="0"/>
      </w:pPr>
      <w:r>
        <w:t>Podp</w:t>
      </w:r>
      <w:r w:rsidR="00307641">
        <w:t>is: ______________________</w:t>
      </w:r>
    </w:p>
    <w:p w14:paraId="6050F535" w14:textId="77777777" w:rsidR="0035531B" w:rsidRDefault="0035531B" w:rsidP="00307641">
      <w:pPr>
        <w:pStyle w:val="Textbezslovn"/>
        <w:ind w:left="0"/>
      </w:pPr>
      <w:r>
        <w:t xml:space="preserve"> </w:t>
      </w:r>
    </w:p>
    <w:p w14:paraId="1CDBEBCA" w14:textId="77777777" w:rsidR="0035531B" w:rsidRDefault="0035531B" w:rsidP="00FE4333">
      <w:pPr>
        <w:pStyle w:val="Nadpisbezsl1-1"/>
      </w:pPr>
      <w:r>
        <w:lastRenderedPageBreak/>
        <w:t>Příloha č. 8</w:t>
      </w:r>
    </w:p>
    <w:p w14:paraId="3BF16FB0"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8567B78" w14:textId="77777777" w:rsidR="00AB1063" w:rsidRDefault="00AB1063" w:rsidP="00307641">
      <w:pPr>
        <w:pStyle w:val="Textbezslovn"/>
      </w:pPr>
    </w:p>
    <w:p w14:paraId="68CB7DD6" w14:textId="77777777" w:rsidR="0035531B" w:rsidRPr="00307641" w:rsidRDefault="0035531B" w:rsidP="00307641">
      <w:pPr>
        <w:pStyle w:val="Textbezslovn"/>
        <w:ind w:left="0"/>
        <w:rPr>
          <w:b/>
        </w:rPr>
      </w:pPr>
      <w:r w:rsidRPr="00307641">
        <w:rPr>
          <w:b/>
        </w:rPr>
        <w:t>Čestné prohlášení</w:t>
      </w:r>
    </w:p>
    <w:p w14:paraId="61A773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700214A5"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ADEF7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6DA0DD8"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652140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5D619A5"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1A29A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05FB8BCF"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1E2F3D8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557EF6F"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6989402D"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16FE9C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D68FCB8"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FB3EEDE" w14:textId="77777777" w:rsidR="00E24F78" w:rsidRDefault="00E24F78">
      <w:r>
        <w:br w:type="page"/>
      </w:r>
    </w:p>
    <w:p w14:paraId="44DF9430" w14:textId="77777777" w:rsidR="0035531B" w:rsidRDefault="0035531B" w:rsidP="00307641">
      <w:pPr>
        <w:pStyle w:val="Textbezslovn"/>
        <w:ind w:left="0"/>
      </w:pPr>
    </w:p>
    <w:p w14:paraId="5044D199" w14:textId="77777777" w:rsidR="0035531B" w:rsidRDefault="0035531B" w:rsidP="001E651D">
      <w:pPr>
        <w:pStyle w:val="Nadpisbezsl1-1"/>
      </w:pPr>
      <w:r>
        <w:t>Příloha č. 9</w:t>
      </w:r>
    </w:p>
    <w:p w14:paraId="7B29C474"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C62893C" w14:textId="77777777" w:rsidR="00AB1063" w:rsidRDefault="00AB1063" w:rsidP="00307641">
      <w:pPr>
        <w:pStyle w:val="Textbezslovn"/>
      </w:pPr>
    </w:p>
    <w:p w14:paraId="3B377646"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59C12D1A"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4F207D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EC17D5"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65B3AF8"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BFC7B2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23DBD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EB4751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373F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00D367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5EEA4D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73C8F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58DBD7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AA75B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9E2998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3F2C9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431144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56726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28349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2777F2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1382E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70CFA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DC51B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99D85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628D9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6DEBA4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59798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144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F0A93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231EA5F"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3C59FE5"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F93BFC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FF9229D" w14:textId="77777777" w:rsidR="0035531B" w:rsidRPr="00833899" w:rsidRDefault="0035531B" w:rsidP="00307641">
      <w:pPr>
        <w:pStyle w:val="Textbezslovn"/>
      </w:pPr>
    </w:p>
    <w:bookmarkEnd w:id="1"/>
    <w:bookmarkEnd w:id="2"/>
    <w:bookmarkEnd w:id="3"/>
    <w:bookmarkEnd w:id="4"/>
    <w:p w14:paraId="13B1D4A7" w14:textId="77777777" w:rsidR="0035531B" w:rsidRDefault="0035531B" w:rsidP="00307641">
      <w:pPr>
        <w:pStyle w:val="Textbezslovn"/>
      </w:pPr>
    </w:p>
    <w:sectPr w:rsidR="0035531B" w:rsidSect="00ED6360">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4117B" w14:textId="77777777" w:rsidR="00464952" w:rsidRDefault="00464952" w:rsidP="00962258">
      <w:pPr>
        <w:spacing w:after="0" w:line="240" w:lineRule="auto"/>
      </w:pPr>
      <w:r>
        <w:separator/>
      </w:r>
    </w:p>
  </w:endnote>
  <w:endnote w:type="continuationSeparator" w:id="0">
    <w:p w14:paraId="6C55E6AA" w14:textId="77777777" w:rsidR="00464952" w:rsidRDefault="004649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67D0" w:rsidRPr="00327C57" w14:paraId="4FCC6632" w14:textId="77777777" w:rsidTr="00EB46E5">
      <w:tc>
        <w:tcPr>
          <w:tcW w:w="1361" w:type="dxa"/>
          <w:tcMar>
            <w:left w:w="0" w:type="dxa"/>
            <w:right w:w="0" w:type="dxa"/>
          </w:tcMar>
          <w:vAlign w:val="bottom"/>
        </w:tcPr>
        <w:p w14:paraId="26DBF8CE" w14:textId="2297F9C5" w:rsidR="007A67D0" w:rsidRPr="00B8518B" w:rsidRDefault="007A67D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6D7E">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B6D7E">
            <w:rPr>
              <w:rStyle w:val="slostrnky"/>
              <w:noProof/>
            </w:rPr>
            <w:t>33</w:t>
          </w:r>
          <w:r w:rsidRPr="00B8518B">
            <w:rPr>
              <w:rStyle w:val="slostrnky"/>
            </w:rPr>
            <w:fldChar w:fldCharType="end"/>
          </w:r>
        </w:p>
      </w:tc>
      <w:tc>
        <w:tcPr>
          <w:tcW w:w="284" w:type="dxa"/>
          <w:shd w:val="clear" w:color="auto" w:fill="auto"/>
          <w:tcMar>
            <w:left w:w="0" w:type="dxa"/>
            <w:right w:w="0" w:type="dxa"/>
          </w:tcMar>
        </w:tcPr>
        <w:p w14:paraId="5FE4BA1F" w14:textId="77777777" w:rsidR="007A67D0" w:rsidRDefault="007A67D0" w:rsidP="00B8518B">
          <w:pPr>
            <w:pStyle w:val="Zpat"/>
          </w:pPr>
        </w:p>
      </w:tc>
      <w:tc>
        <w:tcPr>
          <w:tcW w:w="425" w:type="dxa"/>
          <w:shd w:val="clear" w:color="auto" w:fill="auto"/>
          <w:tcMar>
            <w:left w:w="0" w:type="dxa"/>
            <w:right w:w="0" w:type="dxa"/>
          </w:tcMar>
        </w:tcPr>
        <w:p w14:paraId="64C51572" w14:textId="77777777" w:rsidR="007A67D0" w:rsidRDefault="007A67D0" w:rsidP="00B8518B">
          <w:pPr>
            <w:pStyle w:val="Zpat"/>
          </w:pPr>
        </w:p>
      </w:tc>
      <w:tc>
        <w:tcPr>
          <w:tcW w:w="8505" w:type="dxa"/>
        </w:tcPr>
        <w:p w14:paraId="77D49C9D" w14:textId="77777777" w:rsidR="007A67D0" w:rsidRPr="00327C57" w:rsidRDefault="007A67D0" w:rsidP="00EB46E5">
          <w:pPr>
            <w:pStyle w:val="Zpat0"/>
          </w:pPr>
          <w:r w:rsidRPr="00327C57">
            <w:t>„Rekonstrukce Negrelliho viaduktu“</w:t>
          </w:r>
        </w:p>
        <w:p w14:paraId="328929F3" w14:textId="77777777" w:rsidR="007A67D0" w:rsidRPr="00327C57" w:rsidRDefault="007A67D0" w:rsidP="00EB46E5">
          <w:pPr>
            <w:pStyle w:val="Zpat0"/>
          </w:pPr>
          <w:r w:rsidRPr="00327C57">
            <w:t>Díl 1 – VÝZVA K PODÁNÍ NABÍDKY</w:t>
          </w:r>
        </w:p>
        <w:p w14:paraId="531B0CF1" w14:textId="77777777" w:rsidR="007A67D0" w:rsidRPr="00327C57" w:rsidRDefault="007A67D0" w:rsidP="0035531B">
          <w:pPr>
            <w:pStyle w:val="Zpat0"/>
          </w:pPr>
        </w:p>
      </w:tc>
    </w:tr>
  </w:tbl>
  <w:p w14:paraId="6F797489" w14:textId="77777777" w:rsidR="007A67D0" w:rsidRPr="00B8518B" w:rsidRDefault="007A67D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DDBAD" w14:textId="77777777" w:rsidR="007A67D0" w:rsidRPr="00B8518B" w:rsidRDefault="007A67D0" w:rsidP="00460660">
    <w:pPr>
      <w:pStyle w:val="Zpat"/>
      <w:rPr>
        <w:sz w:val="2"/>
        <w:szCs w:val="2"/>
      </w:rPr>
    </w:pPr>
  </w:p>
  <w:p w14:paraId="48514B92" w14:textId="77777777" w:rsidR="007A67D0" w:rsidRPr="00460660" w:rsidRDefault="007A67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5FCBF" w14:textId="77777777" w:rsidR="00464952" w:rsidRDefault="00464952" w:rsidP="00962258">
      <w:pPr>
        <w:spacing w:after="0" w:line="240" w:lineRule="auto"/>
      </w:pPr>
      <w:r>
        <w:separator/>
      </w:r>
    </w:p>
  </w:footnote>
  <w:footnote w:type="continuationSeparator" w:id="0">
    <w:p w14:paraId="09CEF676" w14:textId="77777777" w:rsidR="00464952" w:rsidRDefault="00464952" w:rsidP="00962258">
      <w:pPr>
        <w:spacing w:after="0" w:line="240" w:lineRule="auto"/>
      </w:pPr>
      <w:r>
        <w:continuationSeparator/>
      </w:r>
    </w:p>
  </w:footnote>
  <w:footnote w:id="1">
    <w:p w14:paraId="27D51481" w14:textId="77777777" w:rsidR="007A67D0" w:rsidRDefault="007A67D0">
      <w:pPr>
        <w:pStyle w:val="Textpoznpodarou"/>
      </w:pPr>
      <w:r>
        <w:rPr>
          <w:rStyle w:val="Znakapoznpodarou"/>
        </w:rPr>
        <w:footnoteRef/>
      </w:r>
      <w:r>
        <w:t xml:space="preserve"> </w:t>
      </w:r>
      <w:r w:rsidRPr="00307641">
        <w:t>V případě další praxe dodavatel doplní další řádky.</w:t>
      </w:r>
    </w:p>
  </w:footnote>
  <w:footnote w:id="2">
    <w:p w14:paraId="348071CE" w14:textId="77777777" w:rsidR="007A67D0" w:rsidRDefault="007A67D0">
      <w:pPr>
        <w:pStyle w:val="Textpoznpodarou"/>
      </w:pPr>
      <w:r>
        <w:rPr>
          <w:rStyle w:val="Znakapoznpodarou"/>
        </w:rPr>
        <w:footnoteRef/>
      </w:r>
      <w:r>
        <w:t xml:space="preserve"> </w:t>
      </w:r>
      <w:r w:rsidRPr="00307641">
        <w:t>V případě další zkušenosti dodavatel doplní další řádky.</w:t>
      </w:r>
    </w:p>
  </w:footnote>
  <w:footnote w:id="3">
    <w:p w14:paraId="3E9AB69D" w14:textId="77777777" w:rsidR="007A67D0" w:rsidRDefault="007A67D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05C8983" w14:textId="77777777" w:rsidR="007A67D0" w:rsidRDefault="007A67D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67D0" w14:paraId="5819B3C8" w14:textId="77777777" w:rsidTr="00C02D0A">
      <w:trPr>
        <w:trHeight w:hRule="exact" w:val="454"/>
      </w:trPr>
      <w:tc>
        <w:tcPr>
          <w:tcW w:w="1361" w:type="dxa"/>
          <w:tcMar>
            <w:top w:w="57" w:type="dxa"/>
            <w:left w:w="0" w:type="dxa"/>
            <w:right w:w="0" w:type="dxa"/>
          </w:tcMar>
        </w:tcPr>
        <w:p w14:paraId="23B4FF21" w14:textId="77777777" w:rsidR="007A67D0" w:rsidRPr="00B8518B" w:rsidRDefault="007A67D0" w:rsidP="00523EA7">
          <w:pPr>
            <w:pStyle w:val="Zpat"/>
            <w:rPr>
              <w:rStyle w:val="slostrnky"/>
            </w:rPr>
          </w:pPr>
        </w:p>
      </w:tc>
      <w:tc>
        <w:tcPr>
          <w:tcW w:w="3458" w:type="dxa"/>
          <w:shd w:val="clear" w:color="auto" w:fill="auto"/>
          <w:tcMar>
            <w:top w:w="57" w:type="dxa"/>
            <w:left w:w="0" w:type="dxa"/>
            <w:right w:w="0" w:type="dxa"/>
          </w:tcMar>
        </w:tcPr>
        <w:p w14:paraId="71AC5F8A" w14:textId="77777777" w:rsidR="007A67D0" w:rsidRDefault="007A67D0" w:rsidP="00523EA7">
          <w:pPr>
            <w:pStyle w:val="Zpat"/>
          </w:pPr>
        </w:p>
      </w:tc>
      <w:tc>
        <w:tcPr>
          <w:tcW w:w="5698" w:type="dxa"/>
          <w:shd w:val="clear" w:color="auto" w:fill="auto"/>
          <w:tcMar>
            <w:top w:w="57" w:type="dxa"/>
            <w:left w:w="0" w:type="dxa"/>
            <w:right w:w="0" w:type="dxa"/>
          </w:tcMar>
        </w:tcPr>
        <w:p w14:paraId="7CDA2711" w14:textId="77777777" w:rsidR="007A67D0" w:rsidRPr="00D6163D" w:rsidRDefault="007A67D0" w:rsidP="00D6163D">
          <w:pPr>
            <w:pStyle w:val="Druhdokumentu"/>
          </w:pPr>
        </w:p>
      </w:tc>
    </w:tr>
  </w:tbl>
  <w:p w14:paraId="6D12DC31" w14:textId="77777777" w:rsidR="007A67D0" w:rsidRPr="00D6163D" w:rsidRDefault="007A67D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67D0" w14:paraId="2AD4D3DB" w14:textId="77777777" w:rsidTr="00B22106">
      <w:trPr>
        <w:trHeight w:hRule="exact" w:val="936"/>
      </w:trPr>
      <w:tc>
        <w:tcPr>
          <w:tcW w:w="1361" w:type="dxa"/>
          <w:tcMar>
            <w:left w:w="0" w:type="dxa"/>
            <w:right w:w="0" w:type="dxa"/>
          </w:tcMar>
        </w:tcPr>
        <w:p w14:paraId="2D8F9F73" w14:textId="77777777" w:rsidR="007A67D0" w:rsidRPr="00B8518B" w:rsidRDefault="007A67D0" w:rsidP="00FC6389">
          <w:pPr>
            <w:pStyle w:val="Zpat"/>
            <w:rPr>
              <w:rStyle w:val="slostrnky"/>
            </w:rPr>
          </w:pPr>
        </w:p>
      </w:tc>
      <w:tc>
        <w:tcPr>
          <w:tcW w:w="3458" w:type="dxa"/>
          <w:shd w:val="clear" w:color="auto" w:fill="auto"/>
          <w:tcMar>
            <w:left w:w="0" w:type="dxa"/>
            <w:right w:w="0" w:type="dxa"/>
          </w:tcMar>
        </w:tcPr>
        <w:p w14:paraId="79E4C8F4" w14:textId="77777777" w:rsidR="007A67D0" w:rsidRDefault="007A67D0" w:rsidP="00FC6389">
          <w:pPr>
            <w:pStyle w:val="Zpat"/>
          </w:pPr>
        </w:p>
      </w:tc>
      <w:tc>
        <w:tcPr>
          <w:tcW w:w="5756" w:type="dxa"/>
          <w:shd w:val="clear" w:color="auto" w:fill="auto"/>
          <w:tcMar>
            <w:left w:w="0" w:type="dxa"/>
            <w:right w:w="0" w:type="dxa"/>
          </w:tcMar>
        </w:tcPr>
        <w:p w14:paraId="58FE3219" w14:textId="77777777" w:rsidR="007A67D0" w:rsidRPr="00D6163D" w:rsidRDefault="007A67D0" w:rsidP="00FC6389">
          <w:pPr>
            <w:pStyle w:val="Druhdokumentu"/>
          </w:pPr>
        </w:p>
      </w:tc>
    </w:tr>
    <w:tr w:rsidR="007A67D0" w14:paraId="7FF286E9" w14:textId="77777777" w:rsidTr="00B22106">
      <w:trPr>
        <w:trHeight w:hRule="exact" w:val="936"/>
      </w:trPr>
      <w:tc>
        <w:tcPr>
          <w:tcW w:w="1361" w:type="dxa"/>
          <w:tcMar>
            <w:left w:w="0" w:type="dxa"/>
            <w:right w:w="0" w:type="dxa"/>
          </w:tcMar>
        </w:tcPr>
        <w:p w14:paraId="41D04C2E" w14:textId="77777777" w:rsidR="007A67D0" w:rsidRPr="00B8518B" w:rsidRDefault="007A67D0" w:rsidP="00FC6389">
          <w:pPr>
            <w:pStyle w:val="Zpat"/>
            <w:rPr>
              <w:rStyle w:val="slostrnky"/>
            </w:rPr>
          </w:pPr>
        </w:p>
      </w:tc>
      <w:tc>
        <w:tcPr>
          <w:tcW w:w="3458" w:type="dxa"/>
          <w:shd w:val="clear" w:color="auto" w:fill="auto"/>
          <w:tcMar>
            <w:left w:w="0" w:type="dxa"/>
            <w:right w:w="0" w:type="dxa"/>
          </w:tcMar>
        </w:tcPr>
        <w:p w14:paraId="6F074F75" w14:textId="77777777" w:rsidR="007A67D0" w:rsidRDefault="007A67D0" w:rsidP="00FC6389">
          <w:pPr>
            <w:pStyle w:val="Zpat"/>
          </w:pPr>
        </w:p>
      </w:tc>
      <w:tc>
        <w:tcPr>
          <w:tcW w:w="5756" w:type="dxa"/>
          <w:shd w:val="clear" w:color="auto" w:fill="auto"/>
          <w:tcMar>
            <w:left w:w="0" w:type="dxa"/>
            <w:right w:w="0" w:type="dxa"/>
          </w:tcMar>
        </w:tcPr>
        <w:p w14:paraId="0680380A" w14:textId="77777777" w:rsidR="007A67D0" w:rsidRPr="00D6163D" w:rsidRDefault="007A67D0" w:rsidP="00FC6389">
          <w:pPr>
            <w:pStyle w:val="Druhdokumentu"/>
          </w:pPr>
        </w:p>
      </w:tc>
    </w:tr>
  </w:tbl>
  <w:p w14:paraId="162E8A17" w14:textId="77777777" w:rsidR="007A67D0" w:rsidRPr="00D6163D" w:rsidRDefault="007A67D0" w:rsidP="00FC6389">
    <w:pPr>
      <w:pStyle w:val="Zhlav"/>
      <w:rPr>
        <w:sz w:val="8"/>
        <w:szCs w:val="8"/>
      </w:rPr>
    </w:pPr>
    <w:r>
      <w:rPr>
        <w:noProof/>
        <w:lang w:eastAsia="cs-CZ"/>
      </w:rPr>
      <w:drawing>
        <wp:anchor distT="0" distB="0" distL="114300" distR="114300" simplePos="0" relativeHeight="251672576" behindDoc="0" locked="1" layoutInCell="1" allowOverlap="1" wp14:anchorId="6D871CD0" wp14:editId="7369404F">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2744822" w14:textId="77777777" w:rsidR="007A67D0" w:rsidRPr="00460660" w:rsidRDefault="007A67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9"/>
  </w:num>
  <w:num w:numId="4">
    <w:abstractNumId w:val="2"/>
  </w:num>
  <w:num w:numId="5">
    <w:abstractNumId w:val="0"/>
  </w:num>
  <w:num w:numId="6">
    <w:abstractNumId w:val="5"/>
  </w:num>
  <w:num w:numId="7">
    <w:abstractNumId w:val="7"/>
  </w:num>
  <w:num w:numId="8">
    <w:abstractNumId w:val="6"/>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27569"/>
    <w:rsid w:val="0003115D"/>
    <w:rsid w:val="00031CAC"/>
    <w:rsid w:val="000338E9"/>
    <w:rsid w:val="00035161"/>
    <w:rsid w:val="00035777"/>
    <w:rsid w:val="00041EC8"/>
    <w:rsid w:val="00041F83"/>
    <w:rsid w:val="00046545"/>
    <w:rsid w:val="0006450D"/>
    <w:rsid w:val="0006499F"/>
    <w:rsid w:val="0006588D"/>
    <w:rsid w:val="00067A5E"/>
    <w:rsid w:val="00067EE3"/>
    <w:rsid w:val="000719BB"/>
    <w:rsid w:val="00072A65"/>
    <w:rsid w:val="00072C1E"/>
    <w:rsid w:val="000839DD"/>
    <w:rsid w:val="00091CD6"/>
    <w:rsid w:val="00092CC9"/>
    <w:rsid w:val="00095BEA"/>
    <w:rsid w:val="000B4EB8"/>
    <w:rsid w:val="000C41F2"/>
    <w:rsid w:val="000D22C4"/>
    <w:rsid w:val="000D27D1"/>
    <w:rsid w:val="000D45AA"/>
    <w:rsid w:val="000D5E72"/>
    <w:rsid w:val="000D7437"/>
    <w:rsid w:val="000E1A7F"/>
    <w:rsid w:val="00106A0E"/>
    <w:rsid w:val="00112301"/>
    <w:rsid w:val="00112864"/>
    <w:rsid w:val="00114472"/>
    <w:rsid w:val="00114988"/>
    <w:rsid w:val="00115069"/>
    <w:rsid w:val="001150F2"/>
    <w:rsid w:val="00125318"/>
    <w:rsid w:val="00146BCB"/>
    <w:rsid w:val="001472A9"/>
    <w:rsid w:val="0015108D"/>
    <w:rsid w:val="001656A2"/>
    <w:rsid w:val="00170521"/>
    <w:rsid w:val="00170EC5"/>
    <w:rsid w:val="001747C1"/>
    <w:rsid w:val="00177D6B"/>
    <w:rsid w:val="001902D3"/>
    <w:rsid w:val="00191F90"/>
    <w:rsid w:val="00193D8F"/>
    <w:rsid w:val="001950C2"/>
    <w:rsid w:val="00196E81"/>
    <w:rsid w:val="001B23A1"/>
    <w:rsid w:val="001B4E74"/>
    <w:rsid w:val="001C58B9"/>
    <w:rsid w:val="001C645F"/>
    <w:rsid w:val="001D4B4A"/>
    <w:rsid w:val="001D5DE6"/>
    <w:rsid w:val="001E651D"/>
    <w:rsid w:val="001E678E"/>
    <w:rsid w:val="001F3BAA"/>
    <w:rsid w:val="002071BB"/>
    <w:rsid w:val="00207DF5"/>
    <w:rsid w:val="00233A53"/>
    <w:rsid w:val="00240B81"/>
    <w:rsid w:val="0024699F"/>
    <w:rsid w:val="00247D01"/>
    <w:rsid w:val="0025030F"/>
    <w:rsid w:val="00261A5B"/>
    <w:rsid w:val="00262E5B"/>
    <w:rsid w:val="00263CBA"/>
    <w:rsid w:val="00266E02"/>
    <w:rsid w:val="00276AFE"/>
    <w:rsid w:val="00283302"/>
    <w:rsid w:val="002924B8"/>
    <w:rsid w:val="002A3B57"/>
    <w:rsid w:val="002C04EE"/>
    <w:rsid w:val="002C31BF"/>
    <w:rsid w:val="002D7FD6"/>
    <w:rsid w:val="002E0CD7"/>
    <w:rsid w:val="002E0CFB"/>
    <w:rsid w:val="002E294C"/>
    <w:rsid w:val="002E5C7B"/>
    <w:rsid w:val="002F4333"/>
    <w:rsid w:val="00307641"/>
    <w:rsid w:val="00311F11"/>
    <w:rsid w:val="00321E17"/>
    <w:rsid w:val="00322579"/>
    <w:rsid w:val="00324C4C"/>
    <w:rsid w:val="00327C57"/>
    <w:rsid w:val="00327EEF"/>
    <w:rsid w:val="0033239F"/>
    <w:rsid w:val="0034274B"/>
    <w:rsid w:val="0034719F"/>
    <w:rsid w:val="00350A35"/>
    <w:rsid w:val="0035531B"/>
    <w:rsid w:val="003571D8"/>
    <w:rsid w:val="00357BC6"/>
    <w:rsid w:val="00361422"/>
    <w:rsid w:val="003658CB"/>
    <w:rsid w:val="003717A3"/>
    <w:rsid w:val="003753A9"/>
    <w:rsid w:val="0037545D"/>
    <w:rsid w:val="00386FF1"/>
    <w:rsid w:val="00392EB6"/>
    <w:rsid w:val="00394D03"/>
    <w:rsid w:val="003956C6"/>
    <w:rsid w:val="003A4513"/>
    <w:rsid w:val="003C1194"/>
    <w:rsid w:val="003C1A28"/>
    <w:rsid w:val="003C33F2"/>
    <w:rsid w:val="003D38DB"/>
    <w:rsid w:val="003D756E"/>
    <w:rsid w:val="003E3CE3"/>
    <w:rsid w:val="003E420D"/>
    <w:rsid w:val="003E4C13"/>
    <w:rsid w:val="003E79F5"/>
    <w:rsid w:val="003F78E7"/>
    <w:rsid w:val="00404BA2"/>
    <w:rsid w:val="004078F3"/>
    <w:rsid w:val="00427794"/>
    <w:rsid w:val="0044304D"/>
    <w:rsid w:val="00450F07"/>
    <w:rsid w:val="00452F69"/>
    <w:rsid w:val="00453CD3"/>
    <w:rsid w:val="00454716"/>
    <w:rsid w:val="00454BB9"/>
    <w:rsid w:val="00457582"/>
    <w:rsid w:val="00460660"/>
    <w:rsid w:val="00464952"/>
    <w:rsid w:val="00464BA9"/>
    <w:rsid w:val="0047168E"/>
    <w:rsid w:val="00474F4D"/>
    <w:rsid w:val="0048094F"/>
    <w:rsid w:val="00483969"/>
    <w:rsid w:val="00484026"/>
    <w:rsid w:val="00486107"/>
    <w:rsid w:val="00491827"/>
    <w:rsid w:val="004B34E9"/>
    <w:rsid w:val="004C086E"/>
    <w:rsid w:val="004C4399"/>
    <w:rsid w:val="004C787C"/>
    <w:rsid w:val="004E5C44"/>
    <w:rsid w:val="004E77B2"/>
    <w:rsid w:val="004E7A1F"/>
    <w:rsid w:val="004F1D17"/>
    <w:rsid w:val="004F3CA6"/>
    <w:rsid w:val="004F4597"/>
    <w:rsid w:val="004F4B9B"/>
    <w:rsid w:val="00501B32"/>
    <w:rsid w:val="0050666E"/>
    <w:rsid w:val="00511AB9"/>
    <w:rsid w:val="005210B3"/>
    <w:rsid w:val="00523BB5"/>
    <w:rsid w:val="00523EA7"/>
    <w:rsid w:val="005406EB"/>
    <w:rsid w:val="00542A90"/>
    <w:rsid w:val="00551E4C"/>
    <w:rsid w:val="00553375"/>
    <w:rsid w:val="00555884"/>
    <w:rsid w:val="00564DDD"/>
    <w:rsid w:val="005736B7"/>
    <w:rsid w:val="00575E5A"/>
    <w:rsid w:val="00577A3C"/>
    <w:rsid w:val="00580245"/>
    <w:rsid w:val="00590765"/>
    <w:rsid w:val="005971DD"/>
    <w:rsid w:val="005A1F44"/>
    <w:rsid w:val="005A2947"/>
    <w:rsid w:val="005A3D2F"/>
    <w:rsid w:val="005A5B23"/>
    <w:rsid w:val="005B64BB"/>
    <w:rsid w:val="005B7025"/>
    <w:rsid w:val="005D3C39"/>
    <w:rsid w:val="005F7739"/>
    <w:rsid w:val="0060115D"/>
    <w:rsid w:val="00601A8C"/>
    <w:rsid w:val="0061068E"/>
    <w:rsid w:val="006115D3"/>
    <w:rsid w:val="00616090"/>
    <w:rsid w:val="00640B30"/>
    <w:rsid w:val="00647455"/>
    <w:rsid w:val="00650214"/>
    <w:rsid w:val="0065370C"/>
    <w:rsid w:val="00655976"/>
    <w:rsid w:val="0065610E"/>
    <w:rsid w:val="00660AD3"/>
    <w:rsid w:val="00664C7F"/>
    <w:rsid w:val="00665F2C"/>
    <w:rsid w:val="006672F1"/>
    <w:rsid w:val="00675CD5"/>
    <w:rsid w:val="006776B6"/>
    <w:rsid w:val="00686462"/>
    <w:rsid w:val="00693150"/>
    <w:rsid w:val="00695DAA"/>
    <w:rsid w:val="006A5570"/>
    <w:rsid w:val="006A689C"/>
    <w:rsid w:val="006A6AF2"/>
    <w:rsid w:val="006B22E9"/>
    <w:rsid w:val="006B3D79"/>
    <w:rsid w:val="006B6FE4"/>
    <w:rsid w:val="006C04A0"/>
    <w:rsid w:val="006C2343"/>
    <w:rsid w:val="006C442A"/>
    <w:rsid w:val="006D34B2"/>
    <w:rsid w:val="006E0578"/>
    <w:rsid w:val="006E314D"/>
    <w:rsid w:val="006F003E"/>
    <w:rsid w:val="006F4479"/>
    <w:rsid w:val="006F6B09"/>
    <w:rsid w:val="007038DC"/>
    <w:rsid w:val="00706AA9"/>
    <w:rsid w:val="00706F4C"/>
    <w:rsid w:val="00710723"/>
    <w:rsid w:val="007134F3"/>
    <w:rsid w:val="00713D74"/>
    <w:rsid w:val="00720D9F"/>
    <w:rsid w:val="00723ED1"/>
    <w:rsid w:val="007317D5"/>
    <w:rsid w:val="00732992"/>
    <w:rsid w:val="007354E9"/>
    <w:rsid w:val="007356BD"/>
    <w:rsid w:val="00740AF5"/>
    <w:rsid w:val="00743525"/>
    <w:rsid w:val="00744F6A"/>
    <w:rsid w:val="00745555"/>
    <w:rsid w:val="007541A2"/>
    <w:rsid w:val="00755818"/>
    <w:rsid w:val="0075602A"/>
    <w:rsid w:val="0076286B"/>
    <w:rsid w:val="00766846"/>
    <w:rsid w:val="0076790E"/>
    <w:rsid w:val="00773DC0"/>
    <w:rsid w:val="0077673A"/>
    <w:rsid w:val="00776A8A"/>
    <w:rsid w:val="007846E1"/>
    <w:rsid w:val="007847D6"/>
    <w:rsid w:val="00792824"/>
    <w:rsid w:val="00796C7F"/>
    <w:rsid w:val="007A2107"/>
    <w:rsid w:val="007A5172"/>
    <w:rsid w:val="007A67A0"/>
    <w:rsid w:val="007A67D0"/>
    <w:rsid w:val="007B3D4D"/>
    <w:rsid w:val="007B570C"/>
    <w:rsid w:val="007D0559"/>
    <w:rsid w:val="007D5A8D"/>
    <w:rsid w:val="007E2234"/>
    <w:rsid w:val="007E4A6E"/>
    <w:rsid w:val="007F56A7"/>
    <w:rsid w:val="00800851"/>
    <w:rsid w:val="008008A3"/>
    <w:rsid w:val="00807DD0"/>
    <w:rsid w:val="008202A0"/>
    <w:rsid w:val="00821D01"/>
    <w:rsid w:val="00822B88"/>
    <w:rsid w:val="00826B7B"/>
    <w:rsid w:val="00831DE9"/>
    <w:rsid w:val="00833899"/>
    <w:rsid w:val="00845C50"/>
    <w:rsid w:val="00846789"/>
    <w:rsid w:val="008513D8"/>
    <w:rsid w:val="00872044"/>
    <w:rsid w:val="00876D73"/>
    <w:rsid w:val="00887139"/>
    <w:rsid w:val="00887F36"/>
    <w:rsid w:val="00893119"/>
    <w:rsid w:val="008970AF"/>
    <w:rsid w:val="008A3568"/>
    <w:rsid w:val="008B2021"/>
    <w:rsid w:val="008B70C7"/>
    <w:rsid w:val="008C50F3"/>
    <w:rsid w:val="008C65BC"/>
    <w:rsid w:val="008C65E0"/>
    <w:rsid w:val="008C7EFE"/>
    <w:rsid w:val="008D03B9"/>
    <w:rsid w:val="008D30C7"/>
    <w:rsid w:val="008D36C2"/>
    <w:rsid w:val="008D552B"/>
    <w:rsid w:val="008E1138"/>
    <w:rsid w:val="008E7232"/>
    <w:rsid w:val="008F18D6"/>
    <w:rsid w:val="008F2C9B"/>
    <w:rsid w:val="008F797B"/>
    <w:rsid w:val="00904780"/>
    <w:rsid w:val="0090635B"/>
    <w:rsid w:val="00917033"/>
    <w:rsid w:val="00920DEB"/>
    <w:rsid w:val="00921371"/>
    <w:rsid w:val="00922385"/>
    <w:rsid w:val="009223DF"/>
    <w:rsid w:val="00924FD3"/>
    <w:rsid w:val="00930B79"/>
    <w:rsid w:val="00931123"/>
    <w:rsid w:val="00936091"/>
    <w:rsid w:val="00940D8A"/>
    <w:rsid w:val="009414D7"/>
    <w:rsid w:val="00952FE6"/>
    <w:rsid w:val="009531C1"/>
    <w:rsid w:val="00956089"/>
    <w:rsid w:val="00962258"/>
    <w:rsid w:val="00964860"/>
    <w:rsid w:val="009678B7"/>
    <w:rsid w:val="00970D4B"/>
    <w:rsid w:val="0098426C"/>
    <w:rsid w:val="00992D9C"/>
    <w:rsid w:val="00996CB8"/>
    <w:rsid w:val="009A7A46"/>
    <w:rsid w:val="009B2E97"/>
    <w:rsid w:val="009B3F75"/>
    <w:rsid w:val="009B5146"/>
    <w:rsid w:val="009C418E"/>
    <w:rsid w:val="009C442C"/>
    <w:rsid w:val="009D20A1"/>
    <w:rsid w:val="009E07F4"/>
    <w:rsid w:val="009F309B"/>
    <w:rsid w:val="009F392E"/>
    <w:rsid w:val="009F53C5"/>
    <w:rsid w:val="00A0740E"/>
    <w:rsid w:val="00A15262"/>
    <w:rsid w:val="00A23688"/>
    <w:rsid w:val="00A3411F"/>
    <w:rsid w:val="00A351BF"/>
    <w:rsid w:val="00A4050F"/>
    <w:rsid w:val="00A50641"/>
    <w:rsid w:val="00A530BF"/>
    <w:rsid w:val="00A6177B"/>
    <w:rsid w:val="00A66136"/>
    <w:rsid w:val="00A677B7"/>
    <w:rsid w:val="00A71189"/>
    <w:rsid w:val="00A7364A"/>
    <w:rsid w:val="00A74DCC"/>
    <w:rsid w:val="00A753ED"/>
    <w:rsid w:val="00A77512"/>
    <w:rsid w:val="00A77C7F"/>
    <w:rsid w:val="00A94C2F"/>
    <w:rsid w:val="00AA257A"/>
    <w:rsid w:val="00AA2C03"/>
    <w:rsid w:val="00AA3E17"/>
    <w:rsid w:val="00AA4CBB"/>
    <w:rsid w:val="00AA5255"/>
    <w:rsid w:val="00AA65FA"/>
    <w:rsid w:val="00AA7351"/>
    <w:rsid w:val="00AB1063"/>
    <w:rsid w:val="00AB5AE0"/>
    <w:rsid w:val="00AB6D7E"/>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4D09"/>
    <w:rsid w:val="00B15D0D"/>
    <w:rsid w:val="00B22106"/>
    <w:rsid w:val="00B36181"/>
    <w:rsid w:val="00B420D7"/>
    <w:rsid w:val="00B429CF"/>
    <w:rsid w:val="00B5431A"/>
    <w:rsid w:val="00B60046"/>
    <w:rsid w:val="00B61530"/>
    <w:rsid w:val="00B65ECE"/>
    <w:rsid w:val="00B71CC3"/>
    <w:rsid w:val="00B75EE1"/>
    <w:rsid w:val="00B77481"/>
    <w:rsid w:val="00B77C6D"/>
    <w:rsid w:val="00B80E53"/>
    <w:rsid w:val="00B82B72"/>
    <w:rsid w:val="00B8518B"/>
    <w:rsid w:val="00B97CC3"/>
    <w:rsid w:val="00BA3937"/>
    <w:rsid w:val="00BA617D"/>
    <w:rsid w:val="00BB4AF2"/>
    <w:rsid w:val="00BC06C4"/>
    <w:rsid w:val="00BC6D2B"/>
    <w:rsid w:val="00BD7498"/>
    <w:rsid w:val="00BD7E91"/>
    <w:rsid w:val="00BD7F0D"/>
    <w:rsid w:val="00BE49F4"/>
    <w:rsid w:val="00BF085B"/>
    <w:rsid w:val="00C02D0A"/>
    <w:rsid w:val="00C03A6E"/>
    <w:rsid w:val="00C1197B"/>
    <w:rsid w:val="00C11FE6"/>
    <w:rsid w:val="00C154A5"/>
    <w:rsid w:val="00C226C0"/>
    <w:rsid w:val="00C42FE6"/>
    <w:rsid w:val="00C44F6A"/>
    <w:rsid w:val="00C6198E"/>
    <w:rsid w:val="00C62E4B"/>
    <w:rsid w:val="00C708EA"/>
    <w:rsid w:val="00C759F1"/>
    <w:rsid w:val="00C776E5"/>
    <w:rsid w:val="00C778A5"/>
    <w:rsid w:val="00C8307F"/>
    <w:rsid w:val="00C95162"/>
    <w:rsid w:val="00CB3151"/>
    <w:rsid w:val="00CB6A37"/>
    <w:rsid w:val="00CB7684"/>
    <w:rsid w:val="00CC4380"/>
    <w:rsid w:val="00CC593B"/>
    <w:rsid w:val="00CC7C8F"/>
    <w:rsid w:val="00CD1FC4"/>
    <w:rsid w:val="00D019D7"/>
    <w:rsid w:val="00D034A0"/>
    <w:rsid w:val="00D0362E"/>
    <w:rsid w:val="00D03C1F"/>
    <w:rsid w:val="00D10A2D"/>
    <w:rsid w:val="00D139AC"/>
    <w:rsid w:val="00D21061"/>
    <w:rsid w:val="00D26838"/>
    <w:rsid w:val="00D37B14"/>
    <w:rsid w:val="00D4108E"/>
    <w:rsid w:val="00D6036F"/>
    <w:rsid w:val="00D6163D"/>
    <w:rsid w:val="00D6259C"/>
    <w:rsid w:val="00D831A3"/>
    <w:rsid w:val="00D86981"/>
    <w:rsid w:val="00D97BE3"/>
    <w:rsid w:val="00DA3711"/>
    <w:rsid w:val="00DB619A"/>
    <w:rsid w:val="00DD0C48"/>
    <w:rsid w:val="00DD46F3"/>
    <w:rsid w:val="00DD63D8"/>
    <w:rsid w:val="00DD7A41"/>
    <w:rsid w:val="00DE51A5"/>
    <w:rsid w:val="00DE56F2"/>
    <w:rsid w:val="00DF116D"/>
    <w:rsid w:val="00DF651A"/>
    <w:rsid w:val="00E00269"/>
    <w:rsid w:val="00E016D8"/>
    <w:rsid w:val="00E01EA1"/>
    <w:rsid w:val="00E16FF7"/>
    <w:rsid w:val="00E20A91"/>
    <w:rsid w:val="00E22C30"/>
    <w:rsid w:val="00E24F78"/>
    <w:rsid w:val="00E26D68"/>
    <w:rsid w:val="00E37347"/>
    <w:rsid w:val="00E437B0"/>
    <w:rsid w:val="00E44045"/>
    <w:rsid w:val="00E5083A"/>
    <w:rsid w:val="00E618C4"/>
    <w:rsid w:val="00E66933"/>
    <w:rsid w:val="00E6699A"/>
    <w:rsid w:val="00E7218A"/>
    <w:rsid w:val="00E878EE"/>
    <w:rsid w:val="00E97910"/>
    <w:rsid w:val="00EA6EC7"/>
    <w:rsid w:val="00EA7F3A"/>
    <w:rsid w:val="00EB104F"/>
    <w:rsid w:val="00EB46E5"/>
    <w:rsid w:val="00EB4ECA"/>
    <w:rsid w:val="00EB5D4D"/>
    <w:rsid w:val="00EC10AE"/>
    <w:rsid w:val="00EC302B"/>
    <w:rsid w:val="00ED0703"/>
    <w:rsid w:val="00ED14BD"/>
    <w:rsid w:val="00ED234C"/>
    <w:rsid w:val="00ED6360"/>
    <w:rsid w:val="00EE2244"/>
    <w:rsid w:val="00EE3C5F"/>
    <w:rsid w:val="00EE4803"/>
    <w:rsid w:val="00EE7882"/>
    <w:rsid w:val="00EF4DAC"/>
    <w:rsid w:val="00F016C7"/>
    <w:rsid w:val="00F12DEC"/>
    <w:rsid w:val="00F1715C"/>
    <w:rsid w:val="00F310F8"/>
    <w:rsid w:val="00F3391E"/>
    <w:rsid w:val="00F35939"/>
    <w:rsid w:val="00F44DE3"/>
    <w:rsid w:val="00F45607"/>
    <w:rsid w:val="00F46000"/>
    <w:rsid w:val="00F46EA7"/>
    <w:rsid w:val="00F4722B"/>
    <w:rsid w:val="00F54432"/>
    <w:rsid w:val="00F55E93"/>
    <w:rsid w:val="00F569C6"/>
    <w:rsid w:val="00F62558"/>
    <w:rsid w:val="00F659EB"/>
    <w:rsid w:val="00F86BA6"/>
    <w:rsid w:val="00F911D1"/>
    <w:rsid w:val="00F92F06"/>
    <w:rsid w:val="00F95A2C"/>
    <w:rsid w:val="00F966C7"/>
    <w:rsid w:val="00FA6565"/>
    <w:rsid w:val="00FB12F3"/>
    <w:rsid w:val="00FB6342"/>
    <w:rsid w:val="00FB7FE4"/>
    <w:rsid w:val="00FC6389"/>
    <w:rsid w:val="00FC661E"/>
    <w:rsid w:val="00FD2EA2"/>
    <w:rsid w:val="00FD39DE"/>
    <w:rsid w:val="00FD4743"/>
    <w:rsid w:val="00FE3C88"/>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FE0115"/>
  <w14:defaultImageDpi w14:val="32767"/>
  <w15:docId w15:val="{CB88A604-9CA0-442E-8A06-CDA104E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kosmal@szdc.cz"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75EC28-E8E5-47DF-AFC9-AEA85773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TotalTime>
  <Pages>33</Pages>
  <Words>13066</Words>
  <Characters>77090</Characters>
  <Application>Microsoft Office Word</Application>
  <DocSecurity>0</DocSecurity>
  <Lines>642</Lines>
  <Paragraphs>179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3</cp:revision>
  <cp:lastPrinted>2019-03-07T14:42:00Z</cp:lastPrinted>
  <dcterms:created xsi:type="dcterms:W3CDTF">2020-03-02T09:53:00Z</dcterms:created>
  <dcterms:modified xsi:type="dcterms:W3CDTF">2020-03-09T08:26:00Z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