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F8002C">
        <w:t xml:space="preserve">názvem </w:t>
      </w:r>
      <w:bookmarkStart w:id="0" w:name="_Toc403053768"/>
      <w:r w:rsidRPr="00F8002C">
        <w:rPr>
          <w:b/>
        </w:rPr>
        <w:t>„</w:t>
      </w:r>
      <w:bookmarkEnd w:id="0"/>
      <w:r w:rsidR="00EB21DA" w:rsidRPr="00F8002C">
        <w:rPr>
          <w:b/>
        </w:rPr>
        <w:t xml:space="preserve">Revize a technické </w:t>
      </w:r>
      <w:bookmarkStart w:id="1" w:name="_GoBack"/>
      <w:bookmarkEnd w:id="1"/>
      <w:r w:rsidR="00EB21DA" w:rsidRPr="00F8002C">
        <w:rPr>
          <w:b/>
        </w:rPr>
        <w:t>prohlídky určeného technického zařízení SEE</w:t>
      </w:r>
      <w:r w:rsidRPr="00F8002C">
        <w:rPr>
          <w:b/>
        </w:rPr>
        <w:t>“</w:t>
      </w:r>
      <w:r w:rsidRPr="00F8002C">
        <w:t xml:space="preserve">, </w:t>
      </w:r>
      <w:proofErr w:type="gramStart"/>
      <w:r w:rsidRPr="00F8002C">
        <w:t>č.j.</w:t>
      </w:r>
      <w:proofErr w:type="gramEnd"/>
      <w:r w:rsidRPr="00F8002C">
        <w:t xml:space="preserve"> </w:t>
      </w:r>
      <w:r w:rsidR="00F8002C" w:rsidRPr="00F8002C">
        <w:t>9966</w:t>
      </w:r>
      <w:r w:rsidRPr="00F8002C">
        <w:t>/</w:t>
      </w:r>
      <w:r w:rsidR="00EB21DA" w:rsidRPr="00F8002C">
        <w:t>2020</w:t>
      </w:r>
      <w:r w:rsidRPr="00EB21DA">
        <w:t xml:space="preserve">-SŽDC-OŘ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C8" w:rsidRDefault="00E67EC8" w:rsidP="00962258">
      <w:pPr>
        <w:spacing w:after="0" w:line="240" w:lineRule="auto"/>
      </w:pPr>
      <w:r>
        <w:separator/>
      </w:r>
    </w:p>
  </w:endnote>
  <w:end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55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1AD660" wp14:editId="7C9ED9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508C992" wp14:editId="6D29DA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55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55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623E2B2" wp14:editId="59BCB84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7F57D8A" wp14:editId="5FDDEE7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C8" w:rsidRDefault="00E67EC8" w:rsidP="00962258">
      <w:pPr>
        <w:spacing w:after="0" w:line="240" w:lineRule="auto"/>
      </w:pPr>
      <w:r>
        <w:separator/>
      </w:r>
    </w:p>
  </w:footnote>
  <w:foot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5526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7EC8"/>
    <w:rsid w:val="00EB104F"/>
    <w:rsid w:val="00EB21DA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002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sharepoint/v3/fields"/>
    <ds:schemaRef ds:uri="http://schemas.microsoft.com/sharepoint/v3"/>
    <ds:schemaRef ds:uri="http://purl.org/dc/elements/1.1/"/>
    <ds:schemaRef ds:uri="http://schemas.microsoft.com/office/2006/documentManagement/types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1987C3-EC93-41D0-9B61-51384C88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2020-02-26T08:01:00Z</cp:lastPrinted>
  <dcterms:created xsi:type="dcterms:W3CDTF">2020-02-25T12:25:00Z</dcterms:created>
  <dcterms:modified xsi:type="dcterms:W3CDTF">2020-02-26T08:01:00Z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