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54165EBC" w:rsidR="00E902EC" w:rsidRPr="00126412" w:rsidRDefault="00E902EC" w:rsidP="00D4228D">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F70D9E">
        <w:rPr>
          <w:rFonts w:eastAsia="Times New Roman"/>
          <w:lang w:val="en-US" w:eastAsia="cs-CZ"/>
        </w:rPr>
        <w:t>24</w:t>
      </w:r>
      <w:bookmarkStart w:id="3" w:name="_GoBack"/>
      <w:bookmarkEnd w:id="3"/>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F70D9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70D9E">
            <w:rPr>
              <w:b/>
              <w:noProof/>
              <w:color w:val="FF5200" w:themeColor="accent2"/>
            </w:rPr>
            <w:t>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70D9E">
            <w:rPr>
              <w:b/>
              <w:noProof/>
              <w:color w:val="FF5200" w:themeColor="accent2"/>
            </w:rPr>
            <w:t>7</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70D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70D9E">
            <w:rPr>
              <w:b/>
              <w:noProof/>
              <w:color w:val="FF5200" w:themeColor="accent2"/>
            </w:rPr>
            <w:t>5</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70D9E"/>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541A4C6-77AC-4229-9463-FE076E08B848}">
  <ds:schemaRefs>
    <ds:schemaRef ds:uri="http://www.w3.org/XML/1998/namespace"/>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4A88A4-6648-42FB-83B4-3B3B9382A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8</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8</cp:revision>
  <cp:lastPrinted>2020-02-24T13:06:00Z</cp:lastPrinted>
  <dcterms:created xsi:type="dcterms:W3CDTF">2020-01-23T08:44:00Z</dcterms:created>
  <dcterms:modified xsi:type="dcterms:W3CDTF">2020-02-25T11:30:00Z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