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26845D1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671VZ20-0-0036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940CF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Mapování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a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vyhotovení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UŽM TU 2253, Krnov –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Jindřichov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ve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Slezsku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, km 0,000 – 25,694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67120006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B32536">
        <w:rPr>
          <w:rFonts w:eastAsia="Times New Roman" w:cs="Times New Roman"/>
          <w:lang w:val="en-US" w:eastAsia="cs-CZ"/>
        </w:rPr>
        <w:t>170/2020-SŽDC-SŽGOLC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DF43709" w:rsidR="004E1498" w:rsidRDefault="004E1498" w:rsidP="009651C8">
      <w:pPr>
        <w:pStyle w:val="Nadpis2"/>
        <w:rPr>
          <w:i/>
        </w:rPr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</w:p>
    <w:p w14:paraId="4CF03F7E" w14:textId="3F8202DF" w:rsidR="004A2000" w:rsidRPr="004A2000" w:rsidRDefault="004A2000" w:rsidP="004A2000">
      <w:pPr>
        <w:numPr>
          <w:ilvl w:val="0"/>
          <w:numId w:val="29"/>
        </w:numPr>
        <w:spacing w:after="0" w:line="276" w:lineRule="auto"/>
        <w:jc w:val="both"/>
        <w:rPr>
          <w:rFonts w:eastAsia="Times New Roman" w:cs="Arial"/>
          <w:i/>
          <w:color w:val="000000"/>
        </w:rPr>
      </w:pPr>
      <w:r w:rsidRPr="004A2000">
        <w:rPr>
          <w:rFonts w:eastAsia="Times New Roman" w:cs="Arial"/>
          <w:i/>
          <w:color w:val="000000"/>
        </w:rPr>
        <w:t>Podrobné mapování a vyhotovení</w:t>
      </w:r>
      <w:r w:rsidRPr="004A2000">
        <w:rPr>
          <w:rFonts w:eastAsia="Times New Roman" w:cs="Arial"/>
          <w:i/>
          <w:color w:val="000000"/>
        </w:rPr>
        <w:t xml:space="preserve"> účelové železniční mapy v</w:t>
      </w:r>
      <w:r w:rsidRPr="004A2000">
        <w:rPr>
          <w:rFonts w:eastAsia="Times New Roman" w:cs="Arial"/>
          <w:i/>
        </w:rPr>
        <w:t xml:space="preserve"> TÚ2253, Krnov – Jindřichov ve Slezsku – </w:t>
      </w:r>
      <w:proofErr w:type="gramStart"/>
      <w:r w:rsidRPr="004A2000">
        <w:rPr>
          <w:rFonts w:eastAsia="Times New Roman" w:cs="Arial"/>
          <w:i/>
        </w:rPr>
        <w:t>st.hr</w:t>
      </w:r>
      <w:proofErr w:type="gramEnd"/>
      <w:r w:rsidRPr="004A2000">
        <w:rPr>
          <w:rFonts w:eastAsia="Times New Roman" w:cs="Arial"/>
          <w:i/>
        </w:rPr>
        <w:t>. ČR – PR, km 0,000 – 25,694</w:t>
      </w:r>
    </w:p>
    <w:p w14:paraId="79B4F16F" w14:textId="15255170" w:rsidR="004A2000" w:rsidRPr="004A2000" w:rsidRDefault="004A2000" w:rsidP="004A2000">
      <w:pPr>
        <w:numPr>
          <w:ilvl w:val="0"/>
          <w:numId w:val="29"/>
        </w:numPr>
        <w:spacing w:after="0" w:line="276" w:lineRule="auto"/>
        <w:jc w:val="both"/>
        <w:rPr>
          <w:rFonts w:eastAsia="Times New Roman" w:cs="Arial"/>
          <w:i/>
          <w:color w:val="000000"/>
        </w:rPr>
      </w:pPr>
      <w:r w:rsidRPr="004A2000">
        <w:rPr>
          <w:rFonts w:eastAsia="Times New Roman" w:cs="Arial"/>
          <w:i/>
          <w:color w:val="000000"/>
        </w:rPr>
        <w:t>Vyhotovení jednotného výkresu ÚŽM dle aktuálně platného datového modelu včetně zapracování poskytnuté dokumentace 3D osy</w:t>
      </w:r>
    </w:p>
    <w:p w14:paraId="31E5226B" w14:textId="360FDAB4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lastRenderedPageBreak/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AB4DCE" w:rsidRDefault="004E1498" w:rsidP="00592757">
      <w:pPr>
        <w:pStyle w:val="Nadpis1"/>
        <w:rPr>
          <w:rFonts w:eastAsia="Times New Roman"/>
          <w:lang w:eastAsia="cs-CZ"/>
        </w:rPr>
      </w:pPr>
      <w:bookmarkStart w:id="0" w:name="_GoBack"/>
      <w:bookmarkEnd w:id="0"/>
      <w:r w:rsidRPr="00AB4DCE">
        <w:rPr>
          <w:rFonts w:eastAsia="Times New Roman"/>
          <w:lang w:eastAsia="cs-CZ"/>
        </w:rPr>
        <w:t>Místo a doba plnění</w:t>
      </w:r>
    </w:p>
    <w:p w14:paraId="4DCCF507" w14:textId="24B27FD4" w:rsidR="004E1498" w:rsidRPr="00AB4DCE" w:rsidRDefault="004E1498" w:rsidP="00592757">
      <w:pPr>
        <w:pStyle w:val="Nadpis2"/>
        <w:jc w:val="left"/>
      </w:pPr>
      <w:r w:rsidRPr="00AB4DCE">
        <w:t>Místem plnění je</w:t>
      </w:r>
      <w:r w:rsidR="009651C8" w:rsidRPr="00AB4DCE">
        <w:t xml:space="preserve"> obvod SŽG Olomouc</w:t>
      </w:r>
    </w:p>
    <w:p w14:paraId="441C903F" w14:textId="77777777" w:rsidR="00EF62CA" w:rsidRPr="00AB4DCE" w:rsidRDefault="00EF62CA" w:rsidP="00EF62CA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AB4DCE">
        <w:rPr>
          <w:rFonts w:cs="Arial"/>
        </w:rPr>
        <w:t>zaslat objednateli záznam měření prvního kilometru v digitální formě pro kontrolu použité technologie měření a zpracování do sedmi dnů od zaměření + kalibrační protokoly použitých měřidel.</w:t>
      </w:r>
    </w:p>
    <w:p w14:paraId="30B20EFB" w14:textId="77777777" w:rsidR="00EF62CA" w:rsidRPr="00AB4DCE" w:rsidRDefault="00EF62CA" w:rsidP="00EF62CA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AB4DCE">
        <w:rPr>
          <w:rFonts w:cs="Arial"/>
        </w:rPr>
        <w:t xml:space="preserve">ukončit práce v terénu a odevzdat objednateli kompletní dokumentaci v digitální formě ke kontrole do </w:t>
      </w:r>
      <w:proofErr w:type="gramStart"/>
      <w:r w:rsidRPr="00AB4DCE">
        <w:rPr>
          <w:rFonts w:cs="Arial"/>
        </w:rPr>
        <w:t>30.10.2020</w:t>
      </w:r>
      <w:proofErr w:type="gramEnd"/>
      <w:r w:rsidRPr="00AB4DCE">
        <w:rPr>
          <w:rFonts w:cs="Arial"/>
        </w:rPr>
        <w:t>.</w:t>
      </w:r>
    </w:p>
    <w:p w14:paraId="757582CE" w14:textId="39F59052" w:rsidR="004E1498" w:rsidRPr="00AB4DCE" w:rsidRDefault="00EF62CA" w:rsidP="00EF62CA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cs="Arial"/>
        </w:rPr>
      </w:pPr>
      <w:r w:rsidRPr="00AB4DCE">
        <w:rPr>
          <w:rFonts w:cs="Arial"/>
        </w:rPr>
        <w:t xml:space="preserve">Termín plnění díla je do </w:t>
      </w:r>
      <w:proofErr w:type="gramStart"/>
      <w:r w:rsidRPr="00AB4DCE">
        <w:rPr>
          <w:rFonts w:cs="Arial"/>
          <w:b/>
        </w:rPr>
        <w:t>30.11.2020</w:t>
      </w:r>
      <w:proofErr w:type="gramEnd"/>
      <w:r w:rsidR="0086114C" w:rsidRPr="00AB4DCE"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1EA2FB6B" w:rsidR="009651C8" w:rsidRPr="00746F8B" w:rsidRDefault="00DF3FEA" w:rsidP="009651C8">
      <w:pPr>
        <w:pStyle w:val="Nadpis3"/>
      </w:pPr>
      <w:r w:rsidRPr="00D168FA">
        <w:t xml:space="preserve">za Objednatele p. Marcel </w:t>
      </w:r>
      <w:proofErr w:type="spellStart"/>
      <w:r w:rsidRPr="00D168FA">
        <w:t>Jarosz</w:t>
      </w:r>
      <w:proofErr w:type="spellEnd"/>
      <w:r w:rsidRPr="00D168FA">
        <w:t>, tel.: 972 765 676, e-mail: Jarosz@szdc.cz</w:t>
      </w:r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lastRenderedPageBreak/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</w:t>
      </w:r>
      <w:proofErr w:type="gramStart"/>
      <w:r w:rsidRPr="00D9782E">
        <w:rPr>
          <w:rFonts w:eastAsia="Calibri"/>
        </w:rPr>
        <w:t>za</w:t>
      </w:r>
      <w:proofErr w:type="gramEnd"/>
      <w:r w:rsidRPr="00D9782E">
        <w:rPr>
          <w:rFonts w:eastAsia="Calibri"/>
        </w:rPr>
        <w:t xml:space="preserve">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lastRenderedPageBreak/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288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288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28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288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B96127"/>
    <w:multiLevelType w:val="hybridMultilevel"/>
    <w:tmpl w:val="9A7E71D2"/>
    <w:lvl w:ilvl="0" w:tplc="04050015">
      <w:start w:val="1"/>
      <w:numFmt w:val="upperLetter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5E63ACE"/>
    <w:multiLevelType w:val="hybridMultilevel"/>
    <w:tmpl w:val="1616D276"/>
    <w:lvl w:ilvl="0" w:tplc="AB0A2D3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7660986"/>
    <w:multiLevelType w:val="hybridMultilevel"/>
    <w:tmpl w:val="ACE693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5C4F7C9A"/>
    <w:multiLevelType w:val="hybridMultilevel"/>
    <w:tmpl w:val="CB98017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2F45542"/>
    <w:multiLevelType w:val="hybridMultilevel"/>
    <w:tmpl w:val="613E1D22"/>
    <w:lvl w:ilvl="0" w:tplc="EA40275C">
      <w:start w:val="1"/>
      <w:numFmt w:val="lowerLetter"/>
      <w:lvlText w:val="%1.)"/>
      <w:lvlJc w:val="left"/>
      <w:pPr>
        <w:ind w:left="1068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4070991"/>
    <w:multiLevelType w:val="multilevel"/>
    <w:tmpl w:val="CABE99FC"/>
    <w:numStyleLink w:val="ListNumbermultilevel"/>
  </w:abstractNum>
  <w:abstractNum w:abstractNumId="25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4"/>
  </w:num>
  <w:num w:numId="5">
    <w:abstractNumId w:val="10"/>
  </w:num>
  <w:num w:numId="6">
    <w:abstractNumId w:val="0"/>
  </w:num>
  <w:num w:numId="7">
    <w:abstractNumId w:val="12"/>
  </w:num>
  <w:num w:numId="8">
    <w:abstractNumId w:val="25"/>
  </w:num>
  <w:num w:numId="9">
    <w:abstractNumId w:val="13"/>
  </w:num>
  <w:num w:numId="10">
    <w:abstractNumId w:val="8"/>
  </w:num>
  <w:num w:numId="11">
    <w:abstractNumId w:val="3"/>
  </w:num>
  <w:num w:numId="12">
    <w:abstractNumId w:val="20"/>
  </w:num>
  <w:num w:numId="13">
    <w:abstractNumId w:val="23"/>
  </w:num>
  <w:num w:numId="14">
    <w:abstractNumId w:val="6"/>
  </w:num>
  <w:num w:numId="15">
    <w:abstractNumId w:val="26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21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18"/>
  </w:num>
  <w:num w:numId="28">
    <w:abstractNumId w:val="14"/>
  </w:num>
  <w:num w:numId="29">
    <w:abstractNumId w:val="22"/>
  </w:num>
  <w:num w:numId="30">
    <w:abstractNumId w:val="1"/>
  </w:num>
  <w:num w:numId="31">
    <w:abstractNumId w:val="19"/>
  </w:num>
  <w:num w:numId="32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94236"/>
    <w:rsid w:val="004A2000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46F8B"/>
    <w:rsid w:val="007510DD"/>
    <w:rsid w:val="00753EBA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1128"/>
    <w:rsid w:val="008B6021"/>
    <w:rsid w:val="008D03B9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4DCE"/>
    <w:rsid w:val="00AB6759"/>
    <w:rsid w:val="00AD056F"/>
    <w:rsid w:val="00AD627B"/>
    <w:rsid w:val="00AD6731"/>
    <w:rsid w:val="00AF11FA"/>
    <w:rsid w:val="00AF50F5"/>
    <w:rsid w:val="00B15D0D"/>
    <w:rsid w:val="00B17679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C0BD0"/>
    <w:rsid w:val="00BC4DC9"/>
    <w:rsid w:val="00BD7E91"/>
    <w:rsid w:val="00C02D0A"/>
    <w:rsid w:val="00C03A6E"/>
    <w:rsid w:val="00C22949"/>
    <w:rsid w:val="00C35AE5"/>
    <w:rsid w:val="00C4288D"/>
    <w:rsid w:val="00C44F6A"/>
    <w:rsid w:val="00C47AE3"/>
    <w:rsid w:val="00CB53B1"/>
    <w:rsid w:val="00CC6991"/>
    <w:rsid w:val="00CD1FC4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DF3FEA"/>
    <w:rsid w:val="00E017C5"/>
    <w:rsid w:val="00E47B7B"/>
    <w:rsid w:val="00E55F3F"/>
    <w:rsid w:val="00E71A96"/>
    <w:rsid w:val="00EB104F"/>
    <w:rsid w:val="00ED14BD"/>
    <w:rsid w:val="00EF1804"/>
    <w:rsid w:val="00EF50B7"/>
    <w:rsid w:val="00EF62CA"/>
    <w:rsid w:val="00F0015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4169"/>
    <w:rsid w:val="00F867BB"/>
    <w:rsid w:val="00F86BA6"/>
    <w:rsid w:val="00F969C4"/>
    <w:rsid w:val="00F97B40"/>
    <w:rsid w:val="00FA32F8"/>
    <w:rsid w:val="00FC6389"/>
    <w:rsid w:val="00FD17C6"/>
    <w:rsid w:val="00FD6CEA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230F35-E3C9-4F8B-BFCF-E23E1E280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1366</Words>
  <Characters>8062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28</cp:revision>
  <cp:lastPrinted>2020-01-29T11:05:00Z</cp:lastPrinted>
  <dcterms:created xsi:type="dcterms:W3CDTF">2020-01-23T08:12:00Z</dcterms:created>
  <dcterms:modified xsi:type="dcterms:W3CDTF">2020-01-29T11:05:00Z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